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99E" w:rsidRPr="00DE78EC" w:rsidRDefault="003E499E" w:rsidP="003624AE">
      <w:pPr>
        <w:jc w:val="center"/>
        <w:rPr>
          <w:b/>
          <w:sz w:val="28"/>
          <w:szCs w:val="28"/>
        </w:rPr>
      </w:pPr>
      <w:r w:rsidRPr="00DE78EC">
        <w:rPr>
          <w:b/>
          <w:sz w:val="28"/>
          <w:szCs w:val="28"/>
        </w:rPr>
        <w:t>РОССИЙСКАЯ ФЕДЕРАЦИЯ</w:t>
      </w:r>
    </w:p>
    <w:p w:rsidR="003E499E" w:rsidRPr="00DE78EC" w:rsidRDefault="003E499E" w:rsidP="003624AE">
      <w:pPr>
        <w:jc w:val="center"/>
        <w:rPr>
          <w:b/>
          <w:sz w:val="28"/>
          <w:szCs w:val="28"/>
        </w:rPr>
      </w:pPr>
      <w:r w:rsidRPr="00DE78EC">
        <w:rPr>
          <w:b/>
          <w:sz w:val="28"/>
          <w:szCs w:val="28"/>
        </w:rPr>
        <w:t>КЕМЕРОВСКАЯ ОБЛАСТЬ</w:t>
      </w:r>
    </w:p>
    <w:p w:rsidR="003E499E" w:rsidRDefault="003E499E" w:rsidP="003624AE">
      <w:pPr>
        <w:jc w:val="center"/>
        <w:rPr>
          <w:b/>
          <w:sz w:val="28"/>
          <w:szCs w:val="28"/>
        </w:rPr>
      </w:pPr>
      <w:r w:rsidRPr="00DE78EC">
        <w:rPr>
          <w:b/>
          <w:sz w:val="28"/>
          <w:szCs w:val="28"/>
        </w:rPr>
        <w:t>ЯЙСКИЙ МУНИЦИПАЛЬНЫЙ РАЙОН</w:t>
      </w:r>
    </w:p>
    <w:p w:rsidR="003E499E" w:rsidRPr="00DE78EC" w:rsidRDefault="003E499E" w:rsidP="00362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ВОЗНЕСЕНСКОЕ СЕЛЬСКОЕ ПОСЕЛЕНИЕ</w:t>
      </w:r>
    </w:p>
    <w:p w:rsidR="003E499E" w:rsidRPr="00DE78EC" w:rsidRDefault="003E499E" w:rsidP="003624AE">
      <w:pPr>
        <w:jc w:val="center"/>
        <w:rPr>
          <w:b/>
          <w:sz w:val="28"/>
          <w:szCs w:val="28"/>
        </w:rPr>
      </w:pPr>
      <w:r w:rsidRPr="00DE78EC">
        <w:rPr>
          <w:b/>
          <w:sz w:val="28"/>
          <w:szCs w:val="28"/>
        </w:rPr>
        <w:t>СОВЕТ НАРОДНЫХ ДЕПУТАТОВ</w:t>
      </w:r>
    </w:p>
    <w:p w:rsidR="003E499E" w:rsidRPr="00DE78EC" w:rsidRDefault="003E499E" w:rsidP="00362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ВОЗНЕСЕНСКОГО </w:t>
      </w:r>
      <w:r w:rsidRPr="00DE78EC">
        <w:rPr>
          <w:b/>
          <w:sz w:val="28"/>
          <w:szCs w:val="28"/>
        </w:rPr>
        <w:t xml:space="preserve"> СЕЛЬСКОГО </w:t>
      </w:r>
      <w:r>
        <w:rPr>
          <w:b/>
          <w:sz w:val="28"/>
          <w:szCs w:val="28"/>
        </w:rPr>
        <w:t xml:space="preserve"> </w:t>
      </w:r>
      <w:r w:rsidRPr="00DE78EC">
        <w:rPr>
          <w:b/>
          <w:sz w:val="28"/>
          <w:szCs w:val="28"/>
        </w:rPr>
        <w:t>ПОСЕЛЕНИЯ</w:t>
      </w:r>
    </w:p>
    <w:p w:rsidR="003E499E" w:rsidRDefault="003E499E" w:rsidP="003624AE">
      <w:pPr>
        <w:jc w:val="center"/>
        <w:rPr>
          <w:b/>
          <w:sz w:val="28"/>
          <w:szCs w:val="28"/>
        </w:rPr>
      </w:pPr>
    </w:p>
    <w:p w:rsidR="003E499E" w:rsidRDefault="003E499E" w:rsidP="003624AE">
      <w:pPr>
        <w:jc w:val="center"/>
        <w:rPr>
          <w:b/>
          <w:sz w:val="28"/>
          <w:szCs w:val="28"/>
        </w:rPr>
      </w:pPr>
    </w:p>
    <w:p w:rsidR="003E499E" w:rsidRPr="00DE78EC" w:rsidRDefault="003E499E" w:rsidP="003624AE">
      <w:pPr>
        <w:jc w:val="center"/>
        <w:rPr>
          <w:b/>
          <w:sz w:val="28"/>
          <w:szCs w:val="28"/>
        </w:rPr>
      </w:pPr>
    </w:p>
    <w:p w:rsidR="003E499E" w:rsidRDefault="003E499E" w:rsidP="00362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E78EC">
        <w:rPr>
          <w:b/>
          <w:sz w:val="28"/>
          <w:szCs w:val="28"/>
        </w:rPr>
        <w:t>РЕШЕНИЕ</w:t>
      </w:r>
    </w:p>
    <w:p w:rsidR="003E499E" w:rsidRPr="00DE78EC" w:rsidRDefault="003E499E" w:rsidP="003624AE">
      <w:pPr>
        <w:jc w:val="center"/>
        <w:rPr>
          <w:b/>
          <w:sz w:val="28"/>
          <w:szCs w:val="28"/>
        </w:rPr>
      </w:pPr>
    </w:p>
    <w:p w:rsidR="003E499E" w:rsidRDefault="003E499E" w:rsidP="003624A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от 03.11.2016г.                                         № 6</w:t>
      </w:r>
    </w:p>
    <w:p w:rsidR="003E499E" w:rsidRDefault="003E499E" w:rsidP="003624AE">
      <w:pPr>
        <w:rPr>
          <w:sz w:val="28"/>
          <w:szCs w:val="28"/>
        </w:rPr>
      </w:pPr>
    </w:p>
    <w:p w:rsidR="003E499E" w:rsidRDefault="003E499E" w:rsidP="002E4A6E">
      <w:pPr>
        <w:jc w:val="center"/>
        <w:rPr>
          <w:b/>
          <w:sz w:val="28"/>
          <w:szCs w:val="28"/>
        </w:rPr>
      </w:pPr>
      <w:r w:rsidRPr="00E06E65">
        <w:rPr>
          <w:b/>
          <w:sz w:val="28"/>
          <w:szCs w:val="28"/>
        </w:rPr>
        <w:t xml:space="preserve">О назначении публичных слушаний по обсуждению </w:t>
      </w:r>
    </w:p>
    <w:p w:rsidR="003E499E" w:rsidRPr="00E06E65" w:rsidRDefault="003E499E" w:rsidP="00AD486F">
      <w:pPr>
        <w:jc w:val="center"/>
        <w:rPr>
          <w:b/>
          <w:sz w:val="28"/>
          <w:szCs w:val="28"/>
        </w:rPr>
      </w:pPr>
      <w:r w:rsidRPr="00E06E65">
        <w:rPr>
          <w:b/>
          <w:sz w:val="28"/>
          <w:szCs w:val="28"/>
        </w:rPr>
        <w:t xml:space="preserve">проекта решения </w:t>
      </w:r>
      <w:r>
        <w:rPr>
          <w:b/>
          <w:sz w:val="28"/>
          <w:szCs w:val="28"/>
        </w:rPr>
        <w:t xml:space="preserve"> </w:t>
      </w:r>
      <w:r w:rsidRPr="00E06E65">
        <w:rPr>
          <w:b/>
          <w:sz w:val="28"/>
          <w:szCs w:val="28"/>
        </w:rPr>
        <w:t>«О внесении изменений и дополнений в Устав муниципал</w:t>
      </w:r>
      <w:r>
        <w:rPr>
          <w:b/>
          <w:sz w:val="28"/>
          <w:szCs w:val="28"/>
        </w:rPr>
        <w:t xml:space="preserve">ьного образования «Вознесенское </w:t>
      </w:r>
      <w:r w:rsidRPr="00E06E65">
        <w:rPr>
          <w:b/>
          <w:sz w:val="28"/>
          <w:szCs w:val="28"/>
        </w:rPr>
        <w:t xml:space="preserve"> сельское поселение»</w:t>
      </w:r>
    </w:p>
    <w:p w:rsidR="003E499E" w:rsidRDefault="003E499E" w:rsidP="003624AE">
      <w:pPr>
        <w:rPr>
          <w:sz w:val="28"/>
          <w:szCs w:val="28"/>
        </w:rPr>
      </w:pPr>
    </w:p>
    <w:p w:rsidR="003E499E" w:rsidRDefault="003E499E" w:rsidP="00362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представленный главой Вознесенского  сельского поселения проект решения «О внесении изменений и дополнений в Устав муниципального образования «Вознесенское сельское поселение», руководствуясь ст.21 ч.1  Устава Вознесенского сельского поселения</w:t>
      </w:r>
    </w:p>
    <w:p w:rsidR="003E499E" w:rsidRDefault="003E499E" w:rsidP="003624AE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народных депутатов Вознесенского сельского поселения</w:t>
      </w:r>
    </w:p>
    <w:p w:rsidR="003E499E" w:rsidRDefault="003E499E" w:rsidP="003624AE">
      <w:pPr>
        <w:jc w:val="both"/>
        <w:rPr>
          <w:sz w:val="28"/>
          <w:szCs w:val="28"/>
        </w:rPr>
      </w:pPr>
    </w:p>
    <w:p w:rsidR="003E499E" w:rsidRPr="00E06E65" w:rsidRDefault="003E499E" w:rsidP="003624AE">
      <w:pPr>
        <w:jc w:val="both"/>
        <w:rPr>
          <w:b/>
          <w:sz w:val="28"/>
          <w:szCs w:val="28"/>
        </w:rPr>
      </w:pPr>
      <w:r w:rsidRPr="00E06E65">
        <w:rPr>
          <w:b/>
          <w:sz w:val="28"/>
          <w:szCs w:val="28"/>
        </w:rPr>
        <w:t xml:space="preserve">                                                              РЕШИЛ:</w:t>
      </w:r>
    </w:p>
    <w:p w:rsidR="003E499E" w:rsidRDefault="003E499E" w:rsidP="00361AC6">
      <w:pPr>
        <w:jc w:val="both"/>
        <w:rPr>
          <w:b/>
          <w:sz w:val="28"/>
          <w:szCs w:val="28"/>
        </w:rPr>
      </w:pPr>
    </w:p>
    <w:p w:rsidR="003E499E" w:rsidRDefault="003E499E" w:rsidP="002E4A6E">
      <w:pPr>
        <w:jc w:val="both"/>
        <w:rPr>
          <w:sz w:val="28"/>
          <w:szCs w:val="28"/>
        </w:rPr>
      </w:pPr>
      <w:r w:rsidRPr="00AD486F">
        <w:rPr>
          <w:sz w:val="28"/>
          <w:szCs w:val="28"/>
        </w:rPr>
        <w:t xml:space="preserve">         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Назначить дату публичных слушаний по обсуждению проекта решения «О внесении изменений и дополнений в Устав муниципального образования «Вознесенское сельское поселение»  на 05.12.2016г.</w:t>
      </w:r>
    </w:p>
    <w:p w:rsidR="003E499E" w:rsidRDefault="003E499E" w:rsidP="002E4A6E">
      <w:pPr>
        <w:jc w:val="both"/>
        <w:rPr>
          <w:sz w:val="28"/>
          <w:szCs w:val="28"/>
        </w:rPr>
      </w:pPr>
    </w:p>
    <w:p w:rsidR="003E499E" w:rsidRDefault="003E499E" w:rsidP="00361AC6">
      <w:pPr>
        <w:jc w:val="both"/>
        <w:rPr>
          <w:sz w:val="28"/>
          <w:szCs w:val="28"/>
        </w:rPr>
      </w:pPr>
      <w:r w:rsidRPr="00AD486F">
        <w:rPr>
          <w:sz w:val="28"/>
          <w:szCs w:val="28"/>
        </w:rPr>
        <w:t xml:space="preserve">        2.</w:t>
      </w:r>
      <w:r>
        <w:rPr>
          <w:sz w:val="28"/>
          <w:szCs w:val="28"/>
        </w:rPr>
        <w:t xml:space="preserve"> Публичные слушания провести в здании администрации Вознесенского сельского поселения по адресу: Кемеровская область, Яйский  район, с.Вознесенка, ул.Центральная, д. 2, начало в 14-00 часов.</w:t>
      </w:r>
    </w:p>
    <w:p w:rsidR="003E499E" w:rsidRDefault="003E499E" w:rsidP="00361AC6">
      <w:pPr>
        <w:jc w:val="both"/>
        <w:rPr>
          <w:sz w:val="28"/>
          <w:szCs w:val="28"/>
        </w:rPr>
      </w:pPr>
    </w:p>
    <w:p w:rsidR="003E499E" w:rsidRDefault="003E499E" w:rsidP="002E4A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Участниками публичных слушаний могут быть жители Вознесенского сельского поселения.</w:t>
      </w:r>
    </w:p>
    <w:p w:rsidR="003E499E" w:rsidRDefault="003E499E" w:rsidP="002E4A6E">
      <w:pPr>
        <w:jc w:val="both"/>
        <w:rPr>
          <w:sz w:val="28"/>
          <w:szCs w:val="28"/>
        </w:rPr>
      </w:pPr>
    </w:p>
    <w:p w:rsidR="003E499E" w:rsidRDefault="003E499E" w:rsidP="002E4A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Ответственным за подготовку и проведение публичных слушаний назначить председателя Совета народных депутатов Вознесенского сельского поселения – Редькину Н.П.</w:t>
      </w:r>
    </w:p>
    <w:p w:rsidR="003E499E" w:rsidRDefault="003E499E" w:rsidP="002E4A6E">
      <w:pPr>
        <w:jc w:val="both"/>
        <w:rPr>
          <w:sz w:val="28"/>
          <w:szCs w:val="28"/>
        </w:rPr>
      </w:pPr>
    </w:p>
    <w:p w:rsidR="003E499E" w:rsidRDefault="003E499E" w:rsidP="00361A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Данное решение обнародовать на информационных стендах Вознесенского сельского поселения.</w:t>
      </w:r>
    </w:p>
    <w:p w:rsidR="003E499E" w:rsidRDefault="003E499E" w:rsidP="00361AC6">
      <w:pPr>
        <w:jc w:val="both"/>
        <w:rPr>
          <w:sz w:val="28"/>
          <w:szCs w:val="28"/>
        </w:rPr>
      </w:pPr>
    </w:p>
    <w:p w:rsidR="003E499E" w:rsidRDefault="003E499E" w:rsidP="00361A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Все вопросы и предложения, касающиеся проекта решения «О внесении изменений и дополнений в Устав</w:t>
      </w:r>
      <w:r w:rsidRPr="00506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</w:p>
    <w:p w:rsidR="003E499E" w:rsidRDefault="003E499E" w:rsidP="00361AC6">
      <w:pPr>
        <w:jc w:val="both"/>
        <w:rPr>
          <w:sz w:val="28"/>
          <w:szCs w:val="28"/>
        </w:rPr>
      </w:pPr>
      <w:r>
        <w:rPr>
          <w:sz w:val="28"/>
          <w:szCs w:val="28"/>
        </w:rPr>
        <w:t>« Вознесенское сельское поселение» принимаются в рабочие дни недели  по адресу: Кемеровская область, Яйский  район, с.Вознесенка, ул.Центральная, д.2, с 8-00 до 17-00 часов.  Результаты рассмотрения поступивших вопросов и предложений будут оглашены 05.12.2016г. на публичных слушаниях  по обсуждению проекта решения «О внесении изменений и дополнений в Устав</w:t>
      </w:r>
      <w:r w:rsidRPr="00506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« Вознесенское сельское поселение». </w:t>
      </w:r>
    </w:p>
    <w:p w:rsidR="003E499E" w:rsidRDefault="003E499E" w:rsidP="002E4A6E">
      <w:pPr>
        <w:rPr>
          <w:sz w:val="28"/>
          <w:szCs w:val="28"/>
        </w:rPr>
      </w:pPr>
    </w:p>
    <w:p w:rsidR="003E499E" w:rsidRDefault="003E499E" w:rsidP="002E4A6E">
      <w:pPr>
        <w:rPr>
          <w:sz w:val="28"/>
          <w:szCs w:val="28"/>
        </w:rPr>
      </w:pPr>
    </w:p>
    <w:p w:rsidR="003E499E" w:rsidRDefault="003E499E" w:rsidP="002E4A6E">
      <w:pPr>
        <w:rPr>
          <w:sz w:val="28"/>
          <w:szCs w:val="28"/>
        </w:rPr>
      </w:pPr>
    </w:p>
    <w:p w:rsidR="003E499E" w:rsidRPr="002E4A6E" w:rsidRDefault="003E499E" w:rsidP="002E4A6E">
      <w:pPr>
        <w:rPr>
          <w:sz w:val="28"/>
          <w:szCs w:val="28"/>
        </w:rPr>
      </w:pPr>
      <w:r w:rsidRPr="002E4A6E">
        <w:rPr>
          <w:sz w:val="28"/>
          <w:szCs w:val="28"/>
        </w:rPr>
        <w:t xml:space="preserve">Председатель Совета народных депутатов </w:t>
      </w:r>
    </w:p>
    <w:p w:rsidR="003E499E" w:rsidRPr="002E4A6E" w:rsidRDefault="003E499E" w:rsidP="002E4A6E">
      <w:pPr>
        <w:rPr>
          <w:color w:val="000000"/>
          <w:spacing w:val="-1"/>
          <w:sz w:val="28"/>
          <w:szCs w:val="28"/>
        </w:rPr>
      </w:pPr>
      <w:r w:rsidRPr="002E4A6E">
        <w:rPr>
          <w:color w:val="000000"/>
          <w:spacing w:val="-1"/>
          <w:sz w:val="28"/>
          <w:szCs w:val="28"/>
        </w:rPr>
        <w:t>Вознесенского сельского поселения                                           Н.П.Редькина</w:t>
      </w:r>
    </w:p>
    <w:p w:rsidR="003E499E" w:rsidRPr="002E4A6E" w:rsidRDefault="003E499E" w:rsidP="002E4A6E">
      <w:pPr>
        <w:rPr>
          <w:color w:val="000000"/>
          <w:spacing w:val="-1"/>
          <w:sz w:val="28"/>
          <w:szCs w:val="28"/>
        </w:rPr>
      </w:pPr>
    </w:p>
    <w:p w:rsidR="003E499E" w:rsidRPr="002E4A6E" w:rsidRDefault="003E499E" w:rsidP="002E4A6E">
      <w:pPr>
        <w:rPr>
          <w:sz w:val="28"/>
          <w:szCs w:val="28"/>
        </w:rPr>
      </w:pPr>
      <w:r w:rsidRPr="002E4A6E">
        <w:rPr>
          <w:color w:val="000000"/>
          <w:spacing w:val="-1"/>
          <w:sz w:val="28"/>
          <w:szCs w:val="28"/>
        </w:rPr>
        <w:t>Глава Вознесенского сельского поселения                                Н.П.Редькина</w:t>
      </w:r>
    </w:p>
    <w:p w:rsidR="003E499E" w:rsidRPr="002E4A6E" w:rsidRDefault="003E499E" w:rsidP="002E4A6E">
      <w:pPr>
        <w:rPr>
          <w:sz w:val="28"/>
          <w:szCs w:val="28"/>
        </w:rPr>
      </w:pPr>
    </w:p>
    <w:p w:rsidR="003E499E" w:rsidRPr="002E4A6E" w:rsidRDefault="003E499E" w:rsidP="003624AE">
      <w:pPr>
        <w:rPr>
          <w:sz w:val="28"/>
          <w:szCs w:val="28"/>
        </w:rPr>
      </w:pPr>
    </w:p>
    <w:p w:rsidR="003E499E" w:rsidRDefault="003E499E" w:rsidP="003624AE">
      <w:pPr>
        <w:rPr>
          <w:sz w:val="28"/>
          <w:szCs w:val="28"/>
        </w:rPr>
      </w:pPr>
    </w:p>
    <w:p w:rsidR="003E499E" w:rsidRDefault="003E499E" w:rsidP="003624AE">
      <w:pPr>
        <w:rPr>
          <w:sz w:val="28"/>
          <w:szCs w:val="28"/>
        </w:rPr>
      </w:pPr>
    </w:p>
    <w:p w:rsidR="003E499E" w:rsidRDefault="003E499E" w:rsidP="003624AE">
      <w:pPr>
        <w:tabs>
          <w:tab w:val="left" w:pos="1635"/>
        </w:tabs>
        <w:jc w:val="center"/>
        <w:rPr>
          <w:b/>
          <w:sz w:val="28"/>
          <w:szCs w:val="28"/>
        </w:rPr>
      </w:pPr>
    </w:p>
    <w:p w:rsidR="003E499E" w:rsidRDefault="003E499E" w:rsidP="003624AE">
      <w:pPr>
        <w:tabs>
          <w:tab w:val="left" w:pos="1635"/>
        </w:tabs>
        <w:jc w:val="center"/>
        <w:rPr>
          <w:b/>
          <w:sz w:val="28"/>
          <w:szCs w:val="28"/>
        </w:rPr>
      </w:pPr>
    </w:p>
    <w:p w:rsidR="003E499E" w:rsidRDefault="003E499E" w:rsidP="003624AE"/>
    <w:p w:rsidR="003E499E" w:rsidRDefault="003E499E"/>
    <w:sectPr w:rsidR="003E499E" w:rsidSect="002E4A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380"/>
    <w:multiLevelType w:val="hybridMultilevel"/>
    <w:tmpl w:val="802A61F6"/>
    <w:lvl w:ilvl="0" w:tplc="E3DC339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">
    <w:nsid w:val="1AFE37AB"/>
    <w:multiLevelType w:val="hybridMultilevel"/>
    <w:tmpl w:val="B478DDD6"/>
    <w:lvl w:ilvl="0" w:tplc="9DFA1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F3F6238"/>
    <w:multiLevelType w:val="hybridMultilevel"/>
    <w:tmpl w:val="2A80B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4AE"/>
    <w:rsid w:val="002E4A6E"/>
    <w:rsid w:val="00361AC6"/>
    <w:rsid w:val="003624AE"/>
    <w:rsid w:val="003E499E"/>
    <w:rsid w:val="004F3A4D"/>
    <w:rsid w:val="0050699A"/>
    <w:rsid w:val="005F5377"/>
    <w:rsid w:val="005F7B56"/>
    <w:rsid w:val="00651706"/>
    <w:rsid w:val="006C5218"/>
    <w:rsid w:val="00750006"/>
    <w:rsid w:val="008609C6"/>
    <w:rsid w:val="00876187"/>
    <w:rsid w:val="00892563"/>
    <w:rsid w:val="00A22032"/>
    <w:rsid w:val="00AD486F"/>
    <w:rsid w:val="00C86060"/>
    <w:rsid w:val="00D02CE2"/>
    <w:rsid w:val="00D903EC"/>
    <w:rsid w:val="00DE78EC"/>
    <w:rsid w:val="00E06E65"/>
    <w:rsid w:val="00F4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4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76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59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2</Pages>
  <Words>354</Words>
  <Characters>2018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1</cp:lastModifiedBy>
  <cp:revision>3</cp:revision>
  <cp:lastPrinted>2016-11-16T01:15:00Z</cp:lastPrinted>
  <dcterms:created xsi:type="dcterms:W3CDTF">2016-10-25T03:00:00Z</dcterms:created>
  <dcterms:modified xsi:type="dcterms:W3CDTF">2016-11-16T01:15:00Z</dcterms:modified>
</cp:coreProperties>
</file>