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361" w:rsidRDefault="003D4361" w:rsidP="00F97121">
      <w:pPr>
        <w:jc w:val="center"/>
        <w:rPr>
          <w:b/>
          <w:sz w:val="32"/>
        </w:rPr>
      </w:pPr>
      <w:r>
        <w:rPr>
          <w:b/>
          <w:sz w:val="32"/>
        </w:rPr>
        <w:t xml:space="preserve">                                    </w:t>
      </w:r>
    </w:p>
    <w:p w:rsidR="003D4361" w:rsidRDefault="003D4361" w:rsidP="00F97121">
      <w:pPr>
        <w:jc w:val="center"/>
        <w:rPr>
          <w:b/>
          <w:sz w:val="32"/>
        </w:rPr>
      </w:pPr>
      <w:r>
        <w:rPr>
          <w:b/>
          <w:sz w:val="32"/>
        </w:rPr>
        <w:t>Российская Федерация</w:t>
      </w:r>
    </w:p>
    <w:p w:rsidR="003D4361" w:rsidRDefault="003D4361" w:rsidP="00F97121">
      <w:pPr>
        <w:jc w:val="center"/>
        <w:rPr>
          <w:b/>
          <w:sz w:val="32"/>
        </w:rPr>
      </w:pPr>
      <w:r>
        <w:rPr>
          <w:b/>
          <w:sz w:val="32"/>
        </w:rPr>
        <w:t>Кемеровская область</w:t>
      </w:r>
    </w:p>
    <w:p w:rsidR="003D4361" w:rsidRDefault="003D4361" w:rsidP="00F97121">
      <w:pPr>
        <w:jc w:val="center"/>
        <w:rPr>
          <w:b/>
          <w:sz w:val="32"/>
        </w:rPr>
      </w:pPr>
      <w:r>
        <w:rPr>
          <w:b/>
          <w:sz w:val="32"/>
        </w:rPr>
        <w:t>Яйский муниципальный район</w:t>
      </w:r>
    </w:p>
    <w:p w:rsidR="003D4361" w:rsidRDefault="003D4361" w:rsidP="001C21EA">
      <w:pPr>
        <w:rPr>
          <w:b/>
          <w:sz w:val="32"/>
        </w:rPr>
      </w:pPr>
      <w:r>
        <w:rPr>
          <w:b/>
          <w:sz w:val="32"/>
        </w:rPr>
        <w:t xml:space="preserve">                 Администрация Вознесенского сельского поселения </w:t>
      </w:r>
    </w:p>
    <w:p w:rsidR="003D4361" w:rsidRDefault="003D4361" w:rsidP="00F97121">
      <w:pPr>
        <w:jc w:val="center"/>
        <w:rPr>
          <w:b/>
          <w:sz w:val="32"/>
        </w:rPr>
      </w:pPr>
    </w:p>
    <w:p w:rsidR="003D4361" w:rsidRDefault="003D4361" w:rsidP="00F97121">
      <w:pPr>
        <w:pStyle w:val="Heading1"/>
        <w:autoSpaceDE/>
        <w:autoSpaceDN/>
        <w:rPr>
          <w:sz w:val="28"/>
          <w:szCs w:val="28"/>
        </w:rPr>
      </w:pPr>
      <w:r w:rsidRPr="009C690B">
        <w:rPr>
          <w:sz w:val="28"/>
          <w:szCs w:val="28"/>
        </w:rPr>
        <w:t>ПОСТАНОВЛЕНИЕ</w:t>
      </w:r>
    </w:p>
    <w:p w:rsidR="003D4361" w:rsidRPr="00FA3EE6" w:rsidRDefault="003D4361" w:rsidP="00FA3EE6"/>
    <w:p w:rsidR="003D4361" w:rsidRPr="001C21EA" w:rsidRDefault="003D4361" w:rsidP="001C21EA">
      <w:pPr>
        <w:tabs>
          <w:tab w:val="left" w:pos="2880"/>
        </w:tabs>
        <w:rPr>
          <w:sz w:val="24"/>
          <w:szCs w:val="24"/>
        </w:rPr>
      </w:pPr>
      <w:r>
        <w:tab/>
        <w:t xml:space="preserve">      </w:t>
      </w:r>
      <w:r>
        <w:rPr>
          <w:sz w:val="24"/>
          <w:szCs w:val="24"/>
        </w:rPr>
        <w:t xml:space="preserve">от 26 декабря </w:t>
      </w:r>
      <w:smartTag w:uri="urn:schemas-microsoft-com:office:smarttags" w:element="metricconverter">
        <w:smartTagPr>
          <w:attr w:name="ProductID" w:val="2017 г"/>
        </w:smartTagPr>
        <w:r>
          <w:rPr>
            <w:sz w:val="24"/>
            <w:szCs w:val="24"/>
          </w:rPr>
          <w:t>2017 г</w:t>
        </w:r>
      </w:smartTag>
      <w:r>
        <w:rPr>
          <w:sz w:val="24"/>
          <w:szCs w:val="24"/>
        </w:rPr>
        <w:t>.  № 24</w:t>
      </w:r>
    </w:p>
    <w:p w:rsidR="003D4361" w:rsidRDefault="003D4361" w:rsidP="00F97121">
      <w:pPr>
        <w:ind w:firstLine="54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</w:p>
    <w:p w:rsidR="003D4361" w:rsidRDefault="003D4361" w:rsidP="001C21EA">
      <w:pPr>
        <w:tabs>
          <w:tab w:val="left" w:pos="2865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</w:t>
      </w:r>
      <w:r>
        <w:rPr>
          <w:b/>
          <w:sz w:val="24"/>
          <w:szCs w:val="24"/>
        </w:rPr>
        <w:t>Об утверждении графика совершения операций по завершению текущего</w:t>
      </w:r>
    </w:p>
    <w:p w:rsidR="003D4361" w:rsidRPr="001C21EA" w:rsidRDefault="003D4361" w:rsidP="001C21EA">
      <w:pPr>
        <w:tabs>
          <w:tab w:val="left" w:pos="2865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финансового года в конце 2017 года –в начале  </w:t>
      </w:r>
      <w:smartTag w:uri="urn:schemas-microsoft-com:office:smarttags" w:element="metricconverter">
        <w:smartTagPr>
          <w:attr w:name="ProductID" w:val="2018 г"/>
        </w:smartTagPr>
        <w:r>
          <w:rPr>
            <w:b/>
            <w:sz w:val="24"/>
            <w:szCs w:val="24"/>
          </w:rPr>
          <w:t>2018 г</w:t>
        </w:r>
      </w:smartTag>
      <w:r>
        <w:rPr>
          <w:b/>
          <w:sz w:val="24"/>
          <w:szCs w:val="24"/>
        </w:rPr>
        <w:t>ода по участникам</w:t>
      </w:r>
    </w:p>
    <w:p w:rsidR="003D4361" w:rsidRDefault="003D4361" w:rsidP="00F97121">
      <w:pPr>
        <w:ind w:firstLine="545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  <w:r>
        <w:rPr>
          <w:b/>
          <w:sz w:val="24"/>
          <w:szCs w:val="24"/>
        </w:rPr>
        <w:t>бюджетного процесса Вознесенского сельского поселения</w:t>
      </w:r>
    </w:p>
    <w:p w:rsidR="003D4361" w:rsidRPr="001C21EA" w:rsidRDefault="003D4361" w:rsidP="00F97121">
      <w:pPr>
        <w:ind w:firstLine="545"/>
        <w:jc w:val="both"/>
        <w:rPr>
          <w:b/>
          <w:sz w:val="24"/>
          <w:szCs w:val="24"/>
        </w:rPr>
      </w:pPr>
    </w:p>
    <w:p w:rsidR="003D4361" w:rsidRPr="00F97121" w:rsidRDefault="003D4361" w:rsidP="00F97121">
      <w:pPr>
        <w:ind w:firstLine="545"/>
        <w:jc w:val="both"/>
        <w:rPr>
          <w:sz w:val="24"/>
          <w:szCs w:val="24"/>
        </w:rPr>
      </w:pPr>
      <w:r w:rsidRPr="00F97121">
        <w:rPr>
          <w:sz w:val="24"/>
          <w:szCs w:val="24"/>
        </w:rPr>
        <w:tab/>
        <w:t xml:space="preserve">В целях реализации исполнения бюджета поселения </w:t>
      </w:r>
      <w:r>
        <w:rPr>
          <w:sz w:val="24"/>
          <w:szCs w:val="24"/>
        </w:rPr>
        <w:t>в</w:t>
      </w:r>
      <w:r w:rsidRPr="00F97121">
        <w:rPr>
          <w:sz w:val="24"/>
          <w:szCs w:val="24"/>
        </w:rPr>
        <w:t xml:space="preserve"> соответствии со ст.</w:t>
      </w:r>
      <w:r>
        <w:rPr>
          <w:sz w:val="24"/>
          <w:szCs w:val="24"/>
        </w:rPr>
        <w:t>242</w:t>
      </w:r>
      <w:r w:rsidRPr="00F97121">
        <w:rPr>
          <w:sz w:val="24"/>
          <w:szCs w:val="24"/>
        </w:rPr>
        <w:t xml:space="preserve"> Бюджетного Кодекса Р</w:t>
      </w:r>
      <w:r>
        <w:rPr>
          <w:sz w:val="24"/>
          <w:szCs w:val="24"/>
        </w:rPr>
        <w:t xml:space="preserve">оссийской </w:t>
      </w:r>
      <w:r w:rsidRPr="00F97121">
        <w:rPr>
          <w:sz w:val="24"/>
          <w:szCs w:val="24"/>
        </w:rPr>
        <w:t>Ф</w:t>
      </w:r>
      <w:r>
        <w:rPr>
          <w:sz w:val="24"/>
          <w:szCs w:val="24"/>
        </w:rPr>
        <w:t>едерации</w:t>
      </w:r>
      <w:r w:rsidRPr="00F97121">
        <w:rPr>
          <w:sz w:val="24"/>
          <w:szCs w:val="24"/>
        </w:rPr>
        <w:t>:</w:t>
      </w:r>
    </w:p>
    <w:p w:rsidR="003D4361" w:rsidRPr="00F97121" w:rsidRDefault="003D4361" w:rsidP="00F97121">
      <w:pPr>
        <w:ind w:firstLine="545"/>
        <w:jc w:val="both"/>
        <w:rPr>
          <w:sz w:val="24"/>
          <w:szCs w:val="24"/>
        </w:rPr>
      </w:pPr>
      <w:r w:rsidRPr="00F97121">
        <w:rPr>
          <w:sz w:val="24"/>
          <w:szCs w:val="24"/>
        </w:rPr>
        <w:t xml:space="preserve">1.Утвердить </w:t>
      </w:r>
      <w:r>
        <w:rPr>
          <w:sz w:val="24"/>
          <w:szCs w:val="24"/>
        </w:rPr>
        <w:t>график совершения операций по завершению текущего финансового года в конце 2017 года – в начале 2018 года по участникам бюджетного процесса Вознесенского сельского поселения, согласно приложения</w:t>
      </w:r>
      <w:r w:rsidRPr="00F97121">
        <w:rPr>
          <w:sz w:val="24"/>
          <w:szCs w:val="24"/>
        </w:rPr>
        <w:t>.</w:t>
      </w:r>
    </w:p>
    <w:p w:rsidR="003D4361" w:rsidRPr="00F97121" w:rsidRDefault="003D4361" w:rsidP="00F97121">
      <w:pPr>
        <w:ind w:firstLine="545"/>
        <w:jc w:val="both"/>
        <w:rPr>
          <w:sz w:val="24"/>
          <w:szCs w:val="24"/>
        </w:rPr>
      </w:pPr>
      <w:r w:rsidRPr="00F97121">
        <w:rPr>
          <w:sz w:val="24"/>
          <w:szCs w:val="24"/>
        </w:rPr>
        <w:t>2.Администраци</w:t>
      </w:r>
      <w:r>
        <w:rPr>
          <w:sz w:val="24"/>
          <w:szCs w:val="24"/>
        </w:rPr>
        <w:t>и</w:t>
      </w:r>
      <w:r w:rsidRPr="00F97121">
        <w:rPr>
          <w:sz w:val="24"/>
          <w:szCs w:val="24"/>
        </w:rPr>
        <w:t xml:space="preserve"> </w:t>
      </w:r>
      <w:r>
        <w:rPr>
          <w:sz w:val="24"/>
          <w:szCs w:val="24"/>
        </w:rPr>
        <w:t>Вознесенского</w:t>
      </w:r>
      <w:r w:rsidRPr="00F97121">
        <w:rPr>
          <w:sz w:val="24"/>
          <w:szCs w:val="24"/>
        </w:rPr>
        <w:t xml:space="preserve"> сельско</w:t>
      </w:r>
      <w:r>
        <w:rPr>
          <w:sz w:val="24"/>
          <w:szCs w:val="24"/>
        </w:rPr>
        <w:t>го</w:t>
      </w:r>
      <w:r w:rsidRPr="00F97121">
        <w:rPr>
          <w:sz w:val="24"/>
          <w:szCs w:val="24"/>
        </w:rPr>
        <w:t xml:space="preserve"> </w:t>
      </w:r>
      <w:r>
        <w:rPr>
          <w:sz w:val="24"/>
          <w:szCs w:val="24"/>
        </w:rPr>
        <w:t>поселения (Редькина Н.П.</w:t>
      </w:r>
      <w:r w:rsidRPr="00F97121">
        <w:rPr>
          <w:sz w:val="24"/>
          <w:szCs w:val="24"/>
        </w:rPr>
        <w:t>) обеспечить доведение настоящего постановления до главных распорядителей, получателей средств бюджета поселения и гла</w:t>
      </w:r>
      <w:r>
        <w:rPr>
          <w:sz w:val="24"/>
          <w:szCs w:val="24"/>
        </w:rPr>
        <w:t xml:space="preserve">вных администраторов источников </w:t>
      </w:r>
      <w:r w:rsidRPr="00F97121">
        <w:rPr>
          <w:sz w:val="24"/>
          <w:szCs w:val="24"/>
        </w:rPr>
        <w:t>внутреннего финансирования дефицита бюджета поселения.</w:t>
      </w:r>
    </w:p>
    <w:p w:rsidR="003D4361" w:rsidRPr="00F97121" w:rsidRDefault="003D4361" w:rsidP="00F97121">
      <w:pPr>
        <w:ind w:firstLine="545"/>
        <w:jc w:val="both"/>
        <w:rPr>
          <w:sz w:val="24"/>
          <w:szCs w:val="24"/>
        </w:rPr>
      </w:pPr>
      <w:r w:rsidRPr="00F97121">
        <w:rPr>
          <w:sz w:val="24"/>
          <w:szCs w:val="24"/>
        </w:rPr>
        <w:t xml:space="preserve">3.Настоящее постановление </w:t>
      </w:r>
      <w:r>
        <w:rPr>
          <w:sz w:val="24"/>
          <w:szCs w:val="24"/>
        </w:rPr>
        <w:t>вступает в силу</w:t>
      </w:r>
      <w:r w:rsidRPr="00F97121">
        <w:rPr>
          <w:sz w:val="24"/>
          <w:szCs w:val="24"/>
        </w:rPr>
        <w:t xml:space="preserve"> с </w:t>
      </w:r>
      <w:r>
        <w:rPr>
          <w:sz w:val="24"/>
          <w:szCs w:val="24"/>
        </w:rPr>
        <w:t>26</w:t>
      </w:r>
      <w:r w:rsidRPr="00F97121">
        <w:rPr>
          <w:sz w:val="24"/>
          <w:szCs w:val="24"/>
        </w:rPr>
        <w:t>.</w:t>
      </w:r>
      <w:r>
        <w:rPr>
          <w:sz w:val="24"/>
          <w:szCs w:val="24"/>
        </w:rPr>
        <w:t>12</w:t>
      </w:r>
      <w:r w:rsidRPr="00F97121">
        <w:rPr>
          <w:sz w:val="24"/>
          <w:szCs w:val="24"/>
        </w:rPr>
        <w:t>.20</w:t>
      </w:r>
      <w:r>
        <w:rPr>
          <w:sz w:val="24"/>
          <w:szCs w:val="24"/>
        </w:rPr>
        <w:t xml:space="preserve">17 </w:t>
      </w:r>
      <w:r w:rsidRPr="00F97121">
        <w:rPr>
          <w:sz w:val="24"/>
          <w:szCs w:val="24"/>
        </w:rPr>
        <w:t>г</w:t>
      </w:r>
      <w:r>
        <w:rPr>
          <w:sz w:val="24"/>
          <w:szCs w:val="24"/>
        </w:rPr>
        <w:t>.</w:t>
      </w:r>
    </w:p>
    <w:p w:rsidR="003D4361" w:rsidRPr="00F97121" w:rsidRDefault="003D4361" w:rsidP="00F97121">
      <w:pPr>
        <w:ind w:firstLine="545"/>
        <w:jc w:val="both"/>
        <w:rPr>
          <w:sz w:val="24"/>
          <w:szCs w:val="24"/>
        </w:rPr>
      </w:pPr>
      <w:r w:rsidRPr="00F97121">
        <w:rPr>
          <w:sz w:val="24"/>
          <w:szCs w:val="24"/>
        </w:rPr>
        <w:t xml:space="preserve">4.Контроль за исполнением настоящего постановления возложить на главу </w:t>
      </w:r>
      <w:r>
        <w:rPr>
          <w:sz w:val="24"/>
          <w:szCs w:val="24"/>
        </w:rPr>
        <w:t>Вознесенского</w:t>
      </w:r>
      <w:r w:rsidRPr="00F97121">
        <w:rPr>
          <w:sz w:val="24"/>
          <w:szCs w:val="24"/>
        </w:rPr>
        <w:t xml:space="preserve"> сельско</w:t>
      </w:r>
      <w:r>
        <w:rPr>
          <w:sz w:val="24"/>
          <w:szCs w:val="24"/>
        </w:rPr>
        <w:t>го</w:t>
      </w:r>
      <w:r w:rsidRPr="00F97121">
        <w:rPr>
          <w:sz w:val="24"/>
          <w:szCs w:val="24"/>
        </w:rPr>
        <w:t xml:space="preserve"> </w:t>
      </w:r>
      <w:r>
        <w:rPr>
          <w:sz w:val="24"/>
          <w:szCs w:val="24"/>
        </w:rPr>
        <w:t>поселения Редькину Н.П.</w:t>
      </w:r>
    </w:p>
    <w:p w:rsidR="003D4361" w:rsidRPr="00F97121" w:rsidRDefault="003D4361" w:rsidP="00F97121">
      <w:pPr>
        <w:ind w:firstLine="545"/>
        <w:jc w:val="both"/>
        <w:rPr>
          <w:sz w:val="24"/>
          <w:szCs w:val="24"/>
        </w:rPr>
      </w:pPr>
    </w:p>
    <w:p w:rsidR="003D4361" w:rsidRPr="00F97121" w:rsidRDefault="003D4361" w:rsidP="00F97121">
      <w:pPr>
        <w:ind w:firstLine="545"/>
        <w:jc w:val="both"/>
        <w:rPr>
          <w:sz w:val="24"/>
          <w:szCs w:val="24"/>
        </w:rPr>
      </w:pPr>
    </w:p>
    <w:p w:rsidR="003D4361" w:rsidRDefault="003D4361" w:rsidP="001C21EA">
      <w:pPr>
        <w:tabs>
          <w:tab w:val="left" w:pos="855"/>
        </w:tabs>
        <w:rPr>
          <w:sz w:val="24"/>
          <w:szCs w:val="24"/>
        </w:rPr>
      </w:pPr>
      <w:r>
        <w:rPr>
          <w:b/>
          <w:sz w:val="26"/>
          <w:szCs w:val="26"/>
        </w:rPr>
        <w:t xml:space="preserve">        </w:t>
      </w:r>
      <w:r>
        <w:rPr>
          <w:sz w:val="24"/>
          <w:szCs w:val="24"/>
        </w:rPr>
        <w:t>Глава Вознесенского</w:t>
      </w:r>
    </w:p>
    <w:p w:rsidR="003D4361" w:rsidRPr="001C21EA" w:rsidRDefault="003D4361" w:rsidP="001C21EA">
      <w:pPr>
        <w:tabs>
          <w:tab w:val="left" w:pos="855"/>
        </w:tabs>
        <w:rPr>
          <w:sz w:val="24"/>
          <w:szCs w:val="24"/>
        </w:rPr>
      </w:pPr>
      <w:r>
        <w:rPr>
          <w:sz w:val="24"/>
          <w:szCs w:val="24"/>
        </w:rPr>
        <w:t xml:space="preserve">        сельского поселения                                                              Н.П. Редькина</w:t>
      </w:r>
    </w:p>
    <w:p w:rsidR="003D4361" w:rsidRDefault="003D4361" w:rsidP="00DF2F9A">
      <w:pPr>
        <w:jc w:val="right"/>
        <w:rPr>
          <w:b/>
          <w:sz w:val="26"/>
          <w:szCs w:val="26"/>
        </w:rPr>
      </w:pPr>
    </w:p>
    <w:p w:rsidR="003D4361" w:rsidRDefault="003D4361" w:rsidP="00DF2F9A">
      <w:pPr>
        <w:jc w:val="right"/>
        <w:rPr>
          <w:b/>
          <w:sz w:val="26"/>
          <w:szCs w:val="26"/>
        </w:rPr>
      </w:pPr>
    </w:p>
    <w:p w:rsidR="003D4361" w:rsidRDefault="003D4361" w:rsidP="00DF2F9A">
      <w:pPr>
        <w:jc w:val="right"/>
        <w:rPr>
          <w:b/>
          <w:sz w:val="26"/>
          <w:szCs w:val="26"/>
        </w:rPr>
      </w:pPr>
    </w:p>
    <w:p w:rsidR="003D4361" w:rsidRDefault="003D4361" w:rsidP="00DF2F9A">
      <w:pPr>
        <w:jc w:val="right"/>
        <w:rPr>
          <w:b/>
          <w:sz w:val="26"/>
          <w:szCs w:val="26"/>
        </w:rPr>
      </w:pPr>
    </w:p>
    <w:p w:rsidR="003D4361" w:rsidRDefault="003D4361" w:rsidP="00DF2F9A">
      <w:pPr>
        <w:jc w:val="right"/>
        <w:rPr>
          <w:b/>
          <w:sz w:val="26"/>
          <w:szCs w:val="26"/>
        </w:rPr>
      </w:pPr>
    </w:p>
    <w:p w:rsidR="003D4361" w:rsidRDefault="003D4361" w:rsidP="00DF2F9A">
      <w:pPr>
        <w:jc w:val="right"/>
        <w:rPr>
          <w:b/>
          <w:sz w:val="26"/>
          <w:szCs w:val="26"/>
        </w:rPr>
      </w:pPr>
    </w:p>
    <w:p w:rsidR="003D4361" w:rsidRDefault="003D4361" w:rsidP="00DF2F9A">
      <w:pPr>
        <w:jc w:val="right"/>
        <w:rPr>
          <w:b/>
          <w:sz w:val="26"/>
          <w:szCs w:val="26"/>
        </w:rPr>
      </w:pPr>
    </w:p>
    <w:p w:rsidR="003D4361" w:rsidRDefault="003D4361" w:rsidP="00DF2F9A">
      <w:pPr>
        <w:jc w:val="right"/>
        <w:rPr>
          <w:b/>
          <w:sz w:val="26"/>
          <w:szCs w:val="26"/>
        </w:rPr>
        <w:sectPr w:rsidR="003D4361" w:rsidSect="00F97121">
          <w:footerReference w:type="even" r:id="rId7"/>
          <w:footerReference w:type="default" r:id="rId8"/>
          <w:pgSz w:w="11906" w:h="16838" w:code="9"/>
          <w:pgMar w:top="567" w:right="851" w:bottom="851" w:left="851" w:header="709" w:footer="709" w:gutter="0"/>
          <w:cols w:space="708"/>
          <w:titlePg/>
          <w:docGrid w:linePitch="360"/>
        </w:sectPr>
      </w:pPr>
    </w:p>
    <w:p w:rsidR="003D4361" w:rsidRDefault="003D4361" w:rsidP="00F97121">
      <w:pPr>
        <w:ind w:left="3540" w:firstLine="708"/>
        <w:jc w:val="center"/>
        <w:rPr>
          <w:szCs w:val="32"/>
        </w:rPr>
      </w:pPr>
    </w:p>
    <w:p w:rsidR="003D4361" w:rsidRPr="00F97121" w:rsidRDefault="003D4361" w:rsidP="00F97121">
      <w:pPr>
        <w:ind w:left="3540" w:firstLine="708"/>
        <w:jc w:val="right"/>
        <w:rPr>
          <w:sz w:val="24"/>
          <w:szCs w:val="24"/>
        </w:rPr>
      </w:pPr>
      <w:r w:rsidRPr="00F97121">
        <w:rPr>
          <w:sz w:val="24"/>
          <w:szCs w:val="24"/>
        </w:rPr>
        <w:t xml:space="preserve">Приложение  </w:t>
      </w:r>
    </w:p>
    <w:p w:rsidR="003D4361" w:rsidRPr="00F97121" w:rsidRDefault="003D4361" w:rsidP="00F97121">
      <w:pPr>
        <w:ind w:left="3540" w:firstLine="708"/>
        <w:jc w:val="right"/>
        <w:rPr>
          <w:sz w:val="24"/>
          <w:szCs w:val="24"/>
        </w:rPr>
      </w:pPr>
      <w:r w:rsidRPr="00F97121">
        <w:rPr>
          <w:sz w:val="24"/>
          <w:szCs w:val="24"/>
        </w:rPr>
        <w:t xml:space="preserve">к постановлению Администрации </w:t>
      </w:r>
    </w:p>
    <w:p w:rsidR="003D4361" w:rsidRPr="00F97121" w:rsidRDefault="003D4361" w:rsidP="00F97121">
      <w:pPr>
        <w:ind w:left="3540" w:firstLine="708"/>
        <w:jc w:val="right"/>
        <w:rPr>
          <w:sz w:val="24"/>
          <w:szCs w:val="24"/>
        </w:rPr>
      </w:pPr>
      <w:r>
        <w:rPr>
          <w:sz w:val="24"/>
          <w:szCs w:val="24"/>
        </w:rPr>
        <w:t>Вознесенского</w:t>
      </w:r>
      <w:r w:rsidRPr="00F97121">
        <w:rPr>
          <w:sz w:val="24"/>
          <w:szCs w:val="24"/>
        </w:rPr>
        <w:t xml:space="preserve"> сельско</w:t>
      </w:r>
      <w:r>
        <w:rPr>
          <w:sz w:val="24"/>
          <w:szCs w:val="24"/>
        </w:rPr>
        <w:t>го</w:t>
      </w:r>
      <w:r w:rsidRPr="00F97121">
        <w:rPr>
          <w:sz w:val="24"/>
          <w:szCs w:val="24"/>
        </w:rPr>
        <w:t xml:space="preserve"> </w:t>
      </w:r>
      <w:r>
        <w:rPr>
          <w:sz w:val="24"/>
          <w:szCs w:val="24"/>
        </w:rPr>
        <w:t>поселения</w:t>
      </w:r>
    </w:p>
    <w:p w:rsidR="003D4361" w:rsidRPr="00F97121" w:rsidRDefault="003D4361" w:rsidP="00F97121">
      <w:pPr>
        <w:ind w:left="4248" w:firstLine="708"/>
        <w:jc w:val="right"/>
        <w:rPr>
          <w:sz w:val="24"/>
          <w:szCs w:val="24"/>
          <w:u w:val="single"/>
        </w:rPr>
      </w:pPr>
      <w:r w:rsidRPr="00F97121"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от 26 </w:t>
      </w:r>
      <w:r w:rsidRPr="00F97121">
        <w:rPr>
          <w:sz w:val="24"/>
          <w:szCs w:val="24"/>
          <w:u w:val="single"/>
        </w:rPr>
        <w:t xml:space="preserve">декабря  </w:t>
      </w:r>
      <w:smartTag w:uri="urn:schemas-microsoft-com:office:smarttags" w:element="metricconverter">
        <w:smartTagPr>
          <w:attr w:name="ProductID" w:val="2017 г"/>
        </w:smartTagPr>
        <w:r w:rsidRPr="00F97121">
          <w:rPr>
            <w:sz w:val="24"/>
            <w:szCs w:val="24"/>
            <w:u w:val="single"/>
          </w:rPr>
          <w:t>20</w:t>
        </w:r>
        <w:r>
          <w:rPr>
            <w:sz w:val="24"/>
            <w:szCs w:val="24"/>
            <w:u w:val="single"/>
          </w:rPr>
          <w:t>17</w:t>
        </w:r>
        <w:r w:rsidRPr="00F97121">
          <w:rPr>
            <w:sz w:val="24"/>
            <w:szCs w:val="24"/>
            <w:u w:val="single"/>
          </w:rPr>
          <w:t xml:space="preserve"> г</w:t>
        </w:r>
      </w:smartTag>
      <w:r w:rsidRPr="00F97121">
        <w:rPr>
          <w:sz w:val="24"/>
          <w:szCs w:val="24"/>
          <w:u w:val="single"/>
        </w:rPr>
        <w:t xml:space="preserve">.  № </w:t>
      </w:r>
      <w:r>
        <w:rPr>
          <w:sz w:val="24"/>
          <w:szCs w:val="24"/>
          <w:u w:val="single"/>
        </w:rPr>
        <w:t>24</w:t>
      </w:r>
      <w:r w:rsidRPr="00F97121">
        <w:rPr>
          <w:sz w:val="24"/>
          <w:szCs w:val="24"/>
          <w:u w:val="single"/>
        </w:rPr>
        <w:t xml:space="preserve">  </w:t>
      </w:r>
    </w:p>
    <w:p w:rsidR="003D4361" w:rsidRPr="003A584A" w:rsidRDefault="003D4361" w:rsidP="00F97121">
      <w:pPr>
        <w:rPr>
          <w:szCs w:val="32"/>
        </w:rPr>
      </w:pPr>
    </w:p>
    <w:p w:rsidR="003D4361" w:rsidRPr="001A6337" w:rsidRDefault="003D4361" w:rsidP="00EE18A6">
      <w:pPr>
        <w:jc w:val="center"/>
        <w:rPr>
          <w:b/>
          <w:sz w:val="26"/>
          <w:szCs w:val="26"/>
        </w:rPr>
      </w:pPr>
      <w:r w:rsidRPr="001A6337">
        <w:rPr>
          <w:b/>
          <w:sz w:val="26"/>
          <w:szCs w:val="26"/>
        </w:rPr>
        <w:t>Г Р А Ф И К</w:t>
      </w:r>
    </w:p>
    <w:p w:rsidR="003D4361" w:rsidRPr="00B71960" w:rsidRDefault="003D4361" w:rsidP="00EE18A6">
      <w:pPr>
        <w:jc w:val="center"/>
        <w:rPr>
          <w:sz w:val="24"/>
          <w:szCs w:val="24"/>
        </w:rPr>
      </w:pPr>
      <w:r w:rsidRPr="00B71960">
        <w:rPr>
          <w:b/>
          <w:sz w:val="24"/>
          <w:szCs w:val="24"/>
        </w:rPr>
        <w:t xml:space="preserve">совершения операций </w:t>
      </w:r>
      <w:r>
        <w:rPr>
          <w:b/>
          <w:sz w:val="24"/>
          <w:szCs w:val="24"/>
        </w:rPr>
        <w:t xml:space="preserve">в конце 2017 года – начале 2018 года по участнику </w:t>
      </w:r>
      <w:r w:rsidRPr="00B71960">
        <w:rPr>
          <w:b/>
          <w:sz w:val="24"/>
          <w:szCs w:val="24"/>
        </w:rPr>
        <w:t xml:space="preserve">бюджетного процесса </w:t>
      </w:r>
      <w:r>
        <w:rPr>
          <w:b/>
          <w:sz w:val="24"/>
          <w:szCs w:val="24"/>
        </w:rPr>
        <w:t>Вознесенского сельского поселения</w:t>
      </w:r>
      <w:r w:rsidRPr="00B71960">
        <w:rPr>
          <w:b/>
          <w:sz w:val="24"/>
          <w:szCs w:val="24"/>
        </w:rPr>
        <w:t xml:space="preserve"> </w:t>
      </w:r>
    </w:p>
    <w:tbl>
      <w:tblPr>
        <w:tblW w:w="1608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0"/>
        <w:gridCol w:w="9306"/>
        <w:gridCol w:w="5220"/>
      </w:tblGrid>
      <w:tr w:rsidR="003D4361" w:rsidRPr="00EA5FF4" w:rsidTr="00584FA6">
        <w:tc>
          <w:tcPr>
            <w:tcW w:w="1560" w:type="dxa"/>
            <w:vAlign w:val="center"/>
          </w:tcPr>
          <w:p w:rsidR="003D4361" w:rsidRPr="00355EA2" w:rsidRDefault="003D4361" w:rsidP="00355EA2">
            <w:pPr>
              <w:jc w:val="center"/>
              <w:rPr>
                <w:b/>
                <w:sz w:val="24"/>
                <w:szCs w:val="24"/>
              </w:rPr>
            </w:pPr>
            <w:r w:rsidRPr="00355EA2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9306" w:type="dxa"/>
            <w:vAlign w:val="center"/>
          </w:tcPr>
          <w:p w:rsidR="003D4361" w:rsidRPr="00355EA2" w:rsidRDefault="003D4361" w:rsidP="00355EA2">
            <w:pPr>
              <w:jc w:val="center"/>
              <w:rPr>
                <w:b/>
                <w:sz w:val="24"/>
                <w:szCs w:val="24"/>
              </w:rPr>
            </w:pPr>
            <w:r w:rsidRPr="00355EA2">
              <w:rPr>
                <w:b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5220" w:type="dxa"/>
            <w:vAlign w:val="center"/>
          </w:tcPr>
          <w:p w:rsidR="003D4361" w:rsidRPr="00355EA2" w:rsidRDefault="003D4361" w:rsidP="00355EA2">
            <w:pPr>
              <w:jc w:val="center"/>
              <w:rPr>
                <w:b/>
                <w:sz w:val="24"/>
                <w:szCs w:val="24"/>
              </w:rPr>
            </w:pPr>
            <w:r w:rsidRPr="00355EA2">
              <w:rPr>
                <w:b/>
                <w:sz w:val="24"/>
                <w:szCs w:val="24"/>
              </w:rPr>
              <w:t xml:space="preserve"> </w:t>
            </w:r>
          </w:p>
          <w:p w:rsidR="003D4361" w:rsidRPr="00355EA2" w:rsidRDefault="003D4361" w:rsidP="00355EA2">
            <w:pPr>
              <w:jc w:val="center"/>
              <w:rPr>
                <w:b/>
                <w:sz w:val="24"/>
                <w:szCs w:val="24"/>
              </w:rPr>
            </w:pPr>
            <w:r w:rsidRPr="00355EA2">
              <w:rPr>
                <w:b/>
                <w:sz w:val="24"/>
                <w:szCs w:val="24"/>
              </w:rPr>
              <w:t>Исполнитель</w:t>
            </w:r>
          </w:p>
          <w:p w:rsidR="003D4361" w:rsidRPr="00355EA2" w:rsidRDefault="003D4361" w:rsidP="00355EA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D4361" w:rsidRPr="0036167B" w:rsidTr="00584FA6">
        <w:tc>
          <w:tcPr>
            <w:tcW w:w="1560" w:type="dxa"/>
            <w:vAlign w:val="center"/>
          </w:tcPr>
          <w:p w:rsidR="003D4361" w:rsidRPr="00355EA2" w:rsidRDefault="003D4361" w:rsidP="00355EA2">
            <w:pPr>
              <w:jc w:val="center"/>
              <w:rPr>
                <w:sz w:val="24"/>
                <w:szCs w:val="24"/>
              </w:rPr>
            </w:pPr>
            <w:r w:rsidRPr="00355EA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</w:t>
            </w:r>
            <w:r w:rsidRPr="00355EA2">
              <w:rPr>
                <w:sz w:val="24"/>
                <w:szCs w:val="24"/>
              </w:rPr>
              <w:t xml:space="preserve"> декабря 201</w:t>
            </w:r>
            <w:r>
              <w:rPr>
                <w:sz w:val="24"/>
                <w:szCs w:val="24"/>
              </w:rPr>
              <w:t>7</w:t>
            </w:r>
            <w:r w:rsidRPr="00355EA2">
              <w:rPr>
                <w:sz w:val="24"/>
                <w:szCs w:val="24"/>
              </w:rPr>
              <w:t xml:space="preserve"> года </w:t>
            </w:r>
          </w:p>
        </w:tc>
        <w:tc>
          <w:tcPr>
            <w:tcW w:w="9306" w:type="dxa"/>
          </w:tcPr>
          <w:p w:rsidR="003D4361" w:rsidRPr="00355EA2" w:rsidRDefault="003D4361" w:rsidP="00FA0895">
            <w:pPr>
              <w:rPr>
                <w:sz w:val="24"/>
                <w:szCs w:val="24"/>
              </w:rPr>
            </w:pPr>
            <w:r w:rsidRPr="00355EA2">
              <w:rPr>
                <w:sz w:val="24"/>
                <w:szCs w:val="24"/>
              </w:rPr>
              <w:t>Совершение операций в части обеспечения наличными денежными средствами с использованием банковских карт отделения Сберегательного банка России *</w:t>
            </w:r>
          </w:p>
        </w:tc>
        <w:tc>
          <w:tcPr>
            <w:tcW w:w="5220" w:type="dxa"/>
          </w:tcPr>
          <w:p w:rsidR="003D4361" w:rsidRPr="00355EA2" w:rsidRDefault="003D4361" w:rsidP="00FA08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  <w:r w:rsidRPr="00355EA2">
              <w:rPr>
                <w:sz w:val="24"/>
                <w:szCs w:val="24"/>
              </w:rPr>
              <w:t xml:space="preserve"> бюджетного процесса </w:t>
            </w:r>
            <w:r>
              <w:rPr>
                <w:sz w:val="24"/>
                <w:szCs w:val="24"/>
              </w:rPr>
              <w:t>Вознесенского сельского поселения</w:t>
            </w:r>
            <w:r w:rsidRPr="00355EA2">
              <w:rPr>
                <w:sz w:val="24"/>
                <w:szCs w:val="24"/>
              </w:rPr>
              <w:t>, держател</w:t>
            </w:r>
            <w:r>
              <w:rPr>
                <w:sz w:val="24"/>
                <w:szCs w:val="24"/>
              </w:rPr>
              <w:t>я</w:t>
            </w:r>
            <w:r w:rsidRPr="00355EA2">
              <w:rPr>
                <w:sz w:val="24"/>
                <w:szCs w:val="24"/>
              </w:rPr>
              <w:t xml:space="preserve"> банковских карт отделения Сберегательного банка России</w:t>
            </w:r>
          </w:p>
        </w:tc>
      </w:tr>
      <w:tr w:rsidR="003D4361" w:rsidRPr="0036167B" w:rsidTr="00584FA6">
        <w:tc>
          <w:tcPr>
            <w:tcW w:w="1560" w:type="dxa"/>
            <w:vAlign w:val="center"/>
          </w:tcPr>
          <w:p w:rsidR="003D4361" w:rsidRPr="00355EA2" w:rsidRDefault="003D4361" w:rsidP="00355EA2">
            <w:pPr>
              <w:jc w:val="center"/>
              <w:rPr>
                <w:b/>
                <w:sz w:val="24"/>
                <w:szCs w:val="24"/>
              </w:rPr>
            </w:pPr>
            <w:r w:rsidRPr="00355EA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  <w:r w:rsidRPr="00355EA2">
              <w:rPr>
                <w:sz w:val="24"/>
                <w:szCs w:val="24"/>
              </w:rPr>
              <w:t xml:space="preserve"> декабря 201</w:t>
            </w:r>
            <w:r>
              <w:rPr>
                <w:sz w:val="24"/>
                <w:szCs w:val="24"/>
              </w:rPr>
              <w:t>7</w:t>
            </w:r>
            <w:r w:rsidRPr="00355EA2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9306" w:type="dxa"/>
            <w:vAlign w:val="center"/>
          </w:tcPr>
          <w:p w:rsidR="003D4361" w:rsidRPr="00355EA2" w:rsidRDefault="003D4361" w:rsidP="00355EA2">
            <w:pPr>
              <w:jc w:val="both"/>
              <w:rPr>
                <w:sz w:val="24"/>
                <w:szCs w:val="24"/>
              </w:rPr>
            </w:pPr>
            <w:r w:rsidRPr="00355EA2">
              <w:rPr>
                <w:sz w:val="24"/>
                <w:szCs w:val="24"/>
              </w:rPr>
              <w:t>Возврат остатков:</w:t>
            </w:r>
          </w:p>
          <w:p w:rsidR="003D4361" w:rsidRPr="00355EA2" w:rsidRDefault="003D4361" w:rsidP="00355EA2">
            <w:pPr>
              <w:pStyle w:val="ListParagraph"/>
              <w:numPr>
                <w:ilvl w:val="0"/>
                <w:numId w:val="2"/>
              </w:numPr>
              <w:ind w:left="0" w:firstLine="360"/>
              <w:jc w:val="both"/>
              <w:rPr>
                <w:sz w:val="24"/>
                <w:szCs w:val="24"/>
              </w:rPr>
            </w:pPr>
            <w:r w:rsidRPr="00355EA2">
              <w:rPr>
                <w:sz w:val="24"/>
                <w:szCs w:val="24"/>
              </w:rPr>
              <w:t>неиспользованных субсидий, субвенций и иных МБТ текущего финансового года (</w:t>
            </w:r>
            <w:r w:rsidRPr="00355EA2">
              <w:rPr>
                <w:b/>
                <w:sz w:val="24"/>
                <w:szCs w:val="24"/>
              </w:rPr>
              <w:t>000202… в случае отсутствия необходимости в данных средствах</w:t>
            </w:r>
            <w:r w:rsidRPr="00355EA2">
              <w:rPr>
                <w:sz w:val="24"/>
                <w:szCs w:val="24"/>
              </w:rPr>
              <w:t xml:space="preserve"> </w:t>
            </w:r>
            <w:r w:rsidRPr="00355EA2">
              <w:rPr>
                <w:b/>
                <w:sz w:val="24"/>
                <w:szCs w:val="24"/>
              </w:rPr>
              <w:t>или данные средства излишне получены</w:t>
            </w:r>
            <w:r w:rsidRPr="00355EA2">
              <w:rPr>
                <w:sz w:val="24"/>
                <w:szCs w:val="24"/>
              </w:rPr>
              <w:t xml:space="preserve"> </w:t>
            </w:r>
            <w:r w:rsidRPr="00355EA2">
              <w:rPr>
                <w:b/>
                <w:sz w:val="24"/>
                <w:szCs w:val="24"/>
              </w:rPr>
              <w:t>в течении года, при обязательном</w:t>
            </w:r>
            <w:r w:rsidRPr="00355EA2">
              <w:rPr>
                <w:sz w:val="24"/>
                <w:szCs w:val="24"/>
              </w:rPr>
              <w:t xml:space="preserve"> </w:t>
            </w:r>
            <w:r w:rsidRPr="00355EA2">
              <w:rPr>
                <w:b/>
                <w:sz w:val="24"/>
                <w:szCs w:val="24"/>
              </w:rPr>
              <w:t>условии наличия письменного подтверждения об отсутствии потребности в данных средствах</w:t>
            </w:r>
            <w:r w:rsidRPr="00355EA2">
              <w:rPr>
                <w:sz w:val="24"/>
                <w:szCs w:val="24"/>
              </w:rPr>
              <w:t>)</w:t>
            </w:r>
          </w:p>
          <w:p w:rsidR="003D4361" w:rsidRPr="00346319" w:rsidRDefault="003D4361" w:rsidP="00355EA2">
            <w:pPr>
              <w:pStyle w:val="ListParagraph"/>
              <w:numPr>
                <w:ilvl w:val="0"/>
                <w:numId w:val="2"/>
              </w:numPr>
              <w:ind w:left="0" w:firstLine="360"/>
              <w:jc w:val="both"/>
              <w:rPr>
                <w:b/>
                <w:sz w:val="24"/>
                <w:szCs w:val="24"/>
              </w:rPr>
            </w:pPr>
            <w:r w:rsidRPr="00355EA2">
              <w:rPr>
                <w:sz w:val="24"/>
                <w:szCs w:val="24"/>
              </w:rPr>
              <w:t xml:space="preserve">МБТ прошлых лет (000219…) </w:t>
            </w:r>
          </w:p>
          <w:p w:rsidR="003D4361" w:rsidRPr="00355EA2" w:rsidRDefault="003D4361" w:rsidP="00346319">
            <w:pPr>
              <w:pStyle w:val="ListParagraph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3D4361" w:rsidRPr="00355EA2" w:rsidRDefault="003D4361" w:rsidP="00895BFC">
            <w:pPr>
              <w:rPr>
                <w:sz w:val="24"/>
                <w:szCs w:val="24"/>
              </w:rPr>
            </w:pPr>
            <w:r w:rsidRPr="00355EA2">
              <w:rPr>
                <w:sz w:val="24"/>
                <w:szCs w:val="24"/>
              </w:rPr>
              <w:t>Администрация</w:t>
            </w:r>
            <w:r>
              <w:rPr>
                <w:sz w:val="24"/>
                <w:szCs w:val="24"/>
              </w:rPr>
              <w:t xml:space="preserve"> Вознесенского сельского</w:t>
            </w:r>
            <w:r w:rsidRPr="00355EA2">
              <w:rPr>
                <w:sz w:val="24"/>
                <w:szCs w:val="24"/>
              </w:rPr>
              <w:t xml:space="preserve"> поселения </w:t>
            </w:r>
          </w:p>
        </w:tc>
      </w:tr>
      <w:tr w:rsidR="003D4361" w:rsidRPr="0036167B" w:rsidTr="00346319">
        <w:trPr>
          <w:trHeight w:val="1395"/>
        </w:trPr>
        <w:tc>
          <w:tcPr>
            <w:tcW w:w="1560" w:type="dxa"/>
            <w:vAlign w:val="center"/>
          </w:tcPr>
          <w:p w:rsidR="003D4361" w:rsidRPr="00355EA2" w:rsidRDefault="003D4361" w:rsidP="00355EA2">
            <w:pPr>
              <w:jc w:val="center"/>
              <w:rPr>
                <w:sz w:val="24"/>
                <w:szCs w:val="24"/>
              </w:rPr>
            </w:pPr>
            <w:r w:rsidRPr="00355EA2">
              <w:rPr>
                <w:sz w:val="24"/>
                <w:szCs w:val="24"/>
              </w:rPr>
              <w:t>29 декабря 201</w:t>
            </w:r>
            <w:r>
              <w:rPr>
                <w:sz w:val="24"/>
                <w:szCs w:val="24"/>
              </w:rPr>
              <w:t>7</w:t>
            </w:r>
            <w:r w:rsidRPr="00355EA2">
              <w:rPr>
                <w:sz w:val="24"/>
                <w:szCs w:val="24"/>
              </w:rPr>
              <w:t xml:space="preserve"> года</w:t>
            </w:r>
          </w:p>
          <w:p w:rsidR="003D4361" w:rsidRPr="00355EA2" w:rsidRDefault="003D4361" w:rsidP="00355E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06" w:type="dxa"/>
            <w:vAlign w:val="center"/>
          </w:tcPr>
          <w:p w:rsidR="003D4361" w:rsidRPr="00355EA2" w:rsidRDefault="003D4361" w:rsidP="00355EA2">
            <w:pPr>
              <w:jc w:val="both"/>
              <w:rPr>
                <w:sz w:val="24"/>
                <w:szCs w:val="24"/>
              </w:rPr>
            </w:pPr>
            <w:r w:rsidRPr="00355EA2">
              <w:rPr>
                <w:sz w:val="24"/>
                <w:szCs w:val="24"/>
              </w:rPr>
              <w:t xml:space="preserve">Представление в </w:t>
            </w:r>
            <w:r>
              <w:rPr>
                <w:sz w:val="24"/>
                <w:szCs w:val="24"/>
              </w:rPr>
              <w:t>Администрацию Вознесенского сельского поселения</w:t>
            </w:r>
            <w:r w:rsidRPr="00355EA2">
              <w:rPr>
                <w:sz w:val="24"/>
                <w:szCs w:val="24"/>
              </w:rPr>
              <w:t xml:space="preserve"> предложений о внесение изменений в сводную бюджетную роспись текущего финансового года **</w:t>
            </w:r>
          </w:p>
        </w:tc>
        <w:tc>
          <w:tcPr>
            <w:tcW w:w="5220" w:type="dxa"/>
            <w:vAlign w:val="center"/>
          </w:tcPr>
          <w:p w:rsidR="003D4361" w:rsidRDefault="003D4361" w:rsidP="00895BFC">
            <w:pPr>
              <w:rPr>
                <w:sz w:val="24"/>
                <w:szCs w:val="24"/>
              </w:rPr>
            </w:pPr>
          </w:p>
          <w:p w:rsidR="003D4361" w:rsidRDefault="003D4361" w:rsidP="00895BFC">
            <w:pPr>
              <w:rPr>
                <w:sz w:val="24"/>
                <w:szCs w:val="24"/>
              </w:rPr>
            </w:pPr>
            <w:r w:rsidRPr="00355EA2">
              <w:rPr>
                <w:sz w:val="24"/>
                <w:szCs w:val="24"/>
              </w:rPr>
              <w:t xml:space="preserve">Главные распорядители средств </w:t>
            </w:r>
            <w:r>
              <w:rPr>
                <w:sz w:val="24"/>
                <w:szCs w:val="24"/>
              </w:rPr>
              <w:t>Вознесенского сельского поселения</w:t>
            </w:r>
            <w:r w:rsidRPr="00355EA2">
              <w:rPr>
                <w:sz w:val="24"/>
                <w:szCs w:val="24"/>
              </w:rPr>
              <w:t xml:space="preserve">, главные администраторы источников финансирования дефицита </w:t>
            </w:r>
            <w:r>
              <w:rPr>
                <w:sz w:val="24"/>
                <w:szCs w:val="24"/>
              </w:rPr>
              <w:t>Вознесенского сельского поселения</w:t>
            </w:r>
          </w:p>
          <w:p w:rsidR="003D4361" w:rsidRPr="00355EA2" w:rsidRDefault="003D4361" w:rsidP="00895BFC">
            <w:pPr>
              <w:rPr>
                <w:sz w:val="24"/>
                <w:szCs w:val="24"/>
              </w:rPr>
            </w:pPr>
          </w:p>
        </w:tc>
      </w:tr>
      <w:tr w:rsidR="003D4361" w:rsidRPr="0036167B" w:rsidTr="00584FA6">
        <w:trPr>
          <w:trHeight w:val="255"/>
        </w:trPr>
        <w:tc>
          <w:tcPr>
            <w:tcW w:w="1560" w:type="dxa"/>
            <w:vAlign w:val="center"/>
          </w:tcPr>
          <w:p w:rsidR="003D4361" w:rsidRPr="00355EA2" w:rsidRDefault="003D4361" w:rsidP="00355EA2">
            <w:pPr>
              <w:jc w:val="center"/>
              <w:rPr>
                <w:sz w:val="24"/>
                <w:szCs w:val="24"/>
              </w:rPr>
            </w:pPr>
            <w:r w:rsidRPr="002C1C3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</w:t>
            </w:r>
            <w:r w:rsidRPr="002C1C35">
              <w:rPr>
                <w:sz w:val="24"/>
                <w:szCs w:val="24"/>
              </w:rPr>
              <w:t xml:space="preserve"> -</w:t>
            </w:r>
            <w:r>
              <w:rPr>
                <w:sz w:val="24"/>
                <w:szCs w:val="24"/>
              </w:rPr>
              <w:t>29</w:t>
            </w:r>
            <w:r w:rsidRPr="002C1C35">
              <w:rPr>
                <w:sz w:val="24"/>
                <w:szCs w:val="24"/>
              </w:rPr>
              <w:t xml:space="preserve"> декабря 201</w:t>
            </w:r>
            <w:r>
              <w:rPr>
                <w:sz w:val="24"/>
                <w:szCs w:val="24"/>
              </w:rPr>
              <w:t>7</w:t>
            </w:r>
            <w:r w:rsidRPr="002C1C35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9306" w:type="dxa"/>
            <w:vAlign w:val="center"/>
          </w:tcPr>
          <w:p w:rsidR="003D4361" w:rsidRDefault="003D4361" w:rsidP="00C64821">
            <w:pPr>
              <w:jc w:val="both"/>
              <w:rPr>
                <w:sz w:val="24"/>
                <w:szCs w:val="24"/>
              </w:rPr>
            </w:pPr>
          </w:p>
          <w:p w:rsidR="003D4361" w:rsidRDefault="003D4361" w:rsidP="00C64821">
            <w:pPr>
              <w:jc w:val="both"/>
              <w:rPr>
                <w:sz w:val="24"/>
                <w:szCs w:val="24"/>
              </w:rPr>
            </w:pPr>
            <w:r w:rsidRPr="002C1C35">
              <w:rPr>
                <w:sz w:val="24"/>
                <w:szCs w:val="24"/>
              </w:rPr>
              <w:t>Представление в УФК справочников по кодам бюджетной классификации, вступающим в действие с 1 января 201</w:t>
            </w:r>
            <w:r>
              <w:rPr>
                <w:sz w:val="24"/>
                <w:szCs w:val="24"/>
              </w:rPr>
              <w:t>8</w:t>
            </w:r>
            <w:r w:rsidRPr="002C1C35">
              <w:rPr>
                <w:sz w:val="24"/>
                <w:szCs w:val="24"/>
              </w:rPr>
              <w:t xml:space="preserve"> года</w:t>
            </w:r>
          </w:p>
          <w:p w:rsidR="003D4361" w:rsidRDefault="003D4361" w:rsidP="00C64821">
            <w:pPr>
              <w:jc w:val="both"/>
              <w:rPr>
                <w:sz w:val="24"/>
                <w:szCs w:val="24"/>
              </w:rPr>
            </w:pPr>
          </w:p>
          <w:p w:rsidR="003D4361" w:rsidRPr="002C1C35" w:rsidRDefault="003D4361" w:rsidP="00C648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20" w:type="dxa"/>
            <w:vAlign w:val="center"/>
          </w:tcPr>
          <w:p w:rsidR="003D4361" w:rsidRDefault="003D4361" w:rsidP="00C648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Вознесенского сельского поселения</w:t>
            </w:r>
          </w:p>
          <w:p w:rsidR="003D4361" w:rsidRPr="00355EA2" w:rsidRDefault="003D4361" w:rsidP="00C64821">
            <w:pPr>
              <w:rPr>
                <w:sz w:val="24"/>
                <w:szCs w:val="24"/>
              </w:rPr>
            </w:pPr>
          </w:p>
        </w:tc>
      </w:tr>
      <w:tr w:rsidR="003D4361" w:rsidRPr="0036167B" w:rsidTr="00584FA6">
        <w:trPr>
          <w:trHeight w:val="1113"/>
        </w:trPr>
        <w:tc>
          <w:tcPr>
            <w:tcW w:w="1560" w:type="dxa"/>
            <w:vAlign w:val="center"/>
          </w:tcPr>
          <w:p w:rsidR="003D4361" w:rsidRPr="00355EA2" w:rsidRDefault="003D4361" w:rsidP="00355EA2">
            <w:pPr>
              <w:jc w:val="center"/>
              <w:rPr>
                <w:sz w:val="24"/>
                <w:szCs w:val="24"/>
              </w:rPr>
            </w:pPr>
            <w:r w:rsidRPr="00355EA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7</w:t>
            </w:r>
            <w:r w:rsidRPr="00355EA2">
              <w:rPr>
                <w:sz w:val="24"/>
                <w:szCs w:val="24"/>
              </w:rPr>
              <w:t xml:space="preserve"> декабря 201</w:t>
            </w:r>
            <w:r>
              <w:rPr>
                <w:sz w:val="24"/>
                <w:szCs w:val="24"/>
              </w:rPr>
              <w:t>7</w:t>
            </w:r>
            <w:r w:rsidRPr="00355EA2">
              <w:rPr>
                <w:sz w:val="24"/>
                <w:szCs w:val="24"/>
              </w:rPr>
              <w:t xml:space="preserve"> года</w:t>
            </w:r>
          </w:p>
          <w:p w:rsidR="003D4361" w:rsidRPr="00355EA2" w:rsidRDefault="003D4361" w:rsidP="00EA2BE0">
            <w:pPr>
              <w:rPr>
                <w:sz w:val="24"/>
                <w:szCs w:val="24"/>
              </w:rPr>
            </w:pPr>
          </w:p>
          <w:p w:rsidR="003D4361" w:rsidRPr="00355EA2" w:rsidRDefault="003D4361" w:rsidP="00355EA2">
            <w:pPr>
              <w:jc w:val="center"/>
              <w:rPr>
                <w:sz w:val="24"/>
                <w:szCs w:val="24"/>
              </w:rPr>
            </w:pPr>
            <w:r w:rsidRPr="00355EA2">
              <w:rPr>
                <w:sz w:val="24"/>
                <w:szCs w:val="24"/>
              </w:rPr>
              <w:t xml:space="preserve">до 11.00 </w:t>
            </w:r>
          </w:p>
          <w:p w:rsidR="003D4361" w:rsidRPr="00355EA2" w:rsidRDefault="003D4361" w:rsidP="00355EA2">
            <w:pPr>
              <w:jc w:val="center"/>
              <w:rPr>
                <w:sz w:val="24"/>
                <w:szCs w:val="24"/>
              </w:rPr>
            </w:pPr>
          </w:p>
          <w:p w:rsidR="003D4361" w:rsidRDefault="003D4361" w:rsidP="00355EA2">
            <w:pPr>
              <w:jc w:val="center"/>
              <w:rPr>
                <w:sz w:val="24"/>
                <w:szCs w:val="24"/>
              </w:rPr>
            </w:pPr>
            <w:r w:rsidRPr="00355EA2">
              <w:rPr>
                <w:sz w:val="24"/>
                <w:szCs w:val="24"/>
              </w:rPr>
              <w:t>после исполнения расходного расписания</w:t>
            </w:r>
          </w:p>
          <w:p w:rsidR="003D4361" w:rsidRPr="00355EA2" w:rsidRDefault="003D4361" w:rsidP="00355E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06" w:type="dxa"/>
            <w:vAlign w:val="center"/>
          </w:tcPr>
          <w:p w:rsidR="003D4361" w:rsidRPr="00355EA2" w:rsidRDefault="003D4361" w:rsidP="005B62F7">
            <w:pPr>
              <w:rPr>
                <w:sz w:val="24"/>
                <w:szCs w:val="24"/>
              </w:rPr>
            </w:pPr>
            <w:r w:rsidRPr="00355EA2">
              <w:rPr>
                <w:sz w:val="24"/>
                <w:szCs w:val="24"/>
              </w:rPr>
              <w:t>Представление в УФК расходных расписаний по доведению бюджетных данных  для перечисления межбюджетных трансфертов;</w:t>
            </w:r>
          </w:p>
          <w:p w:rsidR="003D4361" w:rsidRPr="00355EA2" w:rsidRDefault="003D4361" w:rsidP="005B62F7">
            <w:pPr>
              <w:rPr>
                <w:sz w:val="24"/>
                <w:szCs w:val="24"/>
              </w:rPr>
            </w:pPr>
          </w:p>
          <w:p w:rsidR="003D4361" w:rsidRPr="00355EA2" w:rsidRDefault="003D4361" w:rsidP="00441370">
            <w:pPr>
              <w:rPr>
                <w:sz w:val="24"/>
                <w:szCs w:val="24"/>
              </w:rPr>
            </w:pPr>
          </w:p>
          <w:p w:rsidR="003D4361" w:rsidRPr="00355EA2" w:rsidRDefault="003D4361" w:rsidP="00441370">
            <w:pPr>
              <w:rPr>
                <w:sz w:val="24"/>
                <w:szCs w:val="24"/>
              </w:rPr>
            </w:pPr>
            <w:r w:rsidRPr="00355EA2">
              <w:rPr>
                <w:sz w:val="24"/>
                <w:szCs w:val="24"/>
              </w:rPr>
              <w:t xml:space="preserve">- заявка на кассовый расход </w:t>
            </w:r>
          </w:p>
        </w:tc>
        <w:tc>
          <w:tcPr>
            <w:tcW w:w="5220" w:type="dxa"/>
            <w:vAlign w:val="center"/>
          </w:tcPr>
          <w:p w:rsidR="003D4361" w:rsidRPr="00355EA2" w:rsidRDefault="003D4361" w:rsidP="00536D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Вознесенского сельского поселения</w:t>
            </w:r>
          </w:p>
        </w:tc>
      </w:tr>
      <w:tr w:rsidR="003D4361" w:rsidRPr="0036167B" w:rsidTr="00584FA6">
        <w:tc>
          <w:tcPr>
            <w:tcW w:w="1560" w:type="dxa"/>
          </w:tcPr>
          <w:p w:rsidR="003D4361" w:rsidRPr="00355EA2" w:rsidRDefault="003D4361" w:rsidP="00355EA2">
            <w:pPr>
              <w:jc w:val="center"/>
              <w:rPr>
                <w:sz w:val="24"/>
                <w:szCs w:val="24"/>
              </w:rPr>
            </w:pPr>
            <w:r w:rsidRPr="00355EA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7</w:t>
            </w:r>
            <w:r w:rsidRPr="00355EA2">
              <w:rPr>
                <w:sz w:val="24"/>
                <w:szCs w:val="24"/>
              </w:rPr>
              <w:t xml:space="preserve"> декабря</w:t>
            </w:r>
          </w:p>
          <w:p w:rsidR="003D4361" w:rsidRPr="00355EA2" w:rsidRDefault="003D4361" w:rsidP="00355EA2">
            <w:pPr>
              <w:jc w:val="center"/>
              <w:rPr>
                <w:sz w:val="24"/>
                <w:szCs w:val="24"/>
              </w:rPr>
            </w:pPr>
            <w:r w:rsidRPr="00355EA2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7</w:t>
            </w:r>
            <w:r w:rsidRPr="00355EA2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9306" w:type="dxa"/>
          </w:tcPr>
          <w:p w:rsidR="003D4361" w:rsidRPr="00355EA2" w:rsidRDefault="003D4361" w:rsidP="00355EA2">
            <w:pPr>
              <w:jc w:val="both"/>
              <w:rPr>
                <w:sz w:val="24"/>
                <w:szCs w:val="24"/>
              </w:rPr>
            </w:pPr>
            <w:r w:rsidRPr="00355EA2">
              <w:rPr>
                <w:sz w:val="24"/>
                <w:szCs w:val="24"/>
              </w:rPr>
              <w:t xml:space="preserve">Совершение операций в части обеспечения наличными денежными средствами с использованием денежного чека </w:t>
            </w:r>
            <w:r w:rsidRPr="00355EA2">
              <w:rPr>
                <w:b/>
                <w:sz w:val="24"/>
                <w:szCs w:val="24"/>
              </w:rPr>
              <w:t xml:space="preserve">(заявка на получение наличных денежных средств) </w:t>
            </w:r>
            <w:r w:rsidRPr="00355EA2">
              <w:rPr>
                <w:sz w:val="24"/>
                <w:szCs w:val="24"/>
              </w:rPr>
              <w:t>/ объявления на взнос наличными \</w:t>
            </w:r>
          </w:p>
          <w:p w:rsidR="003D4361" w:rsidRPr="00355EA2" w:rsidRDefault="003D4361" w:rsidP="00355EA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20" w:type="dxa"/>
          </w:tcPr>
          <w:p w:rsidR="003D4361" w:rsidRPr="00355EA2" w:rsidRDefault="003D4361" w:rsidP="00536DA6">
            <w:pPr>
              <w:rPr>
                <w:sz w:val="24"/>
                <w:szCs w:val="24"/>
              </w:rPr>
            </w:pPr>
            <w:r w:rsidRPr="00355EA2">
              <w:rPr>
                <w:sz w:val="24"/>
                <w:szCs w:val="24"/>
              </w:rPr>
              <w:t xml:space="preserve">Участники бюджетного процесса </w:t>
            </w:r>
            <w:r>
              <w:rPr>
                <w:sz w:val="24"/>
                <w:szCs w:val="24"/>
              </w:rPr>
              <w:t>Вознесенского сельского поселения</w:t>
            </w:r>
          </w:p>
        </w:tc>
      </w:tr>
      <w:tr w:rsidR="003D4361" w:rsidRPr="0036167B" w:rsidTr="00584FA6">
        <w:tc>
          <w:tcPr>
            <w:tcW w:w="1560" w:type="dxa"/>
          </w:tcPr>
          <w:p w:rsidR="003D4361" w:rsidRPr="00355EA2" w:rsidRDefault="003D4361" w:rsidP="00355EA2">
            <w:pPr>
              <w:jc w:val="center"/>
              <w:rPr>
                <w:sz w:val="24"/>
                <w:szCs w:val="24"/>
              </w:rPr>
            </w:pPr>
            <w:r w:rsidRPr="00355EA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</w:t>
            </w:r>
            <w:r w:rsidRPr="00355EA2">
              <w:rPr>
                <w:sz w:val="24"/>
                <w:szCs w:val="24"/>
              </w:rPr>
              <w:t xml:space="preserve"> декабря 201</w:t>
            </w:r>
            <w:r>
              <w:rPr>
                <w:sz w:val="24"/>
                <w:szCs w:val="24"/>
              </w:rPr>
              <w:t>7</w:t>
            </w:r>
            <w:r w:rsidRPr="00355EA2">
              <w:rPr>
                <w:sz w:val="24"/>
                <w:szCs w:val="24"/>
              </w:rPr>
              <w:t xml:space="preserve"> года</w:t>
            </w:r>
          </w:p>
          <w:p w:rsidR="003D4361" w:rsidRPr="00355EA2" w:rsidRDefault="003D4361" w:rsidP="00355EA2">
            <w:pPr>
              <w:jc w:val="center"/>
              <w:rPr>
                <w:sz w:val="24"/>
                <w:szCs w:val="24"/>
              </w:rPr>
            </w:pPr>
          </w:p>
          <w:p w:rsidR="003D4361" w:rsidRPr="00355EA2" w:rsidRDefault="003D4361" w:rsidP="00355EA2">
            <w:pPr>
              <w:jc w:val="center"/>
              <w:rPr>
                <w:sz w:val="24"/>
                <w:szCs w:val="24"/>
              </w:rPr>
            </w:pPr>
          </w:p>
          <w:p w:rsidR="003D4361" w:rsidRPr="00355EA2" w:rsidRDefault="003D4361" w:rsidP="00D161C0">
            <w:pPr>
              <w:rPr>
                <w:sz w:val="24"/>
                <w:szCs w:val="24"/>
              </w:rPr>
            </w:pPr>
          </w:p>
          <w:p w:rsidR="003D4361" w:rsidRPr="00355EA2" w:rsidRDefault="003D4361" w:rsidP="00355E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355EA2">
              <w:rPr>
                <w:sz w:val="24"/>
                <w:szCs w:val="24"/>
              </w:rPr>
              <w:t xml:space="preserve"> декабря</w:t>
            </w:r>
          </w:p>
          <w:p w:rsidR="003D4361" w:rsidRDefault="003D4361" w:rsidP="00355EA2">
            <w:pPr>
              <w:jc w:val="center"/>
              <w:rPr>
                <w:sz w:val="24"/>
                <w:szCs w:val="24"/>
              </w:rPr>
            </w:pPr>
            <w:r w:rsidRPr="00355EA2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7</w:t>
            </w:r>
            <w:r w:rsidRPr="00355EA2">
              <w:rPr>
                <w:sz w:val="24"/>
                <w:szCs w:val="24"/>
              </w:rPr>
              <w:t xml:space="preserve"> года</w:t>
            </w:r>
          </w:p>
          <w:p w:rsidR="003D4361" w:rsidRPr="00355EA2" w:rsidRDefault="003D4361" w:rsidP="00355E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06" w:type="dxa"/>
          </w:tcPr>
          <w:p w:rsidR="003D4361" w:rsidRPr="00355EA2" w:rsidRDefault="003D4361" w:rsidP="009B6657">
            <w:pPr>
              <w:rPr>
                <w:sz w:val="24"/>
                <w:szCs w:val="24"/>
              </w:rPr>
            </w:pPr>
            <w:r w:rsidRPr="00355EA2">
              <w:rPr>
                <w:sz w:val="24"/>
                <w:szCs w:val="24"/>
              </w:rPr>
              <w:t xml:space="preserve">Представление в  УФК расходных расписаний по доведению бюджетных данных до подведомственных получателей средств бюджета </w:t>
            </w:r>
            <w:r>
              <w:rPr>
                <w:sz w:val="24"/>
                <w:szCs w:val="24"/>
              </w:rPr>
              <w:t>поселения</w:t>
            </w:r>
          </w:p>
          <w:p w:rsidR="003D4361" w:rsidRPr="00355EA2" w:rsidRDefault="003D4361" w:rsidP="00355EA2">
            <w:pPr>
              <w:jc w:val="both"/>
              <w:rPr>
                <w:sz w:val="24"/>
                <w:szCs w:val="24"/>
              </w:rPr>
            </w:pPr>
          </w:p>
          <w:p w:rsidR="003D4361" w:rsidRPr="00355EA2" w:rsidRDefault="003D4361" w:rsidP="00355EA2">
            <w:pPr>
              <w:jc w:val="both"/>
              <w:rPr>
                <w:sz w:val="24"/>
                <w:szCs w:val="24"/>
              </w:rPr>
            </w:pPr>
          </w:p>
          <w:p w:rsidR="003D4361" w:rsidRPr="00355EA2" w:rsidRDefault="003D4361" w:rsidP="00355EA2">
            <w:pPr>
              <w:jc w:val="both"/>
              <w:rPr>
                <w:sz w:val="24"/>
                <w:szCs w:val="24"/>
              </w:rPr>
            </w:pPr>
          </w:p>
          <w:p w:rsidR="003D4361" w:rsidRPr="00355EA2" w:rsidRDefault="003D4361" w:rsidP="00355EA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исключительных случаях (согл. подп. 1.4. п.1 Порядка) </w:t>
            </w:r>
            <w:r w:rsidRPr="00355EA2">
              <w:rPr>
                <w:sz w:val="24"/>
                <w:szCs w:val="24"/>
              </w:rPr>
              <w:t>с указанием текущей даты в расходном расписании</w:t>
            </w:r>
          </w:p>
        </w:tc>
        <w:tc>
          <w:tcPr>
            <w:tcW w:w="5220" w:type="dxa"/>
          </w:tcPr>
          <w:p w:rsidR="003D4361" w:rsidRPr="00355EA2" w:rsidRDefault="003D4361" w:rsidP="00355EA2">
            <w:pPr>
              <w:jc w:val="both"/>
              <w:rPr>
                <w:sz w:val="24"/>
                <w:szCs w:val="24"/>
              </w:rPr>
            </w:pPr>
            <w:r w:rsidRPr="00355EA2">
              <w:rPr>
                <w:sz w:val="24"/>
                <w:szCs w:val="24"/>
              </w:rPr>
              <w:t xml:space="preserve">Главные распорядители средств </w:t>
            </w:r>
            <w:r>
              <w:rPr>
                <w:sz w:val="24"/>
                <w:szCs w:val="24"/>
              </w:rPr>
              <w:t>Вознесенского сельского поселения</w:t>
            </w:r>
            <w:r w:rsidRPr="00355EA2">
              <w:rPr>
                <w:sz w:val="24"/>
                <w:szCs w:val="24"/>
              </w:rPr>
              <w:t xml:space="preserve"> </w:t>
            </w:r>
          </w:p>
          <w:p w:rsidR="003D4361" w:rsidRPr="00355EA2" w:rsidRDefault="003D4361" w:rsidP="00355EA2">
            <w:pPr>
              <w:jc w:val="both"/>
              <w:rPr>
                <w:sz w:val="24"/>
                <w:szCs w:val="24"/>
              </w:rPr>
            </w:pPr>
          </w:p>
          <w:p w:rsidR="003D4361" w:rsidRPr="00355EA2" w:rsidRDefault="003D4361" w:rsidP="00355EA2">
            <w:pPr>
              <w:jc w:val="both"/>
              <w:rPr>
                <w:sz w:val="24"/>
                <w:szCs w:val="24"/>
              </w:rPr>
            </w:pPr>
          </w:p>
        </w:tc>
      </w:tr>
      <w:tr w:rsidR="003D4361" w:rsidRPr="0036167B" w:rsidTr="00584FA6">
        <w:trPr>
          <w:trHeight w:val="2450"/>
        </w:trPr>
        <w:tc>
          <w:tcPr>
            <w:tcW w:w="1560" w:type="dxa"/>
          </w:tcPr>
          <w:p w:rsidR="003D4361" w:rsidRPr="00355EA2" w:rsidRDefault="003D4361" w:rsidP="00355EA2">
            <w:pPr>
              <w:jc w:val="center"/>
              <w:rPr>
                <w:color w:val="000000"/>
                <w:sz w:val="24"/>
                <w:szCs w:val="24"/>
              </w:rPr>
            </w:pPr>
            <w:r w:rsidRPr="00355EA2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7</w:t>
            </w:r>
            <w:r w:rsidRPr="00355EA2">
              <w:rPr>
                <w:color w:val="000000"/>
                <w:sz w:val="24"/>
                <w:szCs w:val="24"/>
              </w:rPr>
              <w:t xml:space="preserve"> декабря 201</w:t>
            </w:r>
            <w:r>
              <w:rPr>
                <w:color w:val="000000"/>
                <w:sz w:val="24"/>
                <w:szCs w:val="24"/>
              </w:rPr>
              <w:t>7</w:t>
            </w:r>
            <w:r w:rsidRPr="00355EA2">
              <w:rPr>
                <w:color w:val="000000"/>
                <w:sz w:val="24"/>
                <w:szCs w:val="24"/>
              </w:rPr>
              <w:t xml:space="preserve"> года</w:t>
            </w:r>
          </w:p>
          <w:p w:rsidR="003D4361" w:rsidRPr="00355EA2" w:rsidRDefault="003D4361" w:rsidP="00355EA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D4361" w:rsidRPr="00355EA2" w:rsidRDefault="003D4361" w:rsidP="00355EA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D4361" w:rsidRPr="00355EA2" w:rsidRDefault="003D4361" w:rsidP="00355EA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D4361" w:rsidRPr="00355EA2" w:rsidRDefault="003D4361" w:rsidP="00355EA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D4361" w:rsidRPr="00355EA2" w:rsidRDefault="003D4361" w:rsidP="00355EA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D4361" w:rsidRPr="00355EA2" w:rsidRDefault="003D4361" w:rsidP="00355EA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D4361" w:rsidRPr="00355EA2" w:rsidRDefault="003D4361" w:rsidP="00355EA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D4361" w:rsidRPr="00355EA2" w:rsidRDefault="003D4361" w:rsidP="00355EA2">
            <w:pPr>
              <w:jc w:val="center"/>
              <w:rPr>
                <w:color w:val="000000"/>
                <w:sz w:val="24"/>
                <w:szCs w:val="24"/>
              </w:rPr>
            </w:pPr>
            <w:r w:rsidRPr="00355EA2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8</w:t>
            </w:r>
            <w:r w:rsidRPr="00355EA2">
              <w:rPr>
                <w:color w:val="000000"/>
                <w:sz w:val="24"/>
                <w:szCs w:val="24"/>
              </w:rPr>
              <w:t xml:space="preserve"> - </w:t>
            </w:r>
            <w:r>
              <w:rPr>
                <w:color w:val="000000"/>
                <w:sz w:val="24"/>
                <w:szCs w:val="24"/>
              </w:rPr>
              <w:t>29</w:t>
            </w:r>
            <w:r w:rsidRPr="00355EA2">
              <w:rPr>
                <w:color w:val="000000"/>
                <w:sz w:val="24"/>
                <w:szCs w:val="24"/>
              </w:rPr>
              <w:t xml:space="preserve"> декабря 201</w:t>
            </w:r>
            <w:r>
              <w:rPr>
                <w:color w:val="000000"/>
                <w:sz w:val="24"/>
                <w:szCs w:val="24"/>
              </w:rPr>
              <w:t>7</w:t>
            </w:r>
            <w:r w:rsidRPr="00355EA2">
              <w:rPr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9306" w:type="dxa"/>
          </w:tcPr>
          <w:p w:rsidR="003D4361" w:rsidRPr="00355EA2" w:rsidRDefault="003D4361" w:rsidP="00355EA2">
            <w:pPr>
              <w:jc w:val="both"/>
              <w:rPr>
                <w:color w:val="000000"/>
                <w:sz w:val="24"/>
                <w:szCs w:val="24"/>
              </w:rPr>
            </w:pPr>
            <w:r w:rsidRPr="00355EA2">
              <w:rPr>
                <w:color w:val="000000"/>
                <w:sz w:val="24"/>
                <w:szCs w:val="24"/>
              </w:rPr>
              <w:t>Представление в УФК платёжных и иных документов, необходимых для подтверждения в установленном порядке принятых ими денежных обязательств и последующего осуществления кассовых выплат из бюджета</w:t>
            </w:r>
            <w:r>
              <w:rPr>
                <w:color w:val="000000"/>
                <w:sz w:val="24"/>
                <w:szCs w:val="24"/>
              </w:rPr>
              <w:t xml:space="preserve"> поселения</w:t>
            </w:r>
            <w:r w:rsidRPr="00355EA2">
              <w:rPr>
                <w:color w:val="000000"/>
                <w:sz w:val="24"/>
                <w:szCs w:val="24"/>
              </w:rPr>
              <w:t>, в том числе по обеспечению наличными денежными средствами.</w:t>
            </w:r>
          </w:p>
          <w:p w:rsidR="003D4361" w:rsidRPr="00355EA2" w:rsidRDefault="003D4361" w:rsidP="00355EA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3D4361" w:rsidRPr="00355EA2" w:rsidRDefault="003D4361" w:rsidP="00355EA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3D4361" w:rsidRPr="00355EA2" w:rsidRDefault="003D4361" w:rsidP="00355EA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3D4361" w:rsidRPr="00355EA2" w:rsidRDefault="003D4361" w:rsidP="00355EA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3D4361" w:rsidRPr="00355EA2" w:rsidRDefault="003D4361" w:rsidP="00355EA2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исключительных случаях </w:t>
            </w:r>
            <w:r>
              <w:rPr>
                <w:sz w:val="24"/>
                <w:szCs w:val="24"/>
              </w:rPr>
              <w:t>(согл. подп. 1.4. п.1 Порядка)</w:t>
            </w:r>
            <w:r w:rsidRPr="00355EA2">
              <w:rPr>
                <w:color w:val="000000"/>
                <w:sz w:val="24"/>
                <w:szCs w:val="24"/>
              </w:rPr>
              <w:t xml:space="preserve"> осуществление расходов бюджета</w:t>
            </w:r>
            <w:r>
              <w:rPr>
                <w:color w:val="000000"/>
                <w:sz w:val="24"/>
                <w:szCs w:val="24"/>
              </w:rPr>
              <w:t xml:space="preserve"> поселения</w:t>
            </w:r>
          </w:p>
          <w:p w:rsidR="003D4361" w:rsidRPr="00355EA2" w:rsidRDefault="003D4361" w:rsidP="00355EA2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sz w:val="24"/>
                <w:szCs w:val="24"/>
              </w:rPr>
            </w:pPr>
            <w:r w:rsidRPr="00355EA2">
              <w:rPr>
                <w:color w:val="000000"/>
                <w:sz w:val="24"/>
                <w:szCs w:val="24"/>
              </w:rPr>
              <w:t>Дата составления документов, подтверждающих возникновение денежных обязательств должна быть не позднее 2</w:t>
            </w:r>
            <w:r>
              <w:rPr>
                <w:color w:val="000000"/>
                <w:sz w:val="24"/>
                <w:szCs w:val="24"/>
              </w:rPr>
              <w:t xml:space="preserve">5.12.2017 </w:t>
            </w:r>
            <w:r w:rsidRPr="00355EA2">
              <w:rPr>
                <w:color w:val="000000"/>
                <w:sz w:val="24"/>
                <w:szCs w:val="24"/>
              </w:rPr>
              <w:t>г.**;</w:t>
            </w:r>
          </w:p>
          <w:p w:rsidR="003D4361" w:rsidRPr="00346319" w:rsidRDefault="003D4361" w:rsidP="00355EA2">
            <w:pPr>
              <w:pStyle w:val="ListParagraph"/>
              <w:numPr>
                <w:ilvl w:val="0"/>
                <w:numId w:val="2"/>
              </w:numPr>
              <w:jc w:val="both"/>
              <w:rPr>
                <w:b/>
                <w:color w:val="000000"/>
                <w:sz w:val="24"/>
                <w:szCs w:val="24"/>
              </w:rPr>
            </w:pPr>
            <w:r w:rsidRPr="00355EA2">
              <w:rPr>
                <w:color w:val="000000"/>
                <w:sz w:val="24"/>
                <w:szCs w:val="24"/>
              </w:rPr>
              <w:t>С</w:t>
            </w:r>
            <w:r w:rsidRPr="00355EA2">
              <w:rPr>
                <w:sz w:val="24"/>
                <w:szCs w:val="24"/>
              </w:rPr>
              <w:t xml:space="preserve"> указанием текущей даты з</w:t>
            </w:r>
            <w:r w:rsidRPr="00355EA2">
              <w:rPr>
                <w:color w:val="000000"/>
                <w:sz w:val="24"/>
                <w:szCs w:val="24"/>
              </w:rPr>
              <w:t>аявки на кассовый расход.</w:t>
            </w:r>
          </w:p>
          <w:p w:rsidR="003D4361" w:rsidRPr="00355EA2" w:rsidRDefault="003D4361" w:rsidP="00346319">
            <w:pPr>
              <w:pStyle w:val="ListParagraph"/>
              <w:ind w:left="360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220" w:type="dxa"/>
          </w:tcPr>
          <w:p w:rsidR="003D4361" w:rsidRPr="00355EA2" w:rsidRDefault="003D4361" w:rsidP="00536DA6">
            <w:pPr>
              <w:rPr>
                <w:color w:val="000000"/>
                <w:sz w:val="24"/>
                <w:szCs w:val="24"/>
              </w:rPr>
            </w:pPr>
            <w:r w:rsidRPr="00355EA2">
              <w:rPr>
                <w:color w:val="000000"/>
                <w:sz w:val="24"/>
                <w:szCs w:val="24"/>
              </w:rPr>
              <w:t xml:space="preserve">Участники бюджетного процесса </w:t>
            </w:r>
            <w:r>
              <w:rPr>
                <w:sz w:val="24"/>
                <w:szCs w:val="24"/>
              </w:rPr>
              <w:t>Вознесенского сельского поселения</w:t>
            </w:r>
          </w:p>
        </w:tc>
      </w:tr>
      <w:tr w:rsidR="003D4361" w:rsidRPr="0036167B" w:rsidTr="00584FA6">
        <w:tc>
          <w:tcPr>
            <w:tcW w:w="1560" w:type="dxa"/>
            <w:vMerge w:val="restart"/>
          </w:tcPr>
          <w:p w:rsidR="003D4361" w:rsidRPr="00355EA2" w:rsidRDefault="003D4361" w:rsidP="00355E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355EA2">
              <w:rPr>
                <w:sz w:val="24"/>
                <w:szCs w:val="24"/>
              </w:rPr>
              <w:t xml:space="preserve"> декабря 201</w:t>
            </w:r>
            <w:r>
              <w:rPr>
                <w:sz w:val="24"/>
                <w:szCs w:val="24"/>
              </w:rPr>
              <w:t>7</w:t>
            </w:r>
            <w:r w:rsidRPr="00355EA2">
              <w:rPr>
                <w:sz w:val="24"/>
                <w:szCs w:val="24"/>
              </w:rPr>
              <w:t xml:space="preserve"> года</w:t>
            </w:r>
          </w:p>
          <w:p w:rsidR="003D4361" w:rsidRPr="00355EA2" w:rsidRDefault="003D4361" w:rsidP="00355EA2">
            <w:pPr>
              <w:jc w:val="center"/>
              <w:rPr>
                <w:sz w:val="24"/>
                <w:szCs w:val="24"/>
              </w:rPr>
            </w:pPr>
          </w:p>
          <w:p w:rsidR="003D4361" w:rsidRPr="00355EA2" w:rsidRDefault="003D4361" w:rsidP="00355EA2">
            <w:pPr>
              <w:jc w:val="center"/>
              <w:rPr>
                <w:sz w:val="24"/>
                <w:szCs w:val="24"/>
              </w:rPr>
            </w:pPr>
          </w:p>
          <w:p w:rsidR="003D4361" w:rsidRPr="00355EA2" w:rsidRDefault="003D4361" w:rsidP="00355EA2">
            <w:pPr>
              <w:jc w:val="center"/>
              <w:rPr>
                <w:sz w:val="24"/>
                <w:szCs w:val="24"/>
              </w:rPr>
            </w:pPr>
          </w:p>
          <w:p w:rsidR="003D4361" w:rsidRPr="00355EA2" w:rsidRDefault="003D4361" w:rsidP="00355EA2">
            <w:pPr>
              <w:jc w:val="center"/>
              <w:rPr>
                <w:sz w:val="24"/>
                <w:szCs w:val="24"/>
              </w:rPr>
            </w:pPr>
          </w:p>
          <w:p w:rsidR="003D4361" w:rsidRPr="00355EA2" w:rsidRDefault="003D4361" w:rsidP="00355EA2">
            <w:pPr>
              <w:jc w:val="center"/>
              <w:rPr>
                <w:sz w:val="24"/>
                <w:szCs w:val="24"/>
              </w:rPr>
            </w:pPr>
          </w:p>
          <w:p w:rsidR="003D4361" w:rsidRPr="00355EA2" w:rsidRDefault="003D4361" w:rsidP="00355EA2">
            <w:pPr>
              <w:jc w:val="center"/>
              <w:rPr>
                <w:sz w:val="24"/>
                <w:szCs w:val="24"/>
              </w:rPr>
            </w:pPr>
          </w:p>
          <w:p w:rsidR="003D4361" w:rsidRPr="00355EA2" w:rsidRDefault="003D4361" w:rsidP="00355E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06" w:type="dxa"/>
          </w:tcPr>
          <w:p w:rsidR="003D4361" w:rsidRPr="00355EA2" w:rsidRDefault="003D4361" w:rsidP="00355EA2">
            <w:pPr>
              <w:jc w:val="both"/>
              <w:rPr>
                <w:sz w:val="24"/>
                <w:szCs w:val="24"/>
              </w:rPr>
            </w:pPr>
            <w:r w:rsidRPr="00355EA2">
              <w:rPr>
                <w:sz w:val="24"/>
                <w:szCs w:val="24"/>
              </w:rPr>
              <w:t xml:space="preserve">Перечисление неиспользованных остатков средств со счетов № 40116 на счета № 40204 </w:t>
            </w:r>
          </w:p>
        </w:tc>
        <w:tc>
          <w:tcPr>
            <w:tcW w:w="5220" w:type="dxa"/>
            <w:vMerge w:val="restart"/>
          </w:tcPr>
          <w:p w:rsidR="003D4361" w:rsidRPr="00355EA2" w:rsidRDefault="003D4361" w:rsidP="00355EA2">
            <w:pPr>
              <w:jc w:val="both"/>
              <w:rPr>
                <w:sz w:val="24"/>
                <w:szCs w:val="24"/>
              </w:rPr>
            </w:pPr>
            <w:r w:rsidRPr="00355EA2">
              <w:rPr>
                <w:sz w:val="24"/>
                <w:szCs w:val="24"/>
              </w:rPr>
              <w:t>УФК</w:t>
            </w:r>
          </w:p>
        </w:tc>
      </w:tr>
      <w:tr w:rsidR="003D4361" w:rsidRPr="0036167B" w:rsidTr="00584FA6">
        <w:tc>
          <w:tcPr>
            <w:tcW w:w="1560" w:type="dxa"/>
            <w:vMerge/>
          </w:tcPr>
          <w:p w:rsidR="003D4361" w:rsidRPr="00355EA2" w:rsidRDefault="003D4361" w:rsidP="00355E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06" w:type="dxa"/>
          </w:tcPr>
          <w:p w:rsidR="003D4361" w:rsidRPr="00355EA2" w:rsidRDefault="003D4361" w:rsidP="00355EA2">
            <w:pPr>
              <w:jc w:val="both"/>
              <w:rPr>
                <w:sz w:val="24"/>
                <w:szCs w:val="24"/>
              </w:rPr>
            </w:pPr>
            <w:r w:rsidRPr="00355EA2">
              <w:rPr>
                <w:sz w:val="24"/>
                <w:szCs w:val="24"/>
              </w:rPr>
              <w:t>Осуществление кассовых выплат из бюджета</w:t>
            </w:r>
            <w:r>
              <w:rPr>
                <w:sz w:val="24"/>
                <w:szCs w:val="24"/>
              </w:rPr>
              <w:t xml:space="preserve"> поселения</w:t>
            </w:r>
          </w:p>
        </w:tc>
        <w:tc>
          <w:tcPr>
            <w:tcW w:w="5220" w:type="dxa"/>
            <w:vMerge/>
          </w:tcPr>
          <w:p w:rsidR="003D4361" w:rsidRPr="00355EA2" w:rsidRDefault="003D4361" w:rsidP="00355EA2">
            <w:pPr>
              <w:jc w:val="both"/>
              <w:rPr>
                <w:sz w:val="24"/>
                <w:szCs w:val="24"/>
              </w:rPr>
            </w:pPr>
          </w:p>
        </w:tc>
      </w:tr>
      <w:tr w:rsidR="003D4361" w:rsidRPr="0036167B" w:rsidTr="00584FA6">
        <w:tc>
          <w:tcPr>
            <w:tcW w:w="1560" w:type="dxa"/>
            <w:vMerge/>
          </w:tcPr>
          <w:p w:rsidR="003D4361" w:rsidRPr="00355EA2" w:rsidRDefault="003D4361" w:rsidP="00355E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06" w:type="dxa"/>
          </w:tcPr>
          <w:p w:rsidR="003D4361" w:rsidRDefault="003D4361" w:rsidP="00355EA2">
            <w:pPr>
              <w:jc w:val="both"/>
              <w:rPr>
                <w:b/>
                <w:sz w:val="24"/>
                <w:szCs w:val="24"/>
              </w:rPr>
            </w:pPr>
            <w:r w:rsidRPr="00355EA2">
              <w:rPr>
                <w:sz w:val="24"/>
                <w:szCs w:val="24"/>
              </w:rPr>
              <w:t xml:space="preserve">Остатки неиспользованных бюджетных данных текущего финансового года, отражённые на лицевых счетах главных распорядителей, главных администраторов источников финансирования дефицита </w:t>
            </w:r>
            <w:r>
              <w:rPr>
                <w:sz w:val="24"/>
                <w:szCs w:val="24"/>
              </w:rPr>
              <w:t xml:space="preserve">бюджета поселения </w:t>
            </w:r>
            <w:r w:rsidRPr="00355EA2">
              <w:rPr>
                <w:sz w:val="24"/>
                <w:szCs w:val="24"/>
              </w:rPr>
              <w:t>и получателей средств бюджета</w:t>
            </w:r>
            <w:r>
              <w:rPr>
                <w:sz w:val="24"/>
                <w:szCs w:val="24"/>
              </w:rPr>
              <w:t xml:space="preserve"> поселения</w:t>
            </w:r>
            <w:r w:rsidRPr="00355EA2">
              <w:rPr>
                <w:sz w:val="24"/>
                <w:szCs w:val="24"/>
              </w:rPr>
              <w:t xml:space="preserve">, </w:t>
            </w:r>
            <w:r w:rsidRPr="00355EA2">
              <w:rPr>
                <w:b/>
                <w:sz w:val="24"/>
                <w:szCs w:val="24"/>
              </w:rPr>
              <w:t xml:space="preserve">прекращают своё действие 31 декабря текущего финансового года и не подлежат учёту на указанных лицевых счетах в качестве остатков на начало очередного финансового года </w:t>
            </w:r>
          </w:p>
          <w:p w:rsidR="003D4361" w:rsidRDefault="003D4361" w:rsidP="00355EA2">
            <w:pPr>
              <w:jc w:val="both"/>
              <w:rPr>
                <w:b/>
                <w:sz w:val="24"/>
                <w:szCs w:val="24"/>
              </w:rPr>
            </w:pPr>
          </w:p>
          <w:p w:rsidR="003D4361" w:rsidRPr="00355EA2" w:rsidRDefault="003D4361" w:rsidP="00355EA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20" w:type="dxa"/>
            <w:vMerge/>
          </w:tcPr>
          <w:p w:rsidR="003D4361" w:rsidRPr="00355EA2" w:rsidRDefault="003D4361" w:rsidP="00355EA2">
            <w:pPr>
              <w:jc w:val="both"/>
              <w:rPr>
                <w:sz w:val="24"/>
                <w:szCs w:val="24"/>
              </w:rPr>
            </w:pPr>
          </w:p>
        </w:tc>
      </w:tr>
      <w:tr w:rsidR="003D4361" w:rsidRPr="0036167B" w:rsidTr="00584FA6">
        <w:tc>
          <w:tcPr>
            <w:tcW w:w="1560" w:type="dxa"/>
            <w:vMerge w:val="restart"/>
          </w:tcPr>
          <w:p w:rsidR="003D4361" w:rsidRPr="00355EA2" w:rsidRDefault="003D4361" w:rsidP="00355EA2">
            <w:pPr>
              <w:jc w:val="center"/>
              <w:rPr>
                <w:sz w:val="24"/>
                <w:szCs w:val="24"/>
              </w:rPr>
            </w:pPr>
            <w:r w:rsidRPr="00355EA2">
              <w:rPr>
                <w:sz w:val="24"/>
                <w:szCs w:val="24"/>
              </w:rPr>
              <w:t>С 1 января 201</w:t>
            </w:r>
            <w:r>
              <w:rPr>
                <w:sz w:val="24"/>
                <w:szCs w:val="24"/>
              </w:rPr>
              <w:t>8</w:t>
            </w:r>
            <w:r w:rsidRPr="00355EA2">
              <w:rPr>
                <w:sz w:val="24"/>
                <w:szCs w:val="24"/>
              </w:rPr>
              <w:t>года</w:t>
            </w:r>
          </w:p>
          <w:p w:rsidR="003D4361" w:rsidRPr="00355EA2" w:rsidRDefault="003D4361" w:rsidP="00355E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06" w:type="dxa"/>
          </w:tcPr>
          <w:p w:rsidR="003D4361" w:rsidRPr="00355EA2" w:rsidRDefault="003D4361" w:rsidP="00355EA2">
            <w:pPr>
              <w:jc w:val="both"/>
              <w:rPr>
                <w:sz w:val="24"/>
                <w:szCs w:val="24"/>
              </w:rPr>
            </w:pPr>
            <w:r w:rsidRPr="00355EA2">
              <w:rPr>
                <w:sz w:val="24"/>
                <w:szCs w:val="24"/>
              </w:rPr>
              <w:t>Наличие остатков средств на счетах №40116, в части средств бюджета</w:t>
            </w:r>
            <w:r>
              <w:rPr>
                <w:sz w:val="24"/>
                <w:szCs w:val="24"/>
              </w:rPr>
              <w:t xml:space="preserve"> поселения</w:t>
            </w:r>
            <w:r w:rsidRPr="00355EA2">
              <w:rPr>
                <w:sz w:val="24"/>
                <w:szCs w:val="24"/>
              </w:rPr>
              <w:t xml:space="preserve">, в соответствии с законодательством Российской Федерации </w:t>
            </w:r>
            <w:r w:rsidRPr="00355EA2">
              <w:rPr>
                <w:b/>
                <w:sz w:val="24"/>
                <w:szCs w:val="24"/>
              </w:rPr>
              <w:t xml:space="preserve">не допускается </w:t>
            </w:r>
          </w:p>
        </w:tc>
        <w:tc>
          <w:tcPr>
            <w:tcW w:w="5220" w:type="dxa"/>
          </w:tcPr>
          <w:p w:rsidR="003D4361" w:rsidRPr="00355EA2" w:rsidRDefault="003D4361" w:rsidP="00355EA2">
            <w:pPr>
              <w:jc w:val="both"/>
              <w:rPr>
                <w:sz w:val="24"/>
                <w:szCs w:val="24"/>
              </w:rPr>
            </w:pPr>
            <w:r w:rsidRPr="00355EA2">
              <w:rPr>
                <w:sz w:val="24"/>
                <w:szCs w:val="24"/>
              </w:rPr>
              <w:t>УФК</w:t>
            </w:r>
          </w:p>
        </w:tc>
      </w:tr>
      <w:tr w:rsidR="003D4361" w:rsidRPr="0036167B" w:rsidTr="00584FA6">
        <w:tc>
          <w:tcPr>
            <w:tcW w:w="1560" w:type="dxa"/>
            <w:vMerge/>
          </w:tcPr>
          <w:p w:rsidR="003D4361" w:rsidRPr="00355EA2" w:rsidRDefault="003D4361" w:rsidP="00355E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06" w:type="dxa"/>
          </w:tcPr>
          <w:p w:rsidR="003D4361" w:rsidRPr="00355EA2" w:rsidRDefault="003D4361" w:rsidP="00355EA2">
            <w:pPr>
              <w:jc w:val="both"/>
              <w:rPr>
                <w:sz w:val="24"/>
                <w:szCs w:val="24"/>
              </w:rPr>
            </w:pPr>
            <w:r w:rsidRPr="00355EA2">
              <w:rPr>
                <w:sz w:val="24"/>
                <w:szCs w:val="24"/>
              </w:rPr>
              <w:t>Изменение бюджетных ассигнований и лимитов бюджетных обязательств за 201</w:t>
            </w:r>
            <w:r>
              <w:rPr>
                <w:sz w:val="24"/>
                <w:szCs w:val="24"/>
              </w:rPr>
              <w:t>7</w:t>
            </w:r>
            <w:r w:rsidRPr="00355EA2">
              <w:rPr>
                <w:sz w:val="24"/>
                <w:szCs w:val="24"/>
              </w:rPr>
              <w:t xml:space="preserve"> год </w:t>
            </w:r>
            <w:r w:rsidRPr="00355EA2">
              <w:rPr>
                <w:b/>
                <w:sz w:val="24"/>
                <w:szCs w:val="24"/>
              </w:rPr>
              <w:t>запрещено</w:t>
            </w:r>
          </w:p>
        </w:tc>
        <w:tc>
          <w:tcPr>
            <w:tcW w:w="5220" w:type="dxa"/>
          </w:tcPr>
          <w:p w:rsidR="003D4361" w:rsidRPr="00355EA2" w:rsidRDefault="003D4361" w:rsidP="004E3A8C">
            <w:pPr>
              <w:rPr>
                <w:sz w:val="24"/>
                <w:szCs w:val="24"/>
              </w:rPr>
            </w:pPr>
            <w:r w:rsidRPr="00355EA2">
              <w:rPr>
                <w:sz w:val="24"/>
                <w:szCs w:val="24"/>
              </w:rPr>
              <w:t xml:space="preserve">Главные распорядители, получатели средств </w:t>
            </w:r>
            <w:r>
              <w:rPr>
                <w:sz w:val="24"/>
                <w:szCs w:val="24"/>
              </w:rPr>
              <w:t>Вознесенского сельского поселения</w:t>
            </w:r>
          </w:p>
        </w:tc>
      </w:tr>
      <w:tr w:rsidR="003D4361" w:rsidRPr="0036167B" w:rsidTr="00584FA6">
        <w:tc>
          <w:tcPr>
            <w:tcW w:w="1560" w:type="dxa"/>
            <w:vMerge/>
          </w:tcPr>
          <w:p w:rsidR="003D4361" w:rsidRPr="00355EA2" w:rsidRDefault="003D4361" w:rsidP="00355E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06" w:type="dxa"/>
          </w:tcPr>
          <w:p w:rsidR="003D4361" w:rsidRPr="00355EA2" w:rsidRDefault="003D4361" w:rsidP="00355EA2">
            <w:pPr>
              <w:jc w:val="both"/>
              <w:rPr>
                <w:sz w:val="24"/>
                <w:szCs w:val="24"/>
              </w:rPr>
            </w:pPr>
            <w:r w:rsidRPr="00355EA2">
              <w:rPr>
                <w:b/>
                <w:sz w:val="24"/>
                <w:szCs w:val="24"/>
              </w:rPr>
              <w:t>Не допускается наличие невыясненных поступлений в виде МБТ.</w:t>
            </w:r>
          </w:p>
        </w:tc>
        <w:tc>
          <w:tcPr>
            <w:tcW w:w="5220" w:type="dxa"/>
          </w:tcPr>
          <w:p w:rsidR="003D4361" w:rsidRPr="00355EA2" w:rsidRDefault="003D4361" w:rsidP="00355EA2">
            <w:pPr>
              <w:jc w:val="both"/>
              <w:rPr>
                <w:sz w:val="24"/>
                <w:szCs w:val="24"/>
              </w:rPr>
            </w:pPr>
            <w:r w:rsidRPr="00355EA2">
              <w:rPr>
                <w:sz w:val="24"/>
                <w:szCs w:val="24"/>
              </w:rPr>
              <w:t xml:space="preserve">Главные администраторы доходов бюджета </w:t>
            </w:r>
            <w:r>
              <w:rPr>
                <w:sz w:val="24"/>
                <w:szCs w:val="24"/>
              </w:rPr>
              <w:t>Вознесенского сельского поселения</w:t>
            </w:r>
          </w:p>
        </w:tc>
      </w:tr>
      <w:tr w:rsidR="003D4361" w:rsidRPr="0036167B" w:rsidTr="00584FA6">
        <w:tc>
          <w:tcPr>
            <w:tcW w:w="1560" w:type="dxa"/>
          </w:tcPr>
          <w:p w:rsidR="003D4361" w:rsidRPr="00355EA2" w:rsidRDefault="003D4361" w:rsidP="00355E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355EA2">
              <w:rPr>
                <w:sz w:val="24"/>
                <w:szCs w:val="24"/>
              </w:rPr>
              <w:t xml:space="preserve"> января 201</w:t>
            </w:r>
            <w:r>
              <w:rPr>
                <w:sz w:val="24"/>
                <w:szCs w:val="24"/>
              </w:rPr>
              <w:t>8</w:t>
            </w:r>
            <w:r w:rsidRPr="00355EA2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9306" w:type="dxa"/>
          </w:tcPr>
          <w:p w:rsidR="003D4361" w:rsidRPr="00355EA2" w:rsidRDefault="003D4361" w:rsidP="00355EA2">
            <w:pPr>
              <w:jc w:val="both"/>
              <w:rPr>
                <w:sz w:val="24"/>
                <w:szCs w:val="24"/>
              </w:rPr>
            </w:pPr>
            <w:r w:rsidRPr="00355EA2">
              <w:rPr>
                <w:sz w:val="24"/>
                <w:szCs w:val="24"/>
              </w:rPr>
              <w:t>Получение, обработка и сверка с показателями учёта отчётных форм, предоставленных УФК.</w:t>
            </w:r>
          </w:p>
          <w:p w:rsidR="003D4361" w:rsidRPr="00355EA2" w:rsidRDefault="003D4361" w:rsidP="00355EA2">
            <w:pPr>
              <w:jc w:val="both"/>
              <w:rPr>
                <w:b/>
                <w:sz w:val="24"/>
                <w:szCs w:val="24"/>
              </w:rPr>
            </w:pPr>
            <w:r w:rsidRPr="00355EA2">
              <w:rPr>
                <w:sz w:val="24"/>
                <w:szCs w:val="24"/>
              </w:rPr>
              <w:t>В случае необходимости – предоставление уведомлений об уточнении вида и принадлежности платежа за 201</w:t>
            </w:r>
            <w:r>
              <w:rPr>
                <w:sz w:val="24"/>
                <w:szCs w:val="24"/>
              </w:rPr>
              <w:t>7</w:t>
            </w:r>
            <w:r w:rsidRPr="00355EA2">
              <w:rPr>
                <w:sz w:val="24"/>
                <w:szCs w:val="24"/>
              </w:rPr>
              <w:t xml:space="preserve"> год в части уточнения невыясненных поступлений, кассовых поступлений и кассовых выплат с датой документов </w:t>
            </w:r>
            <w:r>
              <w:rPr>
                <w:sz w:val="24"/>
                <w:szCs w:val="24"/>
              </w:rPr>
              <w:t xml:space="preserve">29.12.2017 </w:t>
            </w:r>
            <w:r w:rsidRPr="00355EA2">
              <w:rPr>
                <w:sz w:val="24"/>
                <w:szCs w:val="24"/>
              </w:rPr>
              <w:t>г.</w:t>
            </w:r>
          </w:p>
        </w:tc>
        <w:tc>
          <w:tcPr>
            <w:tcW w:w="5220" w:type="dxa"/>
          </w:tcPr>
          <w:p w:rsidR="003D4361" w:rsidRPr="00355EA2" w:rsidRDefault="003D4361" w:rsidP="00355EA2">
            <w:pPr>
              <w:jc w:val="both"/>
              <w:rPr>
                <w:sz w:val="24"/>
                <w:szCs w:val="24"/>
              </w:rPr>
            </w:pPr>
            <w:r w:rsidRPr="00355EA2">
              <w:rPr>
                <w:sz w:val="24"/>
                <w:szCs w:val="24"/>
              </w:rPr>
              <w:t>Участники бюджетного процесса</w:t>
            </w:r>
            <w:r>
              <w:rPr>
                <w:sz w:val="24"/>
                <w:szCs w:val="24"/>
              </w:rPr>
              <w:t xml:space="preserve"> Вознесенского сельского поселения</w:t>
            </w:r>
          </w:p>
          <w:p w:rsidR="003D4361" w:rsidRPr="00355EA2" w:rsidRDefault="003D4361" w:rsidP="00355EA2">
            <w:pPr>
              <w:jc w:val="both"/>
              <w:rPr>
                <w:sz w:val="24"/>
                <w:szCs w:val="24"/>
              </w:rPr>
            </w:pPr>
            <w:r w:rsidRPr="00355EA2">
              <w:rPr>
                <w:sz w:val="24"/>
                <w:szCs w:val="24"/>
              </w:rPr>
              <w:t>УФК</w:t>
            </w:r>
          </w:p>
        </w:tc>
      </w:tr>
      <w:tr w:rsidR="003D4361" w:rsidRPr="0036167B" w:rsidTr="00584FA6">
        <w:tc>
          <w:tcPr>
            <w:tcW w:w="1560" w:type="dxa"/>
          </w:tcPr>
          <w:p w:rsidR="003D4361" w:rsidRPr="00355EA2" w:rsidRDefault="003D4361" w:rsidP="00355EA2">
            <w:pPr>
              <w:jc w:val="center"/>
              <w:rPr>
                <w:sz w:val="24"/>
                <w:szCs w:val="24"/>
              </w:rPr>
            </w:pPr>
            <w:r w:rsidRPr="00355EA2">
              <w:rPr>
                <w:sz w:val="24"/>
                <w:szCs w:val="24"/>
              </w:rPr>
              <w:t>С 9 по 10 января 201</w:t>
            </w:r>
            <w:r>
              <w:rPr>
                <w:sz w:val="24"/>
                <w:szCs w:val="24"/>
              </w:rPr>
              <w:t>8</w:t>
            </w:r>
            <w:r w:rsidRPr="00355EA2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9306" w:type="dxa"/>
          </w:tcPr>
          <w:p w:rsidR="003D4361" w:rsidRPr="00355EA2" w:rsidRDefault="003D4361" w:rsidP="00AF5847">
            <w:pPr>
              <w:rPr>
                <w:sz w:val="24"/>
                <w:szCs w:val="24"/>
              </w:rPr>
            </w:pPr>
            <w:r w:rsidRPr="00355EA2">
              <w:rPr>
                <w:sz w:val="24"/>
                <w:szCs w:val="24"/>
              </w:rPr>
              <w:t>Возврат в местный бюджет неиспользованных по состоянию на 1 января 201</w:t>
            </w:r>
            <w:r>
              <w:rPr>
                <w:sz w:val="24"/>
                <w:szCs w:val="24"/>
              </w:rPr>
              <w:t>8</w:t>
            </w:r>
            <w:r w:rsidRPr="00355EA2">
              <w:rPr>
                <w:sz w:val="24"/>
                <w:szCs w:val="24"/>
              </w:rPr>
              <w:t xml:space="preserve"> года остатков межбюджетных трансфертов, представленных в форме субсидий, субвенций и иных МБТ, имеющих целевое назначение (000219…)</w:t>
            </w:r>
          </w:p>
        </w:tc>
        <w:tc>
          <w:tcPr>
            <w:tcW w:w="5220" w:type="dxa"/>
          </w:tcPr>
          <w:p w:rsidR="003D4361" w:rsidRPr="00355EA2" w:rsidRDefault="003D4361" w:rsidP="00DA3EC4">
            <w:pPr>
              <w:rPr>
                <w:sz w:val="24"/>
                <w:szCs w:val="24"/>
              </w:rPr>
            </w:pPr>
            <w:r w:rsidRPr="00355EA2">
              <w:rPr>
                <w:sz w:val="24"/>
                <w:szCs w:val="24"/>
              </w:rPr>
              <w:t>Администраци</w:t>
            </w:r>
            <w:r>
              <w:rPr>
                <w:sz w:val="24"/>
                <w:szCs w:val="24"/>
              </w:rPr>
              <w:t>я Вознесенского сельского  поселения</w:t>
            </w:r>
          </w:p>
        </w:tc>
      </w:tr>
    </w:tbl>
    <w:p w:rsidR="003D4361" w:rsidRPr="0036167B" w:rsidRDefault="003D4361" w:rsidP="00EE18A6">
      <w:pPr>
        <w:jc w:val="both"/>
        <w:rPr>
          <w:sz w:val="24"/>
          <w:szCs w:val="24"/>
        </w:rPr>
      </w:pPr>
    </w:p>
    <w:p w:rsidR="003D4361" w:rsidRPr="0036167B" w:rsidRDefault="003D4361" w:rsidP="00EE18A6">
      <w:pPr>
        <w:jc w:val="both"/>
        <w:rPr>
          <w:b/>
          <w:sz w:val="24"/>
          <w:szCs w:val="24"/>
        </w:rPr>
      </w:pPr>
      <w:r w:rsidRPr="0036167B">
        <w:rPr>
          <w:b/>
          <w:sz w:val="24"/>
          <w:szCs w:val="24"/>
        </w:rPr>
        <w:t>Примечание:</w:t>
      </w:r>
    </w:p>
    <w:p w:rsidR="003D4361" w:rsidRPr="00346319" w:rsidRDefault="003D4361" w:rsidP="00160AED">
      <w:pPr>
        <w:jc w:val="both"/>
        <w:rPr>
          <w:sz w:val="24"/>
          <w:szCs w:val="24"/>
        </w:rPr>
      </w:pPr>
      <w:r>
        <w:rPr>
          <w:sz w:val="24"/>
          <w:szCs w:val="24"/>
        </w:rPr>
        <w:t>*- с 22</w:t>
      </w:r>
      <w:r w:rsidRPr="005429F6">
        <w:rPr>
          <w:sz w:val="24"/>
          <w:szCs w:val="24"/>
        </w:rPr>
        <w:t xml:space="preserve"> декабря 201</w:t>
      </w:r>
      <w:r>
        <w:rPr>
          <w:sz w:val="24"/>
          <w:szCs w:val="24"/>
        </w:rPr>
        <w:t>7</w:t>
      </w:r>
      <w:r w:rsidRPr="005429F6">
        <w:rPr>
          <w:sz w:val="24"/>
          <w:szCs w:val="24"/>
        </w:rPr>
        <w:t xml:space="preserve"> года по 2</w:t>
      </w:r>
      <w:r>
        <w:rPr>
          <w:sz w:val="24"/>
          <w:szCs w:val="24"/>
        </w:rPr>
        <w:t>7</w:t>
      </w:r>
      <w:r w:rsidRPr="005429F6">
        <w:rPr>
          <w:sz w:val="24"/>
          <w:szCs w:val="24"/>
        </w:rPr>
        <w:t xml:space="preserve"> декабря 201</w:t>
      </w:r>
      <w:r>
        <w:rPr>
          <w:sz w:val="24"/>
          <w:szCs w:val="24"/>
        </w:rPr>
        <w:t>7</w:t>
      </w:r>
      <w:r w:rsidRPr="005429F6">
        <w:rPr>
          <w:sz w:val="24"/>
          <w:szCs w:val="24"/>
        </w:rPr>
        <w:t xml:space="preserve"> года совершение операций с наличными осуществляется в соответствующих отделениях </w:t>
      </w:r>
      <w:r>
        <w:rPr>
          <w:sz w:val="24"/>
          <w:szCs w:val="24"/>
        </w:rPr>
        <w:t>ПАО Сбербанк через оператора-сотрудника ПАО Сбербанк (не через банкомат)</w:t>
      </w:r>
      <w:r w:rsidRPr="00346319">
        <w:rPr>
          <w:sz w:val="24"/>
          <w:szCs w:val="24"/>
        </w:rPr>
        <w:t xml:space="preserve"> с использованием денежного чека / объявления на взнос наличными;</w:t>
      </w:r>
    </w:p>
    <w:p w:rsidR="003D4361" w:rsidRPr="00346319" w:rsidRDefault="003D4361" w:rsidP="00EE18A6">
      <w:pPr>
        <w:jc w:val="both"/>
        <w:rPr>
          <w:sz w:val="24"/>
          <w:szCs w:val="24"/>
        </w:rPr>
      </w:pPr>
      <w:r w:rsidRPr="00346319">
        <w:rPr>
          <w:sz w:val="24"/>
          <w:szCs w:val="24"/>
        </w:rPr>
        <w:t xml:space="preserve">** -сроки могут уточняться Администрацией </w:t>
      </w:r>
      <w:r>
        <w:rPr>
          <w:sz w:val="24"/>
          <w:szCs w:val="24"/>
        </w:rPr>
        <w:t>Вознесенского</w:t>
      </w:r>
      <w:r w:rsidRPr="00346319">
        <w:rPr>
          <w:sz w:val="24"/>
          <w:szCs w:val="24"/>
        </w:rPr>
        <w:t xml:space="preserve"> сельского поселения;</w:t>
      </w:r>
    </w:p>
    <w:p w:rsidR="003D4361" w:rsidRPr="0036167B" w:rsidRDefault="003D4361" w:rsidP="00EE18A6">
      <w:pPr>
        <w:jc w:val="both"/>
        <w:rPr>
          <w:sz w:val="24"/>
          <w:szCs w:val="24"/>
        </w:rPr>
      </w:pPr>
    </w:p>
    <w:p w:rsidR="003D4361" w:rsidRPr="00BE4C5F" w:rsidRDefault="003D4361" w:rsidP="00F97121">
      <w:pPr>
        <w:pStyle w:val="ListParagraph"/>
        <w:jc w:val="right"/>
        <w:rPr>
          <w:sz w:val="24"/>
          <w:szCs w:val="24"/>
        </w:rPr>
      </w:pPr>
      <w:r>
        <w:rPr>
          <w:sz w:val="24"/>
          <w:szCs w:val="24"/>
        </w:rPr>
        <w:t>Главный специалист                                                                С.А. Арышева</w:t>
      </w:r>
    </w:p>
    <w:p w:rsidR="003D4361" w:rsidRPr="00023B0A" w:rsidRDefault="003D4361" w:rsidP="00EE18A6">
      <w:pPr>
        <w:jc w:val="both"/>
        <w:rPr>
          <w:sz w:val="24"/>
          <w:szCs w:val="24"/>
        </w:rPr>
      </w:pPr>
    </w:p>
    <w:p w:rsidR="003D4361" w:rsidRPr="00023B0A" w:rsidRDefault="003D4361" w:rsidP="00EE18A6">
      <w:pPr>
        <w:jc w:val="both"/>
        <w:rPr>
          <w:sz w:val="24"/>
          <w:szCs w:val="24"/>
        </w:rPr>
      </w:pPr>
    </w:p>
    <w:p w:rsidR="003D4361" w:rsidRPr="00023B0A" w:rsidRDefault="003D4361" w:rsidP="00EE18A6">
      <w:pPr>
        <w:jc w:val="both"/>
        <w:rPr>
          <w:sz w:val="24"/>
          <w:szCs w:val="24"/>
        </w:rPr>
      </w:pPr>
    </w:p>
    <w:p w:rsidR="003D4361" w:rsidRDefault="003D4361"/>
    <w:sectPr w:rsidR="003D4361" w:rsidSect="00F97121">
      <w:pgSz w:w="16838" w:h="11906" w:orient="landscape" w:code="9"/>
      <w:pgMar w:top="851" w:right="567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4361" w:rsidRDefault="003D4361">
      <w:r>
        <w:separator/>
      </w:r>
    </w:p>
  </w:endnote>
  <w:endnote w:type="continuationSeparator" w:id="0">
    <w:p w:rsidR="003D4361" w:rsidRDefault="003D43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361" w:rsidRDefault="003D4361" w:rsidP="005B62F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D4361" w:rsidRDefault="003D4361" w:rsidP="005B62F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361" w:rsidRDefault="003D4361" w:rsidP="005B62F7">
    <w:pPr>
      <w:pStyle w:val="Footer"/>
      <w:ind w:right="360"/>
    </w:pPr>
  </w:p>
  <w:p w:rsidR="003D4361" w:rsidRDefault="003D4361" w:rsidP="005B62F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4361" w:rsidRDefault="003D4361">
      <w:r>
        <w:separator/>
      </w:r>
    </w:p>
  </w:footnote>
  <w:footnote w:type="continuationSeparator" w:id="0">
    <w:p w:rsidR="003D4361" w:rsidRDefault="003D43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F40E4"/>
    <w:multiLevelType w:val="hybridMultilevel"/>
    <w:tmpl w:val="4FD65C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8ED72DC"/>
    <w:multiLevelType w:val="hybridMultilevel"/>
    <w:tmpl w:val="F21494BE"/>
    <w:lvl w:ilvl="0" w:tplc="9ADA17A8">
      <w:numFmt w:val="bullet"/>
      <w:lvlText w:val=""/>
      <w:lvlJc w:val="left"/>
      <w:pPr>
        <w:ind w:left="1080" w:hanging="72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274F1E"/>
    <w:multiLevelType w:val="hybridMultilevel"/>
    <w:tmpl w:val="FE3027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665F"/>
    <w:rsid w:val="00023B0A"/>
    <w:rsid w:val="000363E0"/>
    <w:rsid w:val="00055425"/>
    <w:rsid w:val="0006224F"/>
    <w:rsid w:val="000775A9"/>
    <w:rsid w:val="00091DFA"/>
    <w:rsid w:val="000954D7"/>
    <w:rsid w:val="000B4D92"/>
    <w:rsid w:val="000D4FB2"/>
    <w:rsid w:val="000F11DE"/>
    <w:rsid w:val="000F2217"/>
    <w:rsid w:val="00105CB6"/>
    <w:rsid w:val="0013419E"/>
    <w:rsid w:val="001474E8"/>
    <w:rsid w:val="001578C3"/>
    <w:rsid w:val="00160AED"/>
    <w:rsid w:val="00185842"/>
    <w:rsid w:val="00191FCA"/>
    <w:rsid w:val="001A002E"/>
    <w:rsid w:val="001A6337"/>
    <w:rsid w:val="001B1EB0"/>
    <w:rsid w:val="001C21EA"/>
    <w:rsid w:val="001D756F"/>
    <w:rsid w:val="00223610"/>
    <w:rsid w:val="002367B7"/>
    <w:rsid w:val="0024419F"/>
    <w:rsid w:val="00254DA9"/>
    <w:rsid w:val="002764E6"/>
    <w:rsid w:val="00296FE2"/>
    <w:rsid w:val="002A102A"/>
    <w:rsid w:val="002A7F39"/>
    <w:rsid w:val="002B50E9"/>
    <w:rsid w:val="002C1C35"/>
    <w:rsid w:val="002D1AEA"/>
    <w:rsid w:val="002E50BD"/>
    <w:rsid w:val="002F504C"/>
    <w:rsid w:val="00302030"/>
    <w:rsid w:val="00315843"/>
    <w:rsid w:val="00315F37"/>
    <w:rsid w:val="00315F7B"/>
    <w:rsid w:val="00316F57"/>
    <w:rsid w:val="00333235"/>
    <w:rsid w:val="00346319"/>
    <w:rsid w:val="0035294C"/>
    <w:rsid w:val="00355EA2"/>
    <w:rsid w:val="0035665E"/>
    <w:rsid w:val="00360612"/>
    <w:rsid w:val="0036167B"/>
    <w:rsid w:val="003640EA"/>
    <w:rsid w:val="003732B0"/>
    <w:rsid w:val="00373959"/>
    <w:rsid w:val="0037493E"/>
    <w:rsid w:val="0038542B"/>
    <w:rsid w:val="00395556"/>
    <w:rsid w:val="003967A9"/>
    <w:rsid w:val="003A1B50"/>
    <w:rsid w:val="003A50EB"/>
    <w:rsid w:val="003A584A"/>
    <w:rsid w:val="003B277A"/>
    <w:rsid w:val="003B3EB1"/>
    <w:rsid w:val="003B5C0E"/>
    <w:rsid w:val="003C3EAD"/>
    <w:rsid w:val="003D4361"/>
    <w:rsid w:val="003D484D"/>
    <w:rsid w:val="003F0FE7"/>
    <w:rsid w:val="003F47B8"/>
    <w:rsid w:val="00441370"/>
    <w:rsid w:val="00441A04"/>
    <w:rsid w:val="00443546"/>
    <w:rsid w:val="004725F1"/>
    <w:rsid w:val="004744EF"/>
    <w:rsid w:val="00477DDD"/>
    <w:rsid w:val="00485B60"/>
    <w:rsid w:val="004960E6"/>
    <w:rsid w:val="004A5BA5"/>
    <w:rsid w:val="004B2166"/>
    <w:rsid w:val="004B7FEA"/>
    <w:rsid w:val="004E33FA"/>
    <w:rsid w:val="004E3A8C"/>
    <w:rsid w:val="004F21A1"/>
    <w:rsid w:val="00531F55"/>
    <w:rsid w:val="0053325C"/>
    <w:rsid w:val="00536DA6"/>
    <w:rsid w:val="00540E07"/>
    <w:rsid w:val="005429F6"/>
    <w:rsid w:val="00544332"/>
    <w:rsid w:val="0056507C"/>
    <w:rsid w:val="00565F17"/>
    <w:rsid w:val="0057739E"/>
    <w:rsid w:val="00584FA6"/>
    <w:rsid w:val="00585594"/>
    <w:rsid w:val="005A620D"/>
    <w:rsid w:val="005B11EC"/>
    <w:rsid w:val="005B62F7"/>
    <w:rsid w:val="005C1684"/>
    <w:rsid w:val="005C26FD"/>
    <w:rsid w:val="005F0E1C"/>
    <w:rsid w:val="005F665F"/>
    <w:rsid w:val="00607E22"/>
    <w:rsid w:val="00616EFC"/>
    <w:rsid w:val="00627B02"/>
    <w:rsid w:val="0064785C"/>
    <w:rsid w:val="0069013B"/>
    <w:rsid w:val="006A1BEE"/>
    <w:rsid w:val="006B2016"/>
    <w:rsid w:val="006C48CD"/>
    <w:rsid w:val="006C5690"/>
    <w:rsid w:val="006D1767"/>
    <w:rsid w:val="006D6892"/>
    <w:rsid w:val="006E758B"/>
    <w:rsid w:val="007012C2"/>
    <w:rsid w:val="00702640"/>
    <w:rsid w:val="00714578"/>
    <w:rsid w:val="007221A5"/>
    <w:rsid w:val="00746D77"/>
    <w:rsid w:val="00753138"/>
    <w:rsid w:val="0075663E"/>
    <w:rsid w:val="00777ADB"/>
    <w:rsid w:val="00787C38"/>
    <w:rsid w:val="007A16B5"/>
    <w:rsid w:val="007B21EB"/>
    <w:rsid w:val="007F2A38"/>
    <w:rsid w:val="007F7130"/>
    <w:rsid w:val="007F7EB5"/>
    <w:rsid w:val="008009D8"/>
    <w:rsid w:val="00817133"/>
    <w:rsid w:val="008221B5"/>
    <w:rsid w:val="008520D8"/>
    <w:rsid w:val="0088154E"/>
    <w:rsid w:val="00895BFC"/>
    <w:rsid w:val="008A335A"/>
    <w:rsid w:val="008B5FC6"/>
    <w:rsid w:val="008C2501"/>
    <w:rsid w:val="008C354E"/>
    <w:rsid w:val="008C3B3F"/>
    <w:rsid w:val="008D0F93"/>
    <w:rsid w:val="008F49BC"/>
    <w:rsid w:val="009113F1"/>
    <w:rsid w:val="00913B3F"/>
    <w:rsid w:val="00917826"/>
    <w:rsid w:val="00933392"/>
    <w:rsid w:val="009509D7"/>
    <w:rsid w:val="009626BC"/>
    <w:rsid w:val="00970533"/>
    <w:rsid w:val="00971320"/>
    <w:rsid w:val="0097427C"/>
    <w:rsid w:val="00993728"/>
    <w:rsid w:val="0099421E"/>
    <w:rsid w:val="009B6657"/>
    <w:rsid w:val="009C0225"/>
    <w:rsid w:val="009C189C"/>
    <w:rsid w:val="009C6221"/>
    <w:rsid w:val="009C690B"/>
    <w:rsid w:val="009C796B"/>
    <w:rsid w:val="009E414D"/>
    <w:rsid w:val="009F7289"/>
    <w:rsid w:val="00A02F6A"/>
    <w:rsid w:val="00A24680"/>
    <w:rsid w:val="00A53F1B"/>
    <w:rsid w:val="00A56BEB"/>
    <w:rsid w:val="00A662C1"/>
    <w:rsid w:val="00A72040"/>
    <w:rsid w:val="00AA4508"/>
    <w:rsid w:val="00AA54E4"/>
    <w:rsid w:val="00AC5E4C"/>
    <w:rsid w:val="00AE090D"/>
    <w:rsid w:val="00AE26E0"/>
    <w:rsid w:val="00AF5847"/>
    <w:rsid w:val="00B01AB8"/>
    <w:rsid w:val="00B1774E"/>
    <w:rsid w:val="00B17C26"/>
    <w:rsid w:val="00B23E6D"/>
    <w:rsid w:val="00B33302"/>
    <w:rsid w:val="00B3677B"/>
    <w:rsid w:val="00B37107"/>
    <w:rsid w:val="00B52517"/>
    <w:rsid w:val="00B71648"/>
    <w:rsid w:val="00B71960"/>
    <w:rsid w:val="00B71F6C"/>
    <w:rsid w:val="00BC1673"/>
    <w:rsid w:val="00BD1B79"/>
    <w:rsid w:val="00BE4C5F"/>
    <w:rsid w:val="00BF79E6"/>
    <w:rsid w:val="00C0459C"/>
    <w:rsid w:val="00C22560"/>
    <w:rsid w:val="00C31E06"/>
    <w:rsid w:val="00C55932"/>
    <w:rsid w:val="00C60084"/>
    <w:rsid w:val="00C64821"/>
    <w:rsid w:val="00C6770B"/>
    <w:rsid w:val="00C719BE"/>
    <w:rsid w:val="00C9641A"/>
    <w:rsid w:val="00CA4FEE"/>
    <w:rsid w:val="00CD2959"/>
    <w:rsid w:val="00CF0E63"/>
    <w:rsid w:val="00D037EA"/>
    <w:rsid w:val="00D11128"/>
    <w:rsid w:val="00D161C0"/>
    <w:rsid w:val="00D1751F"/>
    <w:rsid w:val="00D20E92"/>
    <w:rsid w:val="00D3551F"/>
    <w:rsid w:val="00D71FFD"/>
    <w:rsid w:val="00D749AF"/>
    <w:rsid w:val="00D77CA9"/>
    <w:rsid w:val="00D84BBB"/>
    <w:rsid w:val="00DA3EC4"/>
    <w:rsid w:val="00DA7EC8"/>
    <w:rsid w:val="00DB3779"/>
    <w:rsid w:val="00DC53AD"/>
    <w:rsid w:val="00DE4442"/>
    <w:rsid w:val="00DE4520"/>
    <w:rsid w:val="00DF1A96"/>
    <w:rsid w:val="00DF2F9A"/>
    <w:rsid w:val="00E06515"/>
    <w:rsid w:val="00E12EDF"/>
    <w:rsid w:val="00E352B7"/>
    <w:rsid w:val="00E40ED1"/>
    <w:rsid w:val="00E4683B"/>
    <w:rsid w:val="00E51C97"/>
    <w:rsid w:val="00E5229D"/>
    <w:rsid w:val="00E6358B"/>
    <w:rsid w:val="00E65250"/>
    <w:rsid w:val="00E824B7"/>
    <w:rsid w:val="00EA2BE0"/>
    <w:rsid w:val="00EA4726"/>
    <w:rsid w:val="00EA5FF4"/>
    <w:rsid w:val="00EE18A6"/>
    <w:rsid w:val="00F23C13"/>
    <w:rsid w:val="00F33A7F"/>
    <w:rsid w:val="00F352AB"/>
    <w:rsid w:val="00F40CDF"/>
    <w:rsid w:val="00F4669C"/>
    <w:rsid w:val="00F50A6E"/>
    <w:rsid w:val="00F61830"/>
    <w:rsid w:val="00F71F8A"/>
    <w:rsid w:val="00F9277C"/>
    <w:rsid w:val="00F97121"/>
    <w:rsid w:val="00FA0895"/>
    <w:rsid w:val="00FA3EE6"/>
    <w:rsid w:val="00FB08A3"/>
    <w:rsid w:val="00FB517F"/>
    <w:rsid w:val="00FC1088"/>
    <w:rsid w:val="00FD4D32"/>
    <w:rsid w:val="00FE77E7"/>
    <w:rsid w:val="00FF1351"/>
    <w:rsid w:val="00FF1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8A6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F97121"/>
    <w:pPr>
      <w:keepNext/>
      <w:autoSpaceDE w:val="0"/>
      <w:autoSpaceDN w:val="0"/>
      <w:jc w:val="center"/>
      <w:outlineLvl w:val="0"/>
    </w:pPr>
    <w:rPr>
      <w:rFonts w:eastAsia="Calibri"/>
      <w:b/>
      <w:sz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113F1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Normal">
    <w:name w:val="ConsNormal"/>
    <w:uiPriority w:val="99"/>
    <w:rsid w:val="00EE18A6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EE18A6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EE18A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E18A6"/>
    <w:rPr>
      <w:rFonts w:ascii="Times New Roman" w:hAnsi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EE18A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D48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D484D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777AD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97121"/>
    <w:pPr>
      <w:tabs>
        <w:tab w:val="center" w:pos="4677"/>
        <w:tab w:val="right" w:pos="9355"/>
      </w:tabs>
    </w:pPr>
    <w:rPr>
      <w:rFonts w:eastAsia="Calibri"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113F1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2070</TotalTime>
  <Pages>4</Pages>
  <Words>996</Words>
  <Characters>5678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Belskaya</dc:creator>
  <cp:keywords/>
  <dc:description/>
  <cp:lastModifiedBy>User</cp:lastModifiedBy>
  <cp:revision>175</cp:revision>
  <cp:lastPrinted>2017-12-25T06:13:00Z</cp:lastPrinted>
  <dcterms:created xsi:type="dcterms:W3CDTF">2012-09-12T04:58:00Z</dcterms:created>
  <dcterms:modified xsi:type="dcterms:W3CDTF">2017-12-25T06:14:00Z</dcterms:modified>
</cp:coreProperties>
</file>