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57" w:rsidRPr="00F143A5" w:rsidRDefault="0088122B" w:rsidP="00BC3A59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/>
          <w:bCs/>
          <w:kern w:val="28"/>
          <w:sz w:val="28"/>
          <w:szCs w:val="28"/>
        </w:rPr>
        <w:t>РОССИЙСКАЯ ФЕДЕРАЦИЯ</w:t>
      </w:r>
    </w:p>
    <w:p w:rsidR="0088122B" w:rsidRPr="00F143A5" w:rsidRDefault="0088122B" w:rsidP="00BC3A59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/>
          <w:bCs/>
          <w:kern w:val="28"/>
          <w:sz w:val="28"/>
          <w:szCs w:val="28"/>
        </w:rPr>
        <w:t>КЕМЕРОВСКАЯ ОБЛАСТЬ</w:t>
      </w:r>
    </w:p>
    <w:p w:rsidR="0088122B" w:rsidRPr="00F143A5" w:rsidRDefault="00516C6F" w:rsidP="00516C6F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/>
          <w:bCs/>
          <w:kern w:val="28"/>
          <w:sz w:val="28"/>
          <w:szCs w:val="28"/>
        </w:rPr>
        <w:t>ЯЙСКИЙ</w:t>
      </w:r>
      <w:r w:rsidR="0088122B" w:rsidRPr="00F143A5">
        <w:rPr>
          <w:rFonts w:ascii="Times New Roman" w:hAnsi="Times New Roman"/>
          <w:b/>
          <w:bCs/>
          <w:kern w:val="28"/>
          <w:sz w:val="28"/>
          <w:szCs w:val="28"/>
        </w:rPr>
        <w:t xml:space="preserve"> МУНИЦИПАЛЬНЫЙ РАЙОН</w:t>
      </w:r>
    </w:p>
    <w:p w:rsidR="0088122B" w:rsidRPr="00F143A5" w:rsidRDefault="00516C6F" w:rsidP="00BC3A59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/>
          <w:bCs/>
          <w:kern w:val="28"/>
          <w:sz w:val="28"/>
          <w:szCs w:val="28"/>
        </w:rPr>
        <w:t>АДМИНИСТРАЦИЯ ВОЗНЕСЕНСКОГО</w:t>
      </w:r>
      <w:r w:rsidR="0088122B" w:rsidRPr="00F143A5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</w:t>
      </w:r>
    </w:p>
    <w:p w:rsidR="00B63157" w:rsidRPr="00F143A5" w:rsidRDefault="00B63157" w:rsidP="00BC3A59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B63157" w:rsidRPr="00F143A5" w:rsidRDefault="00B63157" w:rsidP="00BC3A59">
      <w:pPr>
        <w:pStyle w:val="4"/>
        <w:jc w:val="center"/>
        <w:rPr>
          <w:rFonts w:ascii="Times New Roman" w:hAnsi="Times New Roman"/>
          <w:kern w:val="28"/>
          <w:sz w:val="28"/>
        </w:rPr>
      </w:pPr>
      <w:r w:rsidRPr="00F143A5">
        <w:rPr>
          <w:rFonts w:ascii="Times New Roman" w:hAnsi="Times New Roman"/>
          <w:kern w:val="28"/>
          <w:sz w:val="28"/>
        </w:rPr>
        <w:t>ПОСТАНОВЛЕНИЕ</w:t>
      </w:r>
    </w:p>
    <w:p w:rsidR="00B63157" w:rsidRPr="00F143A5" w:rsidRDefault="00B63157" w:rsidP="00BC3A59">
      <w:pPr>
        <w:jc w:val="center"/>
        <w:rPr>
          <w:rFonts w:ascii="Times New Roman" w:hAnsi="Times New Roman"/>
          <w:b/>
          <w:bCs/>
          <w:kern w:val="28"/>
          <w:sz w:val="28"/>
          <w:szCs w:val="28"/>
          <w:lang w:eastAsia="zh-CN"/>
        </w:rPr>
      </w:pPr>
    </w:p>
    <w:p w:rsidR="0033012A" w:rsidRPr="00F143A5" w:rsidRDefault="00B63157" w:rsidP="00BC3A5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</w:pPr>
      <w:r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>о</w:t>
      </w:r>
      <w:r w:rsidR="0033012A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 xml:space="preserve">т </w:t>
      </w:r>
      <w:r w:rsidR="00516C6F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>17.12</w:t>
      </w:r>
      <w:r w:rsidR="0088122B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 xml:space="preserve">.2018 </w:t>
      </w:r>
      <w:r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>г.</w:t>
      </w:r>
      <w:r w:rsidR="0033012A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 xml:space="preserve"> </w:t>
      </w:r>
      <w:r w:rsidR="00516C6F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 xml:space="preserve">                            </w:t>
      </w:r>
      <w:r w:rsidR="00F143A5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 xml:space="preserve">                  </w:t>
      </w:r>
      <w:r w:rsidR="0033012A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>№</w:t>
      </w:r>
      <w:r w:rsidR="00516C6F" w:rsidRPr="00F143A5">
        <w:rPr>
          <w:rFonts w:ascii="Times New Roman" w:eastAsia="SimSun" w:hAnsi="Times New Roman"/>
          <w:b/>
          <w:bCs/>
          <w:kern w:val="28"/>
          <w:sz w:val="28"/>
          <w:szCs w:val="28"/>
          <w:lang w:eastAsia="zh-CN"/>
        </w:rPr>
        <w:t xml:space="preserve"> 9</w:t>
      </w:r>
    </w:p>
    <w:p w:rsidR="0033012A" w:rsidRPr="00F143A5" w:rsidRDefault="00516C6F" w:rsidP="00BC3A5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bCs/>
          <w:kern w:val="28"/>
          <w:lang w:eastAsia="zh-CN"/>
        </w:rPr>
      </w:pPr>
      <w:proofErr w:type="spellStart"/>
      <w:r w:rsidRPr="00F143A5">
        <w:rPr>
          <w:rFonts w:ascii="Times New Roman" w:eastAsia="SimSun" w:hAnsi="Times New Roman"/>
          <w:b/>
          <w:bCs/>
          <w:kern w:val="28"/>
          <w:lang w:eastAsia="zh-CN"/>
        </w:rPr>
        <w:t>с</w:t>
      </w:r>
      <w:proofErr w:type="gramStart"/>
      <w:r w:rsidRPr="00F143A5">
        <w:rPr>
          <w:rFonts w:ascii="Times New Roman" w:eastAsia="SimSun" w:hAnsi="Times New Roman"/>
          <w:b/>
          <w:bCs/>
          <w:kern w:val="28"/>
          <w:lang w:eastAsia="zh-CN"/>
        </w:rPr>
        <w:t>.В</w:t>
      </w:r>
      <w:proofErr w:type="gramEnd"/>
      <w:r w:rsidRPr="00F143A5">
        <w:rPr>
          <w:rFonts w:ascii="Times New Roman" w:eastAsia="SimSun" w:hAnsi="Times New Roman"/>
          <w:b/>
          <w:bCs/>
          <w:kern w:val="28"/>
          <w:lang w:eastAsia="zh-CN"/>
        </w:rPr>
        <w:t>ознесенка</w:t>
      </w:r>
      <w:proofErr w:type="spellEnd"/>
    </w:p>
    <w:p w:rsidR="008B03D2" w:rsidRPr="00F143A5" w:rsidRDefault="008B03D2" w:rsidP="00BC3A5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8"/>
          <w:sz w:val="32"/>
          <w:szCs w:val="32"/>
        </w:rPr>
      </w:pPr>
    </w:p>
    <w:p w:rsidR="00606BE7" w:rsidRPr="00F143A5" w:rsidRDefault="00606BE7" w:rsidP="00BC3A59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/>
          <w:bCs/>
          <w:kern w:val="28"/>
          <w:sz w:val="28"/>
          <w:szCs w:val="28"/>
        </w:rPr>
        <w:t>Об утверждении Положения «О добровольной пожарной др</w:t>
      </w:r>
      <w:r w:rsidR="00F143A5">
        <w:rPr>
          <w:rFonts w:ascii="Times New Roman" w:hAnsi="Times New Roman"/>
          <w:b/>
          <w:bCs/>
          <w:kern w:val="28"/>
          <w:sz w:val="28"/>
          <w:szCs w:val="28"/>
        </w:rPr>
        <w:t>ужине на территории Вознесенского</w:t>
      </w:r>
      <w:r w:rsidRPr="00F143A5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поселения»</w:t>
      </w:r>
    </w:p>
    <w:p w:rsidR="00606BE7" w:rsidRPr="00F143A5" w:rsidRDefault="00606BE7" w:rsidP="004005FB">
      <w:pPr>
        <w:rPr>
          <w:rFonts w:ascii="Times New Roman" w:hAnsi="Times New Roman"/>
        </w:rPr>
      </w:pPr>
    </w:p>
    <w:p w:rsidR="00797FEA" w:rsidRDefault="00606BE7" w:rsidP="00BC3A59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На основании Федерального </w:t>
      </w:r>
      <w:r w:rsidRPr="00AE1A22">
        <w:rPr>
          <w:rFonts w:ascii="Times New Roman" w:hAnsi="Times New Roman"/>
          <w:sz w:val="28"/>
          <w:szCs w:val="28"/>
        </w:rPr>
        <w:t>закона</w:t>
      </w:r>
      <w:r w:rsidR="00AE1A22" w:rsidRPr="00AE1A22">
        <w:rPr>
          <w:rFonts w:ascii="Times New Roman" w:hAnsi="Times New Roman"/>
          <w:sz w:val="28"/>
          <w:szCs w:val="28"/>
        </w:rPr>
        <w:t xml:space="preserve"> </w:t>
      </w:r>
      <w:r w:rsidRPr="00AE1A22">
        <w:rPr>
          <w:rFonts w:ascii="Times New Roman" w:hAnsi="Times New Roman"/>
          <w:sz w:val="28"/>
          <w:szCs w:val="28"/>
        </w:rPr>
        <w:t xml:space="preserve"> </w:t>
      </w:r>
      <w:hyperlink r:id="rId9" w:tgtFrame="Logical" w:history="1">
        <w:r w:rsidRPr="00AE1A22">
          <w:rPr>
            <w:rStyle w:val="a5"/>
            <w:rFonts w:ascii="Times New Roman" w:eastAsia="SimSun" w:hAnsi="Times New Roman"/>
            <w:color w:val="auto"/>
            <w:sz w:val="28"/>
            <w:szCs w:val="28"/>
          </w:rPr>
          <w:t>от 06.10.2003 г. №131-ФЗ</w:t>
        </w:r>
      </w:hyperlink>
      <w:r w:rsidRPr="00F143A5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Федерального закона</w:t>
      </w:r>
      <w:r w:rsidRPr="00AE1A22">
        <w:rPr>
          <w:rFonts w:ascii="Times New Roman" w:hAnsi="Times New Roman"/>
          <w:sz w:val="28"/>
          <w:szCs w:val="28"/>
        </w:rPr>
        <w:t xml:space="preserve"> </w:t>
      </w:r>
      <w:hyperlink r:id="rId10" w:tgtFrame="Logical" w:history="1">
        <w:r w:rsidRPr="00AE1A22">
          <w:rPr>
            <w:rStyle w:val="a5"/>
            <w:rFonts w:ascii="Times New Roman" w:eastAsia="SimSun" w:hAnsi="Times New Roman"/>
            <w:color w:val="auto"/>
            <w:sz w:val="28"/>
            <w:szCs w:val="28"/>
          </w:rPr>
          <w:t>от 06.05.2011 г. №100 – ФЗ</w:t>
        </w:r>
      </w:hyperlink>
      <w:r w:rsidRPr="00F143A5">
        <w:rPr>
          <w:rFonts w:ascii="Times New Roman" w:hAnsi="Times New Roman"/>
          <w:sz w:val="28"/>
          <w:szCs w:val="28"/>
        </w:rPr>
        <w:t xml:space="preserve"> « О добровольной пожарной охране» и </w:t>
      </w:r>
      <w:hyperlink r:id="rId11" w:tgtFrame="Logical" w:history="1">
        <w:r w:rsidRPr="00AE1A22">
          <w:rPr>
            <w:rStyle w:val="a5"/>
            <w:rFonts w:ascii="Times New Roman" w:eastAsia="SimSun" w:hAnsi="Times New Roman"/>
            <w:color w:val="auto"/>
            <w:sz w:val="28"/>
            <w:szCs w:val="28"/>
          </w:rPr>
          <w:t>Устава</w:t>
        </w:r>
      </w:hyperlink>
      <w:r w:rsidRPr="00F143A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 w:rsidR="00F143A5" w:rsidRPr="00F143A5">
        <w:rPr>
          <w:rFonts w:ascii="Times New Roman" w:hAnsi="Times New Roman"/>
          <w:sz w:val="28"/>
          <w:szCs w:val="28"/>
        </w:rPr>
        <w:t>Вознесенское</w:t>
      </w:r>
      <w:r w:rsidRPr="00F143A5">
        <w:rPr>
          <w:rFonts w:ascii="Times New Roman" w:hAnsi="Times New Roman"/>
          <w:sz w:val="28"/>
          <w:szCs w:val="28"/>
        </w:rPr>
        <w:t xml:space="preserve"> сельское поселе</w:t>
      </w:r>
      <w:r w:rsidR="00F143A5" w:rsidRPr="00F143A5">
        <w:rPr>
          <w:rFonts w:ascii="Times New Roman" w:hAnsi="Times New Roman"/>
          <w:sz w:val="28"/>
          <w:szCs w:val="28"/>
        </w:rPr>
        <w:t>ние», администрация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143A5" w:rsidRPr="00F143A5" w:rsidRDefault="00F143A5" w:rsidP="00BC3A59">
      <w:pPr>
        <w:rPr>
          <w:rFonts w:ascii="Times New Roman" w:hAnsi="Times New Roman"/>
          <w:sz w:val="28"/>
          <w:szCs w:val="28"/>
        </w:rPr>
      </w:pPr>
    </w:p>
    <w:p w:rsidR="00606BE7" w:rsidRDefault="00797FEA" w:rsidP="00F143A5">
      <w:pPr>
        <w:jc w:val="center"/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ПОСТАНОВЛЯЕТ</w:t>
      </w:r>
      <w:r w:rsidR="00606BE7" w:rsidRPr="00F143A5">
        <w:rPr>
          <w:rFonts w:ascii="Times New Roman" w:hAnsi="Times New Roman"/>
          <w:sz w:val="28"/>
          <w:szCs w:val="28"/>
        </w:rPr>
        <w:t>:</w:t>
      </w:r>
    </w:p>
    <w:p w:rsidR="00F143A5" w:rsidRPr="00F143A5" w:rsidRDefault="00F143A5" w:rsidP="00BC3A59">
      <w:pPr>
        <w:rPr>
          <w:rFonts w:ascii="Times New Roman" w:hAnsi="Times New Roman"/>
          <w:sz w:val="28"/>
          <w:szCs w:val="28"/>
        </w:rPr>
      </w:pPr>
    </w:p>
    <w:p w:rsidR="00606BE7" w:rsidRPr="00F143A5" w:rsidRDefault="00BC3A59" w:rsidP="00BC3A59">
      <w:pPr>
        <w:ind w:left="567" w:firstLine="0"/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 </w:t>
      </w:r>
      <w:r w:rsidR="00606BE7" w:rsidRPr="00F143A5">
        <w:rPr>
          <w:rFonts w:ascii="Times New Roman" w:hAnsi="Times New Roman"/>
          <w:sz w:val="28"/>
          <w:szCs w:val="28"/>
        </w:rPr>
        <w:t>Утвердить Положение «О добровольной пожарной др</w:t>
      </w:r>
      <w:r w:rsidR="00F143A5" w:rsidRPr="00F143A5">
        <w:rPr>
          <w:rFonts w:ascii="Times New Roman" w:hAnsi="Times New Roman"/>
          <w:sz w:val="28"/>
          <w:szCs w:val="28"/>
        </w:rPr>
        <w:t>ужине на территории Вознесенского</w:t>
      </w:r>
      <w:r w:rsidR="00606BE7" w:rsidRPr="00F143A5">
        <w:rPr>
          <w:rFonts w:ascii="Times New Roman" w:hAnsi="Times New Roman"/>
          <w:sz w:val="28"/>
          <w:szCs w:val="28"/>
        </w:rPr>
        <w:t xml:space="preserve"> сельского поселения» согласно приложению.</w:t>
      </w:r>
    </w:p>
    <w:p w:rsidR="00606BE7" w:rsidRPr="00F143A5" w:rsidRDefault="00AE1A22" w:rsidP="00BC3A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06BE7" w:rsidRPr="00F143A5">
        <w:rPr>
          <w:rFonts w:ascii="Times New Roman" w:hAnsi="Times New Roman"/>
          <w:sz w:val="28"/>
          <w:szCs w:val="28"/>
        </w:rPr>
        <w:t>.</w:t>
      </w:r>
      <w:r w:rsidR="00797FEA" w:rsidRPr="00F143A5">
        <w:rPr>
          <w:rFonts w:ascii="Times New Roman" w:hAnsi="Times New Roman"/>
          <w:sz w:val="28"/>
          <w:szCs w:val="28"/>
        </w:rPr>
        <w:t xml:space="preserve"> </w:t>
      </w:r>
      <w:r w:rsidR="00606BE7" w:rsidRPr="00F143A5">
        <w:rPr>
          <w:rFonts w:ascii="Times New Roman" w:hAnsi="Times New Roman"/>
          <w:sz w:val="28"/>
          <w:szCs w:val="28"/>
        </w:rPr>
        <w:t>Настоящее постановление обнародовать на информационном сте</w:t>
      </w:r>
      <w:r w:rsidR="00F143A5" w:rsidRPr="00F143A5">
        <w:rPr>
          <w:rFonts w:ascii="Times New Roman" w:hAnsi="Times New Roman"/>
          <w:sz w:val="28"/>
          <w:szCs w:val="28"/>
        </w:rPr>
        <w:t>нде в администрации Вознесенского</w:t>
      </w:r>
      <w:r w:rsidR="00606BE7" w:rsidRPr="00F143A5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606BE7" w:rsidRPr="00F143A5" w:rsidRDefault="00AE1A22" w:rsidP="00BC3A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06BE7" w:rsidRPr="00F143A5">
        <w:rPr>
          <w:rFonts w:ascii="Times New Roman" w:hAnsi="Times New Roman"/>
          <w:sz w:val="28"/>
          <w:szCs w:val="28"/>
        </w:rPr>
        <w:t>.</w:t>
      </w:r>
      <w:r w:rsidR="00DC0345" w:rsidRPr="00F143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06BE7" w:rsidRPr="00F143A5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 </w:t>
      </w:r>
      <w:r w:rsidR="00606BE7" w:rsidRPr="00F143A5">
        <w:rPr>
          <w:rFonts w:ascii="Times New Roman" w:hAnsi="Times New Roman"/>
          <w:sz w:val="28"/>
          <w:szCs w:val="28"/>
        </w:rPr>
        <w:t>за</w:t>
      </w:r>
      <w:proofErr w:type="gramEnd"/>
      <w:r w:rsidR="00606BE7" w:rsidRPr="00F143A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06BE7" w:rsidRPr="00F143A5" w:rsidRDefault="00AE1A22" w:rsidP="00BC3A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06BE7" w:rsidRPr="00F143A5">
        <w:rPr>
          <w:rFonts w:ascii="Times New Roman" w:hAnsi="Times New Roman"/>
          <w:sz w:val="28"/>
          <w:szCs w:val="28"/>
        </w:rPr>
        <w:t>. Постановление вступает в силу со дня официального обнародования</w:t>
      </w:r>
      <w:r w:rsidR="00E779BD" w:rsidRPr="00F143A5">
        <w:rPr>
          <w:rFonts w:ascii="Times New Roman" w:hAnsi="Times New Roman"/>
          <w:sz w:val="28"/>
          <w:szCs w:val="28"/>
        </w:rPr>
        <w:t>.</w:t>
      </w:r>
    </w:p>
    <w:p w:rsidR="00E779BD" w:rsidRPr="00F143A5" w:rsidRDefault="00E779BD" w:rsidP="00BC3A59">
      <w:pPr>
        <w:rPr>
          <w:rFonts w:ascii="Times New Roman" w:hAnsi="Times New Roman"/>
          <w:sz w:val="28"/>
          <w:szCs w:val="28"/>
        </w:rPr>
      </w:pPr>
    </w:p>
    <w:p w:rsidR="00F143A5" w:rsidRPr="00F143A5" w:rsidRDefault="00F143A5" w:rsidP="00BC3A59">
      <w:pPr>
        <w:rPr>
          <w:rFonts w:ascii="Times New Roman" w:hAnsi="Times New Roman"/>
          <w:sz w:val="28"/>
          <w:szCs w:val="28"/>
        </w:rPr>
      </w:pPr>
    </w:p>
    <w:p w:rsidR="00F143A5" w:rsidRPr="00F143A5" w:rsidRDefault="00F143A5" w:rsidP="00BC3A59">
      <w:pPr>
        <w:rPr>
          <w:rFonts w:ascii="Times New Roman" w:hAnsi="Times New Roman"/>
          <w:sz w:val="28"/>
          <w:szCs w:val="28"/>
        </w:rPr>
      </w:pPr>
    </w:p>
    <w:p w:rsidR="00F143A5" w:rsidRPr="00F143A5" w:rsidRDefault="00F143A5" w:rsidP="00BC3A59">
      <w:pPr>
        <w:rPr>
          <w:rFonts w:ascii="Times New Roman" w:hAnsi="Times New Roman"/>
          <w:sz w:val="28"/>
          <w:szCs w:val="28"/>
        </w:rPr>
      </w:pPr>
    </w:p>
    <w:p w:rsidR="00F143A5" w:rsidRDefault="00F143A5" w:rsidP="00BC3A59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Глава Вознесенского</w:t>
      </w:r>
      <w:r w:rsidR="00606BE7" w:rsidRPr="00F143A5">
        <w:rPr>
          <w:rFonts w:ascii="Times New Roman" w:hAnsi="Times New Roman"/>
          <w:sz w:val="28"/>
          <w:szCs w:val="28"/>
        </w:rPr>
        <w:t xml:space="preserve"> </w:t>
      </w:r>
    </w:p>
    <w:p w:rsidR="00606BE7" w:rsidRPr="00F143A5" w:rsidRDefault="00606BE7" w:rsidP="00BC3A59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сельского поселения</w:t>
      </w:r>
      <w:r w:rsidR="00DC64AA" w:rsidRPr="00F143A5">
        <w:rPr>
          <w:rFonts w:ascii="Times New Roman" w:hAnsi="Times New Roman"/>
          <w:sz w:val="28"/>
          <w:szCs w:val="28"/>
        </w:rPr>
        <w:t xml:space="preserve"> </w:t>
      </w:r>
      <w:r w:rsidR="00F143A5" w:rsidRPr="00F143A5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E1A22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F143A5" w:rsidRPr="00F143A5"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606BE7" w:rsidRPr="00F143A5" w:rsidRDefault="00606BE7" w:rsidP="004005FB">
      <w:pPr>
        <w:rPr>
          <w:rFonts w:ascii="Times New Roman" w:hAnsi="Times New Roman"/>
        </w:rPr>
      </w:pPr>
    </w:p>
    <w:p w:rsidR="00606BE7" w:rsidRDefault="00606BE7" w:rsidP="004005FB">
      <w:pPr>
        <w:rPr>
          <w:rFonts w:ascii="Times New Roman" w:hAnsi="Times New Roman"/>
        </w:rPr>
      </w:pPr>
    </w:p>
    <w:p w:rsidR="00F143A5" w:rsidRDefault="00F143A5" w:rsidP="004005FB">
      <w:pPr>
        <w:rPr>
          <w:rFonts w:ascii="Times New Roman" w:hAnsi="Times New Roman"/>
        </w:rPr>
      </w:pPr>
    </w:p>
    <w:p w:rsidR="00F143A5" w:rsidRDefault="00F143A5" w:rsidP="004005FB">
      <w:pPr>
        <w:rPr>
          <w:rFonts w:ascii="Times New Roman" w:hAnsi="Times New Roman"/>
        </w:rPr>
      </w:pPr>
    </w:p>
    <w:p w:rsidR="00F143A5" w:rsidRDefault="00F143A5" w:rsidP="004005FB">
      <w:pPr>
        <w:rPr>
          <w:rFonts w:ascii="Times New Roman" w:hAnsi="Times New Roman"/>
        </w:rPr>
      </w:pPr>
    </w:p>
    <w:p w:rsidR="00F143A5" w:rsidRDefault="00F143A5" w:rsidP="00F143A5">
      <w:pPr>
        <w:ind w:firstLine="0"/>
        <w:rPr>
          <w:rFonts w:ascii="Times New Roman" w:hAnsi="Times New Roman"/>
        </w:rPr>
      </w:pPr>
    </w:p>
    <w:p w:rsidR="00F143A5" w:rsidRDefault="00F143A5" w:rsidP="004005FB">
      <w:pPr>
        <w:rPr>
          <w:rFonts w:ascii="Times New Roman" w:hAnsi="Times New Roman"/>
        </w:rPr>
      </w:pPr>
    </w:p>
    <w:p w:rsidR="00AE1A22" w:rsidRDefault="00AE1A22" w:rsidP="004005FB">
      <w:pPr>
        <w:rPr>
          <w:rFonts w:ascii="Times New Roman" w:hAnsi="Times New Roman"/>
        </w:rPr>
      </w:pPr>
    </w:p>
    <w:p w:rsidR="00AE1A22" w:rsidRDefault="00AE1A22" w:rsidP="004005FB">
      <w:pPr>
        <w:rPr>
          <w:rFonts w:ascii="Times New Roman" w:hAnsi="Times New Roman"/>
        </w:rPr>
      </w:pPr>
    </w:p>
    <w:p w:rsidR="00AE1A22" w:rsidRDefault="00AE1A22" w:rsidP="004005FB">
      <w:pPr>
        <w:rPr>
          <w:rFonts w:ascii="Times New Roman" w:hAnsi="Times New Roman"/>
        </w:rPr>
      </w:pPr>
      <w:bookmarkStart w:id="0" w:name="_GoBack"/>
      <w:bookmarkEnd w:id="0"/>
    </w:p>
    <w:p w:rsidR="00F143A5" w:rsidRPr="00F143A5" w:rsidRDefault="00F143A5" w:rsidP="004005FB">
      <w:pPr>
        <w:rPr>
          <w:rFonts w:ascii="Times New Roman" w:hAnsi="Times New Roman"/>
        </w:rPr>
      </w:pPr>
    </w:p>
    <w:p w:rsidR="00606BE7" w:rsidRPr="00F143A5" w:rsidRDefault="00606BE7" w:rsidP="005F7ECC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</w:t>
      </w:r>
    </w:p>
    <w:p w:rsidR="00606BE7" w:rsidRPr="00F143A5" w:rsidRDefault="00606BE7" w:rsidP="005F7ECC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Cs/>
          <w:kern w:val="28"/>
          <w:sz w:val="28"/>
          <w:szCs w:val="28"/>
        </w:rPr>
        <w:t>к постановлению</w:t>
      </w:r>
    </w:p>
    <w:p w:rsidR="00606BE7" w:rsidRPr="00F143A5" w:rsidRDefault="00F143A5" w:rsidP="005F7ECC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администрации  Вознесенского</w:t>
      </w:r>
    </w:p>
    <w:p w:rsidR="00606BE7" w:rsidRPr="00F143A5" w:rsidRDefault="00606BE7" w:rsidP="005F7ECC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Cs/>
          <w:kern w:val="28"/>
          <w:sz w:val="28"/>
          <w:szCs w:val="28"/>
        </w:rPr>
        <w:t>сельского поселения</w:t>
      </w:r>
    </w:p>
    <w:p w:rsidR="00606BE7" w:rsidRPr="00F143A5" w:rsidRDefault="00606BE7" w:rsidP="005F7ECC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F143A5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F143A5">
        <w:rPr>
          <w:rFonts w:ascii="Times New Roman" w:hAnsi="Times New Roman"/>
          <w:bCs/>
          <w:kern w:val="28"/>
          <w:sz w:val="28"/>
          <w:szCs w:val="28"/>
        </w:rPr>
        <w:t>17.12</w:t>
      </w:r>
      <w:r w:rsidRPr="00F143A5">
        <w:rPr>
          <w:rFonts w:ascii="Times New Roman" w:hAnsi="Times New Roman"/>
          <w:bCs/>
          <w:kern w:val="28"/>
          <w:sz w:val="28"/>
          <w:szCs w:val="28"/>
        </w:rPr>
        <w:t xml:space="preserve">.2018 № </w:t>
      </w:r>
      <w:r w:rsidR="00F143A5">
        <w:rPr>
          <w:rFonts w:ascii="Times New Roman" w:hAnsi="Times New Roman"/>
          <w:bCs/>
          <w:kern w:val="28"/>
          <w:sz w:val="28"/>
          <w:szCs w:val="28"/>
        </w:rPr>
        <w:t>9</w:t>
      </w:r>
    </w:p>
    <w:p w:rsidR="005B4918" w:rsidRPr="00F143A5" w:rsidRDefault="005B4918" w:rsidP="004005FB">
      <w:pPr>
        <w:rPr>
          <w:rFonts w:ascii="Times New Roman" w:hAnsi="Times New Roman"/>
          <w:bCs/>
          <w:iCs/>
          <w:sz w:val="28"/>
          <w:szCs w:val="28"/>
        </w:rPr>
      </w:pPr>
    </w:p>
    <w:p w:rsidR="00E779BD" w:rsidRPr="00F143A5" w:rsidRDefault="00606BE7" w:rsidP="005F7ECC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F143A5">
        <w:rPr>
          <w:rFonts w:ascii="Times New Roman" w:hAnsi="Times New Roman"/>
          <w:b/>
          <w:bCs/>
          <w:kern w:val="32"/>
          <w:sz w:val="28"/>
          <w:szCs w:val="28"/>
        </w:rPr>
        <w:t xml:space="preserve">Положение о добровольной пожарной дружине </w:t>
      </w:r>
    </w:p>
    <w:p w:rsidR="00606BE7" w:rsidRPr="00F143A5" w:rsidRDefault="00F143A5" w:rsidP="005F7ECC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на территории Вознесенского</w:t>
      </w:r>
      <w:r w:rsidR="00606BE7" w:rsidRPr="00F143A5">
        <w:rPr>
          <w:rFonts w:ascii="Times New Roman" w:hAnsi="Times New Roman"/>
          <w:b/>
          <w:bCs/>
          <w:kern w:val="32"/>
          <w:sz w:val="28"/>
          <w:szCs w:val="28"/>
        </w:rPr>
        <w:t xml:space="preserve"> сельского поселения</w:t>
      </w:r>
    </w:p>
    <w:p w:rsidR="00606BE7" w:rsidRPr="00F143A5" w:rsidRDefault="00606BE7" w:rsidP="004005FB">
      <w:pPr>
        <w:rPr>
          <w:rFonts w:ascii="Times New Roman" w:hAnsi="Times New Roman"/>
        </w:rPr>
      </w:pP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proofErr w:type="gramStart"/>
      <w:r w:rsidRPr="00F143A5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hyperlink r:id="rId12" w:tooltip="Об общих принципах организации местного самоуправления в Российской Федерации" w:history="1">
        <w:r w:rsidRPr="00F143A5">
          <w:rPr>
            <w:rStyle w:val="a5"/>
            <w:rFonts w:ascii="Times New Roman" w:eastAsia="SimSun" w:hAnsi="Times New Roman"/>
            <w:color w:val="auto"/>
            <w:sz w:val="28"/>
            <w:szCs w:val="28"/>
          </w:rPr>
          <w:t>от 06.10.2003 №131-ФЗ</w:t>
        </w:r>
      </w:hyperlink>
      <w:r w:rsidRPr="00F143A5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</w:t>
      </w:r>
      <w:hyperlink r:id="rId13" w:tgtFrame="Logical" w:history="1">
        <w:r w:rsidRPr="00F143A5">
          <w:rPr>
            <w:rStyle w:val="a5"/>
            <w:rFonts w:ascii="Times New Roman" w:eastAsia="SimSun" w:hAnsi="Times New Roman"/>
            <w:color w:val="auto"/>
            <w:sz w:val="28"/>
            <w:szCs w:val="28"/>
          </w:rPr>
          <w:t>от 21.12.1994. №69-ФЗ</w:t>
        </w:r>
      </w:hyperlink>
      <w:r w:rsidRPr="00F143A5">
        <w:rPr>
          <w:rFonts w:ascii="Times New Roman" w:hAnsi="Times New Roman"/>
          <w:sz w:val="28"/>
          <w:szCs w:val="28"/>
        </w:rPr>
        <w:t xml:space="preserve"> «О пожарной безопасности», приказом МВД РФ </w:t>
      </w:r>
      <w:hyperlink r:id="rId14" w:tgtFrame="Logical" w:history="1">
        <w:r w:rsidRPr="00F143A5">
          <w:rPr>
            <w:rStyle w:val="a5"/>
            <w:rFonts w:ascii="Times New Roman" w:eastAsia="SimSun" w:hAnsi="Times New Roman"/>
            <w:color w:val="auto"/>
            <w:sz w:val="28"/>
            <w:szCs w:val="28"/>
          </w:rPr>
          <w:t>от 02.04.2001 №390</w:t>
        </w:r>
      </w:hyperlink>
      <w:r w:rsidRPr="00F143A5">
        <w:rPr>
          <w:rFonts w:ascii="Times New Roman" w:hAnsi="Times New Roman"/>
          <w:sz w:val="28"/>
          <w:szCs w:val="28"/>
        </w:rPr>
        <w:t xml:space="preserve"> «О введении в действие порядка создания подразделений добровольной пожарной дружины и регистрации добровольных пожарных» иным федеральным, ведомственным и областным законодатель</w:t>
      </w:r>
      <w:r w:rsidR="00F143A5">
        <w:rPr>
          <w:rFonts w:ascii="Times New Roman" w:hAnsi="Times New Roman"/>
          <w:sz w:val="28"/>
          <w:szCs w:val="28"/>
        </w:rPr>
        <w:t>ством на территории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 с целью, реализации принятых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в установленном порядке норм и правил по предотвращению пожаров, спасению людей и имущества от пожаров, и правил по предотвращению пожаров, спасению людей и имущества от пожаров, являющихся частью комплекса мероприятий по организации пожаротушения, создается добровольная пожарная охрана.</w:t>
      </w:r>
    </w:p>
    <w:p w:rsidR="00606BE7" w:rsidRPr="00F143A5" w:rsidRDefault="00606BE7" w:rsidP="004005FB">
      <w:pPr>
        <w:rPr>
          <w:rFonts w:ascii="Times New Roman" w:hAnsi="Times New Roman"/>
          <w:bCs/>
          <w:sz w:val="28"/>
          <w:szCs w:val="28"/>
        </w:rPr>
      </w:pPr>
      <w:r w:rsidRPr="00F143A5"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1.1. </w:t>
      </w:r>
      <w:r w:rsidR="00934926" w:rsidRPr="00F143A5">
        <w:rPr>
          <w:rFonts w:ascii="Times New Roman" w:hAnsi="Times New Roman"/>
          <w:sz w:val="28"/>
          <w:szCs w:val="28"/>
        </w:rPr>
        <w:t>Д</w:t>
      </w:r>
      <w:r w:rsidRPr="00F143A5">
        <w:rPr>
          <w:rFonts w:ascii="Times New Roman" w:hAnsi="Times New Roman"/>
          <w:sz w:val="28"/>
          <w:szCs w:val="28"/>
        </w:rPr>
        <w:t>обровольная пожарная дружина - территориальное или объектовое подразделение добровольной пожарной охраны, принимающее участие в профилактике пожаров и (или) участие в тушении пожаров и проведении аварийно-спасательных работ, оснащенное первичными средствами пожаротушения, пожарными мотопомпами и не имеющее на вооружении пожарных автомобилей и приспособленных для тушения пожаров технических средств</w:t>
      </w:r>
      <w:r w:rsidR="007A036D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1.2. </w:t>
      </w:r>
      <w:r w:rsidR="007A036D" w:rsidRPr="00F143A5">
        <w:rPr>
          <w:rFonts w:ascii="Times New Roman" w:hAnsi="Times New Roman"/>
          <w:sz w:val="28"/>
          <w:szCs w:val="28"/>
        </w:rPr>
        <w:t>Д</w:t>
      </w:r>
      <w:r w:rsidRPr="00F143A5">
        <w:rPr>
          <w:rFonts w:ascii="Times New Roman" w:hAnsi="Times New Roman"/>
          <w:sz w:val="28"/>
          <w:szCs w:val="28"/>
        </w:rPr>
        <w:t>обровольный пожарный -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аварийно-спасательных работ</w:t>
      </w:r>
      <w:r w:rsidR="007A036D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1.3. </w:t>
      </w:r>
      <w:r w:rsidR="007A036D" w:rsidRPr="00F143A5">
        <w:rPr>
          <w:rFonts w:ascii="Times New Roman" w:hAnsi="Times New Roman"/>
          <w:sz w:val="28"/>
          <w:szCs w:val="28"/>
        </w:rPr>
        <w:t>Д</w:t>
      </w:r>
      <w:r w:rsidRPr="00F143A5">
        <w:rPr>
          <w:rFonts w:ascii="Times New Roman" w:hAnsi="Times New Roman"/>
          <w:sz w:val="28"/>
          <w:szCs w:val="28"/>
        </w:rPr>
        <w:t>обровольная пожарная дру</w:t>
      </w:r>
      <w:r w:rsidR="00F143A5">
        <w:rPr>
          <w:rFonts w:ascii="Times New Roman" w:hAnsi="Times New Roman"/>
          <w:sz w:val="28"/>
          <w:szCs w:val="28"/>
        </w:rPr>
        <w:t>жина на территории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 осуществляет свою деятельность через добровольных пожарных, которые непосредственно участвуют на добровольной основе (без заключения трудового договора) в деятельности подразделений пожарной охраны по предупреждению и (или) тушению пожаров</w:t>
      </w:r>
      <w:r w:rsidR="001810CC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1.4. </w:t>
      </w:r>
      <w:r w:rsidR="001810CC" w:rsidRPr="00F143A5">
        <w:rPr>
          <w:rFonts w:ascii="Times New Roman" w:hAnsi="Times New Roman"/>
          <w:sz w:val="28"/>
          <w:szCs w:val="28"/>
        </w:rPr>
        <w:t>У</w:t>
      </w:r>
      <w:r w:rsidRPr="00F143A5">
        <w:rPr>
          <w:rFonts w:ascii="Times New Roman" w:hAnsi="Times New Roman"/>
          <w:sz w:val="28"/>
          <w:szCs w:val="28"/>
        </w:rPr>
        <w:t>частие в добровольной пожарной др</w:t>
      </w:r>
      <w:r w:rsidR="00F143A5">
        <w:rPr>
          <w:rFonts w:ascii="Times New Roman" w:hAnsi="Times New Roman"/>
          <w:sz w:val="28"/>
          <w:szCs w:val="28"/>
        </w:rPr>
        <w:t>ужине на территории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 является формой социально значимых работ</w:t>
      </w:r>
      <w:r w:rsidR="00A23F05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1.5. </w:t>
      </w:r>
      <w:r w:rsidR="001810CC" w:rsidRPr="00F143A5">
        <w:rPr>
          <w:rFonts w:ascii="Times New Roman" w:hAnsi="Times New Roman"/>
          <w:sz w:val="28"/>
          <w:szCs w:val="28"/>
        </w:rPr>
        <w:t>Р</w:t>
      </w:r>
      <w:r w:rsidRPr="00F143A5">
        <w:rPr>
          <w:rFonts w:ascii="Times New Roman" w:hAnsi="Times New Roman"/>
          <w:sz w:val="28"/>
          <w:szCs w:val="28"/>
        </w:rPr>
        <w:t xml:space="preserve">еализация принятых в установленном порядке норм и правил по предотвращению пожаров, спасению людей и имущества от </w:t>
      </w:r>
      <w:proofErr w:type="gramStart"/>
      <w:r w:rsidRPr="00F143A5">
        <w:rPr>
          <w:rFonts w:ascii="Times New Roman" w:hAnsi="Times New Roman"/>
          <w:sz w:val="28"/>
          <w:szCs w:val="28"/>
        </w:rPr>
        <w:t xml:space="preserve">пожаров, являющихся частью комплекса мероприятий по организации пожаротушения </w:t>
      </w:r>
      <w:r w:rsidRPr="00F143A5">
        <w:rPr>
          <w:rFonts w:ascii="Times New Roman" w:hAnsi="Times New Roman"/>
          <w:sz w:val="28"/>
          <w:szCs w:val="28"/>
        </w:rPr>
        <w:lastRenderedPageBreak/>
        <w:t>осуществляется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добровольными пожарными из числа жителей соответствующих населенных пунктов, в возрасте не моложе восемнадцати лет</w:t>
      </w:r>
      <w:r w:rsidR="00A23F05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1.6. </w:t>
      </w:r>
      <w:r w:rsidR="00A23F05" w:rsidRPr="00F143A5">
        <w:rPr>
          <w:rFonts w:ascii="Times New Roman" w:hAnsi="Times New Roman"/>
          <w:sz w:val="28"/>
          <w:szCs w:val="28"/>
        </w:rPr>
        <w:t>О</w:t>
      </w:r>
      <w:r w:rsidRPr="00F143A5">
        <w:rPr>
          <w:rFonts w:ascii="Times New Roman" w:hAnsi="Times New Roman"/>
          <w:sz w:val="28"/>
          <w:szCs w:val="28"/>
        </w:rPr>
        <w:t>рганизация создания добровольной пожарной дружины, руководство ее деятельностью в</w:t>
      </w:r>
      <w:r w:rsidR="00F143A5">
        <w:rPr>
          <w:rFonts w:ascii="Times New Roman" w:hAnsi="Times New Roman"/>
          <w:sz w:val="28"/>
          <w:szCs w:val="28"/>
        </w:rPr>
        <w:t>озлагается на главу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руководителей организаций независимо от организационно-правовой формы и вида собственности (далее организации), на которых созданы дружины или отряды и органы государственной противопожарной службы.</w:t>
      </w:r>
    </w:p>
    <w:p w:rsidR="00606BE7" w:rsidRPr="00F143A5" w:rsidRDefault="00F143A5" w:rsidP="004005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Вознесенского</w:t>
      </w:r>
      <w:r w:rsidR="00606BE7" w:rsidRPr="00F143A5">
        <w:rPr>
          <w:rFonts w:ascii="Times New Roman" w:hAnsi="Times New Roman"/>
          <w:sz w:val="28"/>
          <w:szCs w:val="28"/>
        </w:rPr>
        <w:t xml:space="preserve"> сельского поселения в течение 10 дней информирует подразделение государственной противопожарной службы, в районе выезда которого находится </w:t>
      </w:r>
      <w:r>
        <w:rPr>
          <w:rFonts w:ascii="Times New Roman" w:hAnsi="Times New Roman"/>
          <w:sz w:val="28"/>
          <w:szCs w:val="28"/>
        </w:rPr>
        <w:t>Вознесенское</w:t>
      </w:r>
      <w:r w:rsidR="00606BE7" w:rsidRPr="00F143A5">
        <w:rPr>
          <w:rFonts w:ascii="Times New Roman" w:hAnsi="Times New Roman"/>
          <w:sz w:val="28"/>
          <w:szCs w:val="28"/>
        </w:rPr>
        <w:t xml:space="preserve"> сельское поселение о создании, реорганизации и ликвидации подразделения добровольной пожарной охраны</w:t>
      </w:r>
      <w:r w:rsidR="00392160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1.7.</w:t>
      </w:r>
      <w:r w:rsidR="00392160" w:rsidRPr="00F143A5">
        <w:rPr>
          <w:rFonts w:ascii="Times New Roman" w:hAnsi="Times New Roman"/>
          <w:sz w:val="28"/>
          <w:szCs w:val="28"/>
        </w:rPr>
        <w:t xml:space="preserve"> У</w:t>
      </w:r>
      <w:r w:rsidRPr="00F143A5">
        <w:rPr>
          <w:rFonts w:ascii="Times New Roman" w:hAnsi="Times New Roman"/>
          <w:sz w:val="28"/>
          <w:szCs w:val="28"/>
        </w:rPr>
        <w:t xml:space="preserve">частие в тушении пожаров и проведении аварийно-спасательных работ </w:t>
      </w:r>
      <w:proofErr w:type="gramStart"/>
      <w:r w:rsidRPr="00F143A5">
        <w:rPr>
          <w:rFonts w:ascii="Times New Roman" w:hAnsi="Times New Roman"/>
          <w:sz w:val="28"/>
          <w:szCs w:val="28"/>
        </w:rPr>
        <w:t>-д</w:t>
      </w:r>
      <w:proofErr w:type="gramEnd"/>
      <w:r w:rsidRPr="00F143A5">
        <w:rPr>
          <w:rFonts w:ascii="Times New Roman" w:hAnsi="Times New Roman"/>
          <w:sz w:val="28"/>
          <w:szCs w:val="28"/>
        </w:rPr>
        <w:t>еятельность добровольных пожарных по предотвращению возможности дальнейшего распространения огня и созданию условий для его ликвидации имеющимися силами и средствами</w:t>
      </w:r>
      <w:r w:rsidR="00392160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1.8.</w:t>
      </w:r>
      <w:r w:rsidR="00392160" w:rsidRPr="00F143A5">
        <w:rPr>
          <w:rFonts w:ascii="Times New Roman" w:hAnsi="Times New Roman"/>
          <w:sz w:val="28"/>
          <w:szCs w:val="28"/>
        </w:rPr>
        <w:t xml:space="preserve"> У</w:t>
      </w:r>
      <w:r w:rsidRPr="00F143A5">
        <w:rPr>
          <w:rFonts w:ascii="Times New Roman" w:hAnsi="Times New Roman"/>
          <w:sz w:val="28"/>
          <w:szCs w:val="28"/>
        </w:rPr>
        <w:t>частие в профилактике пожаров - деятельность добровольных пожарных по реализации превентивных мер, направленных на исключение возможности возникновения пожаров и ограничение их последствий</w:t>
      </w:r>
      <w:r w:rsidR="00392160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1.9.</w:t>
      </w:r>
      <w:r w:rsidR="00392160" w:rsidRPr="00F143A5">
        <w:rPr>
          <w:rFonts w:ascii="Times New Roman" w:hAnsi="Times New Roman"/>
          <w:sz w:val="28"/>
          <w:szCs w:val="28"/>
        </w:rPr>
        <w:t xml:space="preserve"> Р</w:t>
      </w:r>
      <w:r w:rsidRPr="00F143A5">
        <w:rPr>
          <w:rFonts w:ascii="Times New Roman" w:hAnsi="Times New Roman"/>
          <w:sz w:val="28"/>
          <w:szCs w:val="28"/>
        </w:rPr>
        <w:t>аботник добровольной пожарной дружин</w:t>
      </w:r>
      <w:proofErr w:type="gramStart"/>
      <w:r w:rsidRPr="00F143A5">
        <w:rPr>
          <w:rFonts w:ascii="Times New Roman" w:hAnsi="Times New Roman"/>
          <w:sz w:val="28"/>
          <w:szCs w:val="28"/>
        </w:rPr>
        <w:t>ы-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физическое лицо, вступившее в трудовые отношения с юридическим лицом</w:t>
      </w:r>
      <w:r w:rsidR="00D01BEA" w:rsidRPr="00F143A5">
        <w:rPr>
          <w:rFonts w:ascii="Times New Roman" w:hAnsi="Times New Roman"/>
          <w:sz w:val="28"/>
          <w:szCs w:val="28"/>
        </w:rPr>
        <w:t xml:space="preserve"> </w:t>
      </w:r>
      <w:r w:rsidRPr="00F143A5">
        <w:rPr>
          <w:rFonts w:ascii="Times New Roman" w:hAnsi="Times New Roman"/>
          <w:sz w:val="28"/>
          <w:szCs w:val="28"/>
        </w:rPr>
        <w:t>- общественным объединением пожарной охраны</w:t>
      </w:r>
      <w:r w:rsidR="00D01BEA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1.10. </w:t>
      </w:r>
      <w:proofErr w:type="gramStart"/>
      <w:r w:rsidR="00D01BEA" w:rsidRPr="00F143A5">
        <w:rPr>
          <w:rFonts w:ascii="Times New Roman" w:hAnsi="Times New Roman"/>
          <w:sz w:val="28"/>
          <w:szCs w:val="28"/>
        </w:rPr>
        <w:t>С</w:t>
      </w:r>
      <w:r w:rsidRPr="00F143A5">
        <w:rPr>
          <w:rFonts w:ascii="Times New Roman" w:hAnsi="Times New Roman"/>
          <w:sz w:val="28"/>
          <w:szCs w:val="28"/>
        </w:rPr>
        <w:t>татус добровольного пожарного - совокупность прав и свобод, гарантированных государством, и обязанностей и ответственности добровольных пожарных, установленных настоящим Федеральным законом 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актами, уставом добровольной пожарной команды или добровольной пожарной дружины либо положением о добровольной пожарной команде или добровольной пожарной дружине.</w:t>
      </w:r>
      <w:proofErr w:type="gramEnd"/>
    </w:p>
    <w:p w:rsidR="00606BE7" w:rsidRPr="00F143A5" w:rsidRDefault="00606BE7" w:rsidP="004005FB">
      <w:pPr>
        <w:rPr>
          <w:rFonts w:ascii="Times New Roman" w:hAnsi="Times New Roman"/>
          <w:bCs/>
          <w:sz w:val="28"/>
          <w:szCs w:val="28"/>
        </w:rPr>
      </w:pPr>
      <w:r w:rsidRPr="00F143A5">
        <w:rPr>
          <w:rFonts w:ascii="Times New Roman" w:hAnsi="Times New Roman"/>
          <w:bCs/>
          <w:sz w:val="28"/>
          <w:szCs w:val="28"/>
        </w:rPr>
        <w:t>2. Задачи и функции добровольной пожарной др</w:t>
      </w:r>
      <w:r w:rsidR="00F143A5">
        <w:rPr>
          <w:rFonts w:ascii="Times New Roman" w:hAnsi="Times New Roman"/>
          <w:bCs/>
          <w:sz w:val="28"/>
          <w:szCs w:val="28"/>
        </w:rPr>
        <w:t>ужины на территории  Вознесенского</w:t>
      </w:r>
      <w:r w:rsidRPr="00F143A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2.1. </w:t>
      </w:r>
      <w:r w:rsidR="00955225" w:rsidRPr="00F143A5">
        <w:rPr>
          <w:rFonts w:ascii="Times New Roman" w:hAnsi="Times New Roman"/>
          <w:sz w:val="28"/>
          <w:szCs w:val="28"/>
        </w:rPr>
        <w:t>Н</w:t>
      </w:r>
      <w:r w:rsidRPr="00F143A5">
        <w:rPr>
          <w:rFonts w:ascii="Times New Roman" w:hAnsi="Times New Roman"/>
          <w:sz w:val="28"/>
          <w:szCs w:val="28"/>
        </w:rPr>
        <w:t>а добровольных пожарных возлагаются следующие основные задачи: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-участие в предупреждении пожаров;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-участие в тушении пожаров</w:t>
      </w:r>
      <w:r w:rsidR="00955225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</w:t>
      </w:r>
      <w:r w:rsidR="00DC64AA" w:rsidRPr="00F143A5">
        <w:rPr>
          <w:rFonts w:ascii="Times New Roman" w:hAnsi="Times New Roman"/>
          <w:sz w:val="28"/>
          <w:szCs w:val="28"/>
        </w:rPr>
        <w:t xml:space="preserve"> </w:t>
      </w:r>
      <w:r w:rsidR="00955225" w:rsidRPr="00F143A5">
        <w:rPr>
          <w:rFonts w:ascii="Times New Roman" w:hAnsi="Times New Roman"/>
          <w:sz w:val="28"/>
          <w:szCs w:val="28"/>
        </w:rPr>
        <w:t>Д</w:t>
      </w:r>
      <w:r w:rsidRPr="00F143A5">
        <w:rPr>
          <w:rFonts w:ascii="Times New Roman" w:hAnsi="Times New Roman"/>
          <w:sz w:val="28"/>
          <w:szCs w:val="28"/>
        </w:rPr>
        <w:t>обровольными пожарными могут быть физические лица, достигшие возраста восемнадцати лет и способные по состоянию здоровья исполнять обязанности, связанные с участием в профилактике пожаров и (или) участием в тушении пожаров и проведе</w:t>
      </w:r>
      <w:r w:rsidR="00906739" w:rsidRPr="00F143A5">
        <w:rPr>
          <w:rFonts w:ascii="Times New Roman" w:hAnsi="Times New Roman"/>
          <w:sz w:val="28"/>
          <w:szCs w:val="28"/>
        </w:rPr>
        <w:t>нии аварийно-спасательных работ.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2.2.1.</w:t>
      </w:r>
      <w:r w:rsidR="00906739" w:rsidRPr="00F143A5">
        <w:rPr>
          <w:rFonts w:ascii="Times New Roman" w:hAnsi="Times New Roman"/>
          <w:sz w:val="28"/>
          <w:szCs w:val="28"/>
        </w:rPr>
        <w:t xml:space="preserve"> О</w:t>
      </w:r>
      <w:r w:rsidRPr="00F143A5">
        <w:rPr>
          <w:rFonts w:ascii="Times New Roman" w:hAnsi="Times New Roman"/>
          <w:sz w:val="28"/>
          <w:szCs w:val="28"/>
        </w:rPr>
        <w:t xml:space="preserve">бщественный </w:t>
      </w:r>
      <w:proofErr w:type="gramStart"/>
      <w:r w:rsidRPr="00F143A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соблюдением в</w:t>
      </w:r>
      <w:r w:rsidR="001B7ED5">
        <w:rPr>
          <w:rFonts w:ascii="Times New Roman" w:hAnsi="Times New Roman"/>
          <w:sz w:val="28"/>
          <w:szCs w:val="28"/>
        </w:rPr>
        <w:t xml:space="preserve"> населенных пунктах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в организациях т</w:t>
      </w:r>
      <w:r w:rsidR="00906739" w:rsidRPr="00F143A5">
        <w:rPr>
          <w:rFonts w:ascii="Times New Roman" w:hAnsi="Times New Roman"/>
          <w:sz w:val="28"/>
          <w:szCs w:val="28"/>
        </w:rPr>
        <w:t>ребования пожарной безопасности.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2.2.2.</w:t>
      </w:r>
      <w:r w:rsidR="00906739" w:rsidRPr="00F143A5">
        <w:rPr>
          <w:rFonts w:ascii="Times New Roman" w:hAnsi="Times New Roman"/>
          <w:sz w:val="28"/>
          <w:szCs w:val="28"/>
        </w:rPr>
        <w:t xml:space="preserve"> У</w:t>
      </w:r>
      <w:r w:rsidRPr="00F143A5">
        <w:rPr>
          <w:rFonts w:ascii="Times New Roman" w:hAnsi="Times New Roman"/>
          <w:sz w:val="28"/>
          <w:szCs w:val="28"/>
        </w:rPr>
        <w:t>частие в обучении детей дошкольного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</w:t>
      </w:r>
      <w:r w:rsidR="006427A4" w:rsidRPr="00F143A5">
        <w:rPr>
          <w:rFonts w:ascii="Times New Roman" w:hAnsi="Times New Roman"/>
          <w:sz w:val="28"/>
          <w:szCs w:val="28"/>
        </w:rPr>
        <w:t>ствиям при возникновении пожара.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lastRenderedPageBreak/>
        <w:t xml:space="preserve">2.2.3. </w:t>
      </w:r>
      <w:r w:rsidR="00E20EB7" w:rsidRPr="00F143A5">
        <w:rPr>
          <w:rFonts w:ascii="Times New Roman" w:hAnsi="Times New Roman"/>
          <w:sz w:val="28"/>
          <w:szCs w:val="28"/>
        </w:rPr>
        <w:t>П</w:t>
      </w:r>
      <w:r w:rsidRPr="00F143A5">
        <w:rPr>
          <w:rFonts w:ascii="Times New Roman" w:hAnsi="Times New Roman"/>
          <w:sz w:val="28"/>
          <w:szCs w:val="28"/>
        </w:rPr>
        <w:t>роведение противопожарной пропаганды</w:t>
      </w:r>
      <w:r w:rsidR="00E20EB7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2.2.4.</w:t>
      </w:r>
      <w:r w:rsidR="00E20EB7" w:rsidRPr="00F143A5">
        <w:rPr>
          <w:rFonts w:ascii="Times New Roman" w:hAnsi="Times New Roman"/>
          <w:sz w:val="28"/>
          <w:szCs w:val="28"/>
        </w:rPr>
        <w:t xml:space="preserve"> У</w:t>
      </w:r>
      <w:r w:rsidRPr="00F143A5">
        <w:rPr>
          <w:rFonts w:ascii="Times New Roman" w:hAnsi="Times New Roman"/>
          <w:sz w:val="28"/>
          <w:szCs w:val="28"/>
        </w:rPr>
        <w:t>частие в службе пожарной охраны</w:t>
      </w:r>
      <w:r w:rsidR="00E20EB7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2.2.5.</w:t>
      </w:r>
      <w:r w:rsidR="00E20EB7" w:rsidRPr="00F143A5">
        <w:rPr>
          <w:rFonts w:ascii="Times New Roman" w:hAnsi="Times New Roman"/>
          <w:sz w:val="28"/>
          <w:szCs w:val="28"/>
        </w:rPr>
        <w:t xml:space="preserve"> У</w:t>
      </w:r>
      <w:r w:rsidRPr="00F143A5">
        <w:rPr>
          <w:rFonts w:ascii="Times New Roman" w:hAnsi="Times New Roman"/>
          <w:sz w:val="28"/>
          <w:szCs w:val="28"/>
        </w:rPr>
        <w:t>частие в тушении пожаров</w:t>
      </w:r>
      <w:r w:rsidR="00E20EB7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2.2.6.</w:t>
      </w:r>
      <w:r w:rsidR="00E20EB7" w:rsidRPr="00F143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0EB7" w:rsidRPr="00F143A5">
        <w:rPr>
          <w:rFonts w:ascii="Times New Roman" w:hAnsi="Times New Roman"/>
          <w:sz w:val="28"/>
          <w:szCs w:val="28"/>
        </w:rPr>
        <w:t>К</w:t>
      </w:r>
      <w:r w:rsidRPr="00F143A5">
        <w:rPr>
          <w:rFonts w:ascii="Times New Roman" w:hAnsi="Times New Roman"/>
          <w:sz w:val="28"/>
          <w:szCs w:val="28"/>
        </w:rPr>
        <w:t>онтроль за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исправным состоянием и содержанием в надлежащем виде </w:t>
      </w:r>
      <w:proofErr w:type="spellStart"/>
      <w:r w:rsidRPr="00F143A5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F143A5">
        <w:rPr>
          <w:rFonts w:ascii="Times New Roman" w:hAnsi="Times New Roman"/>
          <w:sz w:val="28"/>
          <w:szCs w:val="28"/>
        </w:rPr>
        <w:t xml:space="preserve"> противопожарного водоснабжения, за исправным состоянием первичных средств пожаротушения и готовностью их к применению</w:t>
      </w:r>
      <w:r w:rsidR="009762B0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2.2.7.</w:t>
      </w:r>
      <w:r w:rsidR="009762B0" w:rsidRPr="00F143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762B0" w:rsidRPr="00F143A5">
        <w:rPr>
          <w:rFonts w:ascii="Times New Roman" w:hAnsi="Times New Roman"/>
          <w:sz w:val="28"/>
          <w:szCs w:val="28"/>
        </w:rPr>
        <w:t>К</w:t>
      </w:r>
      <w:r w:rsidRPr="00F143A5">
        <w:rPr>
          <w:rFonts w:ascii="Times New Roman" w:hAnsi="Times New Roman"/>
          <w:sz w:val="28"/>
          <w:szCs w:val="28"/>
        </w:rPr>
        <w:t>онтроль за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исправным состоянием и боеготовностью имеющейся пожарной и приспособленной к пожаротушению техники</w:t>
      </w:r>
      <w:r w:rsidR="009762B0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2.2.8.</w:t>
      </w:r>
      <w:r w:rsidR="009762B0" w:rsidRPr="00F143A5">
        <w:rPr>
          <w:rFonts w:ascii="Times New Roman" w:hAnsi="Times New Roman"/>
          <w:sz w:val="28"/>
          <w:szCs w:val="28"/>
        </w:rPr>
        <w:t xml:space="preserve"> В</w:t>
      </w:r>
      <w:r w:rsidRPr="00F143A5">
        <w:rPr>
          <w:rFonts w:ascii="Times New Roman" w:hAnsi="Times New Roman"/>
          <w:sz w:val="28"/>
          <w:szCs w:val="28"/>
        </w:rPr>
        <w:t xml:space="preserve">ызов пожарных частей в случае возникновения пожара и </w:t>
      </w:r>
      <w:proofErr w:type="gramStart"/>
      <w:r w:rsidRPr="00F143A5">
        <w:rPr>
          <w:rFonts w:ascii="Times New Roman" w:hAnsi="Times New Roman"/>
          <w:sz w:val="28"/>
          <w:szCs w:val="28"/>
        </w:rPr>
        <w:t>принятия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немедленных мер к тушению возникшего пожара с использованием имеющихся сил и средств, с привлечением местного населения, техники</w:t>
      </w:r>
      <w:r w:rsidR="000C7342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2.2.9.</w:t>
      </w:r>
      <w:r w:rsidR="000C7342" w:rsidRPr="00F143A5">
        <w:rPr>
          <w:rFonts w:ascii="Times New Roman" w:hAnsi="Times New Roman"/>
          <w:sz w:val="28"/>
          <w:szCs w:val="28"/>
        </w:rPr>
        <w:t xml:space="preserve"> Н</w:t>
      </w:r>
      <w:r w:rsidRPr="00F143A5">
        <w:rPr>
          <w:rFonts w:ascii="Times New Roman" w:hAnsi="Times New Roman"/>
          <w:sz w:val="28"/>
          <w:szCs w:val="28"/>
        </w:rPr>
        <w:t>есение дежурства в периоды сезонных обострений обстановки с пожарами путем патрулирования с использованием имеющихся сил и средств.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bCs/>
          <w:sz w:val="28"/>
          <w:szCs w:val="28"/>
        </w:rPr>
        <w:t>3. Создание добровольной пожарной дружины на территор</w:t>
      </w:r>
      <w:r w:rsidR="001B7ED5">
        <w:rPr>
          <w:rFonts w:ascii="Times New Roman" w:hAnsi="Times New Roman"/>
          <w:bCs/>
          <w:sz w:val="28"/>
          <w:szCs w:val="28"/>
        </w:rPr>
        <w:t>ии Вознесенского</w:t>
      </w:r>
      <w:r w:rsidRPr="00F143A5">
        <w:rPr>
          <w:rFonts w:ascii="Times New Roman" w:hAnsi="Times New Roman"/>
          <w:bCs/>
          <w:sz w:val="28"/>
          <w:szCs w:val="28"/>
        </w:rPr>
        <w:t xml:space="preserve"> сельского поселения и организация ее работы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3.1. </w:t>
      </w:r>
      <w:r w:rsidR="0049222C" w:rsidRPr="00F143A5">
        <w:rPr>
          <w:rFonts w:ascii="Times New Roman" w:hAnsi="Times New Roman"/>
          <w:sz w:val="28"/>
          <w:szCs w:val="28"/>
        </w:rPr>
        <w:t>К</w:t>
      </w:r>
      <w:r w:rsidRPr="00F143A5">
        <w:rPr>
          <w:rFonts w:ascii="Times New Roman" w:hAnsi="Times New Roman"/>
          <w:sz w:val="28"/>
          <w:szCs w:val="28"/>
        </w:rPr>
        <w:t xml:space="preserve">оличественный состав подразделений добровольной пожарной дружины </w:t>
      </w:r>
      <w:r w:rsidR="001B7ED5">
        <w:rPr>
          <w:rFonts w:ascii="Times New Roman" w:hAnsi="Times New Roman"/>
          <w:sz w:val="28"/>
          <w:szCs w:val="28"/>
        </w:rPr>
        <w:t>определяется главой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руководителями организаций по согласованию с Государственной противопожарной службой</w:t>
      </w:r>
      <w:r w:rsidR="00B95C54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3.2. </w:t>
      </w:r>
      <w:r w:rsidR="00B95C54" w:rsidRPr="00F143A5">
        <w:rPr>
          <w:rFonts w:ascii="Times New Roman" w:hAnsi="Times New Roman"/>
          <w:sz w:val="28"/>
          <w:szCs w:val="28"/>
        </w:rPr>
        <w:t>П</w:t>
      </w:r>
      <w:r w:rsidRPr="00F143A5">
        <w:rPr>
          <w:rFonts w:ascii="Times New Roman" w:hAnsi="Times New Roman"/>
          <w:sz w:val="28"/>
          <w:szCs w:val="28"/>
        </w:rPr>
        <w:t>орядок и условия несения службы членами добровольной пожарной дружины в пожарных частях отрядов ГПС по со</w:t>
      </w:r>
      <w:r w:rsidR="001B7ED5">
        <w:rPr>
          <w:rFonts w:ascii="Times New Roman" w:hAnsi="Times New Roman"/>
          <w:sz w:val="28"/>
          <w:szCs w:val="28"/>
        </w:rPr>
        <w:t>гласованию с главой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95C54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3.3. </w:t>
      </w:r>
      <w:r w:rsidR="00B95C54" w:rsidRPr="00F143A5">
        <w:rPr>
          <w:rFonts w:ascii="Times New Roman" w:hAnsi="Times New Roman"/>
          <w:sz w:val="28"/>
          <w:szCs w:val="28"/>
        </w:rPr>
        <w:t>П</w:t>
      </w:r>
      <w:r w:rsidRPr="00F143A5">
        <w:rPr>
          <w:rFonts w:ascii="Times New Roman" w:hAnsi="Times New Roman"/>
          <w:sz w:val="28"/>
          <w:szCs w:val="28"/>
        </w:rPr>
        <w:t>орядок и условия организации дежурства членов добровольных пожарных дружин и команд в организациях определяется руководителем по согласованию с начальником отряда ГПС</w:t>
      </w:r>
      <w:r w:rsidR="00B95C54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3.4. </w:t>
      </w:r>
      <w:r w:rsidR="00B95C54" w:rsidRPr="00F143A5">
        <w:rPr>
          <w:rFonts w:ascii="Times New Roman" w:hAnsi="Times New Roman"/>
          <w:sz w:val="28"/>
          <w:szCs w:val="28"/>
        </w:rPr>
        <w:t>Д</w:t>
      </w:r>
      <w:r w:rsidRPr="00F143A5">
        <w:rPr>
          <w:rFonts w:ascii="Times New Roman" w:hAnsi="Times New Roman"/>
          <w:sz w:val="28"/>
          <w:szCs w:val="28"/>
        </w:rPr>
        <w:t xml:space="preserve">обровольная пожарная дружина организуется на основании </w:t>
      </w:r>
      <w:r w:rsidR="001B7ED5">
        <w:rPr>
          <w:rFonts w:ascii="Times New Roman" w:hAnsi="Times New Roman"/>
          <w:sz w:val="28"/>
          <w:szCs w:val="28"/>
        </w:rPr>
        <w:t>постановления главы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приказов руководителей организаций</w:t>
      </w:r>
      <w:r w:rsidR="00E25131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3.5. </w:t>
      </w:r>
      <w:r w:rsidR="00075726" w:rsidRPr="00F143A5">
        <w:rPr>
          <w:rFonts w:ascii="Times New Roman" w:hAnsi="Times New Roman"/>
          <w:sz w:val="28"/>
          <w:szCs w:val="28"/>
        </w:rPr>
        <w:t>Р</w:t>
      </w:r>
      <w:r w:rsidR="001B7ED5">
        <w:rPr>
          <w:rFonts w:ascii="Times New Roman" w:hAnsi="Times New Roman"/>
          <w:sz w:val="28"/>
          <w:szCs w:val="28"/>
        </w:rPr>
        <w:t>аспоряжением главы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приказом руководителя организации назначается начальник добровольной пожарной дружины, команды в</w:t>
      </w:r>
      <w:r w:rsidR="001B7ED5">
        <w:rPr>
          <w:rFonts w:ascii="Times New Roman" w:hAnsi="Times New Roman"/>
          <w:sz w:val="28"/>
          <w:szCs w:val="28"/>
        </w:rPr>
        <w:t xml:space="preserve"> населенных пунктах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в организациях соответственно.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Начальник добровольной пожарной дружины, команды в</w:t>
      </w:r>
      <w:r w:rsidR="001B7ED5">
        <w:rPr>
          <w:rFonts w:ascii="Times New Roman" w:hAnsi="Times New Roman"/>
          <w:sz w:val="28"/>
          <w:szCs w:val="28"/>
        </w:rPr>
        <w:t xml:space="preserve"> населенных пунктах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 одновременно является общественным инспектором по пожарной безопасности.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Для выполнения возложенных функций по предупреждению и тушению пожаров членам добровольных пожарных формирований выдается соответствующее удостоверени</w:t>
      </w:r>
      <w:r w:rsidR="001B7ED5">
        <w:rPr>
          <w:rFonts w:ascii="Times New Roman" w:hAnsi="Times New Roman"/>
          <w:sz w:val="28"/>
          <w:szCs w:val="28"/>
        </w:rPr>
        <w:t>е за подписью главы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 и начальника отряда ГПС.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Добровольные пожарные дружины, команды в</w:t>
      </w:r>
      <w:r w:rsidR="001B7ED5">
        <w:rPr>
          <w:rFonts w:ascii="Times New Roman" w:hAnsi="Times New Roman"/>
          <w:sz w:val="28"/>
          <w:szCs w:val="28"/>
        </w:rPr>
        <w:t xml:space="preserve"> населенных пунктах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 и организациях ежегодно проходят обучение и переподготовку в пожарных частях отрядов ГПС. Обучение и переподготовка проводятся начальствующим составом отрядов ГПС по </w:t>
      </w:r>
      <w:r w:rsidRPr="00F143A5">
        <w:rPr>
          <w:rFonts w:ascii="Times New Roman" w:hAnsi="Times New Roman"/>
          <w:sz w:val="28"/>
          <w:szCs w:val="28"/>
        </w:rPr>
        <w:lastRenderedPageBreak/>
        <w:t>программе подготовки пожарных с последующим приемом зачетов и выдачей соответствующей справки</w:t>
      </w:r>
      <w:r w:rsidR="00EF4AAC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Начальник добровольной пожарной дружины (команды) обязан: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- вести реестр членов добровольной пожарной охраны;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- проводить ежемесячные занятия с членами добровольной пожарной охраны;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- осуществлять </w:t>
      </w:r>
      <w:proofErr w:type="gramStart"/>
      <w:r w:rsidRPr="00F143A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наличием и проверять исправность противопожарного оборудования и инвентаря, закрепленного за добровольной пожарной дружиной (командой) и не допускать использование этих средств не по назначению;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- руководить тушением пожаров </w:t>
      </w:r>
      <w:r w:rsidR="001B7ED5">
        <w:rPr>
          <w:rFonts w:ascii="Times New Roman" w:hAnsi="Times New Roman"/>
          <w:sz w:val="28"/>
          <w:szCs w:val="28"/>
        </w:rPr>
        <w:t>в населенном пункте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в организации до прибытия подразделений Государственной противопожарной службы;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- информировать руководителей органов управления добровольной пожарной охраны о нарушениях противопожарного режима в населенном пункте или в организации, а также о происшедших пожарах</w:t>
      </w:r>
      <w:r w:rsidR="003540FD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3.6. </w:t>
      </w:r>
      <w:r w:rsidR="003540FD" w:rsidRPr="00F143A5">
        <w:rPr>
          <w:rFonts w:ascii="Times New Roman" w:hAnsi="Times New Roman"/>
          <w:sz w:val="28"/>
          <w:szCs w:val="28"/>
        </w:rPr>
        <w:t>Р</w:t>
      </w:r>
      <w:r w:rsidRPr="00F143A5">
        <w:rPr>
          <w:rFonts w:ascii="Times New Roman" w:hAnsi="Times New Roman"/>
          <w:sz w:val="28"/>
          <w:szCs w:val="28"/>
        </w:rPr>
        <w:t>егистрация добровольных пожарных подразделений осуществляется органами ГПС по территориальному принципу в специальных журналах</w:t>
      </w:r>
      <w:r w:rsidR="00034091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3.7. </w:t>
      </w:r>
      <w:r w:rsidR="00034091" w:rsidRPr="00F143A5">
        <w:rPr>
          <w:rFonts w:ascii="Times New Roman" w:hAnsi="Times New Roman"/>
          <w:sz w:val="28"/>
          <w:szCs w:val="28"/>
        </w:rPr>
        <w:t>В</w:t>
      </w:r>
      <w:r w:rsidRPr="00F143A5">
        <w:rPr>
          <w:rFonts w:ascii="Times New Roman" w:hAnsi="Times New Roman"/>
          <w:sz w:val="28"/>
          <w:szCs w:val="28"/>
        </w:rPr>
        <w:t xml:space="preserve">ступающие в добровольную пожарную охрану должны подать на имя начальника дружины (команды) письменное заявление. Зачисление личного состава в добровольную пожарную охрану и последующие изменения этого состава объявляются </w:t>
      </w:r>
      <w:r w:rsidR="001B7ED5">
        <w:rPr>
          <w:rFonts w:ascii="Times New Roman" w:hAnsi="Times New Roman"/>
          <w:sz w:val="28"/>
          <w:szCs w:val="28"/>
        </w:rPr>
        <w:t>распоряжением главы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приказом руководителя организации</w:t>
      </w:r>
      <w:r w:rsidR="00034091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3.8. </w:t>
      </w:r>
      <w:r w:rsidR="00034091" w:rsidRPr="00F143A5">
        <w:rPr>
          <w:rFonts w:ascii="Times New Roman" w:hAnsi="Times New Roman"/>
          <w:sz w:val="28"/>
          <w:szCs w:val="28"/>
        </w:rPr>
        <w:t>Т</w:t>
      </w:r>
      <w:r w:rsidRPr="00F143A5">
        <w:rPr>
          <w:rFonts w:ascii="Times New Roman" w:hAnsi="Times New Roman"/>
          <w:sz w:val="28"/>
          <w:szCs w:val="28"/>
        </w:rPr>
        <w:t xml:space="preserve">абель боевого расчета с действиями при пожаре членов добровольной пожарной дружины (команды) вывешивается на видном месте. Для каждой добровольной пожарной дружины должно быть определено </w:t>
      </w:r>
      <w:proofErr w:type="gramStart"/>
      <w:r w:rsidRPr="00F143A5">
        <w:rPr>
          <w:rFonts w:ascii="Times New Roman" w:hAnsi="Times New Roman"/>
          <w:sz w:val="28"/>
          <w:szCs w:val="28"/>
        </w:rPr>
        <w:t>место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и сигнал для сбора боевых расчетов на случай проверки боеготовности или пожара</w:t>
      </w:r>
      <w:r w:rsidR="000E2E69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3.9. </w:t>
      </w:r>
      <w:r w:rsidR="000E2E69" w:rsidRPr="00F143A5">
        <w:rPr>
          <w:rFonts w:ascii="Times New Roman" w:hAnsi="Times New Roman"/>
          <w:sz w:val="28"/>
          <w:szCs w:val="28"/>
        </w:rPr>
        <w:t>Г</w:t>
      </w:r>
      <w:r w:rsidRPr="00F143A5">
        <w:rPr>
          <w:rFonts w:ascii="Times New Roman" w:hAnsi="Times New Roman"/>
          <w:sz w:val="28"/>
          <w:szCs w:val="28"/>
        </w:rPr>
        <w:t>раждане, принятые в добровольные пожарные, регистрируются в Реестре добровольных пожарных подразделений добровольной пожарной охраны. Подразделения добровольных пожарных регистрируются в Реестре добровольных пожарных объектового подразделения добровольной пожарной охраны.</w:t>
      </w:r>
    </w:p>
    <w:p w:rsidR="00606BE7" w:rsidRPr="00F143A5" w:rsidRDefault="00606BE7" w:rsidP="004005FB">
      <w:pPr>
        <w:rPr>
          <w:rFonts w:ascii="Times New Roman" w:hAnsi="Times New Roman"/>
          <w:bCs/>
          <w:sz w:val="28"/>
          <w:szCs w:val="28"/>
        </w:rPr>
      </w:pPr>
      <w:r w:rsidRPr="00F143A5">
        <w:rPr>
          <w:rFonts w:ascii="Times New Roman" w:hAnsi="Times New Roman"/>
          <w:bCs/>
          <w:sz w:val="28"/>
          <w:szCs w:val="28"/>
        </w:rPr>
        <w:t>4. Требования к членам добровольной пожарной дружи</w:t>
      </w:r>
      <w:r w:rsidR="000E2E69" w:rsidRPr="00F143A5">
        <w:rPr>
          <w:rFonts w:ascii="Times New Roman" w:hAnsi="Times New Roman"/>
          <w:bCs/>
          <w:sz w:val="28"/>
          <w:szCs w:val="28"/>
        </w:rPr>
        <w:t>ны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4.1. </w:t>
      </w:r>
      <w:r w:rsidR="00B4412A" w:rsidRPr="00F143A5">
        <w:rPr>
          <w:rFonts w:ascii="Times New Roman" w:hAnsi="Times New Roman"/>
          <w:sz w:val="28"/>
          <w:szCs w:val="28"/>
        </w:rPr>
        <w:t>Ч</w:t>
      </w:r>
      <w:r w:rsidRPr="00F143A5">
        <w:rPr>
          <w:rFonts w:ascii="Times New Roman" w:hAnsi="Times New Roman"/>
          <w:sz w:val="28"/>
          <w:szCs w:val="28"/>
        </w:rPr>
        <w:t>лены добровольной пожарной дружины должны быть пригодны к выполнению возложенных на них задач и иметь необходимые теоретические знания и практические навыки. Члены добровольной пожарной дружины проходят медицинское освидетельствование на отсутствие противопоказаний для работы в добровольной пожарной дружине.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4.2. </w:t>
      </w:r>
      <w:r w:rsidR="00B4412A" w:rsidRPr="00F143A5">
        <w:rPr>
          <w:rFonts w:ascii="Times New Roman" w:hAnsi="Times New Roman"/>
          <w:sz w:val="28"/>
          <w:szCs w:val="28"/>
        </w:rPr>
        <w:t>Ч</w:t>
      </w:r>
      <w:r w:rsidRPr="00F143A5">
        <w:rPr>
          <w:rFonts w:ascii="Times New Roman" w:hAnsi="Times New Roman"/>
          <w:sz w:val="28"/>
          <w:szCs w:val="28"/>
        </w:rPr>
        <w:t xml:space="preserve">лены добровольной пожарной дружины проходят соответствующее специальное первоначальное </w:t>
      </w:r>
      <w:proofErr w:type="gramStart"/>
      <w:r w:rsidRPr="00F143A5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разработанным программам Государственной противопожарной службой. Лица, не прошедшие первоначального обучения, к самостоятельной работе не допускаются.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4.3. </w:t>
      </w:r>
      <w:r w:rsidR="00B4412A" w:rsidRPr="00F143A5">
        <w:rPr>
          <w:rFonts w:ascii="Times New Roman" w:hAnsi="Times New Roman"/>
          <w:sz w:val="28"/>
          <w:szCs w:val="28"/>
        </w:rPr>
        <w:t>С</w:t>
      </w:r>
      <w:r w:rsidRPr="00F143A5">
        <w:rPr>
          <w:rFonts w:ascii="Times New Roman" w:hAnsi="Times New Roman"/>
          <w:sz w:val="28"/>
          <w:szCs w:val="28"/>
        </w:rPr>
        <w:t>пециальное первоначальное обучение и повышение квалификации членов добровольной пожарной дружины осуществляется в Учебных центрах (пунктах) ГПС Кемеровской области.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lastRenderedPageBreak/>
        <w:t xml:space="preserve">4.4. </w:t>
      </w:r>
      <w:r w:rsidR="00C37B28" w:rsidRPr="00F143A5">
        <w:rPr>
          <w:rFonts w:ascii="Times New Roman" w:hAnsi="Times New Roman"/>
          <w:sz w:val="28"/>
          <w:szCs w:val="28"/>
        </w:rPr>
        <w:t>У</w:t>
      </w:r>
      <w:r w:rsidRPr="00F143A5">
        <w:rPr>
          <w:rFonts w:ascii="Times New Roman" w:hAnsi="Times New Roman"/>
          <w:sz w:val="28"/>
          <w:szCs w:val="28"/>
        </w:rPr>
        <w:t xml:space="preserve">чебные занятия с членами добровольной пожарной дружины проводятся в свободное от основной работы время, согласно расписаниям, </w:t>
      </w:r>
      <w:r w:rsidR="001B7ED5">
        <w:rPr>
          <w:rFonts w:ascii="Times New Roman" w:hAnsi="Times New Roman"/>
          <w:sz w:val="28"/>
          <w:szCs w:val="28"/>
        </w:rPr>
        <w:t>утвержденным главой Вознесенского</w:t>
      </w:r>
      <w:r w:rsidRPr="00F143A5">
        <w:rPr>
          <w:rFonts w:ascii="Times New Roman" w:hAnsi="Times New Roman"/>
          <w:sz w:val="28"/>
          <w:szCs w:val="28"/>
        </w:rPr>
        <w:t xml:space="preserve"> сельского поселения, руководителем организации, согласованным с органами ГПС с привлечением должностных лиц ГПС.</w:t>
      </w:r>
    </w:p>
    <w:p w:rsidR="00606BE7" w:rsidRPr="00F143A5" w:rsidRDefault="00606BE7" w:rsidP="004005FB">
      <w:pPr>
        <w:rPr>
          <w:rFonts w:ascii="Times New Roman" w:hAnsi="Times New Roman"/>
          <w:bCs/>
          <w:sz w:val="28"/>
          <w:szCs w:val="28"/>
        </w:rPr>
      </w:pPr>
      <w:r w:rsidRPr="00F143A5">
        <w:rPr>
          <w:rFonts w:ascii="Times New Roman" w:hAnsi="Times New Roman"/>
          <w:bCs/>
          <w:sz w:val="28"/>
          <w:szCs w:val="28"/>
        </w:rPr>
        <w:t>5. Обязанности добровольных пожарных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5.1. </w:t>
      </w:r>
      <w:r w:rsidR="00C37B28" w:rsidRPr="00F143A5">
        <w:rPr>
          <w:rFonts w:ascii="Times New Roman" w:hAnsi="Times New Roman"/>
          <w:sz w:val="28"/>
          <w:szCs w:val="28"/>
        </w:rPr>
        <w:t>О</w:t>
      </w:r>
      <w:r w:rsidRPr="00F143A5">
        <w:rPr>
          <w:rFonts w:ascii="Times New Roman" w:hAnsi="Times New Roman"/>
          <w:sz w:val="28"/>
          <w:szCs w:val="28"/>
        </w:rPr>
        <w:t>бладать необходимыми пожарно-техническими знаниями в объеме, предусмотренном соответствующей программой профессионального</w:t>
      </w:r>
      <w:r w:rsidR="00570BDC" w:rsidRPr="00F143A5">
        <w:rPr>
          <w:rFonts w:ascii="Times New Roman" w:hAnsi="Times New Roman"/>
          <w:sz w:val="28"/>
          <w:szCs w:val="28"/>
        </w:rPr>
        <w:t xml:space="preserve"> обучения добровольных пожарных.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5.2. </w:t>
      </w:r>
      <w:proofErr w:type="gramStart"/>
      <w:r w:rsidR="00570BDC" w:rsidRPr="00F143A5">
        <w:rPr>
          <w:rFonts w:ascii="Times New Roman" w:hAnsi="Times New Roman"/>
          <w:sz w:val="28"/>
          <w:szCs w:val="28"/>
        </w:rPr>
        <w:t>В</w:t>
      </w:r>
      <w:r w:rsidRPr="00F143A5">
        <w:rPr>
          <w:rFonts w:ascii="Times New Roman" w:hAnsi="Times New Roman"/>
          <w:sz w:val="28"/>
          <w:szCs w:val="28"/>
        </w:rPr>
        <w:t>о время несения службы (дежурства) в соответствии с графиком дежурства добровольных пожарных, принимающих участие в профилактике пожаров и (или) участие в тушении пожаров и проведении аварийно-спасательных работ, прибывать к месту вызова при получении сообщения о пожаре или о чрезвычайной ситуации, принимать участие в профилактике пожаров и (или) участие в тушении пожара и проведении аварийно-спасательных работ и оказыват</w:t>
      </w:r>
      <w:r w:rsidR="00570BDC" w:rsidRPr="00F143A5">
        <w:rPr>
          <w:rFonts w:ascii="Times New Roman" w:hAnsi="Times New Roman"/>
          <w:sz w:val="28"/>
          <w:szCs w:val="28"/>
        </w:rPr>
        <w:t>ь первую помощь пострадавшим.</w:t>
      </w:r>
      <w:proofErr w:type="gramEnd"/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5.3.</w:t>
      </w:r>
      <w:r w:rsidR="00570BDC" w:rsidRPr="00F143A5">
        <w:rPr>
          <w:rFonts w:ascii="Times New Roman" w:hAnsi="Times New Roman"/>
          <w:sz w:val="28"/>
          <w:szCs w:val="28"/>
        </w:rPr>
        <w:t xml:space="preserve"> Н</w:t>
      </w:r>
      <w:r w:rsidRPr="00F143A5">
        <w:rPr>
          <w:rFonts w:ascii="Times New Roman" w:hAnsi="Times New Roman"/>
          <w:sz w:val="28"/>
          <w:szCs w:val="28"/>
        </w:rPr>
        <w:t>ести службу (дежурство) в соответствии с графиком дежурства,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</w:t>
      </w:r>
      <w:r w:rsidR="009D7B2C" w:rsidRPr="00F143A5">
        <w:rPr>
          <w:rFonts w:ascii="Times New Roman" w:hAnsi="Times New Roman"/>
          <w:sz w:val="28"/>
          <w:szCs w:val="28"/>
        </w:rPr>
        <w:t>и добровольной пожарной дружины.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5.4. </w:t>
      </w:r>
      <w:r w:rsidR="009D7B2C" w:rsidRPr="00F143A5">
        <w:rPr>
          <w:rFonts w:ascii="Times New Roman" w:hAnsi="Times New Roman"/>
          <w:sz w:val="28"/>
          <w:szCs w:val="28"/>
        </w:rPr>
        <w:t>С</w:t>
      </w:r>
      <w:r w:rsidRPr="00F143A5">
        <w:rPr>
          <w:rFonts w:ascii="Times New Roman" w:hAnsi="Times New Roman"/>
          <w:sz w:val="28"/>
          <w:szCs w:val="28"/>
        </w:rPr>
        <w:t>облюдать установленный порядок несения службы (дежурства) в расположении добровольной пожарной команды или добровольной пожарной дружины, дисциплину и правила охраны труда в пожарной дружине</w:t>
      </w:r>
      <w:r w:rsidR="009D7B2C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5.5. </w:t>
      </w:r>
      <w:r w:rsidR="009D7B2C" w:rsidRPr="00F143A5">
        <w:rPr>
          <w:rFonts w:ascii="Times New Roman" w:hAnsi="Times New Roman"/>
          <w:sz w:val="28"/>
          <w:szCs w:val="28"/>
        </w:rPr>
        <w:t>С</w:t>
      </w:r>
      <w:r w:rsidRPr="00F143A5">
        <w:rPr>
          <w:rFonts w:ascii="Times New Roman" w:hAnsi="Times New Roman"/>
          <w:sz w:val="28"/>
          <w:szCs w:val="28"/>
        </w:rPr>
        <w:t>одержать в исправном состоянии снаряжение пожарных, пожарный инструмент, средства индивидуальной защиты п</w:t>
      </w:r>
      <w:r w:rsidR="009D7B2C" w:rsidRPr="00F143A5">
        <w:rPr>
          <w:rFonts w:ascii="Times New Roman" w:hAnsi="Times New Roman"/>
          <w:sz w:val="28"/>
          <w:szCs w:val="28"/>
        </w:rPr>
        <w:t>ожарных и пожарное оборудование.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5.6. </w:t>
      </w:r>
      <w:r w:rsidR="009D7B2C" w:rsidRPr="00F143A5">
        <w:rPr>
          <w:rFonts w:ascii="Times New Roman" w:hAnsi="Times New Roman"/>
          <w:sz w:val="28"/>
          <w:szCs w:val="28"/>
        </w:rPr>
        <w:t>В</w:t>
      </w:r>
      <w:r w:rsidRPr="00F143A5">
        <w:rPr>
          <w:rFonts w:ascii="Times New Roman" w:hAnsi="Times New Roman"/>
          <w:sz w:val="28"/>
          <w:szCs w:val="28"/>
        </w:rPr>
        <w:t>ыполнять законные распоряжения руководителя добровольной пожарной команды или добровольной пожарной дружины и руководителя тушения пожара.</w:t>
      </w:r>
    </w:p>
    <w:p w:rsidR="00606BE7" w:rsidRPr="00F143A5" w:rsidRDefault="00606BE7" w:rsidP="004005FB">
      <w:pPr>
        <w:rPr>
          <w:rFonts w:ascii="Times New Roman" w:hAnsi="Times New Roman"/>
          <w:bCs/>
          <w:sz w:val="28"/>
          <w:szCs w:val="28"/>
        </w:rPr>
      </w:pPr>
      <w:r w:rsidRPr="00F143A5">
        <w:rPr>
          <w:rFonts w:ascii="Times New Roman" w:hAnsi="Times New Roman"/>
          <w:bCs/>
          <w:sz w:val="28"/>
          <w:szCs w:val="28"/>
        </w:rPr>
        <w:t>6. Добровольные пожарные имеют право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6.1.</w:t>
      </w:r>
      <w:r w:rsidR="00D326C5" w:rsidRPr="00F143A5">
        <w:rPr>
          <w:rFonts w:ascii="Times New Roman" w:hAnsi="Times New Roman"/>
          <w:sz w:val="28"/>
          <w:szCs w:val="28"/>
        </w:rPr>
        <w:t xml:space="preserve"> З</w:t>
      </w:r>
      <w:r w:rsidRPr="00F143A5">
        <w:rPr>
          <w:rFonts w:ascii="Times New Roman" w:hAnsi="Times New Roman"/>
          <w:sz w:val="28"/>
          <w:szCs w:val="28"/>
        </w:rPr>
        <w:t>ащиту жизни и здоровья при исполнении ими обязанностей, связанных с осуществлением ими деятельности в добровольной пожарной команде ил</w:t>
      </w:r>
      <w:r w:rsidR="00D326C5" w:rsidRPr="00F143A5">
        <w:rPr>
          <w:rFonts w:ascii="Times New Roman" w:hAnsi="Times New Roman"/>
          <w:sz w:val="28"/>
          <w:szCs w:val="28"/>
        </w:rPr>
        <w:t>и добровольной пожарной дружине.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6.2.</w:t>
      </w:r>
      <w:r w:rsidR="00D326C5" w:rsidRPr="00F143A5">
        <w:rPr>
          <w:rFonts w:ascii="Times New Roman" w:hAnsi="Times New Roman"/>
          <w:sz w:val="28"/>
          <w:szCs w:val="28"/>
        </w:rPr>
        <w:t xml:space="preserve"> В</w:t>
      </w:r>
      <w:r w:rsidRPr="00F143A5">
        <w:rPr>
          <w:rFonts w:ascii="Times New Roman" w:hAnsi="Times New Roman"/>
          <w:sz w:val="28"/>
          <w:szCs w:val="28"/>
        </w:rPr>
        <w:t>озмещение вреда жизни и здоровью, причиненного при исполнении ими обязанностей, связанных с осуществлением ими деятельности в добровольной пожарной команде или добровольной пожарной дружине, в порядке, установленном законодательством Российской Федерации</w:t>
      </w:r>
      <w:r w:rsidR="00D326C5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>6.3.</w:t>
      </w:r>
      <w:r w:rsidR="00373CA0" w:rsidRPr="00F143A5">
        <w:rPr>
          <w:rFonts w:ascii="Times New Roman" w:hAnsi="Times New Roman"/>
          <w:sz w:val="28"/>
          <w:szCs w:val="28"/>
        </w:rPr>
        <w:t xml:space="preserve"> И</w:t>
      </w:r>
      <w:r w:rsidRPr="00F143A5">
        <w:rPr>
          <w:rFonts w:ascii="Times New Roman" w:hAnsi="Times New Roman"/>
          <w:sz w:val="28"/>
          <w:szCs w:val="28"/>
        </w:rPr>
        <w:t>нформирование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 Государственной противопожарной службы</w:t>
      </w:r>
      <w:r w:rsidR="00373CA0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lastRenderedPageBreak/>
        <w:t>6.4.</w:t>
      </w:r>
      <w:r w:rsidR="00373CA0" w:rsidRPr="00F143A5">
        <w:rPr>
          <w:rFonts w:ascii="Times New Roman" w:hAnsi="Times New Roman"/>
          <w:sz w:val="28"/>
          <w:szCs w:val="28"/>
        </w:rPr>
        <w:t xml:space="preserve"> В</w:t>
      </w:r>
      <w:r w:rsidRPr="00F143A5">
        <w:rPr>
          <w:rFonts w:ascii="Times New Roman" w:hAnsi="Times New Roman"/>
          <w:sz w:val="28"/>
          <w:szCs w:val="28"/>
        </w:rPr>
        <w:t>несение в органы местного самоуправления и организации предложений по повышению уровня пожарной безопасности на территориях муниципальных образований и в организациях</w:t>
      </w:r>
      <w:r w:rsidR="00373CA0" w:rsidRPr="00F143A5">
        <w:rPr>
          <w:rFonts w:ascii="Times New Roman" w:hAnsi="Times New Roman"/>
          <w:sz w:val="28"/>
          <w:szCs w:val="28"/>
        </w:rPr>
        <w:t>.</w:t>
      </w:r>
    </w:p>
    <w:p w:rsidR="00606BE7" w:rsidRPr="00F143A5" w:rsidRDefault="00606BE7" w:rsidP="004005FB">
      <w:pPr>
        <w:rPr>
          <w:rFonts w:ascii="Times New Roman" w:hAnsi="Times New Roman"/>
          <w:sz w:val="28"/>
          <w:szCs w:val="28"/>
        </w:rPr>
      </w:pPr>
      <w:r w:rsidRPr="00F143A5">
        <w:rPr>
          <w:rFonts w:ascii="Times New Roman" w:hAnsi="Times New Roman"/>
          <w:sz w:val="28"/>
          <w:szCs w:val="28"/>
        </w:rPr>
        <w:t xml:space="preserve">6.5. </w:t>
      </w:r>
      <w:r w:rsidR="00373CA0" w:rsidRPr="00F143A5">
        <w:rPr>
          <w:rFonts w:ascii="Times New Roman" w:hAnsi="Times New Roman"/>
          <w:sz w:val="28"/>
          <w:szCs w:val="28"/>
        </w:rPr>
        <w:t>Р</w:t>
      </w:r>
      <w:r w:rsidRPr="00F143A5">
        <w:rPr>
          <w:rFonts w:ascii="Times New Roman" w:hAnsi="Times New Roman"/>
          <w:sz w:val="28"/>
          <w:szCs w:val="28"/>
        </w:rPr>
        <w:t>аботники добровольной пожарной охраны и добровольные пожарные, принимающие непосредственное участие в тушении пожаров, обеспечиваются средствами индивидуальной защиты пожарных и снаряжением пожарных, необходимыми для тушения пожаров, в порядке, установленном федеральным органом исполнительной власти, уполномоченным на решение задач в области пожарной безопасности.</w:t>
      </w:r>
      <w:r w:rsidRPr="00F143A5">
        <w:rPr>
          <w:rFonts w:ascii="Times New Roman" w:hAnsi="Times New Roman"/>
          <w:sz w:val="28"/>
          <w:szCs w:val="28"/>
        </w:rPr>
        <w:tab/>
      </w:r>
    </w:p>
    <w:p w:rsidR="00606BE7" w:rsidRPr="00F143A5" w:rsidRDefault="00606BE7" w:rsidP="004005FB">
      <w:pPr>
        <w:rPr>
          <w:rFonts w:ascii="Times New Roman" w:hAnsi="Times New Roman"/>
          <w:bCs/>
          <w:sz w:val="28"/>
          <w:szCs w:val="28"/>
        </w:rPr>
      </w:pPr>
      <w:r w:rsidRPr="00F143A5">
        <w:rPr>
          <w:rFonts w:ascii="Times New Roman" w:hAnsi="Times New Roman"/>
          <w:bCs/>
          <w:sz w:val="28"/>
          <w:szCs w:val="28"/>
        </w:rPr>
        <w:t>7. Финансовое и материально-техническое обеспечение</w:t>
      </w:r>
    </w:p>
    <w:p w:rsidR="00606BE7" w:rsidRPr="00F143A5" w:rsidRDefault="00606BE7" w:rsidP="004005FB">
      <w:pPr>
        <w:rPr>
          <w:rFonts w:ascii="Times New Roman" w:hAnsi="Times New Roman"/>
        </w:rPr>
      </w:pPr>
      <w:r w:rsidRPr="00F143A5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="00BA5673" w:rsidRPr="00F143A5">
        <w:rPr>
          <w:rFonts w:ascii="Times New Roman" w:hAnsi="Times New Roman"/>
          <w:sz w:val="28"/>
          <w:szCs w:val="28"/>
        </w:rPr>
        <w:t>О</w:t>
      </w:r>
      <w:r w:rsidRPr="00F143A5">
        <w:rPr>
          <w:rFonts w:ascii="Times New Roman" w:hAnsi="Times New Roman"/>
          <w:sz w:val="28"/>
          <w:szCs w:val="28"/>
        </w:rPr>
        <w:t>рганы местного самоуправления за счет средств соответствующих бюджетов вправе в порядке, установленном органами местного самоуправления, возмещать работникам добровольной пожарной охраны и добровольным пожарным, привлекаемым к участию в тушении пожаров и проведении аварийно-спасательных работ, расходы, связанные с использованием личного транспорта для выполнения задач добровольной пожарной охраны либо проездом на всех видах общественного транспорта (кроме такси) к месту пожара и обратно, а</w:t>
      </w:r>
      <w:proofErr w:type="gramEnd"/>
      <w:r w:rsidRPr="00F143A5">
        <w:rPr>
          <w:rFonts w:ascii="Times New Roman" w:hAnsi="Times New Roman"/>
          <w:sz w:val="28"/>
          <w:szCs w:val="28"/>
        </w:rPr>
        <w:t xml:space="preserve"> также обеспечивать бесплатное питание добровольных пожарных и работников добровольной пожарной охраны в период исполнения ими своих обязанност</w:t>
      </w:r>
      <w:r w:rsidRPr="00F143A5">
        <w:rPr>
          <w:rFonts w:ascii="Times New Roman" w:hAnsi="Times New Roman"/>
        </w:rPr>
        <w:t>ей.</w:t>
      </w:r>
    </w:p>
    <w:sectPr w:rsidR="00606BE7" w:rsidRPr="00F143A5" w:rsidSect="00AB257A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BF" w:rsidRDefault="00A315BF">
      <w:r>
        <w:separator/>
      </w:r>
    </w:p>
  </w:endnote>
  <w:endnote w:type="continuationSeparator" w:id="0">
    <w:p w:rsidR="00A315BF" w:rsidRDefault="00A31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BF" w:rsidRDefault="00A315BF">
      <w:r>
        <w:separator/>
      </w:r>
    </w:p>
  </w:footnote>
  <w:footnote w:type="continuationSeparator" w:id="0">
    <w:p w:rsidR="00A315BF" w:rsidRDefault="00A31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11F102E0"/>
    <w:multiLevelType w:val="hybridMultilevel"/>
    <w:tmpl w:val="D430B5A4"/>
    <w:lvl w:ilvl="0" w:tplc="5FBE70A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95241B"/>
    <w:multiLevelType w:val="hybridMultilevel"/>
    <w:tmpl w:val="ABAE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7B1B37"/>
    <w:multiLevelType w:val="hybridMultilevel"/>
    <w:tmpl w:val="973EC496"/>
    <w:lvl w:ilvl="0" w:tplc="0908E2F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3D2"/>
    <w:rsid w:val="0000334A"/>
    <w:rsid w:val="000051B9"/>
    <w:rsid w:val="00005811"/>
    <w:rsid w:val="000135D9"/>
    <w:rsid w:val="00021690"/>
    <w:rsid w:val="000332BA"/>
    <w:rsid w:val="00034091"/>
    <w:rsid w:val="00036805"/>
    <w:rsid w:val="00042AA9"/>
    <w:rsid w:val="00042D65"/>
    <w:rsid w:val="00046703"/>
    <w:rsid w:val="00054200"/>
    <w:rsid w:val="0005452B"/>
    <w:rsid w:val="00056A0B"/>
    <w:rsid w:val="000575F8"/>
    <w:rsid w:val="00071528"/>
    <w:rsid w:val="0007349F"/>
    <w:rsid w:val="00075726"/>
    <w:rsid w:val="00082D9B"/>
    <w:rsid w:val="00084D7E"/>
    <w:rsid w:val="0009673D"/>
    <w:rsid w:val="00096991"/>
    <w:rsid w:val="000A38A8"/>
    <w:rsid w:val="000A69B5"/>
    <w:rsid w:val="000B5E26"/>
    <w:rsid w:val="000B7BE3"/>
    <w:rsid w:val="000C7342"/>
    <w:rsid w:val="000D6E26"/>
    <w:rsid w:val="000D7FD7"/>
    <w:rsid w:val="000E2E69"/>
    <w:rsid w:val="000F0308"/>
    <w:rsid w:val="00133835"/>
    <w:rsid w:val="00153790"/>
    <w:rsid w:val="00155FEE"/>
    <w:rsid w:val="00166152"/>
    <w:rsid w:val="001810CC"/>
    <w:rsid w:val="001918A7"/>
    <w:rsid w:val="0019424F"/>
    <w:rsid w:val="001A12A5"/>
    <w:rsid w:val="001B13B8"/>
    <w:rsid w:val="001B7ED5"/>
    <w:rsid w:val="001C0AAF"/>
    <w:rsid w:val="001C2CF7"/>
    <w:rsid w:val="001C3088"/>
    <w:rsid w:val="001C36EC"/>
    <w:rsid w:val="001E4045"/>
    <w:rsid w:val="001E61D7"/>
    <w:rsid w:val="001F6252"/>
    <w:rsid w:val="002003C9"/>
    <w:rsid w:val="00222FFB"/>
    <w:rsid w:val="002241AB"/>
    <w:rsid w:val="002543F1"/>
    <w:rsid w:val="00254C3B"/>
    <w:rsid w:val="00260F2E"/>
    <w:rsid w:val="002615ED"/>
    <w:rsid w:val="00266C81"/>
    <w:rsid w:val="0027107C"/>
    <w:rsid w:val="002827C5"/>
    <w:rsid w:val="002912D2"/>
    <w:rsid w:val="002A0D3C"/>
    <w:rsid w:val="002A55D9"/>
    <w:rsid w:val="002A7376"/>
    <w:rsid w:val="002B10FD"/>
    <w:rsid w:val="002B73C5"/>
    <w:rsid w:val="002C423C"/>
    <w:rsid w:val="002C509B"/>
    <w:rsid w:val="002D3066"/>
    <w:rsid w:val="002D535A"/>
    <w:rsid w:val="002E35B9"/>
    <w:rsid w:val="002F34C1"/>
    <w:rsid w:val="00305311"/>
    <w:rsid w:val="00306D0C"/>
    <w:rsid w:val="003154F4"/>
    <w:rsid w:val="003206DE"/>
    <w:rsid w:val="0033012A"/>
    <w:rsid w:val="003540FD"/>
    <w:rsid w:val="00356371"/>
    <w:rsid w:val="003623C0"/>
    <w:rsid w:val="00364BBF"/>
    <w:rsid w:val="00367118"/>
    <w:rsid w:val="00367971"/>
    <w:rsid w:val="00373CA0"/>
    <w:rsid w:val="0037458F"/>
    <w:rsid w:val="00392160"/>
    <w:rsid w:val="0039300C"/>
    <w:rsid w:val="003A367B"/>
    <w:rsid w:val="003A5A10"/>
    <w:rsid w:val="003A5E9F"/>
    <w:rsid w:val="003A6BC2"/>
    <w:rsid w:val="003B0329"/>
    <w:rsid w:val="003B7DB3"/>
    <w:rsid w:val="003C4E1D"/>
    <w:rsid w:val="003C5118"/>
    <w:rsid w:val="003C5F21"/>
    <w:rsid w:val="003F1F45"/>
    <w:rsid w:val="003F682A"/>
    <w:rsid w:val="004005FB"/>
    <w:rsid w:val="004020F0"/>
    <w:rsid w:val="00412939"/>
    <w:rsid w:val="00415E86"/>
    <w:rsid w:val="0043444C"/>
    <w:rsid w:val="0043782F"/>
    <w:rsid w:val="00441A94"/>
    <w:rsid w:val="00445017"/>
    <w:rsid w:val="0046086D"/>
    <w:rsid w:val="00460C45"/>
    <w:rsid w:val="004736E6"/>
    <w:rsid w:val="00475BF6"/>
    <w:rsid w:val="00487C87"/>
    <w:rsid w:val="0049222C"/>
    <w:rsid w:val="004932C6"/>
    <w:rsid w:val="00493A9D"/>
    <w:rsid w:val="004A1D58"/>
    <w:rsid w:val="004A3E07"/>
    <w:rsid w:val="004A70C5"/>
    <w:rsid w:val="004B4B90"/>
    <w:rsid w:val="004C4935"/>
    <w:rsid w:val="004C71F5"/>
    <w:rsid w:val="004D242C"/>
    <w:rsid w:val="004E0086"/>
    <w:rsid w:val="004E4DCD"/>
    <w:rsid w:val="004F47BB"/>
    <w:rsid w:val="00502508"/>
    <w:rsid w:val="00516C6F"/>
    <w:rsid w:val="00526A19"/>
    <w:rsid w:val="0054212C"/>
    <w:rsid w:val="00545590"/>
    <w:rsid w:val="00566005"/>
    <w:rsid w:val="00570BDC"/>
    <w:rsid w:val="00577A46"/>
    <w:rsid w:val="00577C33"/>
    <w:rsid w:val="005818B9"/>
    <w:rsid w:val="00585B6D"/>
    <w:rsid w:val="0058747F"/>
    <w:rsid w:val="0058782B"/>
    <w:rsid w:val="005A165D"/>
    <w:rsid w:val="005A57C0"/>
    <w:rsid w:val="005B4918"/>
    <w:rsid w:val="005C590B"/>
    <w:rsid w:val="005C5E47"/>
    <w:rsid w:val="005C7F70"/>
    <w:rsid w:val="005D180F"/>
    <w:rsid w:val="005D2AD6"/>
    <w:rsid w:val="005E1751"/>
    <w:rsid w:val="005E7643"/>
    <w:rsid w:val="005F7ECC"/>
    <w:rsid w:val="00606BE7"/>
    <w:rsid w:val="00616F6F"/>
    <w:rsid w:val="00622655"/>
    <w:rsid w:val="00631739"/>
    <w:rsid w:val="006427A4"/>
    <w:rsid w:val="006430A3"/>
    <w:rsid w:val="00650E6B"/>
    <w:rsid w:val="00651AF4"/>
    <w:rsid w:val="00652E9E"/>
    <w:rsid w:val="00666D12"/>
    <w:rsid w:val="00683EF5"/>
    <w:rsid w:val="006914C3"/>
    <w:rsid w:val="00696902"/>
    <w:rsid w:val="006A3EBC"/>
    <w:rsid w:val="006A3FFC"/>
    <w:rsid w:val="006A670B"/>
    <w:rsid w:val="006E2BAD"/>
    <w:rsid w:val="006E3902"/>
    <w:rsid w:val="006E4894"/>
    <w:rsid w:val="00721D74"/>
    <w:rsid w:val="00727371"/>
    <w:rsid w:val="00727666"/>
    <w:rsid w:val="00747367"/>
    <w:rsid w:val="00747F68"/>
    <w:rsid w:val="007538D0"/>
    <w:rsid w:val="00755573"/>
    <w:rsid w:val="007851A3"/>
    <w:rsid w:val="00797FEA"/>
    <w:rsid w:val="007A0053"/>
    <w:rsid w:val="007A036D"/>
    <w:rsid w:val="007B317F"/>
    <w:rsid w:val="007B76CE"/>
    <w:rsid w:val="007C77E2"/>
    <w:rsid w:val="007C7CBE"/>
    <w:rsid w:val="007C7EEB"/>
    <w:rsid w:val="007E0211"/>
    <w:rsid w:val="007E19EC"/>
    <w:rsid w:val="007F2973"/>
    <w:rsid w:val="00802F9E"/>
    <w:rsid w:val="008035AD"/>
    <w:rsid w:val="0081382A"/>
    <w:rsid w:val="00817EF1"/>
    <w:rsid w:val="00835B80"/>
    <w:rsid w:val="00842700"/>
    <w:rsid w:val="0085473E"/>
    <w:rsid w:val="0085713C"/>
    <w:rsid w:val="00872F7D"/>
    <w:rsid w:val="00880F76"/>
    <w:rsid w:val="0088122B"/>
    <w:rsid w:val="00883945"/>
    <w:rsid w:val="008B03D2"/>
    <w:rsid w:val="008C2A76"/>
    <w:rsid w:val="008D62C3"/>
    <w:rsid w:val="008D6F99"/>
    <w:rsid w:val="008D7117"/>
    <w:rsid w:val="008E2316"/>
    <w:rsid w:val="008F026B"/>
    <w:rsid w:val="008F03A6"/>
    <w:rsid w:val="008F458A"/>
    <w:rsid w:val="008F5763"/>
    <w:rsid w:val="00906739"/>
    <w:rsid w:val="009078BB"/>
    <w:rsid w:val="00911E46"/>
    <w:rsid w:val="0091304F"/>
    <w:rsid w:val="0091599F"/>
    <w:rsid w:val="00927FCA"/>
    <w:rsid w:val="00932E12"/>
    <w:rsid w:val="009335BA"/>
    <w:rsid w:val="00934926"/>
    <w:rsid w:val="00936696"/>
    <w:rsid w:val="0094243C"/>
    <w:rsid w:val="009532EF"/>
    <w:rsid w:val="00955225"/>
    <w:rsid w:val="0096259B"/>
    <w:rsid w:val="009762B0"/>
    <w:rsid w:val="00992478"/>
    <w:rsid w:val="00994EDB"/>
    <w:rsid w:val="009A0FC2"/>
    <w:rsid w:val="009A2DDE"/>
    <w:rsid w:val="009A7919"/>
    <w:rsid w:val="009C7982"/>
    <w:rsid w:val="009D7491"/>
    <w:rsid w:val="009D7B2C"/>
    <w:rsid w:val="009F23A6"/>
    <w:rsid w:val="00A01A41"/>
    <w:rsid w:val="00A22968"/>
    <w:rsid w:val="00A23F05"/>
    <w:rsid w:val="00A315BF"/>
    <w:rsid w:val="00A558DA"/>
    <w:rsid w:val="00A721AF"/>
    <w:rsid w:val="00A82942"/>
    <w:rsid w:val="00A8770B"/>
    <w:rsid w:val="00A87AF3"/>
    <w:rsid w:val="00A935EA"/>
    <w:rsid w:val="00A94739"/>
    <w:rsid w:val="00A950C1"/>
    <w:rsid w:val="00A96470"/>
    <w:rsid w:val="00AB1FF7"/>
    <w:rsid w:val="00AB257A"/>
    <w:rsid w:val="00AD3B90"/>
    <w:rsid w:val="00AE046B"/>
    <w:rsid w:val="00AE1A22"/>
    <w:rsid w:val="00AE2A83"/>
    <w:rsid w:val="00AE4DD2"/>
    <w:rsid w:val="00AE6358"/>
    <w:rsid w:val="00AE7FC6"/>
    <w:rsid w:val="00AF11CB"/>
    <w:rsid w:val="00AF392F"/>
    <w:rsid w:val="00B01150"/>
    <w:rsid w:val="00B041B7"/>
    <w:rsid w:val="00B04A9C"/>
    <w:rsid w:val="00B227F0"/>
    <w:rsid w:val="00B25E74"/>
    <w:rsid w:val="00B4412A"/>
    <w:rsid w:val="00B53889"/>
    <w:rsid w:val="00B54969"/>
    <w:rsid w:val="00B568F8"/>
    <w:rsid w:val="00B56B7C"/>
    <w:rsid w:val="00B61F0B"/>
    <w:rsid w:val="00B63157"/>
    <w:rsid w:val="00B6319F"/>
    <w:rsid w:val="00B95C54"/>
    <w:rsid w:val="00BA180A"/>
    <w:rsid w:val="00BA5673"/>
    <w:rsid w:val="00BB2128"/>
    <w:rsid w:val="00BC364F"/>
    <w:rsid w:val="00BC3A59"/>
    <w:rsid w:val="00BC6C3E"/>
    <w:rsid w:val="00BC718E"/>
    <w:rsid w:val="00BD37BA"/>
    <w:rsid w:val="00BD6B77"/>
    <w:rsid w:val="00BE026A"/>
    <w:rsid w:val="00BE0936"/>
    <w:rsid w:val="00BE6E66"/>
    <w:rsid w:val="00BF0B3D"/>
    <w:rsid w:val="00BF438C"/>
    <w:rsid w:val="00BF5AA9"/>
    <w:rsid w:val="00C01EBB"/>
    <w:rsid w:val="00C1048B"/>
    <w:rsid w:val="00C21F3B"/>
    <w:rsid w:val="00C223C7"/>
    <w:rsid w:val="00C24DC1"/>
    <w:rsid w:val="00C31D5A"/>
    <w:rsid w:val="00C37B28"/>
    <w:rsid w:val="00C5396A"/>
    <w:rsid w:val="00C564FE"/>
    <w:rsid w:val="00C61853"/>
    <w:rsid w:val="00C61F1D"/>
    <w:rsid w:val="00C73D55"/>
    <w:rsid w:val="00C74917"/>
    <w:rsid w:val="00C905B0"/>
    <w:rsid w:val="00C90AF1"/>
    <w:rsid w:val="00CB08BB"/>
    <w:rsid w:val="00CD7191"/>
    <w:rsid w:val="00CE299D"/>
    <w:rsid w:val="00CF3616"/>
    <w:rsid w:val="00D01BEA"/>
    <w:rsid w:val="00D02C66"/>
    <w:rsid w:val="00D0415E"/>
    <w:rsid w:val="00D21E94"/>
    <w:rsid w:val="00D3053F"/>
    <w:rsid w:val="00D326C5"/>
    <w:rsid w:val="00D36A09"/>
    <w:rsid w:val="00D54A43"/>
    <w:rsid w:val="00D56665"/>
    <w:rsid w:val="00D573F4"/>
    <w:rsid w:val="00D62D3D"/>
    <w:rsid w:val="00D63EA6"/>
    <w:rsid w:val="00D651F2"/>
    <w:rsid w:val="00D74167"/>
    <w:rsid w:val="00D80CED"/>
    <w:rsid w:val="00D93CA0"/>
    <w:rsid w:val="00DA1ECE"/>
    <w:rsid w:val="00DB0637"/>
    <w:rsid w:val="00DC0345"/>
    <w:rsid w:val="00DC2393"/>
    <w:rsid w:val="00DC2C39"/>
    <w:rsid w:val="00DC64AA"/>
    <w:rsid w:val="00DD54E9"/>
    <w:rsid w:val="00DF145D"/>
    <w:rsid w:val="00DF5EA1"/>
    <w:rsid w:val="00E05DC7"/>
    <w:rsid w:val="00E06852"/>
    <w:rsid w:val="00E10DB6"/>
    <w:rsid w:val="00E202E9"/>
    <w:rsid w:val="00E20EB7"/>
    <w:rsid w:val="00E25131"/>
    <w:rsid w:val="00E27572"/>
    <w:rsid w:val="00E31D0E"/>
    <w:rsid w:val="00E33D82"/>
    <w:rsid w:val="00E37EBF"/>
    <w:rsid w:val="00E476C9"/>
    <w:rsid w:val="00E779BD"/>
    <w:rsid w:val="00E913F7"/>
    <w:rsid w:val="00E92839"/>
    <w:rsid w:val="00E93ADC"/>
    <w:rsid w:val="00EB5C71"/>
    <w:rsid w:val="00EB6853"/>
    <w:rsid w:val="00EC00CB"/>
    <w:rsid w:val="00EC7F2F"/>
    <w:rsid w:val="00EE4263"/>
    <w:rsid w:val="00EF0FEA"/>
    <w:rsid w:val="00EF4AAC"/>
    <w:rsid w:val="00F01C3E"/>
    <w:rsid w:val="00F02981"/>
    <w:rsid w:val="00F04ECC"/>
    <w:rsid w:val="00F04F8A"/>
    <w:rsid w:val="00F143A5"/>
    <w:rsid w:val="00F200A7"/>
    <w:rsid w:val="00F47317"/>
    <w:rsid w:val="00F6574E"/>
    <w:rsid w:val="00F66806"/>
    <w:rsid w:val="00F674E5"/>
    <w:rsid w:val="00F73CB0"/>
    <w:rsid w:val="00F84BDB"/>
    <w:rsid w:val="00F864F9"/>
    <w:rsid w:val="00F87454"/>
    <w:rsid w:val="00F937A5"/>
    <w:rsid w:val="00FA23F0"/>
    <w:rsid w:val="00FC791D"/>
    <w:rsid w:val="00FD506B"/>
    <w:rsid w:val="00FD533E"/>
    <w:rsid w:val="00FD6720"/>
    <w:rsid w:val="00FE43E2"/>
    <w:rsid w:val="00FE573B"/>
    <w:rsid w:val="00FE7657"/>
    <w:rsid w:val="00FE7E08"/>
    <w:rsid w:val="00FF0FD9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0334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0334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0334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0334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0334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3D2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link w:val="4"/>
    <w:rsid w:val="008B03D2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9"/>
    <w:rsid w:val="008B03D2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header"/>
    <w:basedOn w:val="a"/>
    <w:link w:val="a4"/>
    <w:uiPriority w:val="99"/>
    <w:unhideWhenUsed/>
    <w:rsid w:val="008B03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B0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B03D2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5">
    <w:name w:val="Hyperlink"/>
    <w:rsid w:val="0000334A"/>
    <w:rPr>
      <w:color w:val="0000FF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D62D3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62D3D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5E764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List Paragraph"/>
    <w:basedOn w:val="a"/>
    <w:uiPriority w:val="34"/>
    <w:qFormat/>
    <w:rsid w:val="00A95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C61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semiHidden/>
    <w:unhideWhenUsed/>
    <w:rsid w:val="00FF0F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FF0FD9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09673D"/>
    <w:pPr>
      <w:suppressAutoHyphens/>
    </w:pPr>
    <w:rPr>
      <w:rFonts w:eastAsia="Times New Roman" w:cs="Calibri"/>
      <w:kern w:val="1"/>
      <w:sz w:val="22"/>
      <w:szCs w:val="22"/>
      <w:lang w:eastAsia="ar-SA"/>
    </w:rPr>
  </w:style>
  <w:style w:type="character" w:customStyle="1" w:styleId="10">
    <w:name w:val="Заголовок 1 Знак"/>
    <w:aliases w:val="!Части документа Знак"/>
    <w:link w:val="1"/>
    <w:rsid w:val="00AB257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B257A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B257A"/>
    <w:rPr>
      <w:rFonts w:ascii="Arial" w:eastAsia="Times New Roman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00334A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00334A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link w:val="ad"/>
    <w:semiHidden/>
    <w:rsid w:val="00AB257A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033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0334A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0334A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0334A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0334A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0334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nla-service.scli.ru:8080/rnla-links/ws/content/act/4c47d362-26cf-451e-9f1c-474dd313f871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nla-service.scli.ru:8080/rnla-links/ws/content/act/96e20c02-1b12-465a-b64c-24aa92270007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92.168.99.77:8080/content/act/a6d957fc-a66a-45c5-9dd0-b0c14a939be7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rnla-service.scli.ru:8080/rnla-links/ws/content/act/ae7084f1-564d-49fa-8ea6-7350c4200ad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nla-service.scli.ru:8080/rnla-links/ws/content/act/96e20c02-1b12-465a-b64c-24aa92270007.html" TargetMode="External"/><Relationship Id="rId14" Type="http://schemas.openxmlformats.org/officeDocument/2006/relationships/hyperlink" Target="http://rnla-service.scli.ru:8080/rnla-links/ws/content/act/8c51efc2-58c8-4869-8d10-5477b6692cf4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33FDA-6C40-4BDD-964B-7A9026ED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57</TotalTime>
  <Pages>1</Pages>
  <Words>2382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15929</CharactersWithSpaces>
  <SharedDoc>false</SharedDoc>
  <HLinks>
    <vt:vector size="36" baseType="variant">
      <vt:variant>
        <vt:i4>589910</vt:i4>
      </vt:variant>
      <vt:variant>
        <vt:i4>15</vt:i4>
      </vt:variant>
      <vt:variant>
        <vt:i4>0</vt:i4>
      </vt:variant>
      <vt:variant>
        <vt:i4>5</vt:i4>
      </vt:variant>
      <vt:variant>
        <vt:lpwstr>http://rnla-service.scli.ru:8080/rnla-links/ws/content/act/8c51efc2-58c8-4869-8d10-5477b6692cf4.html</vt:lpwstr>
      </vt:variant>
      <vt:variant>
        <vt:lpwstr/>
      </vt:variant>
      <vt:variant>
        <vt:i4>5242963</vt:i4>
      </vt:variant>
      <vt:variant>
        <vt:i4>12</vt:i4>
      </vt:variant>
      <vt:variant>
        <vt:i4>0</vt:i4>
      </vt:variant>
      <vt:variant>
        <vt:i4>5</vt:i4>
      </vt:variant>
      <vt:variant>
        <vt:lpwstr>http://rnla-service.scli.ru:8080/rnla-links/ws/content/act/4c47d362-26cf-451e-9f1c-474dd313f871.html</vt:lpwstr>
      </vt:variant>
      <vt:variant>
        <vt:lpwstr/>
      </vt:variant>
      <vt:variant>
        <vt:i4>5636182</vt:i4>
      </vt:variant>
      <vt:variant>
        <vt:i4>9</vt:i4>
      </vt:variant>
      <vt:variant>
        <vt:i4>0</vt:i4>
      </vt:variant>
      <vt:variant>
        <vt:i4>5</vt:i4>
      </vt:variant>
      <vt:variant>
        <vt:lpwstr>http://rnla-service.scli.ru:8080/rnla-links/ws/content/act/96e20c02-1b12-465a-b64c-24aa92270007.html</vt:lpwstr>
      </vt:variant>
      <vt:variant>
        <vt:lpwstr/>
      </vt:variant>
      <vt:variant>
        <vt:i4>7012474</vt:i4>
      </vt:variant>
      <vt:variant>
        <vt:i4>6</vt:i4>
      </vt:variant>
      <vt:variant>
        <vt:i4>0</vt:i4>
      </vt:variant>
      <vt:variant>
        <vt:i4>5</vt:i4>
      </vt:variant>
      <vt:variant>
        <vt:lpwstr>http://192.168.99.77:8080/content/act/679b5c0e-a544-4427-ba2b-4d862353227a.doc</vt:lpwstr>
      </vt:variant>
      <vt:variant>
        <vt:lpwstr/>
      </vt:variant>
      <vt:variant>
        <vt:i4>655366</vt:i4>
      </vt:variant>
      <vt:variant>
        <vt:i4>3</vt:i4>
      </vt:variant>
      <vt:variant>
        <vt:i4>0</vt:i4>
      </vt:variant>
      <vt:variant>
        <vt:i4>5</vt:i4>
      </vt:variant>
      <vt:variant>
        <vt:lpwstr>http://rnla-service.scli.ru:8080/rnla-links/ws/content/act/ae7084f1-564d-49fa-8ea6-7350c4200ade.html</vt:lpwstr>
      </vt:variant>
      <vt:variant>
        <vt:lpwstr/>
      </vt:variant>
      <vt:variant>
        <vt:i4>5636182</vt:i4>
      </vt:variant>
      <vt:variant>
        <vt:i4>0</vt:i4>
      </vt:variant>
      <vt:variant>
        <vt:i4>0</vt:i4>
      </vt:variant>
      <vt:variant>
        <vt:i4>5</vt:i4>
      </vt:variant>
      <vt:variant>
        <vt:lpwstr>http://rnla-service.scli.ru:8080/rnla-links/ws/content/act/96e20c02-1b12-465a-b64c-24aa92270007.html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7</cp:revision>
  <cp:lastPrinted>2018-12-17T08:57:00Z</cp:lastPrinted>
  <dcterms:created xsi:type="dcterms:W3CDTF">2018-12-17T05:57:00Z</dcterms:created>
  <dcterms:modified xsi:type="dcterms:W3CDTF">2018-12-17T08:58:00Z</dcterms:modified>
</cp:coreProperties>
</file>