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AF0FBB">
        <w:rPr>
          <w:rFonts w:cs="Arial"/>
          <w:b/>
          <w:bCs/>
          <w:kern w:val="28"/>
          <w:sz w:val="32"/>
          <w:szCs w:val="32"/>
        </w:rPr>
        <w:t>Российская Федерация</w:t>
      </w:r>
    </w:p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Яйский муниципальный район</w:t>
      </w:r>
    </w:p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Вознесенское сельское поселение</w:t>
      </w:r>
    </w:p>
    <w:p w:rsid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Совет народных депутатов </w:t>
      </w:r>
    </w:p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Вознесенского сельского поселения</w:t>
      </w:r>
    </w:p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F38FF" w:rsidRPr="00AF0FBB" w:rsidRDefault="00AF0FBB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РЕШЕНИЕ</w:t>
      </w:r>
    </w:p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F38FF" w:rsidRPr="00AF0FBB" w:rsidRDefault="006736A7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от </w:t>
      </w:r>
      <w:r w:rsidR="00A15563" w:rsidRPr="00AF0FBB">
        <w:rPr>
          <w:rFonts w:cs="Arial"/>
          <w:b/>
          <w:bCs/>
          <w:kern w:val="28"/>
          <w:sz w:val="32"/>
          <w:szCs w:val="32"/>
        </w:rPr>
        <w:t>31</w:t>
      </w:r>
      <w:r w:rsidRPr="00AF0FBB">
        <w:rPr>
          <w:rFonts w:cs="Arial"/>
          <w:b/>
          <w:bCs/>
          <w:kern w:val="28"/>
          <w:sz w:val="32"/>
          <w:szCs w:val="32"/>
        </w:rPr>
        <w:t xml:space="preserve"> </w:t>
      </w:r>
      <w:r w:rsidR="00A15563" w:rsidRPr="00AF0FBB">
        <w:rPr>
          <w:rFonts w:cs="Arial"/>
          <w:b/>
          <w:bCs/>
          <w:kern w:val="28"/>
          <w:sz w:val="32"/>
          <w:szCs w:val="32"/>
        </w:rPr>
        <w:t>мая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  <w:r w:rsidR="005F38FF" w:rsidRPr="00AF0FBB">
        <w:rPr>
          <w:rFonts w:cs="Arial"/>
          <w:b/>
          <w:bCs/>
          <w:kern w:val="28"/>
          <w:sz w:val="32"/>
          <w:szCs w:val="32"/>
        </w:rPr>
        <w:t>2018г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  <w:r w:rsidR="005F38FF" w:rsidRPr="00AF0FBB">
        <w:rPr>
          <w:rFonts w:cs="Arial"/>
          <w:b/>
          <w:bCs/>
          <w:kern w:val="28"/>
          <w:sz w:val="32"/>
          <w:szCs w:val="32"/>
        </w:rPr>
        <w:t xml:space="preserve">№ </w:t>
      </w:r>
      <w:r w:rsidR="00A15563" w:rsidRPr="00AF0FBB">
        <w:rPr>
          <w:rFonts w:cs="Arial"/>
          <w:b/>
          <w:bCs/>
          <w:kern w:val="28"/>
          <w:sz w:val="32"/>
          <w:szCs w:val="32"/>
        </w:rPr>
        <w:t>12</w:t>
      </w:r>
    </w:p>
    <w:p w:rsidR="005F38FF" w:rsidRPr="00AF0FBB" w:rsidRDefault="005F38FF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F38FF" w:rsidRPr="00AF0FBB" w:rsidRDefault="005F38FF" w:rsidP="002B64B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« О внесении изменений в Решение Совета народных депутатов Вознесенского сельского поселения № 9 от 22.12.2017г. « О бюджете Вознесенского сельского поселения на 2018 год и на плановый период 2019 и 2020годов»</w:t>
      </w:r>
    </w:p>
    <w:p w:rsidR="00E3677E" w:rsidRPr="00AF0FBB" w:rsidRDefault="00E3677E" w:rsidP="002B64B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F0F10" w:rsidRPr="00AF0FBB" w:rsidRDefault="006F0F10" w:rsidP="00AF0FBB">
      <w:pPr>
        <w:rPr>
          <w:rFonts w:cs="Arial"/>
        </w:rPr>
      </w:pPr>
    </w:p>
    <w:p w:rsidR="006F0F10" w:rsidRPr="00AF0FBB" w:rsidRDefault="006F0F10" w:rsidP="00AF0FBB">
      <w:pPr>
        <w:rPr>
          <w:b/>
          <w:bCs/>
          <w:sz w:val="26"/>
          <w:szCs w:val="28"/>
        </w:rPr>
      </w:pPr>
      <w:r w:rsidRPr="00AF0FBB">
        <w:rPr>
          <w:b/>
          <w:bCs/>
          <w:sz w:val="26"/>
          <w:szCs w:val="28"/>
        </w:rPr>
        <w:t>Статья 1.</w:t>
      </w:r>
    </w:p>
    <w:p w:rsidR="008757C6" w:rsidRPr="00AF0FBB" w:rsidRDefault="008757C6" w:rsidP="00AF0FBB">
      <w:pPr>
        <w:rPr>
          <w:rFonts w:cs="Arial"/>
        </w:rPr>
      </w:pPr>
    </w:p>
    <w:p w:rsidR="00C51A83" w:rsidRPr="00AF0FBB" w:rsidRDefault="006F0F10" w:rsidP="00AF0FBB">
      <w:pPr>
        <w:rPr>
          <w:rFonts w:cs="Arial"/>
        </w:rPr>
      </w:pPr>
      <w:r w:rsidRPr="00AF0FBB">
        <w:rPr>
          <w:rFonts w:cs="Arial"/>
        </w:rPr>
        <w:t xml:space="preserve">Рассмотрев предложение Главы Вознесенского сельского поселения о внесении изменений в решение Совета народных депутатов Вознесенского сельского поселения </w:t>
      </w:r>
      <w:hyperlink r:id="rId6" w:tgtFrame="Logical" w:history="1">
        <w:r w:rsidRPr="00872C2B">
          <w:rPr>
            <w:rStyle w:val="a6"/>
            <w:rFonts w:cs="Arial"/>
          </w:rPr>
          <w:t>от 22.12.2017г № 9</w:t>
        </w:r>
      </w:hyperlink>
      <w:r w:rsidRPr="00AF0FBB">
        <w:rPr>
          <w:rFonts w:cs="Arial"/>
        </w:rPr>
        <w:t xml:space="preserve"> «О бюджете Вознесенского сельского поселения на 2018 год и на плановый период 2019 и 2020 годов»</w:t>
      </w:r>
      <w:r w:rsidR="00052090" w:rsidRPr="00AF0FBB">
        <w:rPr>
          <w:rFonts w:cs="Arial"/>
        </w:rPr>
        <w:t>,</w:t>
      </w:r>
      <w:r w:rsidR="005F38FF" w:rsidRPr="00AF0FBB">
        <w:rPr>
          <w:rFonts w:cs="Arial"/>
        </w:rPr>
        <w:t xml:space="preserve"> </w:t>
      </w:r>
      <w:r w:rsidR="00D37388" w:rsidRPr="00AF0FBB">
        <w:rPr>
          <w:rFonts w:cs="Arial"/>
        </w:rPr>
        <w:t>Сов</w:t>
      </w:r>
      <w:r w:rsidR="00052090" w:rsidRPr="00AF0FBB">
        <w:rPr>
          <w:rFonts w:cs="Arial"/>
        </w:rPr>
        <w:t>е</w:t>
      </w:r>
      <w:r w:rsidR="00D37388" w:rsidRPr="00AF0FBB">
        <w:rPr>
          <w:rFonts w:cs="Arial"/>
        </w:rPr>
        <w:t>т нар</w:t>
      </w:r>
      <w:r w:rsidR="00052090" w:rsidRPr="00AF0FBB">
        <w:rPr>
          <w:rFonts w:cs="Arial"/>
        </w:rPr>
        <w:t>одных депутатов Вознесенского сельского поселения</w:t>
      </w:r>
      <w:r w:rsidR="00AF0FBB">
        <w:rPr>
          <w:rFonts w:cs="Arial"/>
        </w:rPr>
        <w:t xml:space="preserve"> </w:t>
      </w:r>
      <w:r w:rsidR="00C51A83" w:rsidRPr="00AF0FBB">
        <w:rPr>
          <w:rFonts w:cs="Arial"/>
        </w:rPr>
        <w:t>РЕШИЛ:</w:t>
      </w:r>
    </w:p>
    <w:p w:rsidR="00C51A83" w:rsidRPr="00AF0FBB" w:rsidRDefault="00C51A83" w:rsidP="00AF0FBB">
      <w:pPr>
        <w:rPr>
          <w:rFonts w:cs="Arial"/>
        </w:rPr>
      </w:pPr>
    </w:p>
    <w:p w:rsidR="00C51A83" w:rsidRPr="00AF0FBB" w:rsidRDefault="00C51A83" w:rsidP="00AF0FBB">
      <w:pPr>
        <w:rPr>
          <w:rFonts w:cs="Arial"/>
        </w:rPr>
      </w:pPr>
      <w:r w:rsidRPr="00AF0FBB">
        <w:rPr>
          <w:rFonts w:cs="Arial"/>
        </w:rPr>
        <w:t xml:space="preserve">Внести в решение </w:t>
      </w:r>
      <w:hyperlink r:id="rId7" w:tgtFrame="Logical" w:history="1">
        <w:r w:rsidRPr="00872C2B">
          <w:rPr>
            <w:rStyle w:val="a6"/>
            <w:rFonts w:cs="Arial"/>
          </w:rPr>
          <w:t>№ 9 от 2</w:t>
        </w:r>
        <w:r w:rsidR="006F0F10" w:rsidRPr="00872C2B">
          <w:rPr>
            <w:rStyle w:val="a6"/>
            <w:rFonts w:cs="Arial"/>
          </w:rPr>
          <w:t>2</w:t>
        </w:r>
        <w:r w:rsidRPr="00872C2B">
          <w:rPr>
            <w:rStyle w:val="a6"/>
            <w:rFonts w:cs="Arial"/>
          </w:rPr>
          <w:t>.12.201</w:t>
        </w:r>
        <w:r w:rsidR="009D4EF3" w:rsidRPr="00872C2B">
          <w:rPr>
            <w:rStyle w:val="a6"/>
            <w:rFonts w:cs="Arial"/>
          </w:rPr>
          <w:t>7</w:t>
        </w:r>
      </w:hyperlink>
      <w:r w:rsidR="003A64BF" w:rsidRPr="00AF0FBB">
        <w:rPr>
          <w:rFonts w:cs="Arial"/>
        </w:rPr>
        <w:t xml:space="preserve"> </w:t>
      </w:r>
      <w:r w:rsidRPr="00AF0FBB">
        <w:rPr>
          <w:rFonts w:cs="Arial"/>
        </w:rPr>
        <w:t>г. « О бюджете Вознесенского сельского поселения на 201</w:t>
      </w:r>
      <w:r w:rsidR="009D4EF3" w:rsidRPr="00AF0FBB">
        <w:rPr>
          <w:rFonts w:cs="Arial"/>
        </w:rPr>
        <w:t>8</w:t>
      </w:r>
      <w:r w:rsidRPr="00AF0FBB">
        <w:rPr>
          <w:rFonts w:cs="Arial"/>
        </w:rPr>
        <w:t xml:space="preserve"> год и на плановый</w:t>
      </w:r>
      <w:r w:rsidR="00661AC9" w:rsidRPr="00AF0FBB">
        <w:rPr>
          <w:rFonts w:cs="Arial"/>
        </w:rPr>
        <w:t xml:space="preserve"> период 201</w:t>
      </w:r>
      <w:r w:rsidR="009D4EF3" w:rsidRPr="00AF0FBB">
        <w:rPr>
          <w:rFonts w:cs="Arial"/>
        </w:rPr>
        <w:t>9</w:t>
      </w:r>
      <w:r w:rsidR="00661AC9" w:rsidRPr="00AF0FBB">
        <w:rPr>
          <w:rFonts w:cs="Arial"/>
        </w:rPr>
        <w:t xml:space="preserve"> и 20</w:t>
      </w:r>
      <w:r w:rsidR="009D4EF3" w:rsidRPr="00AF0FBB">
        <w:rPr>
          <w:rFonts w:cs="Arial"/>
        </w:rPr>
        <w:t xml:space="preserve">20 </w:t>
      </w:r>
      <w:r w:rsidR="00661AC9" w:rsidRPr="00AF0FBB">
        <w:rPr>
          <w:rFonts w:cs="Arial"/>
        </w:rPr>
        <w:t>годов» следующие изменения:</w:t>
      </w:r>
    </w:p>
    <w:p w:rsidR="008757C6" w:rsidRPr="00AF0FBB" w:rsidRDefault="008757C6" w:rsidP="00AF0FBB">
      <w:pPr>
        <w:rPr>
          <w:rFonts w:cs="Arial"/>
        </w:rPr>
      </w:pPr>
    </w:p>
    <w:p w:rsidR="008757C6" w:rsidRPr="00AF0FBB" w:rsidRDefault="006400A8" w:rsidP="00AF0FBB">
      <w:pPr>
        <w:rPr>
          <w:rFonts w:cs="Arial"/>
        </w:rPr>
      </w:pPr>
      <w:r w:rsidRPr="00AF0FBB">
        <w:rPr>
          <w:rFonts w:cs="Arial"/>
        </w:rPr>
        <w:t>1.Пункт 1 Статьи 1 изложить в новой редакции:</w:t>
      </w:r>
    </w:p>
    <w:p w:rsidR="006400A8" w:rsidRPr="00AF0FBB" w:rsidRDefault="006400A8" w:rsidP="00AF0FBB">
      <w:pPr>
        <w:rPr>
          <w:rFonts w:cs="Arial"/>
        </w:rPr>
      </w:pPr>
      <w:r w:rsidRPr="00AF0FBB">
        <w:rPr>
          <w:rFonts w:cs="Arial"/>
        </w:rPr>
        <w:t>«Утвердить основные характеристики бюджета поселения на 2</w:t>
      </w:r>
      <w:r w:rsidR="00A4603C" w:rsidRPr="00AF0FBB">
        <w:rPr>
          <w:rFonts w:cs="Arial"/>
        </w:rPr>
        <w:t>0</w:t>
      </w:r>
      <w:r w:rsidRPr="00AF0FBB">
        <w:rPr>
          <w:rFonts w:cs="Arial"/>
        </w:rPr>
        <w:t>18год;</w:t>
      </w:r>
    </w:p>
    <w:p w:rsidR="006400A8" w:rsidRPr="00AF0FBB" w:rsidRDefault="006400A8" w:rsidP="00AF0FBB">
      <w:pPr>
        <w:rPr>
          <w:rFonts w:cs="Arial"/>
        </w:rPr>
      </w:pPr>
      <w:r w:rsidRPr="00AF0FBB">
        <w:rPr>
          <w:rFonts w:cs="Arial"/>
        </w:rPr>
        <w:t>общий объем доходов бюджета поселения</w:t>
      </w:r>
      <w:r w:rsidR="00AF0FBB">
        <w:rPr>
          <w:rFonts w:cs="Arial"/>
        </w:rPr>
        <w:t xml:space="preserve"> </w:t>
      </w:r>
      <w:r w:rsidRPr="00AF0FBB">
        <w:rPr>
          <w:rFonts w:cs="Arial"/>
        </w:rPr>
        <w:t xml:space="preserve">в сумме </w:t>
      </w:r>
      <w:r w:rsidR="00A15563" w:rsidRPr="00AF0FBB">
        <w:rPr>
          <w:rFonts w:cs="Arial"/>
        </w:rPr>
        <w:t>5963</w:t>
      </w:r>
      <w:r w:rsidR="00E20C54" w:rsidRPr="00AF0FBB">
        <w:rPr>
          <w:rFonts w:cs="Arial"/>
        </w:rPr>
        <w:t>,9</w:t>
      </w:r>
      <w:r w:rsidRPr="00AF0FBB">
        <w:rPr>
          <w:rFonts w:cs="Arial"/>
        </w:rPr>
        <w:t xml:space="preserve"> тыс.рублей;</w:t>
      </w:r>
    </w:p>
    <w:p w:rsidR="006400A8" w:rsidRPr="00AF0FBB" w:rsidRDefault="006400A8" w:rsidP="00AF0FBB">
      <w:pPr>
        <w:rPr>
          <w:rFonts w:cs="Arial"/>
        </w:rPr>
      </w:pPr>
      <w:r w:rsidRPr="00AF0FBB">
        <w:rPr>
          <w:rFonts w:cs="Arial"/>
        </w:rPr>
        <w:t>общий объем расходов бюджета поселения</w:t>
      </w:r>
      <w:r w:rsidR="00AF0FBB">
        <w:rPr>
          <w:rFonts w:cs="Arial"/>
        </w:rPr>
        <w:t xml:space="preserve"> </w:t>
      </w:r>
      <w:r w:rsidRPr="00AF0FBB">
        <w:rPr>
          <w:rFonts w:cs="Arial"/>
        </w:rPr>
        <w:t xml:space="preserve">в сумме </w:t>
      </w:r>
      <w:r w:rsidR="00A15563" w:rsidRPr="00AF0FBB">
        <w:rPr>
          <w:rFonts w:cs="Arial"/>
        </w:rPr>
        <w:t>5963</w:t>
      </w:r>
      <w:r w:rsidR="00E20C54" w:rsidRPr="00AF0FBB">
        <w:rPr>
          <w:rFonts w:cs="Arial"/>
        </w:rPr>
        <w:t>,9</w:t>
      </w:r>
      <w:r w:rsidRPr="00AF0FBB">
        <w:rPr>
          <w:rFonts w:cs="Arial"/>
        </w:rPr>
        <w:t xml:space="preserve"> тыс.рублей;</w:t>
      </w:r>
    </w:p>
    <w:p w:rsidR="00831F26" w:rsidRPr="00AF0FBB" w:rsidRDefault="00831F26" w:rsidP="00AF0FBB">
      <w:pPr>
        <w:rPr>
          <w:rFonts w:cs="Arial"/>
        </w:rPr>
      </w:pPr>
    </w:p>
    <w:p w:rsidR="00831F26" w:rsidRPr="00AF0FBB" w:rsidRDefault="00831F26" w:rsidP="00AF0FBB">
      <w:pPr>
        <w:rPr>
          <w:rFonts w:cs="Arial"/>
        </w:rPr>
      </w:pPr>
      <w:r w:rsidRPr="00AF0FBB">
        <w:rPr>
          <w:rFonts w:cs="Arial"/>
        </w:rPr>
        <w:t>2.Статью 6 «Резервный фонд Администрации Вознесенского сельского поселения изложить в новой редакции:</w:t>
      </w:r>
    </w:p>
    <w:p w:rsidR="00831F26" w:rsidRPr="00AF0FBB" w:rsidRDefault="00831F26" w:rsidP="00AF0FBB">
      <w:pPr>
        <w:rPr>
          <w:rFonts w:cs="Arial"/>
        </w:rPr>
      </w:pPr>
      <w:r w:rsidRPr="00AF0FBB">
        <w:rPr>
          <w:rFonts w:cs="Arial"/>
        </w:rPr>
        <w:t>«Утвердить размер резервного фонда Администрации Вознесенского сельского поселения на 2019год в сумме 10,0 тыс.рублей, на 2020год в сумме 10,0 тыс.рублей».</w:t>
      </w:r>
    </w:p>
    <w:p w:rsidR="008757C6" w:rsidRPr="00AF0FBB" w:rsidRDefault="008757C6" w:rsidP="00AF0FBB">
      <w:pPr>
        <w:rPr>
          <w:rFonts w:cs="Arial"/>
        </w:rPr>
      </w:pPr>
    </w:p>
    <w:p w:rsidR="008757C6" w:rsidRPr="00AF0FBB" w:rsidRDefault="00831F26" w:rsidP="00AF0FBB">
      <w:pPr>
        <w:rPr>
          <w:rFonts w:cs="Arial"/>
        </w:rPr>
      </w:pPr>
      <w:r w:rsidRPr="00AF0FBB">
        <w:rPr>
          <w:rFonts w:cs="Arial"/>
        </w:rPr>
        <w:t>3</w:t>
      </w:r>
      <w:r w:rsidR="008757C6" w:rsidRPr="00AF0FBB">
        <w:rPr>
          <w:rFonts w:cs="Arial"/>
        </w:rPr>
        <w:t>.Статью 8 «Межбюджетные трансферты на 2018год и на плановый период 2019 и 2020 годов изложить в новой редакции:</w:t>
      </w:r>
    </w:p>
    <w:p w:rsidR="008757C6" w:rsidRPr="00AF0FBB" w:rsidRDefault="008757C6" w:rsidP="00AF0FBB">
      <w:pPr>
        <w:rPr>
          <w:rFonts w:cs="Arial"/>
        </w:rPr>
      </w:pPr>
      <w:r w:rsidRPr="00AF0FBB">
        <w:rPr>
          <w:rFonts w:cs="Arial"/>
        </w:rPr>
        <w:t xml:space="preserve">«Утвердить общий объем межбюджетных трансфертов, получаемых из районного бюджета на 2018год в сумме </w:t>
      </w:r>
      <w:r w:rsidR="00A15563" w:rsidRPr="00AF0FBB">
        <w:rPr>
          <w:rFonts w:cs="Arial"/>
        </w:rPr>
        <w:t>4164</w:t>
      </w:r>
      <w:r w:rsidRPr="00AF0FBB">
        <w:rPr>
          <w:rFonts w:cs="Arial"/>
        </w:rPr>
        <w:t>,9 тыс.рублей, на 2019год в сумме 841,8 тыс.рублей, на 2020год в сумме 791,5 тыс.рублей».</w:t>
      </w:r>
    </w:p>
    <w:p w:rsidR="008757C6" w:rsidRPr="00AF0FBB" w:rsidRDefault="008757C6" w:rsidP="00AF0FBB">
      <w:pPr>
        <w:rPr>
          <w:rFonts w:cs="Arial"/>
        </w:rPr>
      </w:pPr>
    </w:p>
    <w:p w:rsidR="006F0F10" w:rsidRPr="00AF0FBB" w:rsidRDefault="00831F26" w:rsidP="00AF0FBB">
      <w:pPr>
        <w:rPr>
          <w:rFonts w:cs="Arial"/>
        </w:rPr>
      </w:pPr>
      <w:r w:rsidRPr="00AF0FBB">
        <w:rPr>
          <w:rFonts w:cs="Arial"/>
        </w:rPr>
        <w:lastRenderedPageBreak/>
        <w:t>4</w:t>
      </w:r>
      <w:r w:rsidR="006F0F10" w:rsidRPr="00AF0FBB">
        <w:rPr>
          <w:rFonts w:cs="Arial"/>
        </w:rPr>
        <w:t>. Приложение №4 к Решению изложить в новой редакции, согласно приложению №1 к настоящему решению;</w:t>
      </w:r>
    </w:p>
    <w:p w:rsidR="006F0F10" w:rsidRPr="00AF0FBB" w:rsidRDefault="006F0F10" w:rsidP="00AF0FBB">
      <w:pPr>
        <w:rPr>
          <w:rFonts w:cs="Arial"/>
        </w:rPr>
      </w:pPr>
    </w:p>
    <w:p w:rsidR="006F0F10" w:rsidRPr="00AF0FBB" w:rsidRDefault="00831F26" w:rsidP="00AF0FBB">
      <w:pPr>
        <w:rPr>
          <w:rFonts w:cs="Arial"/>
        </w:rPr>
      </w:pPr>
      <w:r w:rsidRPr="00AF0FBB">
        <w:rPr>
          <w:rFonts w:cs="Arial"/>
        </w:rPr>
        <w:t>5</w:t>
      </w:r>
      <w:r w:rsidR="006F0F10" w:rsidRPr="00AF0FBB">
        <w:rPr>
          <w:rFonts w:cs="Arial"/>
        </w:rPr>
        <w:t>. Приложение №5 к Решению изложить в новой редакции, согласно приложению №2 к настоящему решению;</w:t>
      </w:r>
    </w:p>
    <w:p w:rsidR="003C3C25" w:rsidRPr="00AF0FBB" w:rsidRDefault="003C3C25" w:rsidP="00AF0FBB">
      <w:pPr>
        <w:rPr>
          <w:rFonts w:cs="Arial"/>
        </w:rPr>
      </w:pPr>
    </w:p>
    <w:p w:rsidR="004B26C2" w:rsidRPr="00AF0FBB" w:rsidRDefault="004B26C2" w:rsidP="00AF0FBB">
      <w:pPr>
        <w:rPr>
          <w:b/>
          <w:bCs/>
          <w:sz w:val="26"/>
          <w:szCs w:val="28"/>
        </w:rPr>
      </w:pPr>
      <w:r w:rsidRPr="00AF0FBB">
        <w:rPr>
          <w:b/>
          <w:bCs/>
          <w:sz w:val="26"/>
          <w:szCs w:val="28"/>
        </w:rPr>
        <w:t>Статья 2.</w:t>
      </w:r>
    </w:p>
    <w:p w:rsidR="008757C6" w:rsidRPr="00AF0FBB" w:rsidRDefault="008757C6" w:rsidP="00AF0FBB">
      <w:pPr>
        <w:rPr>
          <w:rFonts w:cs="Arial"/>
        </w:rPr>
      </w:pPr>
    </w:p>
    <w:p w:rsidR="004B26C2" w:rsidRPr="00AF0FBB" w:rsidRDefault="004B26C2" w:rsidP="00AF0FBB">
      <w:pPr>
        <w:rPr>
          <w:rFonts w:cs="Arial"/>
        </w:rPr>
      </w:pPr>
      <w:r w:rsidRPr="00AF0FBB">
        <w:rPr>
          <w:rFonts w:cs="Arial"/>
        </w:rPr>
        <w:t>Разместить настоящее решение на сайте Администрации Яйского муниципального района</w:t>
      </w:r>
      <w:r w:rsidR="005F38FF" w:rsidRPr="00AF0FBB">
        <w:rPr>
          <w:rFonts w:cs="Arial"/>
        </w:rPr>
        <w:t>.</w:t>
      </w:r>
    </w:p>
    <w:p w:rsidR="003A64BF" w:rsidRPr="00AF0FBB" w:rsidRDefault="003A64BF" w:rsidP="00AF0FBB">
      <w:pPr>
        <w:rPr>
          <w:rFonts w:cs="Arial"/>
        </w:rPr>
      </w:pPr>
    </w:p>
    <w:p w:rsidR="003A64BF" w:rsidRPr="00AF0FBB" w:rsidRDefault="003A64BF" w:rsidP="00AF0FBB">
      <w:pPr>
        <w:rPr>
          <w:b/>
          <w:bCs/>
          <w:sz w:val="26"/>
          <w:szCs w:val="28"/>
        </w:rPr>
      </w:pPr>
      <w:r w:rsidRPr="00AF0FBB">
        <w:rPr>
          <w:b/>
          <w:bCs/>
          <w:sz w:val="26"/>
          <w:szCs w:val="28"/>
        </w:rPr>
        <w:t>Статья 3.</w:t>
      </w:r>
    </w:p>
    <w:p w:rsidR="003A64BF" w:rsidRPr="00AF0FBB" w:rsidRDefault="003A64BF" w:rsidP="00AF0FBB">
      <w:pPr>
        <w:rPr>
          <w:rFonts w:cs="Arial"/>
        </w:rPr>
      </w:pPr>
      <w:r w:rsidRPr="00AF0FBB">
        <w:rPr>
          <w:rFonts w:cs="Arial"/>
        </w:rPr>
        <w:t>Настоящее Решение вступает в действие с момента его официального обнародования.</w:t>
      </w:r>
    </w:p>
    <w:p w:rsidR="006F0F10" w:rsidRPr="00AF0FBB" w:rsidRDefault="006F0F10" w:rsidP="00AF0FBB">
      <w:pPr>
        <w:rPr>
          <w:rFonts w:cs="Arial"/>
        </w:rPr>
      </w:pPr>
    </w:p>
    <w:p w:rsidR="00AF0FBB" w:rsidRDefault="003A64BF" w:rsidP="00AF0FBB">
      <w:pPr>
        <w:rPr>
          <w:rFonts w:cs="Arial"/>
        </w:rPr>
      </w:pPr>
      <w:r w:rsidRPr="00AF0FBB">
        <w:rPr>
          <w:rFonts w:cs="Arial"/>
        </w:rPr>
        <w:t xml:space="preserve">Председатель </w:t>
      </w:r>
    </w:p>
    <w:p w:rsidR="00AF0FBB" w:rsidRDefault="003A64BF" w:rsidP="00AF0FBB">
      <w:pPr>
        <w:rPr>
          <w:rFonts w:cs="Arial"/>
        </w:rPr>
      </w:pPr>
      <w:r w:rsidRPr="00AF0FBB">
        <w:rPr>
          <w:rFonts w:cs="Arial"/>
        </w:rPr>
        <w:t>Совета народных</w:t>
      </w:r>
      <w:r w:rsidR="00AF0FBB">
        <w:rPr>
          <w:rFonts w:cs="Arial"/>
        </w:rPr>
        <w:t xml:space="preserve"> </w:t>
      </w:r>
      <w:r w:rsidRPr="00AF0FBB">
        <w:rPr>
          <w:rFonts w:cs="Arial"/>
        </w:rPr>
        <w:t xml:space="preserve">депутатов </w:t>
      </w:r>
    </w:p>
    <w:p w:rsidR="003A64BF" w:rsidRPr="00AF0FBB" w:rsidRDefault="003A64BF" w:rsidP="00AF0FBB">
      <w:pPr>
        <w:rPr>
          <w:rFonts w:cs="Arial"/>
        </w:rPr>
      </w:pPr>
      <w:r w:rsidRPr="00AF0FBB">
        <w:rPr>
          <w:rFonts w:cs="Arial"/>
        </w:rPr>
        <w:t>Вознесенского сельского</w:t>
      </w:r>
    </w:p>
    <w:p w:rsidR="00AF0FBB" w:rsidRDefault="003A64BF" w:rsidP="00AF0FBB">
      <w:pPr>
        <w:rPr>
          <w:rFonts w:cs="Arial"/>
        </w:rPr>
      </w:pPr>
      <w:r w:rsidRPr="00AF0FBB">
        <w:rPr>
          <w:rFonts w:cs="Arial"/>
        </w:rPr>
        <w:t>поселения</w:t>
      </w:r>
      <w:r w:rsidR="00AF0FBB">
        <w:rPr>
          <w:rFonts w:cs="Arial"/>
        </w:rPr>
        <w:t xml:space="preserve"> </w:t>
      </w:r>
    </w:p>
    <w:p w:rsidR="003A64BF" w:rsidRPr="00AF0FBB" w:rsidRDefault="003A64BF" w:rsidP="00AF0FBB">
      <w:pPr>
        <w:rPr>
          <w:rFonts w:cs="Arial"/>
        </w:rPr>
      </w:pPr>
      <w:r w:rsidRPr="00AF0FBB">
        <w:rPr>
          <w:rFonts w:cs="Arial"/>
        </w:rPr>
        <w:t>Н.П.Редькина</w:t>
      </w:r>
    </w:p>
    <w:p w:rsidR="00CD1EFB" w:rsidRPr="00AF0FBB" w:rsidRDefault="00CD1EFB" w:rsidP="00AF0FBB">
      <w:pPr>
        <w:rPr>
          <w:rFonts w:cs="Arial"/>
        </w:rPr>
      </w:pPr>
    </w:p>
    <w:p w:rsidR="003A64BF" w:rsidRPr="00AF0FBB" w:rsidRDefault="003A64BF" w:rsidP="00AF0FBB">
      <w:pPr>
        <w:rPr>
          <w:rFonts w:cs="Arial"/>
        </w:rPr>
      </w:pPr>
      <w:r w:rsidRPr="00AF0FBB">
        <w:rPr>
          <w:rFonts w:cs="Arial"/>
        </w:rPr>
        <w:t>Глава Вознесенского</w:t>
      </w:r>
    </w:p>
    <w:p w:rsidR="00AF0FBB" w:rsidRDefault="003A64BF" w:rsidP="00AF0FBB">
      <w:pPr>
        <w:rPr>
          <w:rFonts w:cs="Arial"/>
        </w:rPr>
      </w:pPr>
      <w:r w:rsidRPr="00AF0FBB">
        <w:rPr>
          <w:rFonts w:cs="Arial"/>
        </w:rPr>
        <w:t>сельского поселения</w:t>
      </w:r>
      <w:r w:rsidR="00AF0FBB">
        <w:rPr>
          <w:rFonts w:cs="Arial"/>
        </w:rPr>
        <w:t xml:space="preserve"> </w:t>
      </w:r>
    </w:p>
    <w:p w:rsidR="0002155C" w:rsidRPr="00AF0FBB" w:rsidRDefault="003A64BF" w:rsidP="00AF0FBB">
      <w:pPr>
        <w:rPr>
          <w:rFonts w:cs="Arial"/>
        </w:rPr>
      </w:pPr>
      <w:r w:rsidRPr="00AF0FBB">
        <w:rPr>
          <w:rFonts w:cs="Arial"/>
        </w:rPr>
        <w:t>Н.П.Редькина</w:t>
      </w:r>
      <w:r w:rsidR="00AF0FBB">
        <w:rPr>
          <w:rFonts w:cs="Arial"/>
        </w:rPr>
        <w:t xml:space="preserve"> </w:t>
      </w:r>
    </w:p>
    <w:p w:rsidR="0002155C" w:rsidRPr="00AF0FBB" w:rsidRDefault="0002155C" w:rsidP="00AF0FBB">
      <w:pPr>
        <w:rPr>
          <w:rFonts w:cs="Arial"/>
        </w:rPr>
      </w:pP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к Решению Совета народных депутатов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Вознесенского сельского поселения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«О внесении изменений в Решение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Совета народных депутатов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Вознесенского сельского поселения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от 22 декабря 2017 года №9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«О бюджете Вознесенского сельского поселения на 2018год и на плановый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период 2019 и 2020 годов»</w:t>
      </w:r>
    </w:p>
    <w:p w:rsidR="0002155C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от </w:t>
      </w:r>
      <w:r w:rsidR="00831F26" w:rsidRPr="00AF0FBB">
        <w:rPr>
          <w:rFonts w:cs="Arial"/>
          <w:b/>
          <w:bCs/>
          <w:kern w:val="28"/>
          <w:sz w:val="32"/>
          <w:szCs w:val="32"/>
        </w:rPr>
        <w:t>31мая 2018г.№12</w:t>
      </w:r>
    </w:p>
    <w:p w:rsidR="00E10B8C" w:rsidRDefault="00E10B8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Приложение №4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к Решению Совета народных депутатов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Вознесенского сельского поселения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«О бюджете Вознесенского сельского поселения на 2018год и на плановый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период 2019 и 2020 годов»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от 22 декабря 2017г.№9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84"/>
        <w:gridCol w:w="1621"/>
        <w:gridCol w:w="1519"/>
        <w:gridCol w:w="1375"/>
        <w:gridCol w:w="1392"/>
        <w:gridCol w:w="754"/>
        <w:gridCol w:w="754"/>
        <w:gridCol w:w="754"/>
      </w:tblGrid>
      <w:tr w:rsidR="00E10B8C" w:rsidRPr="00E10B8C" w:rsidTr="00E10B8C">
        <w:trPr>
          <w:trHeight w:val="1099"/>
          <w:jc w:val="center"/>
        </w:trPr>
        <w:tc>
          <w:tcPr>
            <w:tcW w:w="34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lastRenderedPageBreak/>
              <w:t>Наименование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t>Муниципальная программа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t>Подпрограмма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t>Основное мероприятие</w:t>
            </w:r>
          </w:p>
        </w:tc>
        <w:tc>
          <w:tcPr>
            <w:tcW w:w="9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t>Мероприятие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t>2018 год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t>2019 год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0"/>
            </w:pPr>
            <w:r w:rsidRPr="00E10B8C">
              <w:t>2020 год</w:t>
            </w:r>
          </w:p>
        </w:tc>
      </w:tr>
      <w:tr w:rsidR="00E10B8C" w:rsidRPr="00E10B8C" w:rsidTr="00E10B8C">
        <w:trPr>
          <w:trHeight w:val="391"/>
          <w:jc w:val="center"/>
        </w:trPr>
        <w:tc>
          <w:tcPr>
            <w:tcW w:w="3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Муниципальная программа "Поддержка и развитие  ЖКХ  на территории Вознесенского сельского поселения"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01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824,5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391"/>
          <w:jc w:val="center"/>
        </w:trPr>
        <w:tc>
          <w:tcPr>
            <w:tcW w:w="3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Компенсация выпадающих доходов по теплоснабжению и горячему водоснабжению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01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10580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79,0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391"/>
          <w:jc w:val="center"/>
        </w:trPr>
        <w:tc>
          <w:tcPr>
            <w:tcW w:w="34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Компенсация выпадающих доходов по водоснабжению и водоотведению населения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01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10590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49,9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885"/>
          <w:jc w:val="center"/>
        </w:trPr>
        <w:tc>
          <w:tcPr>
            <w:tcW w:w="4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Проведение мероприятий по ремонту и реконструкции объектов ЖКХ</w:t>
            </w:r>
          </w:p>
          <w:p w:rsidR="00E10B8C" w:rsidRPr="00E10B8C" w:rsidRDefault="00E10B8C" w:rsidP="00C66840">
            <w:pPr>
              <w:pStyle w:val="Table"/>
            </w:pPr>
            <w:r w:rsidRPr="00E10B8C">
              <w:t>01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11090</w:t>
            </w:r>
          </w:p>
          <w:p w:rsidR="00E10B8C" w:rsidRPr="00E10B8C" w:rsidRDefault="00E10B8C" w:rsidP="00C66840">
            <w:pPr>
              <w:pStyle w:val="Table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  <w:p w:rsidR="00E10B8C" w:rsidRPr="00E10B8C" w:rsidRDefault="00E10B8C" w:rsidP="00C66840">
            <w:pPr>
              <w:pStyle w:val="Table"/>
            </w:pPr>
            <w:r w:rsidRPr="00E10B8C">
              <w:t>695,6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562"/>
          <w:jc w:val="center"/>
        </w:trPr>
        <w:tc>
          <w:tcPr>
            <w:tcW w:w="9244" w:type="dxa"/>
            <w:gridSpan w:val="8"/>
            <w:tcBorders>
              <w:top w:val="single" w:sz="4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</w:tr>
      <w:tr w:rsidR="00E10B8C" w:rsidRPr="00E10B8C" w:rsidTr="00E10B8C">
        <w:trPr>
          <w:trHeight w:val="917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Муниципальная программа «Содержание автомобильных дорог  и обеспечение безопасности дорожного движения на территории Вознесенско</w:t>
            </w:r>
            <w:r w:rsidRPr="00E10B8C">
              <w:lastRenderedPageBreak/>
              <w:t>го сельского поселения»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lastRenderedPageBreak/>
              <w:t>02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1598,0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1746,0</w:t>
            </w:r>
          </w:p>
        </w:tc>
      </w:tr>
      <w:tr w:rsidR="00E10B8C" w:rsidRPr="00E10B8C" w:rsidTr="00E10B8C">
        <w:trPr>
          <w:trHeight w:val="175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lastRenderedPageBreak/>
              <w:t xml:space="preserve">Мероприятия по дорожной деятельности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1598,0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1746,0</w:t>
            </w:r>
          </w:p>
        </w:tc>
      </w:tr>
      <w:tr w:rsidR="00E10B8C" w:rsidRPr="00E10B8C" w:rsidTr="00E10B8C">
        <w:trPr>
          <w:trHeight w:val="550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 Муниципальная программа «Комплексная программа по благоустройству Вознесенского сельского поселения»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03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178,3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1,0</w:t>
            </w:r>
          </w:p>
        </w:tc>
      </w:tr>
      <w:tr w:rsidR="00E10B8C" w:rsidRPr="00E10B8C" w:rsidTr="00E10B8C">
        <w:trPr>
          <w:trHeight w:val="550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Содержание учреждений за счет безвозмездных поступлений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03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10480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182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Организация освещения улиц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03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155,3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175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Организация и содержание мест захоронений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03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1,0</w:t>
            </w:r>
          </w:p>
        </w:tc>
      </w:tr>
      <w:tr w:rsidR="00E10B8C" w:rsidRPr="00E10B8C" w:rsidTr="00E10B8C">
        <w:trPr>
          <w:trHeight w:val="175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Мероприятия по благоустройству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03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566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Муниципальная программа «Развитие культуры, физической культуры, спорта и  молодежной политики в Вознесенском сельском поселении»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04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6,0</w:t>
            </w:r>
          </w:p>
        </w:tc>
      </w:tr>
      <w:tr w:rsidR="00E10B8C" w:rsidRPr="00E10B8C" w:rsidTr="00E10B8C">
        <w:trPr>
          <w:trHeight w:val="348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lastRenderedPageBreak/>
              <w:t xml:space="preserve">Мероприятия в области физической культуры, спорта и туризма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04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6,0</w:t>
            </w:r>
          </w:p>
        </w:tc>
      </w:tr>
      <w:tr w:rsidR="00E10B8C" w:rsidRPr="00E10B8C" w:rsidTr="00E10B8C">
        <w:trPr>
          <w:trHeight w:val="696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Комплексные меры по усилению противодействия незаконному обороту наркотических средств, психотропных веществ и злоупотреблению ими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04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</w:tr>
      <w:tr w:rsidR="00E10B8C" w:rsidRPr="00E10B8C" w:rsidTr="00E10B8C">
        <w:trPr>
          <w:trHeight w:val="463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Муниципальная программа "Социальная поддержка населения Вознесенского сельского поселения "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10,0</w:t>
            </w:r>
          </w:p>
        </w:tc>
      </w:tr>
      <w:tr w:rsidR="00E10B8C" w:rsidRPr="00E10B8C" w:rsidTr="00E10B8C">
        <w:trPr>
          <w:trHeight w:val="175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Оказание социальной помощи населению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10,0</w:t>
            </w:r>
          </w:p>
        </w:tc>
      </w:tr>
      <w:tr w:rsidR="00E10B8C" w:rsidRPr="00E10B8C" w:rsidTr="00E10B8C">
        <w:trPr>
          <w:trHeight w:val="586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Муниципальная программа "Пожарная безопасность и защита населения территории населенных пунктов Вознесенского сельского поселения от чрезвычайных ситуаций"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07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24,5</w:t>
            </w:r>
          </w:p>
        </w:tc>
      </w:tr>
      <w:tr w:rsidR="00E10B8C" w:rsidRPr="00E10B8C" w:rsidTr="00E10B8C">
        <w:trPr>
          <w:trHeight w:val="348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Мероприятия по предупреждению и </w:t>
            </w:r>
            <w:r w:rsidRPr="00E10B8C">
              <w:lastRenderedPageBreak/>
              <w:t xml:space="preserve">ликвидации последствий ЧС и стихийных бедствий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lastRenderedPageBreak/>
              <w:t>07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24,5</w:t>
            </w:r>
          </w:p>
        </w:tc>
      </w:tr>
      <w:tr w:rsidR="00E10B8C" w:rsidRPr="00E10B8C" w:rsidTr="00E10B8C">
        <w:trPr>
          <w:trHeight w:val="586"/>
          <w:jc w:val="center"/>
        </w:trPr>
        <w:tc>
          <w:tcPr>
            <w:tcW w:w="349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lastRenderedPageBreak/>
              <w:t>Муниципальная программа «Обеспечение деятельности органов местного самоуправления Вознесенского сельского поселения"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3383,9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799,1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711,5</w:t>
            </w:r>
          </w:p>
        </w:tc>
      </w:tr>
      <w:tr w:rsidR="00E10B8C" w:rsidRPr="00E10B8C" w:rsidTr="00E10B8C">
        <w:trPr>
          <w:trHeight w:val="348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Обеспечение деятельности органов местного самоуправления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1826,6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552,5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478,9</w:t>
            </w:r>
          </w:p>
        </w:tc>
      </w:tr>
      <w:tr w:rsidR="00E10B8C" w:rsidRPr="00E10B8C" w:rsidTr="00E10B8C">
        <w:trPr>
          <w:trHeight w:val="175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Глава Вознесенского сельского поселения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10430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441,5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53,6</w:t>
            </w:r>
          </w:p>
        </w:tc>
      </w:tr>
      <w:tr w:rsidR="00E10B8C" w:rsidRPr="00E10B8C" w:rsidTr="00E10B8C">
        <w:trPr>
          <w:trHeight w:val="175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Оплата труда муниципальных служащих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11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1092,9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157,9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157,9</w:t>
            </w:r>
          </w:p>
        </w:tc>
      </w:tr>
      <w:tr w:rsidR="00E10B8C" w:rsidRPr="00E10B8C" w:rsidTr="00E10B8C">
        <w:trPr>
          <w:trHeight w:val="2310"/>
          <w:jc w:val="center"/>
        </w:trPr>
        <w:tc>
          <w:tcPr>
            <w:tcW w:w="3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</w:t>
            </w:r>
            <w:r w:rsidRPr="00E10B8C">
              <w:lastRenderedPageBreak/>
              <w:t>поселений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lastRenderedPageBreak/>
              <w:t>11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70320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21,1</w:t>
            </w:r>
          </w:p>
        </w:tc>
      </w:tr>
      <w:tr w:rsidR="00E10B8C" w:rsidRPr="00E10B8C" w:rsidTr="00E10B8C">
        <w:trPr>
          <w:trHeight w:val="216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lastRenderedPageBreak/>
              <w:t>Непрограммные направления деятельности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99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129,2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198,5</w:t>
            </w:r>
          </w:p>
        </w:tc>
      </w:tr>
      <w:tr w:rsidR="00E10B8C" w:rsidRPr="00E10B8C" w:rsidTr="00E10B8C">
        <w:trPr>
          <w:trHeight w:val="331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Резервный фонд Администрации Вознесенского сельского поселения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99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10,0</w:t>
            </w:r>
          </w:p>
        </w:tc>
      </w:tr>
      <w:tr w:rsidR="00E10B8C" w:rsidRPr="00E10B8C" w:rsidTr="00E10B8C">
        <w:trPr>
          <w:trHeight w:val="365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99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00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56,4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56,4</w:t>
            </w:r>
          </w:p>
        </w:tc>
      </w:tr>
      <w:tr w:rsidR="00E10B8C" w:rsidRPr="00E10B8C" w:rsidTr="00E10B8C">
        <w:trPr>
          <w:trHeight w:val="226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Условно-утвержденные расходы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62,8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132,1</w:t>
            </w:r>
          </w:p>
        </w:tc>
      </w:tr>
      <w:tr w:rsidR="00E10B8C" w:rsidTr="00E10B8C">
        <w:trPr>
          <w:trHeight w:val="242"/>
          <w:jc w:val="center"/>
        </w:trPr>
        <w:tc>
          <w:tcPr>
            <w:tcW w:w="34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Всего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0B8C" w:rsidRPr="00E10B8C" w:rsidRDefault="00E10B8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5963,9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2592,8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10B8C" w:rsidRPr="00E10B8C" w:rsidRDefault="00E10B8C" w:rsidP="00C66840">
            <w:pPr>
              <w:pStyle w:val="Table"/>
            </w:pPr>
            <w:r w:rsidRPr="00E10B8C">
              <w:t>2697,5</w:t>
            </w:r>
          </w:p>
        </w:tc>
      </w:tr>
    </w:tbl>
    <w:p w:rsidR="0002155C" w:rsidRPr="00AF0FBB" w:rsidRDefault="0002155C" w:rsidP="00AF0FBB">
      <w:pPr>
        <w:rPr>
          <w:rFonts w:cs="Arial"/>
        </w:rPr>
      </w:pPr>
    </w:p>
    <w:p w:rsidR="0002155C" w:rsidRPr="00AF0FBB" w:rsidRDefault="0002155C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Распределение бюджетных ассигнований бюджета поселения по целевым статьям (муниципальным программам и непрограммным направлениям деятельности) классификации расходов бюджетов на 2018 год и </w:t>
      </w:r>
      <w:r w:rsidR="00AF0FBB">
        <w:rPr>
          <w:rFonts w:cs="Arial"/>
          <w:b/>
          <w:bCs/>
          <w:kern w:val="28"/>
          <w:sz w:val="32"/>
          <w:szCs w:val="32"/>
        </w:rPr>
        <w:t>на плановый период 2019-2020гг.</w:t>
      </w:r>
    </w:p>
    <w:p w:rsidR="0002155C" w:rsidRPr="00AF0FBB" w:rsidRDefault="0002155C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2155C" w:rsidRPr="00AF0FBB" w:rsidRDefault="0002155C" w:rsidP="00AF0FBB">
      <w:pPr>
        <w:rPr>
          <w:rFonts w:cs="Arial"/>
        </w:rPr>
      </w:pP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Приложение №2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к Решению Совета народных депутатов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Вознесенского сельского поселения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«О внесении изменений в Решение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lastRenderedPageBreak/>
        <w:t>Совета народных депутатов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Вознесенского сельского поселения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от 22 декабря 2017 года №9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«О бюджете Вознесенского сельского поселения на 2018год и на плановый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период 2019 и 2020 годов»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от </w:t>
      </w:r>
      <w:r w:rsidR="00FB3FF0" w:rsidRPr="00AF0FBB">
        <w:rPr>
          <w:rFonts w:cs="Arial"/>
          <w:b/>
          <w:bCs/>
          <w:kern w:val="28"/>
          <w:sz w:val="32"/>
          <w:szCs w:val="32"/>
        </w:rPr>
        <w:t>31</w:t>
      </w:r>
      <w:r w:rsidRPr="00AF0FBB">
        <w:rPr>
          <w:rFonts w:cs="Arial"/>
          <w:b/>
          <w:bCs/>
          <w:kern w:val="28"/>
          <w:sz w:val="32"/>
          <w:szCs w:val="32"/>
        </w:rPr>
        <w:t xml:space="preserve"> </w:t>
      </w:r>
      <w:r w:rsidR="00FB3FF0" w:rsidRPr="00AF0FBB">
        <w:rPr>
          <w:rFonts w:cs="Arial"/>
          <w:b/>
          <w:bCs/>
          <w:kern w:val="28"/>
          <w:sz w:val="32"/>
          <w:szCs w:val="32"/>
        </w:rPr>
        <w:t>мая</w:t>
      </w:r>
      <w:r w:rsidRPr="00AF0FBB">
        <w:rPr>
          <w:rFonts w:cs="Arial"/>
          <w:b/>
          <w:bCs/>
          <w:kern w:val="28"/>
          <w:sz w:val="32"/>
          <w:szCs w:val="32"/>
        </w:rPr>
        <w:t xml:space="preserve"> 2018г.№</w:t>
      </w:r>
      <w:r w:rsidR="00FB3FF0" w:rsidRPr="00AF0FBB">
        <w:rPr>
          <w:rFonts w:cs="Arial"/>
          <w:b/>
          <w:bCs/>
          <w:kern w:val="28"/>
          <w:sz w:val="32"/>
          <w:szCs w:val="32"/>
        </w:rPr>
        <w:t>12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Приложение №5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к Решению Совета народных депутатов 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Вознесенского сельского поселения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«О бюджете Вознесенского сельского поселения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 на 2018год и на плановый период 2019 и 2020 годов»</w:t>
      </w:r>
    </w:p>
    <w:p w:rsidR="0002155C" w:rsidRPr="00AF0FBB" w:rsidRDefault="0002155C" w:rsidP="00AF0FB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от 22 декабря 2017г.№9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02155C" w:rsidRPr="00AF0FBB" w:rsidRDefault="0002155C" w:rsidP="00AF0FBB">
      <w:pPr>
        <w:rPr>
          <w:rFonts w:cs="Arial"/>
        </w:rPr>
      </w:pPr>
    </w:p>
    <w:p w:rsidR="0002155C" w:rsidRPr="00AF0FBB" w:rsidRDefault="0002155C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>Распределение бюджетных ассигнований бюджета Вознесенского сельского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  <w:r w:rsidRPr="00AF0FBB">
        <w:rPr>
          <w:rFonts w:cs="Arial"/>
          <w:b/>
          <w:bCs/>
          <w:kern w:val="28"/>
          <w:sz w:val="32"/>
          <w:szCs w:val="32"/>
        </w:rPr>
        <w:t>поселения по разделам, подразделам, целевым статьям (муниципальным программам и непрограммным направлениям деятельности), группам и подгруппам видов классификации</w:t>
      </w:r>
      <w:r w:rsidR="00AF0FBB" w:rsidRPr="00AF0FBB">
        <w:rPr>
          <w:rFonts w:cs="Arial"/>
          <w:b/>
          <w:bCs/>
          <w:kern w:val="28"/>
          <w:sz w:val="32"/>
          <w:szCs w:val="32"/>
        </w:rPr>
        <w:t xml:space="preserve"> </w:t>
      </w:r>
      <w:r w:rsidRPr="00AF0FBB">
        <w:rPr>
          <w:rFonts w:cs="Arial"/>
          <w:b/>
          <w:bCs/>
          <w:kern w:val="28"/>
          <w:sz w:val="32"/>
          <w:szCs w:val="32"/>
        </w:rPr>
        <w:t>расходов бюджетов на 2018 г. и</w:t>
      </w:r>
    </w:p>
    <w:p w:rsidR="0002155C" w:rsidRPr="00AF0FBB" w:rsidRDefault="0002155C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F0FBB">
        <w:rPr>
          <w:rFonts w:cs="Arial"/>
          <w:b/>
          <w:bCs/>
          <w:kern w:val="28"/>
          <w:sz w:val="32"/>
          <w:szCs w:val="32"/>
        </w:rPr>
        <w:t xml:space="preserve"> </w:t>
      </w:r>
      <w:r w:rsidR="00AF0FBB">
        <w:rPr>
          <w:rFonts w:cs="Arial"/>
          <w:b/>
          <w:bCs/>
          <w:kern w:val="28"/>
          <w:sz w:val="32"/>
          <w:szCs w:val="32"/>
        </w:rPr>
        <w:t>на плановый период 2019-2020гг.</w:t>
      </w:r>
    </w:p>
    <w:p w:rsidR="0002155C" w:rsidRPr="00AF0FBB" w:rsidRDefault="0002155C" w:rsidP="00AF0FB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2155C" w:rsidRPr="00AF0FBB" w:rsidRDefault="0002155C" w:rsidP="00AF0FBB">
      <w:pPr>
        <w:rPr>
          <w:rFonts w:cs="Ari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03"/>
        <w:gridCol w:w="496"/>
        <w:gridCol w:w="603"/>
        <w:gridCol w:w="1145"/>
        <w:gridCol w:w="6"/>
        <w:gridCol w:w="842"/>
        <w:gridCol w:w="1273"/>
        <w:gridCol w:w="1272"/>
        <w:gridCol w:w="1413"/>
      </w:tblGrid>
      <w:tr w:rsidR="0002155C" w:rsidRPr="00AF0FBB" w:rsidTr="00E10B8C">
        <w:trPr>
          <w:trHeight w:val="19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Наименование показателя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Рз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ПР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ЦСР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2018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2019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0"/>
            </w:pPr>
            <w:r w:rsidRPr="00AF0FBB">
              <w:t>2020 г.</w:t>
            </w:r>
          </w:p>
        </w:tc>
      </w:tr>
      <w:tr w:rsidR="0002155C" w:rsidRPr="00AF0FBB" w:rsidTr="00E10B8C">
        <w:trPr>
          <w:trHeight w:val="18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</w:tr>
      <w:tr w:rsidR="0002155C" w:rsidRPr="00AF0FBB" w:rsidTr="00E10B8C">
        <w:trPr>
          <w:trHeight w:val="19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Общегосударственные вопросы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3399,9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809,1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721,5</w:t>
            </w:r>
          </w:p>
        </w:tc>
      </w:tr>
      <w:tr w:rsidR="0002155C" w:rsidRPr="00AF0FBB" w:rsidTr="00E10B8C">
        <w:trPr>
          <w:trHeight w:val="413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441,5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53,6</w:t>
            </w:r>
          </w:p>
        </w:tc>
      </w:tr>
      <w:tr w:rsidR="0002155C" w:rsidRPr="00AF0FBB" w:rsidTr="00E10B8C">
        <w:trPr>
          <w:trHeight w:val="56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Муниципальная программа «Обеспечение деятельности органов местного самоуправления Вознесенского сельского поселения"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441,5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53,6</w:t>
            </w:r>
          </w:p>
        </w:tc>
      </w:tr>
      <w:tr w:rsidR="0002155C" w:rsidRPr="00AF0FBB" w:rsidTr="00E10B8C">
        <w:trPr>
          <w:trHeight w:val="343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Глава Вознесенского сельского поселения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11 0 00 10430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441,5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53,6</w:t>
            </w:r>
          </w:p>
        </w:tc>
      </w:tr>
      <w:tr w:rsidR="0002155C" w:rsidRPr="00AF0FBB" w:rsidTr="00E10B8C">
        <w:trPr>
          <w:trHeight w:val="72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11 0 00 10430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441,5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53,6</w:t>
            </w:r>
          </w:p>
        </w:tc>
      </w:tr>
      <w:tr w:rsidR="0002155C" w:rsidRPr="00AF0FBB" w:rsidTr="00E10B8C">
        <w:trPr>
          <w:trHeight w:val="36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Расходы на выплаты персоналу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11 0 00 10430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441,5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53,6</w:t>
            </w:r>
          </w:p>
        </w:tc>
      </w:tr>
      <w:tr w:rsidR="0002155C" w:rsidRPr="00AF0FBB" w:rsidTr="00E10B8C">
        <w:trPr>
          <w:trHeight w:val="583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2942,4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732,4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657,9</w:t>
            </w:r>
          </w:p>
        </w:tc>
      </w:tr>
      <w:tr w:rsidR="0002155C" w:rsidRPr="00AF0FBB" w:rsidTr="00E10B8C">
        <w:trPr>
          <w:trHeight w:val="55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Муниципальная программа «Обеспечение деятельности органов местного самоуправления Вознесенского сельского поселения"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2942,4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732,4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657,9</w:t>
            </w:r>
          </w:p>
        </w:tc>
      </w:tr>
      <w:tr w:rsidR="0002155C" w:rsidRPr="00AF0FBB" w:rsidTr="00E10B8C">
        <w:trPr>
          <w:trHeight w:val="38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Обеспечение деятельности органов местного самоуправления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11 0 00 10120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1826,6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552,5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478,9</w:t>
            </w:r>
          </w:p>
        </w:tc>
      </w:tr>
      <w:tr w:rsidR="0002155C" w:rsidRPr="00AF0FBB" w:rsidTr="00E10B8C">
        <w:trPr>
          <w:trHeight w:val="108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11 0 00 10120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974,7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110,4</w:t>
            </w:r>
          </w:p>
        </w:tc>
      </w:tr>
      <w:tr w:rsidR="0002155C" w:rsidRPr="00AF0FBB" w:rsidTr="00E10B8C">
        <w:trPr>
          <w:trHeight w:val="425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Расходы на выплаты персоналу </w:t>
            </w:r>
            <w:r w:rsidRPr="00AF0FBB">
              <w:lastRenderedPageBreak/>
              <w:t>государственных (муниципальных) органов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11 0 00 10120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974,7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110,4</w:t>
            </w:r>
          </w:p>
        </w:tc>
      </w:tr>
      <w:tr w:rsidR="0002155C" w:rsidRPr="00AF0FBB" w:rsidTr="00E10B8C">
        <w:trPr>
          <w:trHeight w:val="38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11 0 00 10120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4A05E2" w:rsidP="00C66840">
            <w:pPr>
              <w:pStyle w:val="Table"/>
            </w:pPr>
            <w:r w:rsidRPr="00AF0FBB">
              <w:t>567,7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418,1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344,5</w:t>
            </w:r>
          </w:p>
        </w:tc>
      </w:tr>
      <w:tr w:rsidR="0002155C" w:rsidRPr="00AF0FBB" w:rsidTr="00E10B8C">
        <w:trPr>
          <w:trHeight w:val="42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11 0 00 10120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827,9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418,1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344,5</w:t>
            </w:r>
          </w:p>
        </w:tc>
      </w:tr>
      <w:tr w:rsidR="0002155C" w:rsidRPr="00AF0FBB" w:rsidTr="00E10B8C">
        <w:trPr>
          <w:trHeight w:val="19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бюджетные ассигнования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11 0 00 10120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24,0</w:t>
            </w:r>
          </w:p>
        </w:tc>
      </w:tr>
      <w:tr w:rsidR="0002155C" w:rsidRPr="00AF0FBB" w:rsidTr="00E10B8C">
        <w:trPr>
          <w:trHeight w:val="274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Уплата налогов, сборов и иных платежей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11 0 00 10120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24,0</w:t>
            </w:r>
          </w:p>
        </w:tc>
      </w:tr>
      <w:tr w:rsidR="0002155C" w:rsidRPr="00AF0FBB" w:rsidTr="00E10B8C">
        <w:trPr>
          <w:trHeight w:val="22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Оплата труда муниципальных служащих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3FF0" w:rsidRPr="00AF0FBB" w:rsidRDefault="0002155C" w:rsidP="00C66840">
            <w:pPr>
              <w:pStyle w:val="Table"/>
            </w:pPr>
            <w:r w:rsidRPr="00AF0FBB">
              <w:t>11 0 00</w:t>
            </w:r>
          </w:p>
          <w:p w:rsidR="0002155C" w:rsidRPr="00AF0FBB" w:rsidRDefault="0002155C" w:rsidP="00C66840">
            <w:pPr>
              <w:pStyle w:val="Table"/>
            </w:pPr>
            <w:r w:rsidRPr="00AF0FBB">
              <w:t xml:space="preserve"> 10550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1092,9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157,9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157,9</w:t>
            </w:r>
          </w:p>
        </w:tc>
      </w:tr>
      <w:tr w:rsidR="0002155C" w:rsidRPr="00AF0FBB" w:rsidTr="00E10B8C">
        <w:trPr>
          <w:trHeight w:val="763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11 0 00 10550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1092,9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157,9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157,9</w:t>
            </w:r>
          </w:p>
        </w:tc>
      </w:tr>
      <w:tr w:rsidR="0002155C" w:rsidRPr="00AF0FBB" w:rsidTr="00E10B8C">
        <w:trPr>
          <w:trHeight w:val="39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Расходы на выплаты персоналу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11 0 00 10550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1092,9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157,9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157,9</w:t>
            </w:r>
          </w:p>
        </w:tc>
      </w:tr>
      <w:tr w:rsidR="0002155C" w:rsidRPr="00AF0FBB" w:rsidTr="00E10B8C">
        <w:trPr>
          <w:trHeight w:val="902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Осуществление органами местного самоуправления муниципальных районов полномочий органов государственной власти Кемеровской области по расчету и предоставлению дотаций бюджетам поселений за счет средств областного бюджета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11 0 00 70320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21,1</w:t>
            </w:r>
          </w:p>
        </w:tc>
      </w:tr>
      <w:tr w:rsidR="0002155C" w:rsidRPr="00AF0FBB" w:rsidTr="00E10B8C">
        <w:trPr>
          <w:trHeight w:val="42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11 0 00 70320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21,1</w:t>
            </w:r>
          </w:p>
        </w:tc>
      </w:tr>
      <w:tr w:rsidR="0002155C" w:rsidRPr="00AF0FBB" w:rsidTr="00E10B8C">
        <w:trPr>
          <w:trHeight w:val="40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11 0 00 70320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21,1</w:t>
            </w:r>
          </w:p>
        </w:tc>
      </w:tr>
      <w:tr w:rsidR="0002155C" w:rsidRPr="00AF0FBB" w:rsidTr="00E10B8C">
        <w:trPr>
          <w:trHeight w:val="19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Резервные фонды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233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Непрограмные направления деятельности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36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Резервный фонд Администрации Вознесенского сельского поселения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99 0 00 10450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314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бюджетные ассигнования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99 0 00 10450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37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Резервные средства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99 0 00 10450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FB3FF0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FB3FF0" w:rsidRPr="00AF0FBB" w:rsidTr="00E10B8C">
        <w:trPr>
          <w:trHeight w:val="37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FB3FF0" w:rsidP="00C66840">
            <w:pPr>
              <w:pStyle w:val="Table"/>
            </w:pPr>
            <w:r w:rsidRPr="00AF0FBB">
              <w:t>Другие общегосударственные вопросы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FB3FF0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FB3FF0" w:rsidP="00C66840">
            <w:pPr>
              <w:pStyle w:val="Table"/>
            </w:pPr>
            <w:r w:rsidRPr="00AF0FBB">
              <w:t>1</w:t>
            </w:r>
            <w:r w:rsidR="00BA49DD" w:rsidRPr="00AF0FBB"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FB3FF0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FB3FF0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0,0</w:t>
            </w:r>
          </w:p>
        </w:tc>
      </w:tr>
      <w:tr w:rsidR="00FB3FF0" w:rsidRPr="00AF0FBB" w:rsidTr="00E10B8C">
        <w:trPr>
          <w:trHeight w:val="37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Муниципальная программа «Комплексная программа по благоустройству Вознесенского сельского поселения»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03 0 00 00000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FB3FF0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0,0</w:t>
            </w:r>
          </w:p>
        </w:tc>
      </w:tr>
      <w:tr w:rsidR="00BA49DD" w:rsidRPr="00AF0FBB" w:rsidTr="00E10B8C">
        <w:trPr>
          <w:trHeight w:val="37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Содержание учреждений за счет безвозмездных поступлений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BA49DD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BA49DD" w:rsidP="00C66840">
            <w:pPr>
              <w:pStyle w:val="Table"/>
            </w:pPr>
            <w:r w:rsidRPr="00AF0FBB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03 0 00 10480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BA49DD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0,0</w:t>
            </w:r>
          </w:p>
        </w:tc>
      </w:tr>
      <w:tr w:rsidR="00FB3FF0" w:rsidRPr="00AF0FBB" w:rsidTr="00E10B8C">
        <w:trPr>
          <w:trHeight w:val="37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03 0 00 10480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F0" w:rsidRPr="00AF0FBB" w:rsidRDefault="00BA49DD" w:rsidP="00C66840">
            <w:pPr>
              <w:pStyle w:val="Table"/>
            </w:pPr>
            <w:r w:rsidRPr="00AF0FBB">
              <w:t>0,0</w:t>
            </w:r>
          </w:p>
        </w:tc>
      </w:tr>
      <w:tr w:rsidR="00BA49DD" w:rsidRPr="00AF0FBB" w:rsidTr="00E10B8C">
        <w:trPr>
          <w:trHeight w:val="37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BA49DD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03 0 00 10480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9DD" w:rsidRPr="00AF0FBB" w:rsidRDefault="00017C97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21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Национальная оборона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</w:tr>
      <w:tr w:rsidR="0002155C" w:rsidRPr="00AF0FBB" w:rsidTr="00E10B8C">
        <w:trPr>
          <w:trHeight w:val="22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Мобилизационная и вневойсковая подготовка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</w:tr>
      <w:tr w:rsidR="0002155C" w:rsidRPr="00AF0FBB" w:rsidTr="00E10B8C">
        <w:trPr>
          <w:trHeight w:val="21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Непрограммные направления деятельности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</w:tr>
      <w:tr w:rsidR="0002155C" w:rsidRPr="00AF0FBB" w:rsidTr="00E10B8C">
        <w:trPr>
          <w:trHeight w:val="40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99 0 00 51180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56,4</w:t>
            </w:r>
          </w:p>
        </w:tc>
      </w:tr>
      <w:tr w:rsidR="0002155C" w:rsidRPr="00AF0FBB" w:rsidTr="00E10B8C">
        <w:trPr>
          <w:trHeight w:val="108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99 0 00 51180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54,9</w:t>
            </w:r>
          </w:p>
        </w:tc>
      </w:tr>
      <w:tr w:rsidR="0002155C" w:rsidRPr="00AF0FBB" w:rsidTr="00E10B8C">
        <w:trPr>
          <w:trHeight w:val="38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Расходы на выплаты персоналу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99 0 00 51180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54,9</w:t>
            </w:r>
          </w:p>
        </w:tc>
      </w:tr>
      <w:tr w:rsidR="0002155C" w:rsidRPr="00AF0FBB" w:rsidTr="00E10B8C">
        <w:trPr>
          <w:trHeight w:val="38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99 0 00 51180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1,5</w:t>
            </w:r>
          </w:p>
        </w:tc>
      </w:tr>
      <w:tr w:rsidR="0002155C" w:rsidRPr="00AF0FBB" w:rsidTr="00E10B8C">
        <w:trPr>
          <w:trHeight w:val="38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99 0 00 51180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1,5</w:t>
            </w:r>
          </w:p>
        </w:tc>
      </w:tr>
      <w:tr w:rsidR="0002155C" w:rsidRPr="00AF0FBB" w:rsidTr="00E10B8C">
        <w:trPr>
          <w:trHeight w:val="41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</w:tr>
      <w:tr w:rsidR="0002155C" w:rsidRPr="00AF0FBB" w:rsidTr="00E10B8C">
        <w:trPr>
          <w:trHeight w:val="425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</w:tr>
      <w:tr w:rsidR="0002155C" w:rsidRPr="00AF0FBB" w:rsidTr="00E10B8C">
        <w:trPr>
          <w:trHeight w:val="902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Муниципальная программа "Пожарная безопасность и защита населения территории </w:t>
            </w:r>
            <w:r w:rsidRPr="00AF0FBB">
              <w:lastRenderedPageBreak/>
              <w:t>населенных пунктов Вознесенского сельского поселения от чрезвычайных ситуаций"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</w:tr>
      <w:tr w:rsidR="0002155C" w:rsidRPr="00AF0FBB" w:rsidTr="00E10B8C">
        <w:trPr>
          <w:trHeight w:val="38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 xml:space="preserve">Мероприятия по предупреждению и ликвидации последствий ЧС и стихийных бедствий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07 0 00 11220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</w:tr>
      <w:tr w:rsidR="0002155C" w:rsidRPr="00AF0FBB" w:rsidTr="00E10B8C">
        <w:trPr>
          <w:trHeight w:val="40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07 0 00 11220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</w:tr>
      <w:tr w:rsidR="0002155C" w:rsidRPr="00AF0FBB" w:rsidTr="00E10B8C">
        <w:trPr>
          <w:trHeight w:val="40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07 0 00 11220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24,5</w:t>
            </w:r>
          </w:p>
        </w:tc>
      </w:tr>
      <w:tr w:rsidR="0002155C" w:rsidRPr="00AF0FBB" w:rsidTr="00E10B8C">
        <w:trPr>
          <w:trHeight w:val="22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Национальная экономика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1 598,0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1 746,0</w:t>
            </w:r>
          </w:p>
        </w:tc>
      </w:tr>
      <w:tr w:rsidR="0002155C" w:rsidRPr="00AF0FBB" w:rsidTr="00E10B8C">
        <w:trPr>
          <w:trHeight w:val="24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Дорожное хозяйство (дорожные фонды)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1 598,0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1 746,0</w:t>
            </w:r>
          </w:p>
        </w:tc>
      </w:tr>
      <w:tr w:rsidR="0002155C" w:rsidRPr="00AF0FBB" w:rsidTr="00E10B8C">
        <w:trPr>
          <w:trHeight w:val="902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Муниципальная программа «Содержание автомобильных дорог</w:t>
            </w:r>
            <w:r w:rsidR="00AF0FBB">
              <w:t xml:space="preserve"> </w:t>
            </w:r>
            <w:r w:rsidRPr="00AF0FBB">
              <w:t>и обеспечение безопасности дорожного движения на территории Вознесенского сельского поселения»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020 0000000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1 598,0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1 746,0</w:t>
            </w:r>
          </w:p>
        </w:tc>
      </w:tr>
      <w:tr w:rsidR="0002155C" w:rsidRPr="00AF0FBB" w:rsidTr="00E10B8C">
        <w:trPr>
          <w:trHeight w:val="21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Мероприятия по дорожной деятельности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02 0 00 11110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1 598,0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1 746,0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02 0 00 11110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1 598,0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1 746,0</w:t>
            </w:r>
          </w:p>
        </w:tc>
      </w:tr>
      <w:tr w:rsidR="0002155C" w:rsidRPr="00AF0FBB" w:rsidTr="00E10B8C">
        <w:trPr>
          <w:trHeight w:val="425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02 0 00 11110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1 416,0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1 598,0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1746,0</w:t>
            </w:r>
          </w:p>
        </w:tc>
      </w:tr>
      <w:tr w:rsidR="0002155C" w:rsidRPr="00AF0FBB" w:rsidTr="00E10B8C">
        <w:trPr>
          <w:trHeight w:val="19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Жилищно-коммунальное хозяйство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986,8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</w:tr>
      <w:tr w:rsidR="0002155C" w:rsidRPr="00AF0FBB" w:rsidTr="00E10B8C">
        <w:trPr>
          <w:trHeight w:val="19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Коммунальное хозяйство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824,5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Муниципальная программа "Поддержка и развитие</w:t>
            </w:r>
            <w:r w:rsidR="00AF0FBB">
              <w:t xml:space="preserve"> </w:t>
            </w:r>
            <w:r w:rsidRPr="00AF0FBB">
              <w:t>ЖКХ</w:t>
            </w:r>
            <w:r w:rsidR="00AF0FBB">
              <w:t xml:space="preserve"> </w:t>
            </w:r>
            <w:r w:rsidRPr="00AF0FBB">
              <w:t>на территории Вознесенского сельского поселения"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824,5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Компенсация выпадающих доходов по теплоснабжению и горячему водоснабжению населения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01 0 00 10580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79,0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бюджетные ассигнования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01 0 00 10580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79,0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Субсидии юридическим лицам (кроме некомерческих организаций ), индивидуальным предпринимателям , физическим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01 0 00 10590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79,0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Компенсация выпадающих доходов по водоснабжению и водоотведению населения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01 0 00 10590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бюджетные ассигнования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01 0 01 10590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32"/>
          <w:jc w:val="center"/>
        </w:trPr>
        <w:tc>
          <w:tcPr>
            <w:tcW w:w="2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Субсидии юридическим лицам (кроме </w:t>
            </w:r>
            <w:r w:rsidR="002B64B1" w:rsidRPr="00AF0FBB">
              <w:t>некоммерческих</w:t>
            </w:r>
            <w:r w:rsidRPr="00AF0FBB">
              <w:t xml:space="preserve"> организаций ), индивидуальным предпринимателям , физическим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01 0 01 10590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1686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Проведение мероприятий по ремонту и реконструкции </w:t>
            </w:r>
          </w:p>
          <w:p w:rsidR="0002155C" w:rsidRPr="00AF0FBB" w:rsidRDefault="0002155C" w:rsidP="00C66840">
            <w:pPr>
              <w:pStyle w:val="Table"/>
            </w:pPr>
            <w:r w:rsidRPr="00AF0FBB">
              <w:t>объектов ЖКХ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01 0 00 11090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695,6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35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01 0 00 11090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695,6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413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Иные закупки товаров, работ и услуг для обеспечения </w:t>
            </w:r>
            <w:r w:rsidRPr="00AF0FBB">
              <w:lastRenderedPageBreak/>
              <w:t>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01 0 00 11090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695,6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18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Благоустройство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162,3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</w:tr>
      <w:tr w:rsidR="0002155C" w:rsidRPr="00AF0FBB" w:rsidTr="00E10B8C">
        <w:trPr>
          <w:trHeight w:val="540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Муниципальная программа «Комплексная программа по благоустройству Вознесенского сельского поселения»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162,3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</w:tr>
      <w:tr w:rsidR="0002155C" w:rsidRPr="00AF0FBB" w:rsidTr="00E10B8C">
        <w:trPr>
          <w:trHeight w:val="360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Организация освещения улиц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03 0 00 11120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155,3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54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03 0 00 11120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</w:t>
            </w:r>
            <w:r w:rsidR="000F4720" w:rsidRPr="00AF0FBB">
              <w:t>55,3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54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03 0 00 11120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</w:t>
            </w:r>
            <w:r w:rsidR="000F4720" w:rsidRPr="00AF0FBB">
              <w:t>55,3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360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Организация и содержание мест захоронений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03 0 00 11130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</w:tr>
      <w:tr w:rsidR="0002155C" w:rsidRPr="00AF0FBB" w:rsidTr="00E10B8C">
        <w:trPr>
          <w:trHeight w:val="413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</w:tr>
      <w:tr w:rsidR="0002155C" w:rsidRPr="00AF0FBB" w:rsidTr="00E10B8C">
        <w:trPr>
          <w:trHeight w:val="37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1,0</w:t>
            </w:r>
          </w:p>
        </w:tc>
      </w:tr>
      <w:tr w:rsidR="0002155C" w:rsidRPr="00AF0FBB" w:rsidTr="00E10B8C">
        <w:trPr>
          <w:trHeight w:val="334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03 0 00 11150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35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35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03 0 00 11150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19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Образование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18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Молодежная политика и оздоровление детей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720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Муниципальная программа «Развитие культуры, физической культуры, спорта и</w:t>
            </w:r>
            <w:r w:rsidR="00AF0FBB">
              <w:t xml:space="preserve"> </w:t>
            </w:r>
            <w:r w:rsidRPr="00AF0FBB">
              <w:t>молодежной политики в Вознесенском сельском поселении»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720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Комплексные меры по усилению противодействия незаконному обороту наркотических средств, психотропных веществ и злоупотреблению ими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04 0 00 10360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54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04 0 00 10360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35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04 0 00 10360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F4720" w:rsidP="00C66840">
            <w:pPr>
              <w:pStyle w:val="Table"/>
            </w:pPr>
            <w:r w:rsidRPr="00AF0FBB"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0,0</w:t>
            </w:r>
          </w:p>
        </w:tc>
      </w:tr>
      <w:tr w:rsidR="0002155C" w:rsidRPr="00AF0FBB" w:rsidTr="00E10B8C">
        <w:trPr>
          <w:trHeight w:val="19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Социальная политика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17C97" w:rsidP="00C66840">
            <w:pPr>
              <w:pStyle w:val="Table"/>
            </w:pPr>
            <w:r w:rsidRPr="00AF0FBB"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540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Муниципальная программа "Социальная поддержка населения Вознесенского сельского поселения "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17C97" w:rsidP="00C66840">
            <w:pPr>
              <w:pStyle w:val="Table"/>
            </w:pPr>
            <w:r w:rsidRPr="00AF0FBB"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36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Оказание социальной помощи населению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05 0 00 11190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17C97" w:rsidP="00C66840">
            <w:pPr>
              <w:pStyle w:val="Table"/>
            </w:pPr>
            <w:r w:rsidRPr="00AF0FBB"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36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Социальное обеспечение и иные выплаты населению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05 0 00 11190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17C97" w:rsidP="00C66840">
            <w:pPr>
              <w:pStyle w:val="Table"/>
            </w:pPr>
            <w:r w:rsidRPr="00AF0FBB"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36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 xml:space="preserve">Социальные выплаты </w:t>
            </w:r>
            <w:r w:rsidR="00AF0FBB" w:rsidRPr="00AF0FBB">
              <w:t>гражданам, кроме</w:t>
            </w:r>
            <w:r w:rsidRPr="00AF0FBB">
              <w:t xml:space="preserve"> публичных нормативных социальных выплат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05 0 00 11190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320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17C97" w:rsidP="00C66840">
            <w:pPr>
              <w:pStyle w:val="Table"/>
            </w:pPr>
            <w:r w:rsidRPr="00AF0FBB">
              <w:t>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10,0</w:t>
            </w:r>
          </w:p>
        </w:tc>
      </w:tr>
      <w:tr w:rsidR="0002155C" w:rsidRPr="00AF0FBB" w:rsidTr="00E10B8C">
        <w:trPr>
          <w:trHeight w:val="19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Физическая культура и спорт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</w:tr>
      <w:tr w:rsidR="0002155C" w:rsidRPr="00AF0FBB" w:rsidTr="00E10B8C">
        <w:trPr>
          <w:trHeight w:val="18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Массовый спорт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</w:tr>
      <w:tr w:rsidR="0002155C" w:rsidRPr="00AF0FBB" w:rsidTr="00E10B8C">
        <w:trPr>
          <w:trHeight w:val="720"/>
          <w:jc w:val="center"/>
        </w:trPr>
        <w:tc>
          <w:tcPr>
            <w:tcW w:w="2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Муниципальная программа «Развитие культуры, физической культуры, спорта и</w:t>
            </w:r>
            <w:r w:rsidR="00AF0FBB">
              <w:t xml:space="preserve"> </w:t>
            </w:r>
            <w:r w:rsidRPr="00AF0FBB">
              <w:t xml:space="preserve">молодежной политики в Вознесенском </w:t>
            </w:r>
            <w:r w:rsidRPr="00AF0FBB">
              <w:lastRenderedPageBreak/>
              <w:t>сельском поселении»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>11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04 0 00 00000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</w:tr>
      <w:tr w:rsidR="0002155C" w:rsidRPr="00AF0FBB" w:rsidTr="00E10B8C">
        <w:trPr>
          <w:trHeight w:val="334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lastRenderedPageBreak/>
              <w:t xml:space="preserve">Проведение культурно массовых мероприятий 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04 0 00 11180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</w:tr>
      <w:tr w:rsidR="0002155C" w:rsidRPr="00AF0FBB" w:rsidTr="00E10B8C">
        <w:trPr>
          <w:trHeight w:val="386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04 0 00 11180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</w:tr>
      <w:tr w:rsidR="0002155C" w:rsidRPr="00AF0FBB" w:rsidTr="00E10B8C">
        <w:trPr>
          <w:trHeight w:val="350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04 0 00 11180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6,0</w:t>
            </w:r>
          </w:p>
        </w:tc>
      </w:tr>
      <w:tr w:rsidR="0002155C" w:rsidRPr="00AF0FBB" w:rsidTr="00E10B8C">
        <w:trPr>
          <w:trHeight w:val="252"/>
          <w:jc w:val="center"/>
        </w:trPr>
        <w:tc>
          <w:tcPr>
            <w:tcW w:w="52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Условно-утвержденные расходы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62,8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132,1</w:t>
            </w:r>
          </w:p>
        </w:tc>
      </w:tr>
      <w:tr w:rsidR="0002155C" w:rsidRPr="00AF0FBB" w:rsidTr="00E10B8C">
        <w:trPr>
          <w:trHeight w:val="197"/>
          <w:jc w:val="center"/>
        </w:trPr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ИТОГО: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5C" w:rsidRPr="00AF0FBB" w:rsidRDefault="0002155C" w:rsidP="00C66840">
            <w:pPr>
              <w:pStyle w:val="Table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17C97" w:rsidP="00C66840">
            <w:pPr>
              <w:pStyle w:val="Table"/>
            </w:pPr>
            <w:r w:rsidRPr="00AF0FBB">
              <w:t>5963,9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2 592,8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55C" w:rsidRPr="00AF0FBB" w:rsidRDefault="0002155C" w:rsidP="00C66840">
            <w:pPr>
              <w:pStyle w:val="Table"/>
            </w:pPr>
            <w:r w:rsidRPr="00AF0FBB">
              <w:t>2697,5</w:t>
            </w:r>
          </w:p>
        </w:tc>
      </w:tr>
    </w:tbl>
    <w:p w:rsidR="003A64BF" w:rsidRPr="00AF0FBB" w:rsidRDefault="003A64BF" w:rsidP="00AF0FBB">
      <w:pPr>
        <w:rPr>
          <w:rFonts w:cs="Arial"/>
        </w:rPr>
      </w:pPr>
    </w:p>
    <w:sectPr w:rsidR="003A64BF" w:rsidRPr="00AF0FBB" w:rsidSect="00AF0FB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0747"/>
    <w:multiLevelType w:val="hybridMultilevel"/>
    <w:tmpl w:val="ED544346"/>
    <w:lvl w:ilvl="0" w:tplc="3A4490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AA38BD"/>
    <w:multiLevelType w:val="hybridMultilevel"/>
    <w:tmpl w:val="26AA8D3C"/>
    <w:lvl w:ilvl="0" w:tplc="49E8D97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D846E1D"/>
    <w:multiLevelType w:val="hybridMultilevel"/>
    <w:tmpl w:val="13F05652"/>
    <w:lvl w:ilvl="0" w:tplc="2232504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41716079"/>
    <w:multiLevelType w:val="hybridMultilevel"/>
    <w:tmpl w:val="C18A7E36"/>
    <w:lvl w:ilvl="0" w:tplc="A344D5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77E"/>
    <w:rsid w:val="00017C97"/>
    <w:rsid w:val="0002155C"/>
    <w:rsid w:val="000373E7"/>
    <w:rsid w:val="00052090"/>
    <w:rsid w:val="00077CE3"/>
    <w:rsid w:val="000A4F81"/>
    <w:rsid w:val="000F4720"/>
    <w:rsid w:val="00125F5D"/>
    <w:rsid w:val="00127EF1"/>
    <w:rsid w:val="001577F6"/>
    <w:rsid w:val="002B64B1"/>
    <w:rsid w:val="002C0210"/>
    <w:rsid w:val="002F4D41"/>
    <w:rsid w:val="00350EDA"/>
    <w:rsid w:val="00377843"/>
    <w:rsid w:val="003A64BF"/>
    <w:rsid w:val="003B0D59"/>
    <w:rsid w:val="003B2463"/>
    <w:rsid w:val="003C3C25"/>
    <w:rsid w:val="003D17AF"/>
    <w:rsid w:val="004A05E2"/>
    <w:rsid w:val="004A59ED"/>
    <w:rsid w:val="004B26C2"/>
    <w:rsid w:val="004F78C5"/>
    <w:rsid w:val="00521B4A"/>
    <w:rsid w:val="005F38FF"/>
    <w:rsid w:val="006400A8"/>
    <w:rsid w:val="00661AC9"/>
    <w:rsid w:val="006736A7"/>
    <w:rsid w:val="006F0F10"/>
    <w:rsid w:val="00730D67"/>
    <w:rsid w:val="00765F77"/>
    <w:rsid w:val="00771330"/>
    <w:rsid w:val="007A28A9"/>
    <w:rsid w:val="008123F9"/>
    <w:rsid w:val="00831F26"/>
    <w:rsid w:val="00872C2B"/>
    <w:rsid w:val="008757C6"/>
    <w:rsid w:val="0088062C"/>
    <w:rsid w:val="008B0683"/>
    <w:rsid w:val="00937DDE"/>
    <w:rsid w:val="009D4EF3"/>
    <w:rsid w:val="009F1B14"/>
    <w:rsid w:val="009F7A53"/>
    <w:rsid w:val="00A15563"/>
    <w:rsid w:val="00A4603C"/>
    <w:rsid w:val="00AF0FBB"/>
    <w:rsid w:val="00B000D4"/>
    <w:rsid w:val="00BA49DD"/>
    <w:rsid w:val="00C20FF3"/>
    <w:rsid w:val="00C51A83"/>
    <w:rsid w:val="00C66840"/>
    <w:rsid w:val="00C97FC9"/>
    <w:rsid w:val="00CD1EFB"/>
    <w:rsid w:val="00D22118"/>
    <w:rsid w:val="00D37388"/>
    <w:rsid w:val="00DD232D"/>
    <w:rsid w:val="00E10B8C"/>
    <w:rsid w:val="00E20C54"/>
    <w:rsid w:val="00E3677E"/>
    <w:rsid w:val="00E65B61"/>
    <w:rsid w:val="00EC583B"/>
    <w:rsid w:val="00ED56E4"/>
    <w:rsid w:val="00F4090C"/>
    <w:rsid w:val="00FA04DB"/>
    <w:rsid w:val="00FB3FF0"/>
    <w:rsid w:val="00FE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A04D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A04D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A04D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A04D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A04D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A04D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A04DB"/>
  </w:style>
  <w:style w:type="character" w:customStyle="1" w:styleId="20">
    <w:name w:val="Заголовок 2 Знак"/>
    <w:aliases w:val="!Разделы документа Знак"/>
    <w:link w:val="2"/>
    <w:rsid w:val="005F38FF"/>
    <w:rPr>
      <w:rFonts w:ascii="Arial" w:hAnsi="Arial" w:cs="Arial"/>
      <w:b/>
      <w:bCs/>
      <w:iCs/>
      <w:sz w:val="30"/>
      <w:szCs w:val="28"/>
    </w:rPr>
  </w:style>
  <w:style w:type="paragraph" w:customStyle="1" w:styleId="ConsPlusNormal">
    <w:name w:val="ConsPlusNormal"/>
    <w:rsid w:val="008806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FollowedHyperlink"/>
    <w:uiPriority w:val="99"/>
    <w:unhideWhenUsed/>
    <w:rsid w:val="0002155C"/>
    <w:rPr>
      <w:color w:val="800080"/>
      <w:u w:val="single"/>
    </w:rPr>
  </w:style>
  <w:style w:type="character" w:customStyle="1" w:styleId="10">
    <w:name w:val="Заголовок 1 Знак"/>
    <w:aliases w:val="!Части документа Знак"/>
    <w:link w:val="1"/>
    <w:rsid w:val="00AF0FBB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link w:val="3"/>
    <w:rsid w:val="00AF0FB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F0FB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A04DB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rsid w:val="00FA04DB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aliases w:val="!Равноширинный текст документа Знак"/>
    <w:link w:val="a4"/>
    <w:rsid w:val="00AF0FB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A04D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rsid w:val="00FA04DB"/>
    <w:rPr>
      <w:color w:val="0000FF"/>
      <w:u w:val="none"/>
    </w:rPr>
  </w:style>
  <w:style w:type="paragraph" w:customStyle="1" w:styleId="Application">
    <w:name w:val="Application!Приложение"/>
    <w:rsid w:val="00FA04D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A04D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A04D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04D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A04D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8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192.168.99.77:8080/content/act/b77fad1d-1c57-42ea-9aa4-922069cf865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68.99.77:8080/content/act/b77fad1d-1c57-42ea-9aa4-922069cf865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17</Pages>
  <Words>2598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</vt:lpstr>
    </vt:vector>
  </TitlesOfParts>
  <Company>Администрация Вознесенского сельского поселения</Company>
  <LinksUpToDate>false</LinksUpToDate>
  <CharactersWithSpaces>17373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Галина</dc:creator>
  <cp:lastModifiedBy>Галина</cp:lastModifiedBy>
  <cp:revision>1</cp:revision>
  <cp:lastPrinted>2018-03-29T02:10:00Z</cp:lastPrinted>
  <dcterms:created xsi:type="dcterms:W3CDTF">2018-10-08T05:06:00Z</dcterms:created>
  <dcterms:modified xsi:type="dcterms:W3CDTF">2018-10-08T05:07:00Z</dcterms:modified>
</cp:coreProperties>
</file>