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77E" w:rsidRPr="00070882" w:rsidRDefault="00FB577D" w:rsidP="001F2006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70882">
        <w:rPr>
          <w:rFonts w:ascii="Times New Roman" w:hAnsi="Times New Roman"/>
          <w:b/>
          <w:bCs/>
          <w:kern w:val="28"/>
          <w:sz w:val="28"/>
          <w:szCs w:val="28"/>
        </w:rPr>
        <w:t>Российская Федерация</w:t>
      </w:r>
    </w:p>
    <w:p w:rsidR="00E3677E" w:rsidRPr="00070882" w:rsidRDefault="00E3677E" w:rsidP="001F2006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70882">
        <w:rPr>
          <w:rFonts w:ascii="Times New Roman" w:hAnsi="Times New Roman"/>
          <w:b/>
          <w:bCs/>
          <w:kern w:val="28"/>
          <w:sz w:val="28"/>
          <w:szCs w:val="28"/>
        </w:rPr>
        <w:t>Кемеровская область</w:t>
      </w:r>
    </w:p>
    <w:p w:rsidR="00E3677E" w:rsidRPr="00070882" w:rsidRDefault="00E3677E" w:rsidP="001F2006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proofErr w:type="spellStart"/>
      <w:r w:rsidRPr="00070882">
        <w:rPr>
          <w:rFonts w:ascii="Times New Roman" w:hAnsi="Times New Roman"/>
          <w:b/>
          <w:bCs/>
          <w:kern w:val="28"/>
          <w:sz w:val="28"/>
          <w:szCs w:val="28"/>
        </w:rPr>
        <w:t>Яйский</w:t>
      </w:r>
      <w:proofErr w:type="spellEnd"/>
      <w:r w:rsidRPr="00070882">
        <w:rPr>
          <w:rFonts w:ascii="Times New Roman" w:hAnsi="Times New Roman"/>
          <w:b/>
          <w:bCs/>
          <w:kern w:val="28"/>
          <w:sz w:val="28"/>
          <w:szCs w:val="28"/>
        </w:rPr>
        <w:t xml:space="preserve"> муниципальный район</w:t>
      </w:r>
    </w:p>
    <w:p w:rsidR="00E3677E" w:rsidRPr="00070882" w:rsidRDefault="00E3677E" w:rsidP="001F2006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70882">
        <w:rPr>
          <w:rFonts w:ascii="Times New Roman" w:hAnsi="Times New Roman"/>
          <w:b/>
          <w:bCs/>
          <w:kern w:val="28"/>
          <w:sz w:val="28"/>
          <w:szCs w:val="28"/>
        </w:rPr>
        <w:t>Вознесенское сельское поселение</w:t>
      </w:r>
    </w:p>
    <w:p w:rsidR="00E3677E" w:rsidRPr="00070882" w:rsidRDefault="00E3677E" w:rsidP="001F2006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70882">
        <w:rPr>
          <w:rFonts w:ascii="Times New Roman" w:hAnsi="Times New Roman"/>
          <w:b/>
          <w:bCs/>
          <w:kern w:val="28"/>
          <w:sz w:val="28"/>
          <w:szCs w:val="28"/>
        </w:rPr>
        <w:t>Совет народных депутатов Вознесенского сельского поселения</w:t>
      </w:r>
    </w:p>
    <w:p w:rsidR="00E3677E" w:rsidRPr="00070882" w:rsidRDefault="00E3677E" w:rsidP="001F2006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E3677E" w:rsidRPr="00070882" w:rsidRDefault="008A30F2" w:rsidP="001F2006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70882">
        <w:rPr>
          <w:rFonts w:ascii="Times New Roman" w:hAnsi="Times New Roman"/>
          <w:b/>
          <w:bCs/>
          <w:kern w:val="28"/>
          <w:sz w:val="28"/>
          <w:szCs w:val="28"/>
        </w:rPr>
        <w:t>Решение</w:t>
      </w:r>
    </w:p>
    <w:p w:rsidR="00E3677E" w:rsidRPr="00070882" w:rsidRDefault="00E3677E" w:rsidP="001F2006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E3677E" w:rsidRPr="00070882" w:rsidRDefault="00730D67" w:rsidP="001F2006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70882">
        <w:rPr>
          <w:rFonts w:ascii="Times New Roman" w:hAnsi="Times New Roman"/>
          <w:b/>
          <w:bCs/>
          <w:kern w:val="28"/>
          <w:sz w:val="28"/>
          <w:szCs w:val="28"/>
        </w:rPr>
        <w:t xml:space="preserve">от </w:t>
      </w:r>
      <w:r w:rsidR="00D47C80" w:rsidRPr="00070882">
        <w:rPr>
          <w:rFonts w:ascii="Times New Roman" w:hAnsi="Times New Roman"/>
          <w:b/>
          <w:bCs/>
          <w:kern w:val="28"/>
          <w:sz w:val="28"/>
          <w:szCs w:val="28"/>
        </w:rPr>
        <w:t>29</w:t>
      </w:r>
      <w:r w:rsidR="001F2006" w:rsidRPr="00070882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="00D47C80" w:rsidRPr="00070882">
        <w:rPr>
          <w:rFonts w:ascii="Times New Roman" w:hAnsi="Times New Roman"/>
          <w:b/>
          <w:bCs/>
          <w:kern w:val="28"/>
          <w:sz w:val="28"/>
          <w:szCs w:val="28"/>
        </w:rPr>
        <w:t xml:space="preserve">октября </w:t>
      </w:r>
      <w:r w:rsidR="008A30F2" w:rsidRPr="00070882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="00E3677E" w:rsidRPr="00070882">
        <w:rPr>
          <w:rFonts w:ascii="Times New Roman" w:hAnsi="Times New Roman"/>
          <w:b/>
          <w:bCs/>
          <w:kern w:val="28"/>
          <w:sz w:val="28"/>
          <w:szCs w:val="28"/>
        </w:rPr>
        <w:t>201</w:t>
      </w:r>
      <w:r w:rsidRPr="00070882">
        <w:rPr>
          <w:rFonts w:ascii="Times New Roman" w:hAnsi="Times New Roman"/>
          <w:b/>
          <w:bCs/>
          <w:kern w:val="28"/>
          <w:sz w:val="28"/>
          <w:szCs w:val="28"/>
        </w:rPr>
        <w:t>8</w:t>
      </w:r>
      <w:r w:rsidR="00E3677E" w:rsidRPr="00070882">
        <w:rPr>
          <w:rFonts w:ascii="Times New Roman" w:hAnsi="Times New Roman"/>
          <w:b/>
          <w:bCs/>
          <w:kern w:val="28"/>
          <w:sz w:val="28"/>
          <w:szCs w:val="28"/>
        </w:rPr>
        <w:t>г</w:t>
      </w:r>
      <w:r w:rsidR="00A07CC5" w:rsidRPr="00070882">
        <w:rPr>
          <w:rFonts w:ascii="Times New Roman" w:hAnsi="Times New Roman"/>
          <w:b/>
          <w:bCs/>
          <w:kern w:val="28"/>
          <w:sz w:val="28"/>
          <w:szCs w:val="28"/>
        </w:rPr>
        <w:t>.</w:t>
      </w:r>
      <w:r w:rsidR="00E3677E" w:rsidRPr="00070882">
        <w:rPr>
          <w:rFonts w:ascii="Times New Roman" w:hAnsi="Times New Roman"/>
          <w:b/>
          <w:bCs/>
          <w:kern w:val="28"/>
          <w:sz w:val="28"/>
          <w:szCs w:val="28"/>
        </w:rPr>
        <w:t xml:space="preserve"> №</w:t>
      </w:r>
      <w:r w:rsidR="00D47C80" w:rsidRPr="00070882">
        <w:rPr>
          <w:rFonts w:ascii="Times New Roman" w:hAnsi="Times New Roman"/>
          <w:b/>
          <w:bCs/>
          <w:kern w:val="28"/>
          <w:sz w:val="28"/>
          <w:szCs w:val="28"/>
        </w:rPr>
        <w:t xml:space="preserve"> 19</w:t>
      </w:r>
    </w:p>
    <w:p w:rsidR="003A64BF" w:rsidRPr="00070882" w:rsidRDefault="003A64BF" w:rsidP="001F2006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E3677E" w:rsidRPr="00070882" w:rsidRDefault="00E3677E" w:rsidP="001F2006">
      <w:pPr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070882">
        <w:rPr>
          <w:rFonts w:ascii="Times New Roman" w:hAnsi="Times New Roman"/>
          <w:b/>
          <w:bCs/>
          <w:kern w:val="28"/>
          <w:sz w:val="28"/>
          <w:szCs w:val="28"/>
        </w:rPr>
        <w:t>О внесении изменений в Решение Совета народных депутатов Вознесенского сельского поселения № 9 от 2</w:t>
      </w:r>
      <w:r w:rsidR="006F0F10" w:rsidRPr="00070882">
        <w:rPr>
          <w:rFonts w:ascii="Times New Roman" w:hAnsi="Times New Roman"/>
          <w:b/>
          <w:bCs/>
          <w:kern w:val="28"/>
          <w:sz w:val="28"/>
          <w:szCs w:val="28"/>
        </w:rPr>
        <w:t>2</w:t>
      </w:r>
      <w:r w:rsidRPr="00070882">
        <w:rPr>
          <w:rFonts w:ascii="Times New Roman" w:hAnsi="Times New Roman"/>
          <w:b/>
          <w:bCs/>
          <w:kern w:val="28"/>
          <w:sz w:val="28"/>
          <w:szCs w:val="28"/>
        </w:rPr>
        <w:t>.12.201</w:t>
      </w:r>
      <w:r w:rsidR="009D4EF3" w:rsidRPr="00070882">
        <w:rPr>
          <w:rFonts w:ascii="Times New Roman" w:hAnsi="Times New Roman"/>
          <w:b/>
          <w:bCs/>
          <w:kern w:val="28"/>
          <w:sz w:val="28"/>
          <w:szCs w:val="28"/>
        </w:rPr>
        <w:t>7</w:t>
      </w:r>
      <w:r w:rsidRPr="00070882">
        <w:rPr>
          <w:rFonts w:ascii="Times New Roman" w:hAnsi="Times New Roman"/>
          <w:b/>
          <w:bCs/>
          <w:kern w:val="28"/>
          <w:sz w:val="28"/>
          <w:szCs w:val="28"/>
        </w:rPr>
        <w:t>г. « О бюджете Вознесенского сельского поселения на 201</w:t>
      </w:r>
      <w:r w:rsidR="009D4EF3" w:rsidRPr="00070882">
        <w:rPr>
          <w:rFonts w:ascii="Times New Roman" w:hAnsi="Times New Roman"/>
          <w:b/>
          <w:bCs/>
          <w:kern w:val="28"/>
          <w:sz w:val="28"/>
          <w:szCs w:val="28"/>
        </w:rPr>
        <w:t>8</w:t>
      </w:r>
      <w:r w:rsidRPr="00070882">
        <w:rPr>
          <w:rFonts w:ascii="Times New Roman" w:hAnsi="Times New Roman"/>
          <w:b/>
          <w:bCs/>
          <w:kern w:val="28"/>
          <w:sz w:val="28"/>
          <w:szCs w:val="28"/>
        </w:rPr>
        <w:t xml:space="preserve"> год и на плановый период 201</w:t>
      </w:r>
      <w:r w:rsidR="009D4EF3" w:rsidRPr="00070882">
        <w:rPr>
          <w:rFonts w:ascii="Times New Roman" w:hAnsi="Times New Roman"/>
          <w:b/>
          <w:bCs/>
          <w:kern w:val="28"/>
          <w:sz w:val="28"/>
          <w:szCs w:val="28"/>
        </w:rPr>
        <w:t>9</w:t>
      </w:r>
      <w:r w:rsidRPr="00070882">
        <w:rPr>
          <w:rFonts w:ascii="Times New Roman" w:hAnsi="Times New Roman"/>
          <w:b/>
          <w:bCs/>
          <w:kern w:val="28"/>
          <w:sz w:val="28"/>
          <w:szCs w:val="28"/>
        </w:rPr>
        <w:t xml:space="preserve"> и 20</w:t>
      </w:r>
      <w:r w:rsidR="009D4EF3" w:rsidRPr="00070882">
        <w:rPr>
          <w:rFonts w:ascii="Times New Roman" w:hAnsi="Times New Roman"/>
          <w:b/>
          <w:bCs/>
          <w:kern w:val="28"/>
          <w:sz w:val="28"/>
          <w:szCs w:val="28"/>
        </w:rPr>
        <w:t>20</w:t>
      </w:r>
      <w:r w:rsidR="00A07CC5" w:rsidRPr="00070882">
        <w:rPr>
          <w:rFonts w:ascii="Times New Roman" w:hAnsi="Times New Roman"/>
          <w:b/>
          <w:bCs/>
          <w:kern w:val="28"/>
          <w:sz w:val="28"/>
          <w:szCs w:val="28"/>
        </w:rPr>
        <w:t>годов»</w:t>
      </w:r>
    </w:p>
    <w:p w:rsidR="006F0F10" w:rsidRPr="00070882" w:rsidRDefault="006F0F10" w:rsidP="001F200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5D83" w:rsidRPr="00070882" w:rsidRDefault="00BB5D83" w:rsidP="001F2006">
      <w:pPr>
        <w:ind w:firstLine="709"/>
        <w:rPr>
          <w:rFonts w:ascii="Times New Roman" w:hAnsi="Times New Roman"/>
        </w:rPr>
      </w:pPr>
    </w:p>
    <w:p w:rsidR="006F0F10" w:rsidRPr="00070882" w:rsidRDefault="006F0F10" w:rsidP="001F2006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 w:rsidRPr="00070882">
        <w:rPr>
          <w:rFonts w:ascii="Times New Roman" w:hAnsi="Times New Roman"/>
          <w:b/>
          <w:bCs/>
          <w:sz w:val="28"/>
          <w:szCs w:val="28"/>
        </w:rPr>
        <w:t>Статья 1.</w:t>
      </w:r>
    </w:p>
    <w:p w:rsidR="008757C6" w:rsidRPr="00070882" w:rsidRDefault="008757C6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6F0F10" w:rsidRPr="00070882" w:rsidRDefault="006F0F10" w:rsidP="001F2006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 xml:space="preserve">Рассмотрев предложение Главы Вознесенского сельского поселения о внесении изменений в решение Совета народных депутатов Вознесенского сельского поселения </w:t>
      </w:r>
      <w:hyperlink r:id="rId7" w:tgtFrame="Logical" w:history="1">
        <w:r w:rsidRPr="00070882">
          <w:rPr>
            <w:rStyle w:val="a5"/>
            <w:rFonts w:ascii="Times New Roman" w:hAnsi="Times New Roman"/>
            <w:sz w:val="28"/>
            <w:szCs w:val="28"/>
          </w:rPr>
          <w:t>от 22.12.2017г № 9</w:t>
        </w:r>
      </w:hyperlink>
      <w:r w:rsidRPr="00070882">
        <w:rPr>
          <w:rFonts w:ascii="Times New Roman" w:hAnsi="Times New Roman"/>
          <w:sz w:val="28"/>
          <w:szCs w:val="28"/>
        </w:rPr>
        <w:t xml:space="preserve"> «О бюджете Вознесенского сельского поселения на 2018 год и на плановый период 2019 и 2020 годов»</w:t>
      </w:r>
      <w:r w:rsidR="00052090" w:rsidRPr="00070882">
        <w:rPr>
          <w:rFonts w:ascii="Times New Roman" w:hAnsi="Times New Roman"/>
          <w:sz w:val="28"/>
          <w:szCs w:val="28"/>
        </w:rPr>
        <w:t>,</w:t>
      </w:r>
      <w:r w:rsidR="00640B6F" w:rsidRPr="00070882">
        <w:rPr>
          <w:rFonts w:ascii="Times New Roman" w:hAnsi="Times New Roman"/>
          <w:sz w:val="28"/>
          <w:szCs w:val="28"/>
        </w:rPr>
        <w:t xml:space="preserve"> </w:t>
      </w:r>
      <w:r w:rsidR="00D37388" w:rsidRPr="00070882">
        <w:rPr>
          <w:rFonts w:ascii="Times New Roman" w:hAnsi="Times New Roman"/>
          <w:sz w:val="28"/>
          <w:szCs w:val="28"/>
        </w:rPr>
        <w:t>Сов</w:t>
      </w:r>
      <w:r w:rsidR="00052090" w:rsidRPr="00070882">
        <w:rPr>
          <w:rFonts w:ascii="Times New Roman" w:hAnsi="Times New Roman"/>
          <w:sz w:val="28"/>
          <w:szCs w:val="28"/>
        </w:rPr>
        <w:t>е</w:t>
      </w:r>
      <w:r w:rsidR="00D37388" w:rsidRPr="00070882">
        <w:rPr>
          <w:rFonts w:ascii="Times New Roman" w:hAnsi="Times New Roman"/>
          <w:sz w:val="28"/>
          <w:szCs w:val="28"/>
        </w:rPr>
        <w:t>т нар</w:t>
      </w:r>
      <w:r w:rsidR="00052090" w:rsidRPr="00070882">
        <w:rPr>
          <w:rFonts w:ascii="Times New Roman" w:hAnsi="Times New Roman"/>
          <w:sz w:val="28"/>
          <w:szCs w:val="28"/>
        </w:rPr>
        <w:t>одных депутатов Вознесенского сельского поселения</w:t>
      </w:r>
    </w:p>
    <w:p w:rsidR="00E3677E" w:rsidRPr="00070882" w:rsidRDefault="00E3677E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C51A83" w:rsidRPr="00070882" w:rsidRDefault="00C51A83" w:rsidP="001F2006">
      <w:pPr>
        <w:ind w:firstLine="709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070882">
        <w:rPr>
          <w:rFonts w:ascii="Times New Roman" w:hAnsi="Times New Roman"/>
          <w:b/>
          <w:bCs/>
          <w:iCs/>
          <w:sz w:val="28"/>
          <w:szCs w:val="28"/>
        </w:rPr>
        <w:t>РЕШИЛ:</w:t>
      </w:r>
    </w:p>
    <w:p w:rsidR="00C51A83" w:rsidRPr="00070882" w:rsidRDefault="00C51A83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C51A83" w:rsidRPr="00070882" w:rsidRDefault="00C51A83" w:rsidP="001F2006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 xml:space="preserve">Внести в решение № </w:t>
      </w:r>
      <w:hyperlink r:id="rId8" w:tgtFrame="Logical" w:history="1">
        <w:r w:rsidRPr="00070882">
          <w:rPr>
            <w:rStyle w:val="a5"/>
            <w:rFonts w:ascii="Times New Roman" w:hAnsi="Times New Roman"/>
            <w:sz w:val="28"/>
            <w:szCs w:val="28"/>
          </w:rPr>
          <w:t>9 от 2</w:t>
        </w:r>
        <w:r w:rsidR="006F0F10" w:rsidRPr="00070882">
          <w:rPr>
            <w:rStyle w:val="a5"/>
            <w:rFonts w:ascii="Times New Roman" w:hAnsi="Times New Roman"/>
            <w:sz w:val="28"/>
            <w:szCs w:val="28"/>
          </w:rPr>
          <w:t>2</w:t>
        </w:r>
        <w:r w:rsidRPr="00070882">
          <w:rPr>
            <w:rStyle w:val="a5"/>
            <w:rFonts w:ascii="Times New Roman" w:hAnsi="Times New Roman"/>
            <w:sz w:val="28"/>
            <w:szCs w:val="28"/>
          </w:rPr>
          <w:t>.12.201</w:t>
        </w:r>
        <w:r w:rsidR="009D4EF3" w:rsidRPr="00070882">
          <w:rPr>
            <w:rStyle w:val="a5"/>
            <w:rFonts w:ascii="Times New Roman" w:hAnsi="Times New Roman"/>
            <w:sz w:val="28"/>
            <w:szCs w:val="28"/>
          </w:rPr>
          <w:t>7</w:t>
        </w:r>
        <w:r w:rsidR="003A64BF" w:rsidRPr="00070882">
          <w:rPr>
            <w:rStyle w:val="a5"/>
            <w:rFonts w:ascii="Times New Roman" w:hAnsi="Times New Roman"/>
            <w:sz w:val="28"/>
            <w:szCs w:val="28"/>
          </w:rPr>
          <w:t xml:space="preserve"> </w:t>
        </w:r>
        <w:r w:rsidRPr="00070882">
          <w:rPr>
            <w:rStyle w:val="a5"/>
            <w:rFonts w:ascii="Times New Roman" w:hAnsi="Times New Roman"/>
            <w:sz w:val="28"/>
            <w:szCs w:val="28"/>
          </w:rPr>
          <w:t>г.</w:t>
        </w:r>
      </w:hyperlink>
      <w:r w:rsidRPr="00070882">
        <w:rPr>
          <w:rFonts w:ascii="Times New Roman" w:hAnsi="Times New Roman"/>
          <w:sz w:val="28"/>
          <w:szCs w:val="28"/>
        </w:rPr>
        <w:t xml:space="preserve"> « О бюджете Вознесенского сельского поселения на 201</w:t>
      </w:r>
      <w:r w:rsidR="009D4EF3" w:rsidRPr="00070882">
        <w:rPr>
          <w:rFonts w:ascii="Times New Roman" w:hAnsi="Times New Roman"/>
          <w:sz w:val="28"/>
          <w:szCs w:val="28"/>
        </w:rPr>
        <w:t>8</w:t>
      </w:r>
      <w:r w:rsidRPr="00070882">
        <w:rPr>
          <w:rFonts w:ascii="Times New Roman" w:hAnsi="Times New Roman"/>
          <w:sz w:val="28"/>
          <w:szCs w:val="28"/>
        </w:rPr>
        <w:t xml:space="preserve"> год и на плановый</w:t>
      </w:r>
      <w:r w:rsidR="00661AC9" w:rsidRPr="00070882">
        <w:rPr>
          <w:rFonts w:ascii="Times New Roman" w:hAnsi="Times New Roman"/>
          <w:sz w:val="28"/>
          <w:szCs w:val="28"/>
        </w:rPr>
        <w:t xml:space="preserve"> период 201</w:t>
      </w:r>
      <w:r w:rsidR="009D4EF3" w:rsidRPr="00070882">
        <w:rPr>
          <w:rFonts w:ascii="Times New Roman" w:hAnsi="Times New Roman"/>
          <w:sz w:val="28"/>
          <w:szCs w:val="28"/>
        </w:rPr>
        <w:t>9</w:t>
      </w:r>
      <w:r w:rsidR="00661AC9" w:rsidRPr="00070882">
        <w:rPr>
          <w:rFonts w:ascii="Times New Roman" w:hAnsi="Times New Roman"/>
          <w:sz w:val="28"/>
          <w:szCs w:val="28"/>
        </w:rPr>
        <w:t xml:space="preserve"> и 20</w:t>
      </w:r>
      <w:r w:rsidR="009D4EF3" w:rsidRPr="00070882">
        <w:rPr>
          <w:rFonts w:ascii="Times New Roman" w:hAnsi="Times New Roman"/>
          <w:sz w:val="28"/>
          <w:szCs w:val="28"/>
        </w:rPr>
        <w:t xml:space="preserve">20 </w:t>
      </w:r>
      <w:r w:rsidR="00661AC9" w:rsidRPr="00070882">
        <w:rPr>
          <w:rFonts w:ascii="Times New Roman" w:hAnsi="Times New Roman"/>
          <w:sz w:val="28"/>
          <w:szCs w:val="28"/>
        </w:rPr>
        <w:t>годов» следующие изменения:</w:t>
      </w:r>
    </w:p>
    <w:p w:rsidR="008757C6" w:rsidRPr="00070882" w:rsidRDefault="008757C6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8757C6" w:rsidRPr="00070882" w:rsidRDefault="008A30F2" w:rsidP="001F2006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>1.</w:t>
      </w:r>
      <w:r w:rsidR="006400A8" w:rsidRPr="00070882">
        <w:rPr>
          <w:rFonts w:ascii="Times New Roman" w:hAnsi="Times New Roman"/>
          <w:sz w:val="28"/>
          <w:szCs w:val="28"/>
        </w:rPr>
        <w:t>Пункт 1 Статьи 1 изложить в новой редакции:</w:t>
      </w:r>
    </w:p>
    <w:p w:rsidR="006400A8" w:rsidRPr="00070882" w:rsidRDefault="006400A8" w:rsidP="001F2006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>«Утвердить основные характеристики бюджета поселения на 2</w:t>
      </w:r>
      <w:r w:rsidR="00A4603C" w:rsidRPr="00070882">
        <w:rPr>
          <w:rFonts w:ascii="Times New Roman" w:hAnsi="Times New Roman"/>
          <w:sz w:val="28"/>
          <w:szCs w:val="28"/>
        </w:rPr>
        <w:t>0</w:t>
      </w:r>
      <w:r w:rsidRPr="00070882">
        <w:rPr>
          <w:rFonts w:ascii="Times New Roman" w:hAnsi="Times New Roman"/>
          <w:sz w:val="28"/>
          <w:szCs w:val="28"/>
        </w:rPr>
        <w:t>18год;</w:t>
      </w:r>
    </w:p>
    <w:p w:rsidR="006400A8" w:rsidRPr="00070882" w:rsidRDefault="006400A8" w:rsidP="001F2006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>общий объем доходов бюджета поселения</w:t>
      </w:r>
      <w:r w:rsidR="00BB5D83" w:rsidRPr="00070882">
        <w:rPr>
          <w:rFonts w:ascii="Times New Roman" w:hAnsi="Times New Roman"/>
          <w:sz w:val="28"/>
          <w:szCs w:val="28"/>
        </w:rPr>
        <w:t xml:space="preserve"> </w:t>
      </w:r>
      <w:r w:rsidRPr="00070882">
        <w:rPr>
          <w:rFonts w:ascii="Times New Roman" w:hAnsi="Times New Roman"/>
          <w:sz w:val="28"/>
          <w:szCs w:val="28"/>
        </w:rPr>
        <w:t xml:space="preserve">в сумме </w:t>
      </w:r>
      <w:r w:rsidR="00D47C80" w:rsidRPr="00070882">
        <w:rPr>
          <w:rFonts w:ascii="Times New Roman" w:hAnsi="Times New Roman"/>
          <w:sz w:val="28"/>
          <w:szCs w:val="28"/>
        </w:rPr>
        <w:t>6</w:t>
      </w:r>
      <w:r w:rsidR="00640B6F" w:rsidRPr="00070882">
        <w:rPr>
          <w:rFonts w:ascii="Times New Roman" w:hAnsi="Times New Roman"/>
          <w:sz w:val="28"/>
          <w:szCs w:val="28"/>
        </w:rPr>
        <w:t xml:space="preserve">972,1 </w:t>
      </w:r>
      <w:r w:rsidRPr="00070882">
        <w:rPr>
          <w:rFonts w:ascii="Times New Roman" w:hAnsi="Times New Roman"/>
          <w:sz w:val="28"/>
          <w:szCs w:val="28"/>
        </w:rPr>
        <w:t>тыс.</w:t>
      </w:r>
      <w:r w:rsidR="00640B6F" w:rsidRPr="00070882">
        <w:rPr>
          <w:rFonts w:ascii="Times New Roman" w:hAnsi="Times New Roman"/>
          <w:sz w:val="28"/>
          <w:szCs w:val="28"/>
        </w:rPr>
        <w:t xml:space="preserve"> </w:t>
      </w:r>
      <w:r w:rsidRPr="00070882">
        <w:rPr>
          <w:rFonts w:ascii="Times New Roman" w:hAnsi="Times New Roman"/>
          <w:sz w:val="28"/>
          <w:szCs w:val="28"/>
        </w:rPr>
        <w:t>рублей;</w:t>
      </w:r>
    </w:p>
    <w:p w:rsidR="008757C6" w:rsidRPr="00070882" w:rsidRDefault="006400A8" w:rsidP="001F2006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>общий объем расходов бюджета поселения</w:t>
      </w:r>
      <w:r w:rsidR="00BB5D83" w:rsidRPr="00070882">
        <w:rPr>
          <w:rFonts w:ascii="Times New Roman" w:hAnsi="Times New Roman"/>
          <w:sz w:val="28"/>
          <w:szCs w:val="28"/>
        </w:rPr>
        <w:t xml:space="preserve"> </w:t>
      </w:r>
      <w:r w:rsidRPr="00070882">
        <w:rPr>
          <w:rFonts w:ascii="Times New Roman" w:hAnsi="Times New Roman"/>
          <w:sz w:val="28"/>
          <w:szCs w:val="28"/>
        </w:rPr>
        <w:t xml:space="preserve">в сумме </w:t>
      </w:r>
      <w:r w:rsidR="00D47C80" w:rsidRPr="00070882">
        <w:rPr>
          <w:rFonts w:ascii="Times New Roman" w:hAnsi="Times New Roman"/>
          <w:sz w:val="28"/>
          <w:szCs w:val="28"/>
        </w:rPr>
        <w:t>7</w:t>
      </w:r>
      <w:r w:rsidR="008C74D6" w:rsidRPr="00070882">
        <w:rPr>
          <w:rFonts w:ascii="Times New Roman" w:hAnsi="Times New Roman"/>
          <w:sz w:val="28"/>
          <w:szCs w:val="28"/>
        </w:rPr>
        <w:t>085,8</w:t>
      </w:r>
      <w:r w:rsidRPr="000708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0882">
        <w:rPr>
          <w:rFonts w:ascii="Times New Roman" w:hAnsi="Times New Roman"/>
          <w:sz w:val="28"/>
          <w:szCs w:val="28"/>
        </w:rPr>
        <w:t>тыс</w:t>
      </w:r>
      <w:proofErr w:type="gramStart"/>
      <w:r w:rsidRPr="00070882">
        <w:rPr>
          <w:rFonts w:ascii="Times New Roman" w:hAnsi="Times New Roman"/>
          <w:sz w:val="28"/>
          <w:szCs w:val="28"/>
        </w:rPr>
        <w:t>.р</w:t>
      </w:r>
      <w:proofErr w:type="gramEnd"/>
      <w:r w:rsidRPr="00070882">
        <w:rPr>
          <w:rFonts w:ascii="Times New Roman" w:hAnsi="Times New Roman"/>
          <w:sz w:val="28"/>
          <w:szCs w:val="28"/>
        </w:rPr>
        <w:t>ублей</w:t>
      </w:r>
      <w:proofErr w:type="spellEnd"/>
      <w:r w:rsidRPr="00070882">
        <w:rPr>
          <w:rFonts w:ascii="Times New Roman" w:hAnsi="Times New Roman"/>
          <w:sz w:val="28"/>
          <w:szCs w:val="28"/>
        </w:rPr>
        <w:t>;</w:t>
      </w:r>
    </w:p>
    <w:p w:rsidR="008C74D6" w:rsidRPr="00070882" w:rsidRDefault="008C74D6" w:rsidP="001F2006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 xml:space="preserve">Дефицит местного бюджета в сумме 113,7 </w:t>
      </w:r>
      <w:proofErr w:type="spellStart"/>
      <w:r w:rsidRPr="00070882">
        <w:rPr>
          <w:rFonts w:ascii="Times New Roman" w:hAnsi="Times New Roman"/>
          <w:sz w:val="28"/>
          <w:szCs w:val="28"/>
        </w:rPr>
        <w:t>тыс</w:t>
      </w:r>
      <w:proofErr w:type="gramStart"/>
      <w:r w:rsidRPr="00070882">
        <w:rPr>
          <w:rFonts w:ascii="Times New Roman" w:hAnsi="Times New Roman"/>
          <w:sz w:val="28"/>
          <w:szCs w:val="28"/>
        </w:rPr>
        <w:t>.р</w:t>
      </w:r>
      <w:proofErr w:type="gramEnd"/>
      <w:r w:rsidRPr="00070882">
        <w:rPr>
          <w:rFonts w:ascii="Times New Roman" w:hAnsi="Times New Roman"/>
          <w:sz w:val="28"/>
          <w:szCs w:val="28"/>
        </w:rPr>
        <w:t>ублей</w:t>
      </w:r>
      <w:proofErr w:type="spellEnd"/>
      <w:r w:rsidRPr="00070882">
        <w:rPr>
          <w:rFonts w:ascii="Times New Roman" w:hAnsi="Times New Roman"/>
          <w:sz w:val="28"/>
          <w:szCs w:val="28"/>
        </w:rPr>
        <w:t>.»</w:t>
      </w:r>
    </w:p>
    <w:p w:rsidR="00640B6F" w:rsidRPr="00070882" w:rsidRDefault="00640B6F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8757C6" w:rsidRPr="00070882" w:rsidRDefault="00640B6F" w:rsidP="001F2006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>2</w:t>
      </w:r>
      <w:r w:rsidR="008C74D6" w:rsidRPr="00070882">
        <w:rPr>
          <w:rFonts w:ascii="Times New Roman" w:hAnsi="Times New Roman"/>
          <w:sz w:val="28"/>
          <w:szCs w:val="28"/>
        </w:rPr>
        <w:t>.Статью 7 Дорожный фонд Вознесенского сельского поселения</w:t>
      </w:r>
      <w:r w:rsidR="008757C6" w:rsidRPr="00070882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8757C6" w:rsidRPr="00070882" w:rsidRDefault="008757C6" w:rsidP="001F2006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>«Утвердить общи</w:t>
      </w:r>
      <w:r w:rsidR="008C74D6" w:rsidRPr="00070882">
        <w:rPr>
          <w:rFonts w:ascii="Times New Roman" w:hAnsi="Times New Roman"/>
          <w:sz w:val="28"/>
          <w:szCs w:val="28"/>
        </w:rPr>
        <w:t>й объем межбюджетных ассигнований дорожного фонда Вознесенского сельского поселения</w:t>
      </w:r>
      <w:r w:rsidR="001F2006" w:rsidRPr="00070882">
        <w:rPr>
          <w:rFonts w:ascii="Times New Roman" w:hAnsi="Times New Roman"/>
          <w:sz w:val="28"/>
          <w:szCs w:val="28"/>
        </w:rPr>
        <w:t xml:space="preserve"> </w:t>
      </w:r>
      <w:r w:rsidRPr="00070882">
        <w:rPr>
          <w:rFonts w:ascii="Times New Roman" w:hAnsi="Times New Roman"/>
          <w:sz w:val="28"/>
          <w:szCs w:val="28"/>
        </w:rPr>
        <w:t>на 2018</w:t>
      </w:r>
      <w:r w:rsidR="00640B6F" w:rsidRPr="00070882">
        <w:rPr>
          <w:rFonts w:ascii="Times New Roman" w:hAnsi="Times New Roman"/>
          <w:sz w:val="28"/>
          <w:szCs w:val="28"/>
        </w:rPr>
        <w:t xml:space="preserve"> </w:t>
      </w:r>
      <w:r w:rsidRPr="00070882">
        <w:rPr>
          <w:rFonts w:ascii="Times New Roman" w:hAnsi="Times New Roman"/>
          <w:sz w:val="28"/>
          <w:szCs w:val="28"/>
        </w:rPr>
        <w:t xml:space="preserve">год в сумме </w:t>
      </w:r>
      <w:r w:rsidR="00D47C80" w:rsidRPr="00070882">
        <w:rPr>
          <w:rFonts w:ascii="Times New Roman" w:hAnsi="Times New Roman"/>
          <w:sz w:val="28"/>
          <w:szCs w:val="28"/>
        </w:rPr>
        <w:t>1920,5</w:t>
      </w:r>
      <w:r w:rsidRPr="00070882">
        <w:rPr>
          <w:rFonts w:ascii="Times New Roman" w:hAnsi="Times New Roman"/>
          <w:sz w:val="28"/>
          <w:szCs w:val="28"/>
        </w:rPr>
        <w:t xml:space="preserve"> тыс.</w:t>
      </w:r>
      <w:r w:rsidR="00A755CE" w:rsidRPr="00070882">
        <w:rPr>
          <w:rFonts w:ascii="Times New Roman" w:hAnsi="Times New Roman"/>
          <w:sz w:val="28"/>
          <w:szCs w:val="28"/>
        </w:rPr>
        <w:t xml:space="preserve"> </w:t>
      </w:r>
      <w:r w:rsidR="008C74D6" w:rsidRPr="00070882">
        <w:rPr>
          <w:rFonts w:ascii="Times New Roman" w:hAnsi="Times New Roman"/>
          <w:sz w:val="28"/>
          <w:szCs w:val="28"/>
        </w:rPr>
        <w:t>рублей, на 2019год в сумме 1598,0</w:t>
      </w:r>
      <w:r w:rsidRPr="000708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0882">
        <w:rPr>
          <w:rFonts w:ascii="Times New Roman" w:hAnsi="Times New Roman"/>
          <w:sz w:val="28"/>
          <w:szCs w:val="28"/>
        </w:rPr>
        <w:t>тыс</w:t>
      </w:r>
      <w:proofErr w:type="gramStart"/>
      <w:r w:rsidRPr="00070882">
        <w:rPr>
          <w:rFonts w:ascii="Times New Roman" w:hAnsi="Times New Roman"/>
          <w:sz w:val="28"/>
          <w:szCs w:val="28"/>
        </w:rPr>
        <w:t>.</w:t>
      </w:r>
      <w:r w:rsidR="008C74D6" w:rsidRPr="00070882">
        <w:rPr>
          <w:rFonts w:ascii="Times New Roman" w:hAnsi="Times New Roman"/>
          <w:sz w:val="28"/>
          <w:szCs w:val="28"/>
        </w:rPr>
        <w:t>р</w:t>
      </w:r>
      <w:proofErr w:type="gramEnd"/>
      <w:r w:rsidR="008C74D6" w:rsidRPr="00070882">
        <w:rPr>
          <w:rFonts w:ascii="Times New Roman" w:hAnsi="Times New Roman"/>
          <w:sz w:val="28"/>
          <w:szCs w:val="28"/>
        </w:rPr>
        <w:t>ублей</w:t>
      </w:r>
      <w:proofErr w:type="spellEnd"/>
      <w:r w:rsidR="008C74D6" w:rsidRPr="00070882">
        <w:rPr>
          <w:rFonts w:ascii="Times New Roman" w:hAnsi="Times New Roman"/>
          <w:sz w:val="28"/>
          <w:szCs w:val="28"/>
        </w:rPr>
        <w:t>, на 2020год в сумме 1746,0</w:t>
      </w:r>
      <w:r w:rsidRPr="000708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0882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070882">
        <w:rPr>
          <w:rFonts w:ascii="Times New Roman" w:hAnsi="Times New Roman"/>
          <w:sz w:val="28"/>
          <w:szCs w:val="28"/>
        </w:rPr>
        <w:t>».</w:t>
      </w:r>
    </w:p>
    <w:p w:rsidR="009B52DE" w:rsidRPr="00070882" w:rsidRDefault="009B52DE" w:rsidP="009B52DE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 xml:space="preserve">           3. Статью 8. «Межбюджетные трансферты на 2018 год и плановый период 2019 и 2020 годов</w:t>
      </w:r>
      <w:proofErr w:type="gramStart"/>
      <w:r w:rsidRPr="00070882">
        <w:rPr>
          <w:rFonts w:ascii="Times New Roman" w:hAnsi="Times New Roman"/>
          <w:sz w:val="28"/>
          <w:szCs w:val="28"/>
        </w:rPr>
        <w:t>.</w:t>
      </w:r>
      <w:proofErr w:type="gramEnd"/>
      <w:r w:rsidRPr="000708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70882">
        <w:rPr>
          <w:rFonts w:ascii="Times New Roman" w:hAnsi="Times New Roman"/>
          <w:sz w:val="28"/>
          <w:szCs w:val="28"/>
        </w:rPr>
        <w:t>и</w:t>
      </w:r>
      <w:proofErr w:type="gramEnd"/>
      <w:r w:rsidRPr="00070882">
        <w:rPr>
          <w:rFonts w:ascii="Times New Roman" w:hAnsi="Times New Roman"/>
          <w:sz w:val="28"/>
          <w:szCs w:val="28"/>
        </w:rPr>
        <w:t>зложить в новой редакции:</w:t>
      </w:r>
    </w:p>
    <w:p w:rsidR="009B52DE" w:rsidRPr="00070882" w:rsidRDefault="009B52DE" w:rsidP="009B52DE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lastRenderedPageBreak/>
        <w:t>«Утвердить общий объем межбюджетных трансфертов, получаемых из районного бюджета на 2018 год  в сумме 5173,1 тыс. рублей, на 2019 год 841,8 тыс. рублей, на 2020 год 791,5 тыс. рублей»</w:t>
      </w:r>
    </w:p>
    <w:p w:rsidR="009B52DE" w:rsidRPr="00070882" w:rsidRDefault="009B52DE" w:rsidP="009B52DE">
      <w:pPr>
        <w:ind w:firstLine="709"/>
        <w:rPr>
          <w:rFonts w:ascii="Times New Roman" w:hAnsi="Times New Roman"/>
          <w:sz w:val="28"/>
          <w:szCs w:val="28"/>
        </w:rPr>
      </w:pPr>
    </w:p>
    <w:p w:rsidR="009B52DE" w:rsidRPr="00070882" w:rsidRDefault="009B52DE" w:rsidP="009B52DE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 xml:space="preserve">         4. Приложение № 4 изложить в новой редакции согласно приложению №1 к настоящему Решению.</w:t>
      </w:r>
    </w:p>
    <w:p w:rsidR="009B52DE" w:rsidRPr="00070882" w:rsidRDefault="009B52DE" w:rsidP="009B52DE">
      <w:pPr>
        <w:ind w:firstLine="709"/>
        <w:rPr>
          <w:rFonts w:ascii="Times New Roman" w:hAnsi="Times New Roman"/>
          <w:sz w:val="28"/>
          <w:szCs w:val="28"/>
        </w:rPr>
      </w:pPr>
    </w:p>
    <w:p w:rsidR="008C74D6" w:rsidRPr="00070882" w:rsidRDefault="009B52DE" w:rsidP="009B52DE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 xml:space="preserve">         5. Приложение № 5 изложить в новой редакции согласно приложению № 2 к настоящему Решению.</w:t>
      </w:r>
    </w:p>
    <w:p w:rsidR="003C3C25" w:rsidRPr="00070882" w:rsidRDefault="003C3C25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4B26C2" w:rsidRPr="00070882" w:rsidRDefault="004B26C2" w:rsidP="001F2006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 w:rsidRPr="00070882">
        <w:rPr>
          <w:rFonts w:ascii="Times New Roman" w:hAnsi="Times New Roman"/>
          <w:b/>
          <w:bCs/>
          <w:sz w:val="28"/>
          <w:szCs w:val="28"/>
        </w:rPr>
        <w:t>Статья 2.</w:t>
      </w:r>
    </w:p>
    <w:p w:rsidR="008757C6" w:rsidRPr="00070882" w:rsidRDefault="008757C6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4B26C2" w:rsidRPr="00070882" w:rsidRDefault="004B26C2" w:rsidP="001F2006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7088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070882">
        <w:rPr>
          <w:rFonts w:ascii="Times New Roman" w:hAnsi="Times New Roman"/>
          <w:sz w:val="28"/>
          <w:szCs w:val="28"/>
        </w:rPr>
        <w:t xml:space="preserve"> настоящее решение на сайте Администрации </w:t>
      </w:r>
      <w:proofErr w:type="spellStart"/>
      <w:r w:rsidRPr="00070882">
        <w:rPr>
          <w:rFonts w:ascii="Times New Roman" w:hAnsi="Times New Roman"/>
          <w:sz w:val="28"/>
          <w:szCs w:val="28"/>
        </w:rPr>
        <w:t>Яйского</w:t>
      </w:r>
      <w:proofErr w:type="spellEnd"/>
      <w:r w:rsidRPr="0007088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B577D" w:rsidRPr="00070882">
        <w:rPr>
          <w:rFonts w:ascii="Times New Roman" w:hAnsi="Times New Roman"/>
          <w:sz w:val="28"/>
          <w:szCs w:val="28"/>
        </w:rPr>
        <w:t>.</w:t>
      </w:r>
    </w:p>
    <w:p w:rsidR="003A64BF" w:rsidRPr="00070882" w:rsidRDefault="003A64BF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3A64BF" w:rsidRPr="00070882" w:rsidRDefault="003A64BF" w:rsidP="001F2006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 w:rsidRPr="00070882">
        <w:rPr>
          <w:rFonts w:ascii="Times New Roman" w:hAnsi="Times New Roman"/>
          <w:b/>
          <w:bCs/>
          <w:sz w:val="28"/>
          <w:szCs w:val="28"/>
        </w:rPr>
        <w:t>Статья 3.</w:t>
      </w:r>
    </w:p>
    <w:p w:rsidR="003A64BF" w:rsidRPr="00070882" w:rsidRDefault="003A64BF" w:rsidP="001F2006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>Настоящее Решение вступает в действие с момента его официального обнародования.</w:t>
      </w:r>
    </w:p>
    <w:p w:rsidR="006F0F10" w:rsidRPr="00070882" w:rsidRDefault="006F0F10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2750B4" w:rsidRPr="00070882" w:rsidRDefault="002750B4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BB5D83" w:rsidRPr="00070882" w:rsidRDefault="003A64BF" w:rsidP="001F2006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>Председатель Совета народных</w:t>
      </w:r>
      <w:r w:rsidR="00BB5D83" w:rsidRPr="00070882">
        <w:rPr>
          <w:rFonts w:ascii="Times New Roman" w:hAnsi="Times New Roman"/>
          <w:sz w:val="28"/>
          <w:szCs w:val="28"/>
        </w:rPr>
        <w:t xml:space="preserve"> </w:t>
      </w:r>
      <w:r w:rsidRPr="00070882">
        <w:rPr>
          <w:rFonts w:ascii="Times New Roman" w:hAnsi="Times New Roman"/>
          <w:sz w:val="28"/>
          <w:szCs w:val="28"/>
        </w:rPr>
        <w:t>депутато</w:t>
      </w:r>
      <w:r w:rsidR="00BB5D83" w:rsidRPr="00070882">
        <w:rPr>
          <w:rFonts w:ascii="Times New Roman" w:hAnsi="Times New Roman"/>
          <w:sz w:val="28"/>
          <w:szCs w:val="28"/>
        </w:rPr>
        <w:t>в</w:t>
      </w:r>
    </w:p>
    <w:p w:rsidR="003A64BF" w:rsidRPr="00070882" w:rsidRDefault="003A64BF" w:rsidP="00070882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>Вознесенского сельского</w:t>
      </w:r>
      <w:r w:rsidR="00BB5D83" w:rsidRPr="00070882">
        <w:rPr>
          <w:rFonts w:ascii="Times New Roman" w:hAnsi="Times New Roman"/>
          <w:sz w:val="28"/>
          <w:szCs w:val="28"/>
        </w:rPr>
        <w:t xml:space="preserve"> </w:t>
      </w:r>
      <w:r w:rsidR="008A30F2" w:rsidRPr="00070882">
        <w:rPr>
          <w:rFonts w:ascii="Times New Roman" w:hAnsi="Times New Roman"/>
          <w:sz w:val="28"/>
          <w:szCs w:val="28"/>
        </w:rPr>
        <w:t>поселения</w:t>
      </w:r>
      <w:r w:rsidR="00070882" w:rsidRPr="00070882">
        <w:rPr>
          <w:rFonts w:ascii="Times New Roman" w:hAnsi="Times New Roman"/>
          <w:sz w:val="28"/>
          <w:szCs w:val="28"/>
        </w:rPr>
        <w:t xml:space="preserve">                          </w:t>
      </w:r>
      <w:r w:rsidR="00070882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Pr="00070882">
        <w:rPr>
          <w:rFonts w:ascii="Times New Roman" w:hAnsi="Times New Roman"/>
          <w:sz w:val="28"/>
          <w:szCs w:val="28"/>
        </w:rPr>
        <w:t>Н.П.Редькина</w:t>
      </w:r>
      <w:proofErr w:type="spellEnd"/>
    </w:p>
    <w:p w:rsidR="00CD1EFB" w:rsidRPr="00070882" w:rsidRDefault="00CD1EFB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3A64BF" w:rsidRPr="00070882" w:rsidRDefault="003A64BF" w:rsidP="001F2006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>Глава Вознесенского</w:t>
      </w:r>
    </w:p>
    <w:p w:rsidR="00FB577D" w:rsidRPr="00070882" w:rsidRDefault="00070882" w:rsidP="00070882">
      <w:pPr>
        <w:ind w:firstLine="709"/>
        <w:rPr>
          <w:rFonts w:ascii="Times New Roman" w:hAnsi="Times New Roman"/>
          <w:sz w:val="28"/>
          <w:szCs w:val="28"/>
        </w:rPr>
      </w:pPr>
      <w:r w:rsidRPr="00070882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="00A755CE" w:rsidRPr="00070882">
        <w:rPr>
          <w:rFonts w:ascii="Times New Roman" w:hAnsi="Times New Roman"/>
          <w:sz w:val="28"/>
          <w:szCs w:val="28"/>
        </w:rPr>
        <w:t>Н.П.Редькина</w:t>
      </w:r>
      <w:proofErr w:type="spellEnd"/>
    </w:p>
    <w:p w:rsidR="00FB577D" w:rsidRPr="00070882" w:rsidRDefault="00FB577D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FB577D" w:rsidRPr="00070882" w:rsidRDefault="00FB577D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070882" w:rsidRPr="00070882" w:rsidRDefault="00070882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070882" w:rsidRPr="00070882" w:rsidRDefault="00070882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070882" w:rsidRPr="00070882" w:rsidRDefault="00070882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070882" w:rsidRPr="00070882" w:rsidRDefault="00070882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070882" w:rsidRPr="00070882" w:rsidRDefault="00070882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070882" w:rsidRPr="00070882" w:rsidRDefault="00070882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070882" w:rsidRPr="00070882" w:rsidRDefault="00070882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070882" w:rsidRPr="00070882" w:rsidRDefault="00070882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070882" w:rsidRPr="00070882" w:rsidRDefault="00070882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070882" w:rsidRPr="00070882" w:rsidRDefault="00070882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070882" w:rsidRPr="00070882" w:rsidRDefault="00070882" w:rsidP="001F2006">
      <w:pPr>
        <w:ind w:firstLine="709"/>
        <w:rPr>
          <w:rFonts w:ascii="Times New Roman" w:hAnsi="Times New Roman"/>
          <w:sz w:val="28"/>
          <w:szCs w:val="28"/>
        </w:rPr>
      </w:pPr>
    </w:p>
    <w:p w:rsidR="00070882" w:rsidRDefault="00070882" w:rsidP="001F2006">
      <w:pPr>
        <w:ind w:firstLine="709"/>
        <w:rPr>
          <w:rFonts w:ascii="Times New Roman" w:hAnsi="Times New Roman"/>
        </w:rPr>
      </w:pPr>
    </w:p>
    <w:p w:rsidR="00070882" w:rsidRDefault="00070882" w:rsidP="001F2006">
      <w:pPr>
        <w:ind w:firstLine="709"/>
        <w:rPr>
          <w:rFonts w:ascii="Times New Roman" w:hAnsi="Times New Roman"/>
        </w:rPr>
      </w:pPr>
    </w:p>
    <w:p w:rsidR="00070882" w:rsidRDefault="00070882" w:rsidP="001F2006">
      <w:pPr>
        <w:ind w:firstLine="709"/>
        <w:rPr>
          <w:rFonts w:ascii="Times New Roman" w:hAnsi="Times New Roman"/>
        </w:rPr>
      </w:pPr>
    </w:p>
    <w:p w:rsidR="00070882" w:rsidRDefault="00070882" w:rsidP="001F2006">
      <w:pPr>
        <w:ind w:firstLine="709"/>
        <w:rPr>
          <w:rFonts w:ascii="Times New Roman" w:hAnsi="Times New Roman"/>
        </w:rPr>
      </w:pPr>
    </w:p>
    <w:p w:rsidR="00070882" w:rsidRDefault="00070882" w:rsidP="00070882">
      <w:pPr>
        <w:ind w:firstLine="0"/>
        <w:rPr>
          <w:rFonts w:ascii="Times New Roman" w:hAnsi="Times New Roman"/>
        </w:rPr>
      </w:pPr>
    </w:p>
    <w:p w:rsidR="00070882" w:rsidRDefault="00070882" w:rsidP="00070882">
      <w:pPr>
        <w:ind w:firstLine="0"/>
        <w:rPr>
          <w:rFonts w:ascii="Times New Roman" w:hAnsi="Times New Roman"/>
        </w:rPr>
      </w:pPr>
      <w:bookmarkStart w:id="0" w:name="_GoBack"/>
      <w:bookmarkEnd w:id="0"/>
    </w:p>
    <w:p w:rsidR="00070882" w:rsidRDefault="00070882" w:rsidP="001F2006">
      <w:pPr>
        <w:ind w:firstLine="709"/>
        <w:rPr>
          <w:rFonts w:ascii="Times New Roman" w:hAnsi="Times New Roman"/>
        </w:rPr>
      </w:pPr>
    </w:p>
    <w:p w:rsidR="00070882" w:rsidRPr="00070882" w:rsidRDefault="00070882" w:rsidP="001F2006">
      <w:pPr>
        <w:ind w:firstLine="709"/>
        <w:rPr>
          <w:rFonts w:ascii="Times New Roman" w:hAnsi="Times New Roman"/>
        </w:rPr>
      </w:pPr>
    </w:p>
    <w:p w:rsidR="00FB577D" w:rsidRPr="00070882" w:rsidRDefault="00FB577D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lastRenderedPageBreak/>
        <w:t>Приложение №1</w:t>
      </w:r>
    </w:p>
    <w:p w:rsidR="002659CC" w:rsidRPr="00070882" w:rsidRDefault="00FB577D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к Ре</w:t>
      </w:r>
      <w:r w:rsidR="002659CC" w:rsidRPr="00070882">
        <w:rPr>
          <w:rFonts w:ascii="Times New Roman" w:hAnsi="Times New Roman"/>
          <w:b/>
          <w:bCs/>
          <w:kern w:val="28"/>
        </w:rPr>
        <w:t>шению Совета народных депутатов</w:t>
      </w:r>
    </w:p>
    <w:p w:rsidR="00FB577D" w:rsidRPr="00070882" w:rsidRDefault="00FB577D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Возн</w:t>
      </w:r>
      <w:r w:rsidR="00EF1203" w:rsidRPr="00070882">
        <w:rPr>
          <w:rFonts w:ascii="Times New Roman" w:hAnsi="Times New Roman"/>
          <w:b/>
          <w:bCs/>
          <w:kern w:val="28"/>
        </w:rPr>
        <w:t>есенского с</w:t>
      </w:r>
      <w:r w:rsidR="002659CC" w:rsidRPr="00070882">
        <w:rPr>
          <w:rFonts w:ascii="Times New Roman" w:hAnsi="Times New Roman"/>
          <w:b/>
          <w:bCs/>
          <w:kern w:val="28"/>
        </w:rPr>
        <w:t>ельского поселения</w:t>
      </w:r>
    </w:p>
    <w:p w:rsidR="002659CC" w:rsidRPr="00070882" w:rsidRDefault="00FB577D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«О внесении изменений в Решен</w:t>
      </w:r>
      <w:r w:rsidR="002659CC" w:rsidRPr="00070882">
        <w:rPr>
          <w:rFonts w:ascii="Times New Roman" w:hAnsi="Times New Roman"/>
          <w:b/>
          <w:bCs/>
          <w:kern w:val="28"/>
        </w:rPr>
        <w:t>ие</w:t>
      </w:r>
    </w:p>
    <w:p w:rsidR="00FB577D" w:rsidRPr="00070882" w:rsidRDefault="00EF1203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Совета народных депутатов</w:t>
      </w:r>
    </w:p>
    <w:p w:rsidR="002659CC" w:rsidRPr="00070882" w:rsidRDefault="00FB577D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Во</w:t>
      </w:r>
      <w:r w:rsidR="002659CC" w:rsidRPr="00070882">
        <w:rPr>
          <w:rFonts w:ascii="Times New Roman" w:hAnsi="Times New Roman"/>
          <w:b/>
          <w:bCs/>
          <w:kern w:val="28"/>
        </w:rPr>
        <w:t>знесенского сельского поселения</w:t>
      </w:r>
    </w:p>
    <w:p w:rsidR="00FB577D" w:rsidRPr="00070882" w:rsidRDefault="00FB577D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от 22 декабря 2017 года №9</w:t>
      </w:r>
    </w:p>
    <w:p w:rsidR="00013DDF" w:rsidRPr="00070882" w:rsidRDefault="00FB577D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«О бюджете Вознесенского сельского пос</w:t>
      </w:r>
      <w:r w:rsidR="00013DDF" w:rsidRPr="00070882">
        <w:rPr>
          <w:rFonts w:ascii="Times New Roman" w:hAnsi="Times New Roman"/>
          <w:b/>
          <w:bCs/>
          <w:kern w:val="28"/>
        </w:rPr>
        <w:t>еления</w:t>
      </w:r>
    </w:p>
    <w:p w:rsidR="00FB577D" w:rsidRPr="00070882" w:rsidRDefault="00EF1203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на 2018год и на плановый</w:t>
      </w:r>
    </w:p>
    <w:p w:rsidR="00FB577D" w:rsidRPr="00070882" w:rsidRDefault="00FB577D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период 2019 и 2020 годов»</w:t>
      </w:r>
    </w:p>
    <w:p w:rsidR="00FB577D" w:rsidRPr="00070882" w:rsidRDefault="009B52DE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от 29 октября</w:t>
      </w:r>
      <w:r w:rsidR="00495B07" w:rsidRPr="00070882">
        <w:rPr>
          <w:rFonts w:ascii="Times New Roman" w:hAnsi="Times New Roman"/>
          <w:b/>
          <w:bCs/>
          <w:kern w:val="28"/>
        </w:rPr>
        <w:t xml:space="preserve"> 2018г.</w:t>
      </w:r>
      <w:r w:rsidRPr="00070882">
        <w:rPr>
          <w:rFonts w:ascii="Times New Roman" w:hAnsi="Times New Roman"/>
          <w:b/>
          <w:bCs/>
          <w:kern w:val="28"/>
        </w:rPr>
        <w:t>№19</w:t>
      </w:r>
    </w:p>
    <w:p w:rsidR="00FB577D" w:rsidRPr="00070882" w:rsidRDefault="00FB577D" w:rsidP="001F2006">
      <w:pPr>
        <w:ind w:firstLine="709"/>
        <w:rPr>
          <w:rFonts w:ascii="Times New Roman" w:hAnsi="Times New Roman"/>
        </w:rPr>
      </w:pPr>
    </w:p>
    <w:p w:rsidR="00FB577D" w:rsidRPr="00070882" w:rsidRDefault="00FB577D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Приложение №4</w:t>
      </w:r>
    </w:p>
    <w:p w:rsidR="00013DDF" w:rsidRPr="00070882" w:rsidRDefault="00FB577D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к Ре</w:t>
      </w:r>
      <w:r w:rsidR="00013DDF" w:rsidRPr="00070882">
        <w:rPr>
          <w:rFonts w:ascii="Times New Roman" w:hAnsi="Times New Roman"/>
          <w:b/>
          <w:bCs/>
          <w:kern w:val="28"/>
        </w:rPr>
        <w:t>шению Совета народных депутатов</w:t>
      </w:r>
    </w:p>
    <w:p w:rsidR="00FB577D" w:rsidRPr="00070882" w:rsidRDefault="00FB577D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Возн</w:t>
      </w:r>
      <w:r w:rsidR="00EF1203" w:rsidRPr="00070882">
        <w:rPr>
          <w:rFonts w:ascii="Times New Roman" w:hAnsi="Times New Roman"/>
          <w:b/>
          <w:bCs/>
          <w:kern w:val="28"/>
        </w:rPr>
        <w:t>есенского сельского поселения</w:t>
      </w:r>
    </w:p>
    <w:p w:rsidR="00013DDF" w:rsidRPr="00070882" w:rsidRDefault="00FB577D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«О бюджете Вознесенского сельского поселения</w:t>
      </w:r>
    </w:p>
    <w:p w:rsidR="00FB577D" w:rsidRPr="00070882" w:rsidRDefault="00FB577D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на 2</w:t>
      </w:r>
      <w:r w:rsidR="00EF1203" w:rsidRPr="00070882">
        <w:rPr>
          <w:rFonts w:ascii="Times New Roman" w:hAnsi="Times New Roman"/>
          <w:b/>
          <w:bCs/>
          <w:kern w:val="28"/>
        </w:rPr>
        <w:t>018год и на плановый</w:t>
      </w:r>
    </w:p>
    <w:p w:rsidR="00FB577D" w:rsidRPr="00070882" w:rsidRDefault="00FB577D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период 2019 и 2020 годов»</w:t>
      </w:r>
    </w:p>
    <w:p w:rsidR="00FB577D" w:rsidRPr="00070882" w:rsidRDefault="00EF1203" w:rsidP="001F2006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от 22 декабря 2017г.№9</w:t>
      </w:r>
    </w:p>
    <w:p w:rsidR="00FB577D" w:rsidRPr="00070882" w:rsidRDefault="00FB577D" w:rsidP="001F2006">
      <w:pPr>
        <w:ind w:firstLine="709"/>
        <w:rPr>
          <w:rFonts w:ascii="Times New Roman" w:hAnsi="Times New Roman"/>
        </w:rPr>
      </w:pPr>
    </w:p>
    <w:p w:rsidR="00FB577D" w:rsidRPr="00070882" w:rsidRDefault="00FB577D" w:rsidP="001F2006">
      <w:pPr>
        <w:ind w:firstLine="709"/>
        <w:jc w:val="center"/>
        <w:rPr>
          <w:rFonts w:ascii="Times New Roman" w:hAnsi="Times New Roman"/>
          <w:b/>
          <w:bCs/>
          <w:kern w:val="32"/>
        </w:rPr>
      </w:pPr>
      <w:r w:rsidRPr="00070882">
        <w:rPr>
          <w:rFonts w:ascii="Times New Roman" w:hAnsi="Times New Roman"/>
          <w:b/>
          <w:bCs/>
          <w:kern w:val="32"/>
        </w:rPr>
        <w:t xml:space="preserve">Распределение бюджетных ассигнований бюджета поселения по целевым статьям (муниципальным программам и непрограммным направлениям деятельности) классификации расходов бюджетов на 2018 год и </w:t>
      </w:r>
      <w:r w:rsidR="00013DDF" w:rsidRPr="00070882">
        <w:rPr>
          <w:rFonts w:ascii="Times New Roman" w:hAnsi="Times New Roman"/>
          <w:b/>
          <w:bCs/>
          <w:kern w:val="32"/>
        </w:rPr>
        <w:t>на плановый период 2019-2020гг.</w:t>
      </w:r>
    </w:p>
    <w:p w:rsidR="00FB577D" w:rsidRPr="00070882" w:rsidRDefault="00FB577D" w:rsidP="001F2006">
      <w:pPr>
        <w:ind w:firstLine="709"/>
        <w:jc w:val="center"/>
        <w:rPr>
          <w:rFonts w:ascii="Times New Roman" w:hAnsi="Times New Roman"/>
        </w:rPr>
      </w:pPr>
    </w:p>
    <w:p w:rsidR="00FB577D" w:rsidRPr="00070882" w:rsidRDefault="00FB577D" w:rsidP="00E13534">
      <w:pPr>
        <w:ind w:firstLine="709"/>
        <w:jc w:val="right"/>
        <w:rPr>
          <w:rFonts w:ascii="Times New Roman" w:hAnsi="Times New Roman"/>
          <w:b/>
        </w:rPr>
      </w:pPr>
      <w:proofErr w:type="spellStart"/>
      <w:r w:rsidRPr="00070882">
        <w:rPr>
          <w:rFonts w:ascii="Times New Roman" w:hAnsi="Times New Roman"/>
          <w:b/>
        </w:rPr>
        <w:t>тыс</w:t>
      </w:r>
      <w:proofErr w:type="gramStart"/>
      <w:r w:rsidRPr="00070882">
        <w:rPr>
          <w:rFonts w:ascii="Times New Roman" w:hAnsi="Times New Roman"/>
          <w:b/>
        </w:rPr>
        <w:t>.</w:t>
      </w:r>
      <w:r w:rsidR="00F831D0" w:rsidRPr="00070882">
        <w:rPr>
          <w:rFonts w:ascii="Times New Roman" w:hAnsi="Times New Roman"/>
          <w:b/>
        </w:rPr>
        <w:t>р</w:t>
      </w:r>
      <w:proofErr w:type="gramEnd"/>
      <w:r w:rsidR="00F831D0" w:rsidRPr="00070882">
        <w:rPr>
          <w:rFonts w:ascii="Times New Roman" w:hAnsi="Times New Roman"/>
          <w:b/>
        </w:rPr>
        <w:t>уб</w:t>
      </w:r>
      <w:proofErr w:type="spellEnd"/>
      <w:r w:rsidR="00F831D0" w:rsidRPr="00070882">
        <w:rPr>
          <w:rFonts w:ascii="Times New Roman" w:hAnsi="Times New Roman"/>
          <w:b/>
        </w:rPr>
        <w:t>.</w:t>
      </w:r>
    </w:p>
    <w:p w:rsidR="00F831D0" w:rsidRPr="00070882" w:rsidRDefault="00F831D0" w:rsidP="001F2006">
      <w:pPr>
        <w:ind w:firstLine="709"/>
        <w:jc w:val="center"/>
        <w:rPr>
          <w:rFonts w:ascii="Times New Roman" w:hAnsi="Times New Roman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5"/>
        <w:gridCol w:w="848"/>
        <w:gridCol w:w="950"/>
        <w:gridCol w:w="496"/>
        <w:gridCol w:w="873"/>
        <w:gridCol w:w="865"/>
        <w:gridCol w:w="789"/>
        <w:gridCol w:w="714"/>
      </w:tblGrid>
      <w:tr w:rsidR="00956D1D" w:rsidRPr="00070882" w:rsidTr="00E13534">
        <w:trPr>
          <w:trHeight w:val="662"/>
          <w:jc w:val="center"/>
        </w:trPr>
        <w:tc>
          <w:tcPr>
            <w:tcW w:w="414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B577D" w:rsidRPr="00070882" w:rsidRDefault="00FB577D" w:rsidP="00E13534">
            <w:pPr>
              <w:pStyle w:val="Table0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0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B577D" w:rsidRPr="00070882" w:rsidRDefault="00FB577D" w:rsidP="00E13534">
            <w:pPr>
              <w:pStyle w:val="Table0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Подпрограмма</w:t>
            </w:r>
          </w:p>
        </w:tc>
        <w:tc>
          <w:tcPr>
            <w:tcW w:w="49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B577D" w:rsidRPr="00070882" w:rsidRDefault="00FB577D" w:rsidP="00E13534">
            <w:pPr>
              <w:pStyle w:val="Table0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87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B577D" w:rsidRPr="00070882" w:rsidRDefault="00FB577D" w:rsidP="00E13534">
            <w:pPr>
              <w:pStyle w:val="Table0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0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7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0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0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2020 год</w:t>
            </w:r>
          </w:p>
        </w:tc>
      </w:tr>
      <w:tr w:rsidR="00956D1D" w:rsidRPr="00070882" w:rsidTr="00E13534">
        <w:trPr>
          <w:trHeight w:val="391"/>
          <w:jc w:val="center"/>
        </w:trPr>
        <w:tc>
          <w:tcPr>
            <w:tcW w:w="41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 "Поддержка и развитие</w:t>
            </w:r>
            <w:r w:rsidR="00BB5D83" w:rsidRPr="00070882">
              <w:rPr>
                <w:rFonts w:ascii="Times New Roman" w:hAnsi="Times New Roman" w:cs="Times New Roman"/>
              </w:rPr>
              <w:t xml:space="preserve"> </w:t>
            </w:r>
            <w:r w:rsidRPr="00070882">
              <w:rPr>
                <w:rFonts w:ascii="Times New Roman" w:hAnsi="Times New Roman" w:cs="Times New Roman"/>
              </w:rPr>
              <w:t>ЖКХ</w:t>
            </w:r>
            <w:r w:rsidR="00BB5D83" w:rsidRPr="00070882">
              <w:rPr>
                <w:rFonts w:ascii="Times New Roman" w:hAnsi="Times New Roman" w:cs="Times New Roman"/>
              </w:rPr>
              <w:t xml:space="preserve"> </w:t>
            </w:r>
            <w:r w:rsidRPr="00070882">
              <w:rPr>
                <w:rFonts w:ascii="Times New Roman" w:hAnsi="Times New Roman" w:cs="Times New Roman"/>
              </w:rPr>
              <w:t>на территории Вознесенского сельского поселения"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824,5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956D1D" w:rsidRPr="00070882" w:rsidTr="00E13534">
        <w:trPr>
          <w:trHeight w:val="391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Компенсация выпадающих доходов по теплоснабжению и горячему водоснабжению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10580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956D1D" w:rsidRPr="00070882" w:rsidTr="00E13534">
        <w:trPr>
          <w:trHeight w:val="391"/>
          <w:jc w:val="center"/>
        </w:trPr>
        <w:tc>
          <w:tcPr>
            <w:tcW w:w="41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Компенсация выпадающих доходов по водоснабжению и водоотведению населения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10590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956D1D" w:rsidRPr="00070882" w:rsidTr="00E13534">
        <w:trPr>
          <w:trHeight w:val="615"/>
          <w:jc w:val="center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Проведение мероприятий по ремонту и реконструкции объектов ЖКХ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11090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695,6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956D1D" w:rsidRPr="00070882" w:rsidTr="00E13534">
        <w:trPr>
          <w:trHeight w:val="1550"/>
          <w:jc w:val="center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 «Содержание автомобильных дорог</w:t>
            </w:r>
            <w:r w:rsidR="00BB5D83" w:rsidRPr="00070882">
              <w:rPr>
                <w:rFonts w:ascii="Times New Roman" w:hAnsi="Times New Roman" w:cs="Times New Roman"/>
              </w:rPr>
              <w:t xml:space="preserve"> </w:t>
            </w:r>
            <w:r w:rsidRPr="00070882">
              <w:rPr>
                <w:rFonts w:ascii="Times New Roman" w:hAnsi="Times New Roman" w:cs="Times New Roman"/>
              </w:rPr>
              <w:t>и обеспечение безопасности дорожного движения на территории Вознесенского сельского поселения»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D1D" w:rsidRPr="00070882" w:rsidRDefault="00747326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</w:t>
            </w:r>
            <w:r w:rsidR="009B52DE" w:rsidRPr="00070882">
              <w:rPr>
                <w:rFonts w:ascii="Times New Roman" w:hAnsi="Times New Roman" w:cs="Times New Roman"/>
              </w:rPr>
              <w:t>920,5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1598,0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1746,0</w:t>
            </w:r>
          </w:p>
        </w:tc>
      </w:tr>
      <w:tr w:rsidR="00956D1D" w:rsidRPr="00070882" w:rsidTr="00E13534">
        <w:trPr>
          <w:trHeight w:val="175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Мероприятия по дорожной </w:t>
            </w:r>
            <w:r w:rsidRPr="00070882">
              <w:rPr>
                <w:rFonts w:ascii="Times New Roman" w:hAnsi="Times New Roman" w:cs="Times New Roman"/>
              </w:rPr>
              <w:lastRenderedPageBreak/>
              <w:t xml:space="preserve">деятельности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lastRenderedPageBreak/>
              <w:t>02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11110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747326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</w:t>
            </w:r>
            <w:r w:rsidR="009B52DE" w:rsidRPr="00070882">
              <w:rPr>
                <w:rFonts w:ascii="Times New Roman" w:hAnsi="Times New Roman" w:cs="Times New Roman"/>
              </w:rPr>
              <w:t>920,5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1598,0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1746,0</w:t>
            </w:r>
          </w:p>
        </w:tc>
      </w:tr>
      <w:tr w:rsidR="00956D1D" w:rsidRPr="00070882" w:rsidTr="00E13534">
        <w:trPr>
          <w:trHeight w:val="348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lastRenderedPageBreak/>
              <w:t xml:space="preserve"> Муниципальная программа «Комплексная программа по благоустройству Вознесенского сельского поселения»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9B52DE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367,6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956D1D" w:rsidRPr="00070882" w:rsidTr="00E13534">
        <w:trPr>
          <w:trHeight w:val="182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Содержание учреждений за счет безвозмездных поступлений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10480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956D1D" w:rsidRPr="00070882" w:rsidTr="00E13534">
        <w:trPr>
          <w:trHeight w:val="182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Организация освещения улиц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11120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9B52DE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344</w:t>
            </w:r>
            <w:r w:rsidR="00747326" w:rsidRPr="00070882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956D1D" w:rsidRPr="00070882" w:rsidTr="00E13534">
        <w:trPr>
          <w:trHeight w:val="175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Организация и содержание мест захоронений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11130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</w:tr>
      <w:tr w:rsidR="00956D1D" w:rsidRPr="00070882" w:rsidTr="00E13534">
        <w:trPr>
          <w:trHeight w:val="175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11150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956D1D" w:rsidRPr="00070882" w:rsidTr="00E13534">
        <w:trPr>
          <w:trHeight w:val="566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 «Развитие культуры, физической культуры, спорта и</w:t>
            </w:r>
            <w:r w:rsidR="00BB5D83" w:rsidRPr="00070882">
              <w:rPr>
                <w:rFonts w:ascii="Times New Roman" w:hAnsi="Times New Roman" w:cs="Times New Roman"/>
              </w:rPr>
              <w:t xml:space="preserve"> </w:t>
            </w:r>
            <w:r w:rsidRPr="00070882">
              <w:rPr>
                <w:rFonts w:ascii="Times New Roman" w:hAnsi="Times New Roman" w:cs="Times New Roman"/>
              </w:rPr>
              <w:t>молодежной политики в Вознесенском сельском поселении»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</w:tr>
      <w:tr w:rsidR="00956D1D" w:rsidRPr="00070882" w:rsidTr="00E13534">
        <w:trPr>
          <w:trHeight w:val="175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Мероприятия в области физической культуры, спорта и туризма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11180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</w:tr>
      <w:tr w:rsidR="00956D1D" w:rsidRPr="00070882" w:rsidTr="00E13534">
        <w:trPr>
          <w:trHeight w:val="523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Комплексные меры по усилению противодействия незаконному обороту наркотических средств, психотропных веществ и злоупотреблению ими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10360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956D1D" w:rsidRPr="00070882" w:rsidTr="00E13534">
        <w:trPr>
          <w:trHeight w:val="463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 "Социальная поддержка населения Вознесенского сельского поселения 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</w:tr>
      <w:tr w:rsidR="00956D1D" w:rsidRPr="00070882" w:rsidTr="00E13534">
        <w:trPr>
          <w:trHeight w:val="175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Оказание социальной помощи населению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11190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</w:tr>
      <w:tr w:rsidR="00956D1D" w:rsidRPr="00070882" w:rsidTr="00E13534">
        <w:trPr>
          <w:trHeight w:val="586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 "Пожарная безопасность и защита населения территории населенных пунктов Вознесенского сельского поселения от чрезвычайных ситуаций"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9B52DE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24,5</w:t>
            </w:r>
          </w:p>
        </w:tc>
      </w:tr>
      <w:tr w:rsidR="00956D1D" w:rsidRPr="00070882" w:rsidTr="00E13534">
        <w:trPr>
          <w:trHeight w:val="348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Мероприятия по предупреждению и ликвидации последствий ЧС и стихийных бедствий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11220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9B52DE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24,5</w:t>
            </w:r>
          </w:p>
        </w:tc>
      </w:tr>
      <w:tr w:rsidR="00956D1D" w:rsidRPr="00070882" w:rsidTr="00E13534">
        <w:trPr>
          <w:trHeight w:val="586"/>
          <w:jc w:val="center"/>
        </w:trPr>
        <w:tc>
          <w:tcPr>
            <w:tcW w:w="41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 «Обеспечение деятельности органов местного самоуправления Вознесенского сельского поселения"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9B52DE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3796,8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799,1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711,5</w:t>
            </w:r>
          </w:p>
        </w:tc>
      </w:tr>
      <w:tr w:rsidR="00956D1D" w:rsidRPr="00070882" w:rsidTr="00E13534">
        <w:trPr>
          <w:trHeight w:val="175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10120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9B52DE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2281,4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552,5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478,9</w:t>
            </w:r>
          </w:p>
        </w:tc>
      </w:tr>
      <w:tr w:rsidR="00956D1D" w:rsidRPr="00070882" w:rsidTr="00E13534">
        <w:trPr>
          <w:trHeight w:val="551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Глава Вознесенского сельского поселения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10430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D1D" w:rsidRPr="00070882" w:rsidRDefault="009B52DE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433,5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53,6</w:t>
            </w:r>
          </w:p>
        </w:tc>
      </w:tr>
      <w:tr w:rsidR="00956D1D" w:rsidRPr="00070882" w:rsidTr="00E13534">
        <w:trPr>
          <w:trHeight w:val="653"/>
          <w:jc w:val="center"/>
        </w:trPr>
        <w:tc>
          <w:tcPr>
            <w:tcW w:w="4141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Оплата труда муниципальных служащих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10550</w:t>
            </w:r>
          </w:p>
        </w:tc>
        <w:tc>
          <w:tcPr>
            <w:tcW w:w="8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D1D" w:rsidRPr="00070882" w:rsidRDefault="00095999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1058,0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157,9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157,9</w:t>
            </w:r>
          </w:p>
        </w:tc>
      </w:tr>
      <w:tr w:rsidR="00F60E02" w:rsidRPr="00070882" w:rsidTr="00E13534">
        <w:trPr>
          <w:trHeight w:val="80"/>
          <w:jc w:val="center"/>
        </w:trPr>
        <w:tc>
          <w:tcPr>
            <w:tcW w:w="414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60E02" w:rsidRPr="00070882" w:rsidRDefault="00F60E02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E02" w:rsidRPr="00070882" w:rsidRDefault="00F60E02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E02" w:rsidRPr="00070882" w:rsidRDefault="00F60E02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E02" w:rsidRPr="00070882" w:rsidRDefault="00F60E02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vMerge/>
            <w:tcBorders>
              <w:left w:val="single" w:sz="6" w:space="0" w:color="auto"/>
              <w:bottom w:val="single" w:sz="4" w:space="0" w:color="auto"/>
              <w:right w:val="nil"/>
            </w:tcBorders>
          </w:tcPr>
          <w:p w:rsidR="00F60E02" w:rsidRPr="00070882" w:rsidRDefault="00F60E02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0E02" w:rsidRPr="00070882" w:rsidRDefault="00F60E02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0E02" w:rsidRPr="00070882" w:rsidRDefault="00F60E02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60E02" w:rsidRPr="00070882" w:rsidRDefault="00F60E02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</w:tr>
      <w:tr w:rsidR="00956D1D" w:rsidRPr="00070882" w:rsidTr="00E13534">
        <w:trPr>
          <w:trHeight w:val="1695"/>
          <w:jc w:val="center"/>
        </w:trPr>
        <w:tc>
          <w:tcPr>
            <w:tcW w:w="4141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Осуществление органами местного самоуправления муниципальных </w:t>
            </w:r>
            <w:proofErr w:type="gramStart"/>
            <w:r w:rsidRPr="00070882">
              <w:rPr>
                <w:rFonts w:ascii="Times New Roman" w:hAnsi="Times New Roman" w:cs="Times New Roman"/>
              </w:rPr>
              <w:t>районов полномочий органов государственной власти Кемеровской области</w:t>
            </w:r>
            <w:proofErr w:type="gramEnd"/>
            <w:r w:rsidRPr="00070882">
              <w:rPr>
                <w:rFonts w:ascii="Times New Roman" w:hAnsi="Times New Roman" w:cs="Times New Roman"/>
              </w:rPr>
              <w:t xml:space="preserve"> по расчету и предоставлению дотаций бюджетам поселений за счет </w:t>
            </w:r>
            <w:r w:rsidRPr="00070882">
              <w:rPr>
                <w:rFonts w:ascii="Times New Roman" w:hAnsi="Times New Roman" w:cs="Times New Roman"/>
              </w:rPr>
              <w:lastRenderedPageBreak/>
              <w:t>средств областного бюджета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9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70320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56D1D" w:rsidRPr="00070882" w:rsidRDefault="00956D1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21,1</w:t>
            </w:r>
          </w:p>
        </w:tc>
      </w:tr>
      <w:tr w:rsidR="00F60E02" w:rsidRPr="00070882" w:rsidTr="00E13534">
        <w:trPr>
          <w:trHeight w:val="282"/>
          <w:jc w:val="center"/>
        </w:trPr>
        <w:tc>
          <w:tcPr>
            <w:tcW w:w="414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60E02" w:rsidRPr="00070882" w:rsidRDefault="00F60E02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E02" w:rsidRPr="00070882" w:rsidRDefault="00F60E02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E02" w:rsidRPr="00070882" w:rsidRDefault="00F60E02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E02" w:rsidRPr="00070882" w:rsidRDefault="00F60E02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F60E02" w:rsidRPr="00070882" w:rsidRDefault="00F60E02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F60E02" w:rsidRPr="00070882" w:rsidRDefault="00F60E02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60E02" w:rsidRPr="00070882" w:rsidRDefault="00F60E02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F60E02" w:rsidRPr="00070882" w:rsidRDefault="00F60E02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</w:tr>
      <w:tr w:rsidR="00956D1D" w:rsidRPr="00070882" w:rsidTr="00E13534">
        <w:trPr>
          <w:trHeight w:val="216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lastRenderedPageBreak/>
              <w:t>Непрограммные направления деятельности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577D" w:rsidRPr="00070882" w:rsidRDefault="00495B07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129,2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198,5</w:t>
            </w:r>
          </w:p>
        </w:tc>
      </w:tr>
      <w:tr w:rsidR="00956D1D" w:rsidRPr="00070882" w:rsidTr="00E13534">
        <w:trPr>
          <w:trHeight w:val="331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Резервный фонд Администрации Вознесенского сельского поселения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10450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</w:tr>
      <w:tr w:rsidR="00956D1D" w:rsidRPr="00070882" w:rsidTr="00E13534">
        <w:trPr>
          <w:trHeight w:val="365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51180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495B07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56,4</w:t>
            </w:r>
          </w:p>
        </w:tc>
      </w:tr>
      <w:tr w:rsidR="00956D1D" w:rsidRPr="00070882" w:rsidTr="00E13534">
        <w:trPr>
          <w:trHeight w:val="226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Условно-утвержденные расходы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132,1</w:t>
            </w:r>
          </w:p>
        </w:tc>
      </w:tr>
      <w:tr w:rsidR="00956D1D" w:rsidRPr="00070882" w:rsidTr="00E13534">
        <w:trPr>
          <w:trHeight w:val="242"/>
          <w:jc w:val="center"/>
        </w:trPr>
        <w:tc>
          <w:tcPr>
            <w:tcW w:w="414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577D" w:rsidRPr="00070882" w:rsidRDefault="00095999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7</w:t>
            </w:r>
            <w:r w:rsidR="00E467B6" w:rsidRPr="00070882">
              <w:rPr>
                <w:rFonts w:ascii="Times New Roman" w:hAnsi="Times New Roman" w:cs="Times New Roman"/>
              </w:rPr>
              <w:t>085,8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2592,8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577D" w:rsidRPr="00070882" w:rsidRDefault="00FB577D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2697,5</w:t>
            </w:r>
          </w:p>
        </w:tc>
      </w:tr>
    </w:tbl>
    <w:p w:rsidR="004F1C22" w:rsidRPr="00070882" w:rsidRDefault="004F1C22" w:rsidP="001F2006">
      <w:pPr>
        <w:ind w:firstLine="709"/>
        <w:rPr>
          <w:rFonts w:ascii="Times New Roman" w:hAnsi="Times New Roman"/>
        </w:rPr>
      </w:pPr>
    </w:p>
    <w:p w:rsidR="00EF1203" w:rsidRPr="00070882" w:rsidRDefault="00EF1203" w:rsidP="001F2006">
      <w:pPr>
        <w:ind w:firstLine="709"/>
        <w:rPr>
          <w:rFonts w:ascii="Times New Roman" w:hAnsi="Times New Roman"/>
        </w:rPr>
      </w:pPr>
    </w:p>
    <w:p w:rsidR="00495B07" w:rsidRPr="00070882" w:rsidRDefault="00095999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Приложение №2</w:t>
      </w:r>
    </w:p>
    <w:p w:rsidR="00A51581" w:rsidRPr="00070882" w:rsidRDefault="00495B07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к Решению Совета народных депутатов</w:t>
      </w:r>
    </w:p>
    <w:p w:rsidR="00495B07" w:rsidRPr="00070882" w:rsidRDefault="00495B07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Вознесенского сельско</w:t>
      </w:r>
      <w:r w:rsidR="00E13534" w:rsidRPr="00070882">
        <w:rPr>
          <w:rFonts w:ascii="Times New Roman" w:hAnsi="Times New Roman"/>
          <w:b/>
          <w:bCs/>
          <w:kern w:val="28"/>
        </w:rPr>
        <w:t>го поселения</w:t>
      </w:r>
    </w:p>
    <w:p w:rsidR="00A51581" w:rsidRPr="00070882" w:rsidRDefault="00495B07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«О внесении изменений в Решен</w:t>
      </w:r>
      <w:r w:rsidR="00EF1203" w:rsidRPr="00070882">
        <w:rPr>
          <w:rFonts w:ascii="Times New Roman" w:hAnsi="Times New Roman"/>
          <w:b/>
          <w:bCs/>
          <w:kern w:val="28"/>
        </w:rPr>
        <w:t>ие</w:t>
      </w:r>
    </w:p>
    <w:p w:rsidR="00495B07" w:rsidRPr="00070882" w:rsidRDefault="00EF1203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Совета народных депута</w:t>
      </w:r>
      <w:r w:rsidR="00A51581" w:rsidRPr="00070882">
        <w:rPr>
          <w:rFonts w:ascii="Times New Roman" w:hAnsi="Times New Roman"/>
          <w:b/>
          <w:bCs/>
          <w:kern w:val="28"/>
        </w:rPr>
        <w:t>тов</w:t>
      </w:r>
    </w:p>
    <w:p w:rsidR="00A51581" w:rsidRPr="00070882" w:rsidRDefault="00495B07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Вознесенского сельского поселения</w:t>
      </w:r>
    </w:p>
    <w:p w:rsidR="00495B07" w:rsidRPr="00070882" w:rsidRDefault="00495B07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от 22 декабря 2017 года №9</w:t>
      </w:r>
    </w:p>
    <w:p w:rsidR="00A51581" w:rsidRPr="00070882" w:rsidRDefault="00495B07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«О бюджете Вознесенского сельского пос</w:t>
      </w:r>
      <w:r w:rsidR="00EF1203" w:rsidRPr="00070882">
        <w:rPr>
          <w:rFonts w:ascii="Times New Roman" w:hAnsi="Times New Roman"/>
          <w:b/>
          <w:bCs/>
          <w:kern w:val="28"/>
        </w:rPr>
        <w:t>еления</w:t>
      </w:r>
    </w:p>
    <w:p w:rsidR="00495B07" w:rsidRPr="00070882" w:rsidRDefault="00EF1203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на 2018год и на плановый</w:t>
      </w:r>
    </w:p>
    <w:p w:rsidR="00495B07" w:rsidRPr="00070882" w:rsidRDefault="00495B07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период 2019 и 2020 годов»</w:t>
      </w:r>
    </w:p>
    <w:p w:rsidR="00495B07" w:rsidRPr="00070882" w:rsidRDefault="00095999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от 29 октября 2018г.№19</w:t>
      </w:r>
    </w:p>
    <w:p w:rsidR="00495B07" w:rsidRPr="00070882" w:rsidRDefault="00495B07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</w:p>
    <w:p w:rsidR="00495B07" w:rsidRPr="00070882" w:rsidRDefault="00495B07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Приложение №5</w:t>
      </w:r>
    </w:p>
    <w:p w:rsidR="00A51581" w:rsidRPr="00070882" w:rsidRDefault="00495B07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к Решению Совета народных депутатов</w:t>
      </w:r>
    </w:p>
    <w:p w:rsidR="00495B07" w:rsidRPr="00070882" w:rsidRDefault="00495B07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 xml:space="preserve"> Возн</w:t>
      </w:r>
      <w:r w:rsidR="00A51581" w:rsidRPr="00070882">
        <w:rPr>
          <w:rFonts w:ascii="Times New Roman" w:hAnsi="Times New Roman"/>
          <w:b/>
          <w:bCs/>
          <w:kern w:val="28"/>
        </w:rPr>
        <w:t>есенского сельского поселения</w:t>
      </w:r>
    </w:p>
    <w:p w:rsidR="00A51581" w:rsidRPr="00070882" w:rsidRDefault="00495B07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«О бюджете Вознесенского сельского пос</w:t>
      </w:r>
      <w:r w:rsidR="00EF1203" w:rsidRPr="00070882">
        <w:rPr>
          <w:rFonts w:ascii="Times New Roman" w:hAnsi="Times New Roman"/>
          <w:b/>
          <w:bCs/>
          <w:kern w:val="28"/>
        </w:rPr>
        <w:t>еления</w:t>
      </w:r>
    </w:p>
    <w:p w:rsidR="00495B07" w:rsidRPr="00070882" w:rsidRDefault="00EF1203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на 2018год и на плановый</w:t>
      </w:r>
    </w:p>
    <w:p w:rsidR="00495B07" w:rsidRPr="00070882" w:rsidRDefault="00495B07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период 2019 и 2020 годов»</w:t>
      </w:r>
    </w:p>
    <w:p w:rsidR="00495B07" w:rsidRPr="00070882" w:rsidRDefault="00EF1203" w:rsidP="00E13534">
      <w:pPr>
        <w:ind w:firstLine="709"/>
        <w:jc w:val="right"/>
        <w:rPr>
          <w:rFonts w:ascii="Times New Roman" w:hAnsi="Times New Roman"/>
          <w:b/>
          <w:bCs/>
          <w:kern w:val="28"/>
        </w:rPr>
      </w:pPr>
      <w:r w:rsidRPr="00070882">
        <w:rPr>
          <w:rFonts w:ascii="Times New Roman" w:hAnsi="Times New Roman"/>
          <w:b/>
          <w:bCs/>
          <w:kern w:val="28"/>
        </w:rPr>
        <w:t>от 22 декабря 2017г.№9</w:t>
      </w:r>
    </w:p>
    <w:p w:rsidR="004F1C22" w:rsidRPr="00070882" w:rsidRDefault="004F1C22" w:rsidP="001F2006">
      <w:pPr>
        <w:ind w:firstLine="709"/>
        <w:rPr>
          <w:rFonts w:ascii="Times New Roman" w:hAnsi="Times New Roman"/>
        </w:rPr>
      </w:pPr>
    </w:p>
    <w:p w:rsidR="004F1C22" w:rsidRPr="00070882" w:rsidRDefault="004F1C22" w:rsidP="00E13534">
      <w:pPr>
        <w:ind w:firstLine="709"/>
        <w:jc w:val="center"/>
        <w:rPr>
          <w:rFonts w:ascii="Times New Roman" w:hAnsi="Times New Roman"/>
          <w:b/>
          <w:bCs/>
          <w:kern w:val="32"/>
        </w:rPr>
      </w:pPr>
      <w:r w:rsidRPr="00070882">
        <w:rPr>
          <w:rFonts w:ascii="Times New Roman" w:hAnsi="Times New Roman"/>
          <w:b/>
          <w:bCs/>
          <w:kern w:val="32"/>
        </w:rPr>
        <w:t>Распределение бюджетных ассигнований бюджета Вознесенского сельского</w:t>
      </w:r>
      <w:r w:rsidR="00BB5D83" w:rsidRPr="00070882">
        <w:rPr>
          <w:rFonts w:ascii="Times New Roman" w:hAnsi="Times New Roman"/>
          <w:b/>
          <w:bCs/>
          <w:kern w:val="32"/>
        </w:rPr>
        <w:t xml:space="preserve"> </w:t>
      </w:r>
      <w:r w:rsidRPr="00070882">
        <w:rPr>
          <w:rFonts w:ascii="Times New Roman" w:hAnsi="Times New Roman"/>
          <w:b/>
          <w:bCs/>
          <w:kern w:val="32"/>
        </w:rPr>
        <w:t>поселения по разделам, подразделам, целевым статьям (муниципальным программам и непрограммным направлениям деятельности), группам и подгруппам видов классификации</w:t>
      </w:r>
      <w:r w:rsidR="00BB5D83" w:rsidRPr="00070882">
        <w:rPr>
          <w:rFonts w:ascii="Times New Roman" w:hAnsi="Times New Roman"/>
          <w:b/>
          <w:bCs/>
          <w:kern w:val="32"/>
        </w:rPr>
        <w:t xml:space="preserve"> </w:t>
      </w:r>
      <w:r w:rsidR="00A51581" w:rsidRPr="00070882">
        <w:rPr>
          <w:rFonts w:ascii="Times New Roman" w:hAnsi="Times New Roman"/>
          <w:b/>
          <w:bCs/>
          <w:kern w:val="32"/>
        </w:rPr>
        <w:t>расходов бюджетов на 2018</w:t>
      </w:r>
      <w:r w:rsidRPr="00070882">
        <w:rPr>
          <w:rFonts w:ascii="Times New Roman" w:hAnsi="Times New Roman"/>
          <w:b/>
          <w:bCs/>
          <w:kern w:val="32"/>
        </w:rPr>
        <w:t>г. и на плановый период 2019-202</w:t>
      </w:r>
      <w:r w:rsidR="00EF1203" w:rsidRPr="00070882">
        <w:rPr>
          <w:rFonts w:ascii="Times New Roman" w:hAnsi="Times New Roman"/>
          <w:b/>
          <w:bCs/>
          <w:kern w:val="32"/>
        </w:rPr>
        <w:t>0гг.</w:t>
      </w:r>
    </w:p>
    <w:p w:rsidR="004F1C22" w:rsidRPr="00070882" w:rsidRDefault="004F1C22" w:rsidP="00E13534">
      <w:pPr>
        <w:ind w:firstLine="709"/>
        <w:jc w:val="right"/>
        <w:rPr>
          <w:rFonts w:ascii="Times New Roman" w:hAnsi="Times New Roman"/>
          <w:b/>
          <w:bCs/>
          <w:kern w:val="32"/>
        </w:rPr>
      </w:pPr>
      <w:proofErr w:type="spellStart"/>
      <w:r w:rsidRPr="00070882">
        <w:rPr>
          <w:rFonts w:ascii="Times New Roman" w:hAnsi="Times New Roman"/>
          <w:b/>
          <w:bCs/>
          <w:kern w:val="32"/>
        </w:rPr>
        <w:t>тыс</w:t>
      </w:r>
      <w:proofErr w:type="gramStart"/>
      <w:r w:rsidRPr="00070882">
        <w:rPr>
          <w:rFonts w:ascii="Times New Roman" w:hAnsi="Times New Roman"/>
          <w:b/>
          <w:bCs/>
          <w:kern w:val="32"/>
        </w:rPr>
        <w:t>.р</w:t>
      </w:r>
      <w:proofErr w:type="gramEnd"/>
      <w:r w:rsidRPr="00070882">
        <w:rPr>
          <w:rFonts w:ascii="Times New Roman" w:hAnsi="Times New Roman"/>
          <w:b/>
          <w:bCs/>
          <w:kern w:val="32"/>
        </w:rPr>
        <w:t>уб</w:t>
      </w:r>
      <w:proofErr w:type="spellEnd"/>
      <w:r w:rsidRPr="00070882">
        <w:rPr>
          <w:rFonts w:ascii="Times New Roman" w:hAnsi="Times New Roman"/>
          <w:b/>
          <w:bCs/>
          <w:kern w:val="32"/>
        </w:rPr>
        <w:t>.</w:t>
      </w:r>
    </w:p>
    <w:p w:rsidR="00200524" w:rsidRPr="00070882" w:rsidRDefault="00200524" w:rsidP="001F2006">
      <w:pPr>
        <w:ind w:firstLine="709"/>
        <w:rPr>
          <w:rFonts w:ascii="Times New Roman" w:hAnsi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7"/>
        <w:gridCol w:w="581"/>
        <w:gridCol w:w="780"/>
        <w:gridCol w:w="1035"/>
        <w:gridCol w:w="15"/>
        <w:gridCol w:w="448"/>
        <w:gridCol w:w="988"/>
        <w:gridCol w:w="1001"/>
        <w:gridCol w:w="988"/>
      </w:tblGrid>
      <w:tr w:rsidR="0055285B" w:rsidRPr="00070882" w:rsidTr="00F13074">
        <w:trPr>
          <w:trHeight w:val="190"/>
          <w:jc w:val="center"/>
        </w:trPr>
        <w:tc>
          <w:tcPr>
            <w:tcW w:w="38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285B" w:rsidRPr="00070882" w:rsidRDefault="0055285B" w:rsidP="00E13534">
            <w:pPr>
              <w:pStyle w:val="Table0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285B" w:rsidRPr="00070882" w:rsidRDefault="0055285B" w:rsidP="00E13534">
            <w:pPr>
              <w:pStyle w:val="Table0"/>
              <w:rPr>
                <w:rFonts w:ascii="Times New Roman" w:hAnsi="Times New Roman" w:cs="Times New Roman"/>
              </w:rPr>
            </w:pPr>
            <w:proofErr w:type="spellStart"/>
            <w:r w:rsidRPr="00070882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285B" w:rsidRPr="00070882" w:rsidRDefault="0055285B" w:rsidP="00E13534">
            <w:pPr>
              <w:pStyle w:val="Table0"/>
              <w:rPr>
                <w:rFonts w:ascii="Times New Roman" w:hAnsi="Times New Roman" w:cs="Times New Roman"/>
              </w:rPr>
            </w:pPr>
            <w:proofErr w:type="gramStart"/>
            <w:r w:rsidRPr="00070882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0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285B" w:rsidRPr="00070882" w:rsidRDefault="0055285B" w:rsidP="00E13534">
            <w:pPr>
              <w:pStyle w:val="Table0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285B" w:rsidRPr="00070882" w:rsidRDefault="0055285B" w:rsidP="00E13534">
            <w:pPr>
              <w:pStyle w:val="Table0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9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285B" w:rsidRPr="00070882" w:rsidRDefault="0055285B" w:rsidP="00E13534">
            <w:pPr>
              <w:pStyle w:val="Table0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10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285B" w:rsidRPr="00070882" w:rsidRDefault="0055285B" w:rsidP="00E13534">
            <w:pPr>
              <w:pStyle w:val="Table0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285B" w:rsidRPr="00070882" w:rsidRDefault="0055285B" w:rsidP="00E13534">
            <w:pPr>
              <w:pStyle w:val="Table0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2020 г.</w:t>
            </w:r>
          </w:p>
        </w:tc>
      </w:tr>
      <w:tr w:rsidR="0055285B" w:rsidRPr="00070882" w:rsidTr="00F13074">
        <w:trPr>
          <w:trHeight w:val="187"/>
          <w:jc w:val="center"/>
        </w:trPr>
        <w:tc>
          <w:tcPr>
            <w:tcW w:w="38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85B" w:rsidRPr="00070882" w:rsidRDefault="0055285B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85B" w:rsidRPr="00070882" w:rsidRDefault="0055285B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85B" w:rsidRPr="00070882" w:rsidRDefault="0055285B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85B" w:rsidRPr="00070882" w:rsidRDefault="0055285B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85B" w:rsidRPr="00070882" w:rsidRDefault="0055285B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85B" w:rsidRPr="00070882" w:rsidRDefault="0055285B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85B" w:rsidRPr="00070882" w:rsidRDefault="0055285B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85B" w:rsidRPr="00070882" w:rsidRDefault="0055285B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</w:tr>
      <w:tr w:rsidR="00200524" w:rsidRPr="00070882" w:rsidTr="00F13074">
        <w:trPr>
          <w:trHeight w:val="19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</w:t>
            </w:r>
            <w:r w:rsidR="00043B85" w:rsidRPr="00070882">
              <w:rPr>
                <w:rFonts w:ascii="Times New Roman" w:hAnsi="Times New Roman" w:cs="Times New Roman"/>
              </w:rPr>
              <w:t>795,8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809,1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721,5</w:t>
            </w:r>
          </w:p>
        </w:tc>
      </w:tr>
      <w:tr w:rsidR="00200524" w:rsidRPr="00070882" w:rsidTr="00F13074">
        <w:trPr>
          <w:trHeight w:val="413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043B8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433,5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53,6</w:t>
            </w:r>
          </w:p>
        </w:tc>
      </w:tr>
      <w:tr w:rsidR="00A07CC5" w:rsidRPr="00070882" w:rsidTr="00F13074">
        <w:trPr>
          <w:trHeight w:val="56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 «Обеспечение деятельности органов местного самоуправления Вознесенского сельского поселения"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110 00 00000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043B8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433,5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53,6</w:t>
            </w:r>
          </w:p>
        </w:tc>
      </w:tr>
      <w:tr w:rsidR="00A07CC5" w:rsidRPr="00070882" w:rsidTr="00F13074">
        <w:trPr>
          <w:trHeight w:val="22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Глава Вознесенского сельского поселения 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11 0 00 10430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043B8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433,5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53,6</w:t>
            </w:r>
          </w:p>
        </w:tc>
      </w:tr>
      <w:tr w:rsidR="00200524" w:rsidRPr="00070882" w:rsidTr="00F13074">
        <w:trPr>
          <w:trHeight w:val="72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11 0 00 10430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043B8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433,5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53,6</w:t>
            </w:r>
          </w:p>
        </w:tc>
      </w:tr>
      <w:tr w:rsidR="00200524" w:rsidRPr="00070882" w:rsidTr="00F13074">
        <w:trPr>
          <w:trHeight w:val="36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11 0 00 10430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043B8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3362,3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53,6</w:t>
            </w:r>
          </w:p>
        </w:tc>
      </w:tr>
      <w:tr w:rsidR="00200524" w:rsidRPr="00070882" w:rsidTr="00F13074">
        <w:trPr>
          <w:trHeight w:val="583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043B8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3362,3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657,9</w:t>
            </w:r>
          </w:p>
        </w:tc>
      </w:tr>
      <w:tr w:rsidR="00A07CC5" w:rsidRPr="00070882" w:rsidTr="00F13074">
        <w:trPr>
          <w:trHeight w:val="55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 «Обеспечение деятельности органов местного самоуправления Вознесенского сельского поселения"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043B8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3362,3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657,9</w:t>
            </w:r>
          </w:p>
        </w:tc>
      </w:tr>
      <w:tr w:rsidR="00A07CC5" w:rsidRPr="00070882" w:rsidTr="00F13074">
        <w:trPr>
          <w:trHeight w:val="19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11 0 00 10120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043B8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2281,4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552,5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478,9</w:t>
            </w:r>
          </w:p>
        </w:tc>
      </w:tr>
      <w:tr w:rsidR="00200524" w:rsidRPr="00070882" w:rsidTr="00F13074">
        <w:trPr>
          <w:trHeight w:val="72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11 0 00 10120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043B8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1057,0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110,4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110,4</w:t>
            </w:r>
          </w:p>
        </w:tc>
      </w:tr>
      <w:tr w:rsidR="00200524" w:rsidRPr="00070882" w:rsidTr="00F13074">
        <w:trPr>
          <w:trHeight w:val="425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11 0 00 10120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043B8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1057,0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110,4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110,4</w:t>
            </w:r>
          </w:p>
        </w:tc>
      </w:tr>
      <w:tr w:rsidR="00200524" w:rsidRPr="00070882" w:rsidTr="00F13074">
        <w:trPr>
          <w:trHeight w:val="38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11 0 00 10120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043B8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1200,4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418,1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344,5</w:t>
            </w:r>
          </w:p>
        </w:tc>
      </w:tr>
      <w:tr w:rsidR="00200524" w:rsidRPr="00070882" w:rsidTr="00F13074">
        <w:trPr>
          <w:trHeight w:val="422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11 0 00 10120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043B8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1200,4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418,1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344,5</w:t>
            </w:r>
          </w:p>
        </w:tc>
      </w:tr>
      <w:tr w:rsidR="00200524" w:rsidRPr="00070882" w:rsidTr="00F13074">
        <w:trPr>
          <w:trHeight w:val="197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11 0 00 10120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24,0</w:t>
            </w:r>
          </w:p>
        </w:tc>
      </w:tr>
      <w:tr w:rsidR="00200524" w:rsidRPr="00070882" w:rsidTr="00F13074">
        <w:trPr>
          <w:trHeight w:val="274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11 0 00 10120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24,0</w:t>
            </w:r>
          </w:p>
        </w:tc>
      </w:tr>
      <w:tr w:rsidR="00A07CC5" w:rsidRPr="00070882" w:rsidTr="00F13074">
        <w:trPr>
          <w:trHeight w:val="22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Оплата труда муниципальных служащих 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11 0 00 10550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1058,0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157,9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157,9</w:t>
            </w:r>
          </w:p>
        </w:tc>
      </w:tr>
      <w:tr w:rsidR="00200524" w:rsidRPr="00070882" w:rsidTr="00F13074">
        <w:trPr>
          <w:trHeight w:val="763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11 0 00 10550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1058,0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157,9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157,9</w:t>
            </w:r>
          </w:p>
        </w:tc>
      </w:tr>
      <w:tr w:rsidR="00200524" w:rsidRPr="00070882" w:rsidTr="00F13074">
        <w:trPr>
          <w:trHeight w:val="39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11 0 00 10550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1058,0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157,9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157,9</w:t>
            </w:r>
          </w:p>
        </w:tc>
      </w:tr>
      <w:tr w:rsidR="00A07CC5" w:rsidRPr="00070882" w:rsidTr="00F13074">
        <w:trPr>
          <w:trHeight w:val="902"/>
          <w:jc w:val="center"/>
        </w:trPr>
        <w:tc>
          <w:tcPr>
            <w:tcW w:w="38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Осуществление органами местного самоуправления муниципальных </w:t>
            </w:r>
            <w:proofErr w:type="gramStart"/>
            <w:r w:rsidRPr="00070882">
              <w:rPr>
                <w:rFonts w:ascii="Times New Roman" w:hAnsi="Times New Roman" w:cs="Times New Roman"/>
              </w:rPr>
              <w:t>районов полномочий органов государственной власти Кемеровской области</w:t>
            </w:r>
            <w:proofErr w:type="gramEnd"/>
            <w:r w:rsidRPr="00070882">
              <w:rPr>
                <w:rFonts w:ascii="Times New Roman" w:hAnsi="Times New Roman" w:cs="Times New Roman"/>
              </w:rPr>
              <w:t xml:space="preserve"> по расчету и предоставлению дотаций бюджетам поселений за счет средств областного бюджета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11 0 00 70320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21,1</w:t>
            </w:r>
          </w:p>
        </w:tc>
      </w:tr>
      <w:tr w:rsidR="00200524" w:rsidRPr="00070882" w:rsidTr="00F13074">
        <w:trPr>
          <w:trHeight w:val="422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11 0 00 70320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21,1</w:t>
            </w:r>
          </w:p>
        </w:tc>
      </w:tr>
      <w:tr w:rsidR="00200524" w:rsidRPr="00070882" w:rsidTr="00F13074">
        <w:trPr>
          <w:trHeight w:val="40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11 0 00 70320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21,1</w:t>
            </w:r>
          </w:p>
        </w:tc>
      </w:tr>
      <w:tr w:rsidR="00200524" w:rsidRPr="00070882" w:rsidTr="00F13074">
        <w:trPr>
          <w:trHeight w:val="197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</w:tr>
      <w:tr w:rsidR="00A07CC5" w:rsidRPr="00070882" w:rsidTr="00F13074">
        <w:trPr>
          <w:trHeight w:val="233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Непрограм</w:t>
            </w:r>
            <w:r w:rsidR="00F13074" w:rsidRPr="00070882">
              <w:rPr>
                <w:rFonts w:ascii="Times New Roman" w:hAnsi="Times New Roman" w:cs="Times New Roman"/>
              </w:rPr>
              <w:t>м</w:t>
            </w:r>
            <w:r w:rsidRPr="00070882">
              <w:rPr>
                <w:rFonts w:ascii="Times New Roman" w:hAnsi="Times New Roman" w:cs="Times New Roman"/>
              </w:rPr>
              <w:t>ные направления деятельности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</w:tr>
      <w:tr w:rsidR="00A07CC5" w:rsidRPr="00070882" w:rsidTr="00F13074">
        <w:trPr>
          <w:trHeight w:val="36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Резервный фонд Администрации Вознесенского сельского поселения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99 0 00 10450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</w:tr>
      <w:tr w:rsidR="00200524" w:rsidRPr="00070882" w:rsidTr="00F13074">
        <w:trPr>
          <w:trHeight w:val="197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99 0 00 10450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</w:tr>
      <w:tr w:rsidR="00200524" w:rsidRPr="00070882" w:rsidTr="00F13074">
        <w:trPr>
          <w:trHeight w:val="197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99 0 00 10450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</w:tr>
      <w:tr w:rsidR="00200524" w:rsidRPr="00070882" w:rsidTr="00F13074">
        <w:trPr>
          <w:trHeight w:val="197"/>
          <w:jc w:val="center"/>
        </w:trPr>
        <w:tc>
          <w:tcPr>
            <w:tcW w:w="3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A07CC5" w:rsidRPr="00070882" w:rsidTr="00F13074">
        <w:trPr>
          <w:trHeight w:val="406"/>
          <w:jc w:val="center"/>
        </w:trPr>
        <w:tc>
          <w:tcPr>
            <w:tcW w:w="3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 «Комплексная программа по благоустройству Вознесенского сельского поселения»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03 0 00 00000</w:t>
            </w:r>
          </w:p>
        </w:tc>
        <w:tc>
          <w:tcPr>
            <w:tcW w:w="46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A07CC5" w:rsidRPr="00070882" w:rsidTr="00F13074">
        <w:trPr>
          <w:trHeight w:val="252"/>
          <w:jc w:val="center"/>
        </w:trPr>
        <w:tc>
          <w:tcPr>
            <w:tcW w:w="3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Содержание учреждений за счет безвозмездных поступлений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03 000 10480</w:t>
            </w:r>
          </w:p>
        </w:tc>
        <w:tc>
          <w:tcPr>
            <w:tcW w:w="46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40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03 000 10480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40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03 000 10480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21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56,4</w:t>
            </w:r>
          </w:p>
        </w:tc>
      </w:tr>
      <w:tr w:rsidR="00200524" w:rsidRPr="00070882" w:rsidTr="00F13074">
        <w:trPr>
          <w:trHeight w:val="22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56,4</w:t>
            </w:r>
          </w:p>
        </w:tc>
      </w:tr>
      <w:tr w:rsidR="00A07CC5" w:rsidRPr="00070882" w:rsidTr="00F13074">
        <w:trPr>
          <w:trHeight w:val="21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56,4</w:t>
            </w:r>
          </w:p>
        </w:tc>
      </w:tr>
      <w:tr w:rsidR="00A07CC5" w:rsidRPr="00070882" w:rsidTr="00F13074">
        <w:trPr>
          <w:trHeight w:val="40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99 0 00 51180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56,4</w:t>
            </w:r>
          </w:p>
        </w:tc>
      </w:tr>
      <w:tr w:rsidR="00200524" w:rsidRPr="00070882" w:rsidTr="00F13074">
        <w:trPr>
          <w:trHeight w:val="72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99 0 00 51180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54,9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54,9</w:t>
            </w:r>
          </w:p>
        </w:tc>
      </w:tr>
      <w:tr w:rsidR="00200524" w:rsidRPr="00070882" w:rsidTr="00F13074">
        <w:trPr>
          <w:trHeight w:val="382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99 0 00 51180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54,9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54,9</w:t>
            </w:r>
          </w:p>
        </w:tc>
      </w:tr>
      <w:tr w:rsidR="00200524" w:rsidRPr="00070882" w:rsidTr="00F13074">
        <w:trPr>
          <w:trHeight w:val="382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99 0 00 51180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1,5</w:t>
            </w:r>
          </w:p>
        </w:tc>
      </w:tr>
      <w:tr w:rsidR="00200524" w:rsidRPr="00070882" w:rsidTr="00F13074">
        <w:trPr>
          <w:trHeight w:val="382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99 0 00 51180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1,5</w:t>
            </w:r>
          </w:p>
        </w:tc>
      </w:tr>
      <w:tr w:rsidR="00200524" w:rsidRPr="00070882" w:rsidTr="00F13074">
        <w:trPr>
          <w:trHeight w:val="41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24,5</w:t>
            </w:r>
          </w:p>
        </w:tc>
      </w:tr>
      <w:tr w:rsidR="00200524" w:rsidRPr="00070882" w:rsidTr="00F13074">
        <w:trPr>
          <w:trHeight w:val="425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24,5</w:t>
            </w:r>
          </w:p>
        </w:tc>
      </w:tr>
      <w:tr w:rsidR="00A07CC5" w:rsidRPr="00070882" w:rsidTr="00F13074">
        <w:trPr>
          <w:trHeight w:val="540"/>
          <w:jc w:val="center"/>
        </w:trPr>
        <w:tc>
          <w:tcPr>
            <w:tcW w:w="3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 "Пожарная безопасность и защита населения территории населенных пунктов Вознесенского сельского поселения от чрезвычайных ситуаций"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07 0 00 00000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24,5</w:t>
            </w:r>
          </w:p>
        </w:tc>
      </w:tr>
      <w:tr w:rsidR="00A07CC5" w:rsidRPr="00070882" w:rsidTr="00F13074">
        <w:trPr>
          <w:trHeight w:val="38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Мероприятия по предупреждению и ликвидации последствий ЧС и стихийных бедствий 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07 0 00 11220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24,5</w:t>
            </w:r>
          </w:p>
        </w:tc>
      </w:tr>
      <w:tr w:rsidR="00200524" w:rsidRPr="00070882" w:rsidTr="00F13074">
        <w:trPr>
          <w:trHeight w:val="40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07 0 00 11220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24,5</w:t>
            </w:r>
          </w:p>
        </w:tc>
      </w:tr>
      <w:tr w:rsidR="00200524" w:rsidRPr="00070882" w:rsidTr="00F13074">
        <w:trPr>
          <w:trHeight w:val="40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07 0 00 11220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24,5</w:t>
            </w:r>
          </w:p>
        </w:tc>
      </w:tr>
      <w:tr w:rsidR="00200524" w:rsidRPr="00070882" w:rsidTr="00F13074">
        <w:trPr>
          <w:trHeight w:val="22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1920,5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1598,0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1746,0</w:t>
            </w:r>
          </w:p>
        </w:tc>
      </w:tr>
      <w:tr w:rsidR="00200524" w:rsidRPr="00070882" w:rsidTr="00F13074">
        <w:trPr>
          <w:trHeight w:val="242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1598,0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1746,0</w:t>
            </w:r>
          </w:p>
        </w:tc>
      </w:tr>
      <w:tr w:rsidR="00A07CC5" w:rsidRPr="00070882" w:rsidTr="00F13074">
        <w:trPr>
          <w:trHeight w:val="540"/>
          <w:jc w:val="center"/>
        </w:trPr>
        <w:tc>
          <w:tcPr>
            <w:tcW w:w="3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 «Содержание автомобильных дорог и обеспечение безопасности дорожного движения на территории Вознесенского сельского поселения»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020 0000000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1920,5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1598,0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1746,0</w:t>
            </w:r>
          </w:p>
        </w:tc>
      </w:tr>
      <w:tr w:rsidR="00A07CC5" w:rsidRPr="00070882" w:rsidTr="00F13074">
        <w:trPr>
          <w:trHeight w:val="21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Мероприятия по дорожной деятельности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02 0 00 11110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</w:t>
            </w:r>
            <w:r w:rsidR="006E0F34" w:rsidRPr="00070882">
              <w:rPr>
                <w:rFonts w:ascii="Times New Roman" w:hAnsi="Times New Roman" w:cs="Times New Roman"/>
              </w:rPr>
              <w:t>920,5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1598,0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1746,0</w:t>
            </w:r>
          </w:p>
        </w:tc>
      </w:tr>
      <w:tr w:rsidR="00200524" w:rsidRPr="00070882" w:rsidTr="00F13074">
        <w:trPr>
          <w:trHeight w:val="432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070882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02 0 00 </w:t>
            </w:r>
            <w:r w:rsidRPr="00070882">
              <w:rPr>
                <w:rFonts w:ascii="Times New Roman" w:hAnsi="Times New Roman" w:cs="Times New Roman"/>
              </w:rPr>
              <w:lastRenderedPageBreak/>
              <w:t>11110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lastRenderedPageBreak/>
              <w:t>200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E467B6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</w:t>
            </w:r>
            <w:r w:rsidR="006E0F34" w:rsidRPr="00070882">
              <w:rPr>
                <w:rFonts w:ascii="Times New Roman" w:hAnsi="Times New Roman" w:cs="Times New Roman"/>
              </w:rPr>
              <w:t>920,5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1598,0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1746,0</w:t>
            </w:r>
          </w:p>
        </w:tc>
      </w:tr>
      <w:tr w:rsidR="00200524" w:rsidRPr="00070882" w:rsidTr="00F13074">
        <w:trPr>
          <w:trHeight w:val="425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02 0 00 11110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E467B6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</w:t>
            </w:r>
            <w:r w:rsidR="006E0F34" w:rsidRPr="00070882">
              <w:rPr>
                <w:rFonts w:ascii="Times New Roman" w:hAnsi="Times New Roman" w:cs="Times New Roman"/>
              </w:rPr>
              <w:t>920,5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1598,0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1746,0</w:t>
            </w:r>
          </w:p>
        </w:tc>
      </w:tr>
      <w:tr w:rsidR="00200524" w:rsidRPr="00070882" w:rsidTr="00F13074">
        <w:trPr>
          <w:trHeight w:val="19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1176,1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</w:tr>
      <w:tr w:rsidR="00200524" w:rsidRPr="00070882" w:rsidTr="00F13074">
        <w:trPr>
          <w:trHeight w:val="19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824,5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A07CC5" w:rsidRPr="00070882" w:rsidTr="00F13074">
        <w:trPr>
          <w:trHeight w:val="432"/>
          <w:jc w:val="center"/>
        </w:trPr>
        <w:tc>
          <w:tcPr>
            <w:tcW w:w="38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 "Поддержка и развитие ЖКХ на территории Вознесенского сельского поселения"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46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824,5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A07CC5" w:rsidRPr="00070882" w:rsidTr="00F13074">
        <w:trPr>
          <w:trHeight w:val="432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Компенсация выпадающих доходов по теплоснабжению и горячему водоснабжению населения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01 0 00 10580</w:t>
            </w:r>
          </w:p>
        </w:tc>
        <w:tc>
          <w:tcPr>
            <w:tcW w:w="46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432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01 0 00 10580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432"/>
          <w:jc w:val="center"/>
        </w:trPr>
        <w:tc>
          <w:tcPr>
            <w:tcW w:w="3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070882">
              <w:rPr>
                <w:rFonts w:ascii="Times New Roman" w:hAnsi="Times New Roman" w:cs="Times New Roman"/>
              </w:rPr>
              <w:t>м-</w:t>
            </w:r>
            <w:proofErr w:type="gramEnd"/>
            <w:r w:rsidRPr="00070882">
              <w:rPr>
                <w:rFonts w:ascii="Times New Roman" w:hAnsi="Times New Roman" w:cs="Times New Roman"/>
              </w:rPr>
              <w:t xml:space="preserve"> производителям товаров, работ, услуг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01 0 00 10580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A07CC5" w:rsidRPr="00070882" w:rsidTr="00F13074">
        <w:trPr>
          <w:trHeight w:val="432"/>
          <w:jc w:val="center"/>
        </w:trPr>
        <w:tc>
          <w:tcPr>
            <w:tcW w:w="3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Компенсация выпадающих доходов по водоснабжению и водоотведению населения 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01 0 00 10590</w:t>
            </w:r>
          </w:p>
        </w:tc>
        <w:tc>
          <w:tcPr>
            <w:tcW w:w="46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432"/>
          <w:jc w:val="center"/>
        </w:trPr>
        <w:tc>
          <w:tcPr>
            <w:tcW w:w="3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01 0 00 10590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432"/>
          <w:jc w:val="center"/>
        </w:trPr>
        <w:tc>
          <w:tcPr>
            <w:tcW w:w="3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01 0 00 10590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A07CC5" w:rsidRPr="00070882" w:rsidTr="00F13074">
        <w:trPr>
          <w:trHeight w:val="360"/>
          <w:jc w:val="center"/>
        </w:trPr>
        <w:tc>
          <w:tcPr>
            <w:tcW w:w="38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Проведение мероприятий по ремонту и реконструкции объектов ЖКХ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01 0 00 11090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695,6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35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01 0 00 11090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695,6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413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01 0 00 11090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695,6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18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00524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351,6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</w:tr>
      <w:tr w:rsidR="00A07CC5" w:rsidRPr="00070882" w:rsidTr="00F13074">
        <w:trPr>
          <w:trHeight w:val="360"/>
          <w:jc w:val="center"/>
        </w:trPr>
        <w:tc>
          <w:tcPr>
            <w:tcW w:w="3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 «Комплексная программа по благоустройству Вознесенского сельского поселения»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03 0 00 00000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7CC5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351,6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</w:tr>
      <w:tr w:rsidR="00A07CC5" w:rsidRPr="00070882" w:rsidTr="00F13074">
        <w:trPr>
          <w:trHeight w:val="190"/>
          <w:jc w:val="center"/>
        </w:trPr>
        <w:tc>
          <w:tcPr>
            <w:tcW w:w="3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Организация освещения улиц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03 0 00 11120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344,6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36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03 0 00 11120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344,6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36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03 0 00 11120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344,6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A07CC5" w:rsidRPr="00070882" w:rsidTr="00F13074">
        <w:trPr>
          <w:trHeight w:val="190"/>
          <w:jc w:val="center"/>
        </w:trPr>
        <w:tc>
          <w:tcPr>
            <w:tcW w:w="3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Организация и содержание мест захоронений 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03 0 00 11130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</w:tr>
      <w:tr w:rsidR="00200524" w:rsidRPr="00070882" w:rsidTr="00F13074">
        <w:trPr>
          <w:trHeight w:val="413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03 0 00 11130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</w:tr>
      <w:tr w:rsidR="00200524" w:rsidRPr="00070882" w:rsidTr="00F13074">
        <w:trPr>
          <w:trHeight w:val="377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03 0 00 11130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1,0</w:t>
            </w:r>
          </w:p>
        </w:tc>
      </w:tr>
      <w:tr w:rsidR="00A07CC5" w:rsidRPr="00070882" w:rsidTr="00F13074">
        <w:trPr>
          <w:trHeight w:val="242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03 0 00 11150</w:t>
            </w:r>
          </w:p>
        </w:tc>
        <w:tc>
          <w:tcPr>
            <w:tcW w:w="46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35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03 0 00 11150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35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03 0 00 11150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19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18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A07CC5" w:rsidRPr="00070882" w:rsidTr="00F13074">
        <w:trPr>
          <w:trHeight w:val="540"/>
          <w:jc w:val="center"/>
        </w:trPr>
        <w:tc>
          <w:tcPr>
            <w:tcW w:w="3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 «Развитие культуры, физической культуры, спорта и молодежной политики в Вознесенском сельском поселении»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04 0 00 00000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A07CC5" w:rsidRPr="00070882" w:rsidTr="00F13074">
        <w:trPr>
          <w:trHeight w:val="540"/>
          <w:jc w:val="center"/>
        </w:trPr>
        <w:tc>
          <w:tcPr>
            <w:tcW w:w="3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Комплексные меры по усилению противодействия незаконному обороту наркотических средств, психотропных веществ и злоупотреблению ими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04 0 00 10360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36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04 0 00 10360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35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04 0 00 10360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0,0</w:t>
            </w:r>
          </w:p>
        </w:tc>
      </w:tr>
      <w:tr w:rsidR="00200524" w:rsidRPr="00070882" w:rsidTr="00F13074">
        <w:trPr>
          <w:trHeight w:val="19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</w:tr>
      <w:tr w:rsidR="00A07CC5" w:rsidRPr="00070882" w:rsidTr="00F13074">
        <w:trPr>
          <w:trHeight w:val="360"/>
          <w:jc w:val="center"/>
        </w:trPr>
        <w:tc>
          <w:tcPr>
            <w:tcW w:w="3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 "Социальная поддержка населения Вознесенского сельского поселения "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05 0 00 00000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</w:tr>
      <w:tr w:rsidR="00A07CC5" w:rsidRPr="00070882" w:rsidTr="00F13074">
        <w:trPr>
          <w:trHeight w:val="18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Оказание социальной помощи </w:t>
            </w:r>
            <w:r w:rsidRPr="00070882">
              <w:rPr>
                <w:rFonts w:ascii="Times New Roman" w:hAnsi="Times New Roman" w:cs="Times New Roman"/>
              </w:rPr>
              <w:lastRenderedPageBreak/>
              <w:t xml:space="preserve">населению 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05 0 00 </w:t>
            </w:r>
            <w:r w:rsidRPr="00070882">
              <w:rPr>
                <w:rFonts w:ascii="Times New Roman" w:hAnsi="Times New Roman" w:cs="Times New Roman"/>
              </w:rPr>
              <w:lastRenderedPageBreak/>
              <w:t>11190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</w:tr>
      <w:tr w:rsidR="00200524" w:rsidRPr="00070882" w:rsidTr="00F13074">
        <w:trPr>
          <w:trHeight w:val="18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05 0 00 11190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</w:tr>
      <w:tr w:rsidR="00200524" w:rsidRPr="00070882" w:rsidTr="00F13074">
        <w:trPr>
          <w:trHeight w:val="36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Социальные выплаты </w:t>
            </w:r>
            <w:proofErr w:type="spellStart"/>
            <w:r w:rsidRPr="00070882">
              <w:rPr>
                <w:rFonts w:ascii="Times New Roman" w:hAnsi="Times New Roman" w:cs="Times New Roman"/>
              </w:rPr>
              <w:t>гражданам</w:t>
            </w:r>
            <w:proofErr w:type="gramStart"/>
            <w:r w:rsidRPr="00070882">
              <w:rPr>
                <w:rFonts w:ascii="Times New Roman" w:hAnsi="Times New Roman" w:cs="Times New Roman"/>
              </w:rPr>
              <w:t>,к</w:t>
            </w:r>
            <w:proofErr w:type="gramEnd"/>
            <w:r w:rsidRPr="00070882">
              <w:rPr>
                <w:rFonts w:ascii="Times New Roman" w:hAnsi="Times New Roman" w:cs="Times New Roman"/>
              </w:rPr>
              <w:t>роме</w:t>
            </w:r>
            <w:proofErr w:type="spellEnd"/>
            <w:r w:rsidRPr="00070882">
              <w:rPr>
                <w:rFonts w:ascii="Times New Roman" w:hAnsi="Times New Roman" w:cs="Times New Roman"/>
              </w:rPr>
              <w:t xml:space="preserve"> публичных нормативных социальных выплат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05 0 00 11190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10,0</w:t>
            </w:r>
          </w:p>
        </w:tc>
      </w:tr>
      <w:tr w:rsidR="00200524" w:rsidRPr="00070882" w:rsidTr="00F13074">
        <w:trPr>
          <w:trHeight w:val="19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</w:tr>
      <w:tr w:rsidR="00200524" w:rsidRPr="00070882" w:rsidTr="00F13074">
        <w:trPr>
          <w:trHeight w:val="18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</w:tr>
      <w:tr w:rsidR="00A07CC5" w:rsidRPr="00070882" w:rsidTr="00F13074">
        <w:trPr>
          <w:trHeight w:val="540"/>
          <w:jc w:val="center"/>
        </w:trPr>
        <w:tc>
          <w:tcPr>
            <w:tcW w:w="3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Муниципальная программа «Развитие культуры, физической культуры, спорта и молодежной политики в Вознесенском сельском поселении»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04 0 00 00000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</w:tr>
      <w:tr w:rsidR="00A07CC5" w:rsidRPr="00070882" w:rsidTr="00F13074">
        <w:trPr>
          <w:trHeight w:val="242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 xml:space="preserve">Проведение культурно массовых мероприятий 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04 0 00 11180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CC5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</w:tr>
      <w:tr w:rsidR="00200524" w:rsidRPr="00070882" w:rsidTr="00F13074">
        <w:trPr>
          <w:trHeight w:val="386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04 0 00 11180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</w:tr>
      <w:tr w:rsidR="00200524" w:rsidRPr="00070882" w:rsidTr="00F13074">
        <w:trPr>
          <w:trHeight w:val="350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04 0 00 11180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6,0</w:t>
            </w:r>
          </w:p>
        </w:tc>
      </w:tr>
      <w:tr w:rsidR="00200524" w:rsidRPr="00070882" w:rsidTr="00F13074">
        <w:trPr>
          <w:trHeight w:val="252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Условно-утвержденные расходы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132,1</w:t>
            </w:r>
          </w:p>
        </w:tc>
      </w:tr>
      <w:tr w:rsidR="00200524" w:rsidRPr="00070882" w:rsidTr="00F13074">
        <w:trPr>
          <w:trHeight w:val="197"/>
          <w:jc w:val="center"/>
        </w:trPr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6E0F3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7</w:t>
            </w:r>
            <w:r w:rsidR="00A07CC5" w:rsidRPr="00070882">
              <w:rPr>
                <w:rFonts w:ascii="Times New Roman" w:hAnsi="Times New Roman" w:cs="Times New Roman"/>
              </w:rPr>
              <w:t>085,8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A07CC5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</w:t>
            </w:r>
            <w:r w:rsidR="00200524" w:rsidRPr="00070882">
              <w:rPr>
                <w:rFonts w:ascii="Times New Roman" w:hAnsi="Times New Roman" w:cs="Times New Roman"/>
              </w:rPr>
              <w:t>592,8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  <w:r w:rsidRPr="00070882">
              <w:rPr>
                <w:rFonts w:ascii="Times New Roman" w:hAnsi="Times New Roman" w:cs="Times New Roman"/>
              </w:rPr>
              <w:t>2697,5</w:t>
            </w:r>
          </w:p>
        </w:tc>
      </w:tr>
      <w:tr w:rsidR="00200524" w:rsidRPr="00070882" w:rsidTr="00F13074">
        <w:trPr>
          <w:trHeight w:val="154"/>
          <w:jc w:val="center"/>
        </w:trPr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200524" w:rsidRPr="00070882" w:rsidRDefault="00200524" w:rsidP="00E13534">
            <w:pPr>
              <w:pStyle w:val="Table"/>
              <w:rPr>
                <w:rFonts w:ascii="Times New Roman" w:hAnsi="Times New Roman" w:cs="Times New Roman"/>
              </w:rPr>
            </w:pPr>
          </w:p>
        </w:tc>
      </w:tr>
    </w:tbl>
    <w:p w:rsidR="00FD1FAC" w:rsidRPr="00070882" w:rsidRDefault="00FD1FAC" w:rsidP="00FD1FAC">
      <w:pPr>
        <w:ind w:firstLine="0"/>
        <w:rPr>
          <w:rFonts w:ascii="Times New Roman" w:hAnsi="Times New Roman"/>
          <w:b/>
          <w:bCs/>
          <w:kern w:val="28"/>
          <w:sz w:val="32"/>
          <w:szCs w:val="32"/>
        </w:rPr>
      </w:pPr>
    </w:p>
    <w:sectPr w:rsidR="00FD1FAC" w:rsidRPr="00070882" w:rsidSect="001F200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60747"/>
    <w:multiLevelType w:val="hybridMultilevel"/>
    <w:tmpl w:val="ED544346"/>
    <w:lvl w:ilvl="0" w:tplc="3A44906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AA38BD"/>
    <w:multiLevelType w:val="hybridMultilevel"/>
    <w:tmpl w:val="26AA8D3C"/>
    <w:lvl w:ilvl="0" w:tplc="49E8D970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2D846E1D"/>
    <w:multiLevelType w:val="hybridMultilevel"/>
    <w:tmpl w:val="13F05652"/>
    <w:lvl w:ilvl="0" w:tplc="2232504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41716079"/>
    <w:multiLevelType w:val="hybridMultilevel"/>
    <w:tmpl w:val="C18A7E36"/>
    <w:lvl w:ilvl="0" w:tplc="A344D5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86E122C"/>
    <w:multiLevelType w:val="hybridMultilevel"/>
    <w:tmpl w:val="34B42CEC"/>
    <w:lvl w:ilvl="0" w:tplc="1DFCB0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677E"/>
    <w:rsid w:val="00013DDF"/>
    <w:rsid w:val="000373E7"/>
    <w:rsid w:val="00043B85"/>
    <w:rsid w:val="00052090"/>
    <w:rsid w:val="00070882"/>
    <w:rsid w:val="00077CE3"/>
    <w:rsid w:val="00095999"/>
    <w:rsid w:val="000A4F81"/>
    <w:rsid w:val="000D6606"/>
    <w:rsid w:val="001577F6"/>
    <w:rsid w:val="001973F7"/>
    <w:rsid w:val="001A150D"/>
    <w:rsid w:val="001F2006"/>
    <w:rsid w:val="00200524"/>
    <w:rsid w:val="00245254"/>
    <w:rsid w:val="002659CC"/>
    <w:rsid w:val="002750B4"/>
    <w:rsid w:val="00291FC6"/>
    <w:rsid w:val="002B483B"/>
    <w:rsid w:val="002B67CB"/>
    <w:rsid w:val="002C3BDB"/>
    <w:rsid w:val="002F4D41"/>
    <w:rsid w:val="00330D51"/>
    <w:rsid w:val="00377843"/>
    <w:rsid w:val="003A2A13"/>
    <w:rsid w:val="003A64BF"/>
    <w:rsid w:val="003B0D59"/>
    <w:rsid w:val="003B2463"/>
    <w:rsid w:val="003C3C25"/>
    <w:rsid w:val="00490464"/>
    <w:rsid w:val="00495B07"/>
    <w:rsid w:val="004A59ED"/>
    <w:rsid w:val="004B26C2"/>
    <w:rsid w:val="004D51F4"/>
    <w:rsid w:val="004F1C22"/>
    <w:rsid w:val="004F78C5"/>
    <w:rsid w:val="00521B4A"/>
    <w:rsid w:val="0055285B"/>
    <w:rsid w:val="005539C2"/>
    <w:rsid w:val="005E44CB"/>
    <w:rsid w:val="006400A8"/>
    <w:rsid w:val="00640B6F"/>
    <w:rsid w:val="00661AC9"/>
    <w:rsid w:val="006E0543"/>
    <w:rsid w:val="006E0F34"/>
    <w:rsid w:val="006F0F10"/>
    <w:rsid w:val="00730D67"/>
    <w:rsid w:val="00747326"/>
    <w:rsid w:val="00765F77"/>
    <w:rsid w:val="00771330"/>
    <w:rsid w:val="00781BE1"/>
    <w:rsid w:val="008123F9"/>
    <w:rsid w:val="008757C6"/>
    <w:rsid w:val="0088062C"/>
    <w:rsid w:val="008A30F2"/>
    <w:rsid w:val="008B0683"/>
    <w:rsid w:val="008C69D0"/>
    <w:rsid w:val="008C74D6"/>
    <w:rsid w:val="00937DDE"/>
    <w:rsid w:val="00956D1D"/>
    <w:rsid w:val="009B52DE"/>
    <w:rsid w:val="009D4EF3"/>
    <w:rsid w:val="00A033E2"/>
    <w:rsid w:val="00A07CC5"/>
    <w:rsid w:val="00A4603C"/>
    <w:rsid w:val="00A51581"/>
    <w:rsid w:val="00A73B5A"/>
    <w:rsid w:val="00A755CE"/>
    <w:rsid w:val="00AD468B"/>
    <w:rsid w:val="00B000D4"/>
    <w:rsid w:val="00B9784D"/>
    <w:rsid w:val="00BB5D7E"/>
    <w:rsid w:val="00BB5D83"/>
    <w:rsid w:val="00BF6CDA"/>
    <w:rsid w:val="00C20FF3"/>
    <w:rsid w:val="00C51A83"/>
    <w:rsid w:val="00CD1EFB"/>
    <w:rsid w:val="00D024EE"/>
    <w:rsid w:val="00D03518"/>
    <w:rsid w:val="00D22118"/>
    <w:rsid w:val="00D37388"/>
    <w:rsid w:val="00D47C80"/>
    <w:rsid w:val="00D6786C"/>
    <w:rsid w:val="00DB19E2"/>
    <w:rsid w:val="00DD232D"/>
    <w:rsid w:val="00E13534"/>
    <w:rsid w:val="00E20C54"/>
    <w:rsid w:val="00E3677E"/>
    <w:rsid w:val="00E467B6"/>
    <w:rsid w:val="00EF1203"/>
    <w:rsid w:val="00F069D7"/>
    <w:rsid w:val="00F13074"/>
    <w:rsid w:val="00F4090C"/>
    <w:rsid w:val="00F503A3"/>
    <w:rsid w:val="00F60E02"/>
    <w:rsid w:val="00F75BEC"/>
    <w:rsid w:val="00F76894"/>
    <w:rsid w:val="00F831D0"/>
    <w:rsid w:val="00FB577D"/>
    <w:rsid w:val="00FD1FAC"/>
    <w:rsid w:val="00FE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91FC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291FC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91FC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91FC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91FC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06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!Части документа Знак"/>
    <w:link w:val="1"/>
    <w:rsid w:val="008A30F2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aliases w:val="!Главы документа Знак"/>
    <w:link w:val="3"/>
    <w:rsid w:val="008A30F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8A30F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291FC6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rsid w:val="00291FC6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link w:val="a3"/>
    <w:rsid w:val="008A30F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91FC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rsid w:val="00291FC6"/>
    <w:rPr>
      <w:color w:val="0000FF"/>
      <w:u w:val="none"/>
    </w:rPr>
  </w:style>
  <w:style w:type="paragraph" w:customStyle="1" w:styleId="Application">
    <w:name w:val="Application!Приложение"/>
    <w:rsid w:val="00291FC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91FC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91FC6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91FC6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91FC6"/>
    <w:rPr>
      <w:sz w:val="28"/>
    </w:rPr>
  </w:style>
  <w:style w:type="table" w:styleId="a6">
    <w:name w:val="Table Grid"/>
    <w:basedOn w:val="a1"/>
    <w:rsid w:val="000D6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8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99.77:8080/content/act/b77fad1d-1c57-42ea-9aa4-922069cf8653.doc" TargetMode="External"/><Relationship Id="rId3" Type="http://schemas.openxmlformats.org/officeDocument/2006/relationships/styles" Target="styles.xml"/><Relationship Id="rId7" Type="http://schemas.openxmlformats.org/officeDocument/2006/relationships/hyperlink" Target="http://192.168.99.77:8080/content/act/b77fad1d-1c57-42ea-9aa4-922069cf8653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FA787-32C2-43D7-A762-29C2E9521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11</Pages>
  <Words>2650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Вознесенского сельского поселения</Company>
  <LinksUpToDate>false</LinksUpToDate>
  <CharactersWithSpaces>17720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Галина</dc:creator>
  <cp:lastModifiedBy>Галина</cp:lastModifiedBy>
  <cp:revision>2</cp:revision>
  <cp:lastPrinted>2018-05-30T07:29:00Z</cp:lastPrinted>
  <dcterms:created xsi:type="dcterms:W3CDTF">2018-12-25T07:53:00Z</dcterms:created>
  <dcterms:modified xsi:type="dcterms:W3CDTF">2018-12-25T07:53:00Z</dcterms:modified>
</cp:coreProperties>
</file>