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РОССИЙСКАЯ ФЕДЕРАЦИЯ</w:t>
      </w: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КЕМЕРОВСКАЯ ОБЛАСТЬ</w:t>
      </w: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ЯЙСКИЙ МУНИЦИПАЛЬНЫЙ РАЙОН</w:t>
      </w: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СОВЕТ НАРОДНЫХ ДЕПУТАТОВ </w:t>
      </w:r>
    </w:p>
    <w:p w:rsidR="002C7DC1" w:rsidRPr="004C7D6B" w:rsidRDefault="004C7D6B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ВОЗНЕСЕНСКОГО</w:t>
      </w:r>
      <w:r w:rsidR="002C7DC1"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 </w:t>
      </w: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РЕШЕНИЕ</w:t>
      </w:r>
    </w:p>
    <w:p w:rsidR="002C7DC1" w:rsidRPr="004C7D6B" w:rsidRDefault="00155AB6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от 19</w:t>
      </w:r>
      <w:r w:rsidR="00A5503B">
        <w:rPr>
          <w:rFonts w:ascii="Times New Roman" w:hAnsi="Times New Roman"/>
          <w:b/>
          <w:bCs/>
          <w:kern w:val="28"/>
          <w:sz w:val="28"/>
          <w:szCs w:val="28"/>
        </w:rPr>
        <w:t>.02.2018г. № 1</w:t>
      </w: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О порядке ведения перечня видов муниципального контроля и органов местног</w:t>
      </w:r>
      <w:r w:rsidR="004C7D6B">
        <w:rPr>
          <w:rFonts w:ascii="Times New Roman" w:hAnsi="Times New Roman"/>
          <w:b/>
          <w:bCs/>
          <w:kern w:val="28"/>
          <w:sz w:val="28"/>
          <w:szCs w:val="28"/>
        </w:rPr>
        <w:t>о самоуправления Вознесенского</w:t>
      </w: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поселения, уполномоченных на их осуществление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</w:p>
    <w:p w:rsidR="004C7D6B" w:rsidRDefault="002C7DC1" w:rsidP="004C7D6B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hyperlink r:id="rId8" w:tgtFrame="Logical" w:history="1">
        <w:r w:rsidRPr="004C7D6B">
          <w:rPr>
            <w:rStyle w:val="aa"/>
            <w:rFonts w:ascii="Times New Roman" w:hAnsi="Times New Roman"/>
            <w:sz w:val="28"/>
            <w:szCs w:val="28"/>
          </w:rPr>
          <w:t>от 26.12.2008 № 294-ФЗ</w:t>
        </w:r>
      </w:hyperlink>
      <w:r w:rsidRPr="004C7D6B">
        <w:rPr>
          <w:rFonts w:ascii="Times New Roman" w:hAnsi="Times New Roman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</w:t>
      </w:r>
      <w:hyperlink r:id="rId9" w:tgtFrame="Logical" w:history="1">
        <w:r w:rsidRPr="004C7D6B">
          <w:rPr>
            <w:rStyle w:val="aa"/>
            <w:rFonts w:ascii="Times New Roman" w:hAnsi="Times New Roman"/>
            <w:sz w:val="28"/>
            <w:szCs w:val="28"/>
          </w:rPr>
          <w:t>от 06.10.2003 № 131-ФЗ</w:t>
        </w:r>
      </w:hyperlink>
      <w:r w:rsidRPr="004C7D6B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Федерации, </w:t>
      </w:r>
      <w:hyperlink r:id="rId10" w:tgtFrame="Logical" w:history="1">
        <w:r w:rsidRPr="004C7D6B">
          <w:rPr>
            <w:rStyle w:val="aa"/>
            <w:rFonts w:ascii="Times New Roman" w:hAnsi="Times New Roman"/>
            <w:sz w:val="28"/>
            <w:szCs w:val="28"/>
          </w:rPr>
          <w:t>Устава</w:t>
        </w:r>
      </w:hyperlink>
      <w:r w:rsidRPr="004C7D6B">
        <w:rPr>
          <w:rFonts w:ascii="Times New Roman" w:hAnsi="Times New Roman"/>
          <w:sz w:val="28"/>
          <w:szCs w:val="28"/>
        </w:rPr>
        <w:t xml:space="preserve"> </w:t>
      </w:r>
      <w:r w:rsidR="004C7D6B">
        <w:rPr>
          <w:rFonts w:ascii="Times New Roman" w:hAnsi="Times New Roman"/>
          <w:sz w:val="28"/>
          <w:szCs w:val="28"/>
        </w:rPr>
        <w:t xml:space="preserve"> муниципального образования Вознесенское сельское поселение</w:t>
      </w:r>
      <w:r w:rsidRPr="004C7D6B">
        <w:rPr>
          <w:rFonts w:ascii="Times New Roman" w:hAnsi="Times New Roman"/>
          <w:sz w:val="28"/>
          <w:szCs w:val="28"/>
        </w:rPr>
        <w:t xml:space="preserve"> </w:t>
      </w:r>
      <w:r w:rsidR="004C7D6B">
        <w:rPr>
          <w:rFonts w:ascii="Times New Roman" w:hAnsi="Times New Roman"/>
          <w:sz w:val="28"/>
          <w:szCs w:val="28"/>
        </w:rPr>
        <w:t xml:space="preserve">          </w:t>
      </w:r>
    </w:p>
    <w:p w:rsidR="002C7DC1" w:rsidRPr="004C7D6B" w:rsidRDefault="004C7D6B" w:rsidP="004C7D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2C7DC1" w:rsidRPr="004C7D6B">
        <w:rPr>
          <w:rFonts w:ascii="Times New Roman" w:hAnsi="Times New Roman"/>
          <w:sz w:val="28"/>
          <w:szCs w:val="28"/>
        </w:rPr>
        <w:t>РЕШИЛ: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1. Утвердить Порядок ведения перечня видов муниципального контроля и органов местног</w:t>
      </w:r>
      <w:r w:rsidR="004C7D6B">
        <w:rPr>
          <w:rFonts w:ascii="Times New Roman" w:hAnsi="Times New Roman"/>
          <w:sz w:val="28"/>
          <w:szCs w:val="28"/>
        </w:rPr>
        <w:t>о самоуправления Вознесенского</w:t>
      </w:r>
      <w:r w:rsidRPr="004C7D6B">
        <w:rPr>
          <w:rFonts w:ascii="Times New Roman" w:hAnsi="Times New Roman"/>
          <w:sz w:val="28"/>
          <w:szCs w:val="28"/>
        </w:rPr>
        <w:t xml:space="preserve"> сельского поселения, уполномоченных на их осуществление (приложение №1).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2.Форму перечня видов муниципального контроля и органов местног</w:t>
      </w:r>
      <w:r w:rsidR="004C7D6B">
        <w:rPr>
          <w:rFonts w:ascii="Times New Roman" w:hAnsi="Times New Roman"/>
          <w:sz w:val="28"/>
          <w:szCs w:val="28"/>
        </w:rPr>
        <w:t>о самоуправления Вознесенского</w:t>
      </w:r>
      <w:r w:rsidRPr="004C7D6B">
        <w:rPr>
          <w:rFonts w:ascii="Times New Roman" w:hAnsi="Times New Roman"/>
          <w:sz w:val="28"/>
          <w:szCs w:val="28"/>
        </w:rPr>
        <w:t xml:space="preserve"> сельского поселения, уполномоченных на их осуществление</w:t>
      </w:r>
      <w:r w:rsidR="00E1343A" w:rsidRPr="004C7D6B">
        <w:rPr>
          <w:rFonts w:ascii="Times New Roman" w:hAnsi="Times New Roman"/>
          <w:sz w:val="28"/>
          <w:szCs w:val="28"/>
        </w:rPr>
        <w:t xml:space="preserve"> (приложение № 2</w:t>
      </w:r>
      <w:r w:rsidRPr="004C7D6B">
        <w:rPr>
          <w:rFonts w:ascii="Times New Roman" w:hAnsi="Times New Roman"/>
          <w:sz w:val="28"/>
          <w:szCs w:val="28"/>
        </w:rPr>
        <w:t>).</w:t>
      </w:r>
    </w:p>
    <w:p w:rsidR="001A7887" w:rsidRDefault="002C7DC1" w:rsidP="001A7887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 xml:space="preserve">3. Данное решение обнародовать на информационном стенде </w:t>
      </w:r>
      <w:r w:rsidR="004C7D6B">
        <w:rPr>
          <w:rFonts w:ascii="Times New Roman" w:hAnsi="Times New Roman"/>
          <w:sz w:val="28"/>
          <w:szCs w:val="28"/>
        </w:rPr>
        <w:t xml:space="preserve">администрации </w:t>
      </w:r>
      <w:r w:rsidR="001A7887">
        <w:rPr>
          <w:rFonts w:ascii="Times New Roman" w:hAnsi="Times New Roman"/>
          <w:sz w:val="28"/>
          <w:szCs w:val="28"/>
        </w:rPr>
        <w:t>В</w:t>
      </w:r>
      <w:r w:rsidR="004C7D6B">
        <w:rPr>
          <w:rFonts w:ascii="Times New Roman" w:hAnsi="Times New Roman"/>
          <w:sz w:val="28"/>
          <w:szCs w:val="28"/>
        </w:rPr>
        <w:t>ознесенского</w:t>
      </w:r>
      <w:r w:rsidRPr="004C7D6B">
        <w:rPr>
          <w:rFonts w:ascii="Times New Roman" w:hAnsi="Times New Roman"/>
          <w:sz w:val="28"/>
          <w:szCs w:val="28"/>
        </w:rPr>
        <w:t xml:space="preserve"> сельского поселения и разместить на официальном сайте</w:t>
      </w:r>
      <w:r w:rsidR="00993F64" w:rsidRPr="004C7D6B">
        <w:rPr>
          <w:rFonts w:ascii="Times New Roman" w:hAnsi="Times New Roman"/>
          <w:sz w:val="28"/>
          <w:szCs w:val="28"/>
        </w:rPr>
        <w:t xml:space="preserve"> </w:t>
      </w:r>
      <w:r w:rsidR="001A7887" w:rsidRPr="001A7887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1A7887" w:rsidRPr="001A7887">
        <w:rPr>
          <w:rFonts w:ascii="Times New Roman" w:hAnsi="Times New Roman"/>
          <w:sz w:val="28"/>
          <w:szCs w:val="28"/>
        </w:rPr>
        <w:t>Яйского</w:t>
      </w:r>
      <w:proofErr w:type="spellEnd"/>
      <w:r w:rsidR="001A7887" w:rsidRPr="001A7887">
        <w:rPr>
          <w:rFonts w:ascii="Times New Roman" w:hAnsi="Times New Roman"/>
          <w:sz w:val="28"/>
          <w:szCs w:val="28"/>
        </w:rPr>
        <w:t xml:space="preserve"> муниципального района </w:t>
      </w:r>
      <w:hyperlink r:id="rId11" w:history="1">
        <w:r w:rsidR="001A7887" w:rsidRPr="001A7887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1A7887" w:rsidRPr="001A7887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1A7887" w:rsidRPr="001A7887">
          <w:rPr>
            <w:rStyle w:val="aa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="001A7887" w:rsidRPr="001A7887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1A7887" w:rsidRPr="001A7887">
          <w:rPr>
            <w:rStyle w:val="aa"/>
            <w:rFonts w:ascii="Times New Roman" w:hAnsi="Times New Roman"/>
            <w:sz w:val="28"/>
            <w:szCs w:val="28"/>
            <w:lang w:val="en-US"/>
          </w:rPr>
          <w:t>yayacity</w:t>
        </w:r>
        <w:proofErr w:type="spellEnd"/>
        <w:r w:rsidR="001A7887" w:rsidRPr="001A7887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1A7887" w:rsidRPr="001A7887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1A7887" w:rsidRPr="001A7887">
        <w:rPr>
          <w:rFonts w:ascii="Times New Roman" w:hAnsi="Times New Roman"/>
          <w:sz w:val="28"/>
          <w:szCs w:val="28"/>
        </w:rPr>
        <w:t xml:space="preserve"> </w:t>
      </w:r>
      <w:r w:rsidR="001A7887">
        <w:rPr>
          <w:rFonts w:ascii="Times New Roman" w:hAnsi="Times New Roman"/>
          <w:sz w:val="28"/>
          <w:szCs w:val="28"/>
        </w:rPr>
        <w:t xml:space="preserve"> в разделе «Органы власти» </w:t>
      </w:r>
      <w:r w:rsidR="001A7887" w:rsidRPr="001A7887">
        <w:rPr>
          <w:rFonts w:ascii="Times New Roman" w:hAnsi="Times New Roman"/>
          <w:sz w:val="28"/>
          <w:szCs w:val="28"/>
        </w:rPr>
        <w:t>на странице «Вознесенское сельское поселение».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4C7D6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C7D6B">
        <w:rPr>
          <w:rFonts w:ascii="Times New Roman" w:hAnsi="Times New Roman"/>
          <w:sz w:val="28"/>
          <w:szCs w:val="28"/>
        </w:rPr>
        <w:t xml:space="preserve"> исполнением решения оставляю за собой.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5. Настоящее решение вступает в силу со дня его официального обнародования.</w:t>
      </w:r>
    </w:p>
    <w:p w:rsidR="00155AB6" w:rsidRDefault="00155AB6" w:rsidP="00993F64">
      <w:pPr>
        <w:rPr>
          <w:rFonts w:ascii="Times New Roman" w:hAnsi="Times New Roman"/>
          <w:sz w:val="28"/>
          <w:szCs w:val="28"/>
        </w:rPr>
      </w:pPr>
    </w:p>
    <w:p w:rsidR="00155AB6" w:rsidRDefault="00155AB6" w:rsidP="004C7D6B">
      <w:pPr>
        <w:rPr>
          <w:rFonts w:ascii="Times New Roman" w:hAnsi="Times New Roman"/>
          <w:sz w:val="28"/>
          <w:szCs w:val="28"/>
        </w:rPr>
      </w:pPr>
    </w:p>
    <w:p w:rsidR="002C7DC1" w:rsidRPr="004C7D6B" w:rsidRDefault="002C7DC1" w:rsidP="004C7D6B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 xml:space="preserve">Председатель </w:t>
      </w:r>
      <w:r w:rsidR="00993F64" w:rsidRPr="004C7D6B">
        <w:rPr>
          <w:rFonts w:ascii="Times New Roman" w:hAnsi="Times New Roman"/>
          <w:sz w:val="28"/>
          <w:szCs w:val="28"/>
        </w:rPr>
        <w:t>С</w:t>
      </w:r>
      <w:r w:rsidRPr="004C7D6B">
        <w:rPr>
          <w:rFonts w:ascii="Times New Roman" w:hAnsi="Times New Roman"/>
          <w:sz w:val="28"/>
          <w:szCs w:val="28"/>
        </w:rPr>
        <w:t>овета народных депутатов</w:t>
      </w:r>
    </w:p>
    <w:p w:rsidR="002C7DC1" w:rsidRPr="004C7D6B" w:rsidRDefault="004C7D6B" w:rsidP="004C7D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Вознесенского </w:t>
      </w:r>
      <w:r w:rsidR="002C7DC1" w:rsidRPr="004C7D6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C7DC1" w:rsidRPr="004C7D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</w:p>
    <w:p w:rsidR="00993F64" w:rsidRPr="004C7D6B" w:rsidRDefault="004C7D6B" w:rsidP="00993F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Вознесенского</w:t>
      </w:r>
    </w:p>
    <w:p w:rsidR="002C7DC1" w:rsidRPr="004C7D6B" w:rsidRDefault="002C7DC1" w:rsidP="004C7D6B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C7D6B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proofErr w:type="spellStart"/>
      <w:r w:rsidR="004C7D6B"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2C7DC1" w:rsidRDefault="002C7DC1" w:rsidP="00993F64">
      <w:pPr>
        <w:rPr>
          <w:rFonts w:ascii="Times New Roman" w:hAnsi="Times New Roman"/>
          <w:sz w:val="28"/>
          <w:szCs w:val="28"/>
        </w:rPr>
      </w:pPr>
    </w:p>
    <w:p w:rsidR="004C7D6B" w:rsidRDefault="004C7D6B" w:rsidP="00993F64">
      <w:pPr>
        <w:rPr>
          <w:rFonts w:ascii="Times New Roman" w:hAnsi="Times New Roman"/>
          <w:sz w:val="28"/>
          <w:szCs w:val="28"/>
        </w:rPr>
      </w:pPr>
    </w:p>
    <w:p w:rsidR="004C7D6B" w:rsidRPr="004C7D6B" w:rsidRDefault="004C7D6B" w:rsidP="001A7887">
      <w:pPr>
        <w:ind w:firstLine="0"/>
        <w:rPr>
          <w:rFonts w:ascii="Times New Roman" w:hAnsi="Times New Roman"/>
          <w:sz w:val="28"/>
          <w:szCs w:val="28"/>
        </w:rPr>
      </w:pPr>
    </w:p>
    <w:p w:rsidR="00155AB6" w:rsidRDefault="001A7887" w:rsidP="001A7887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lastRenderedPageBreak/>
        <w:t>Приложение № 1</w:t>
      </w: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</w:p>
    <w:p w:rsidR="001A7887" w:rsidRPr="004C7D6B" w:rsidRDefault="00155AB6" w:rsidP="00155AB6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                                                   </w:t>
      </w:r>
      <w:r w:rsidR="001A7887" w:rsidRPr="004C7D6B">
        <w:rPr>
          <w:rFonts w:ascii="Times New Roman" w:hAnsi="Times New Roman"/>
          <w:b/>
          <w:bCs/>
          <w:kern w:val="28"/>
          <w:sz w:val="28"/>
          <w:szCs w:val="28"/>
        </w:rPr>
        <w:t>к решению</w:t>
      </w: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1A7887"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Совета народных депутатов </w:t>
      </w:r>
    </w:p>
    <w:p w:rsidR="001A7887" w:rsidRPr="004C7D6B" w:rsidRDefault="001A7887" w:rsidP="001A7887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Вознесенского </w:t>
      </w: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</w:t>
      </w: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поселения</w:t>
      </w:r>
    </w:p>
    <w:p w:rsidR="001A7887" w:rsidRPr="004C7D6B" w:rsidRDefault="00155AB6" w:rsidP="001A7887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от «19</w:t>
      </w:r>
      <w:r w:rsidR="001A7887"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» </w:t>
      </w:r>
      <w:r w:rsidR="00A5503B">
        <w:rPr>
          <w:rFonts w:ascii="Times New Roman" w:hAnsi="Times New Roman"/>
          <w:b/>
          <w:bCs/>
          <w:kern w:val="28"/>
          <w:sz w:val="28"/>
          <w:szCs w:val="28"/>
        </w:rPr>
        <w:t>февраля 2018 г. № 1</w:t>
      </w:r>
    </w:p>
    <w:p w:rsidR="002C7DC1" w:rsidRPr="004C7D6B" w:rsidRDefault="002C7DC1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ПОРЯДОК ВЕДЕНИЯ ПЕРЕЧНЯ ВИДОВ МУНИЦИПАЛЬНОГО КОНТРОЛЯ И ОРГАН</w:t>
      </w:r>
      <w:r w:rsid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ОВ МЕСТНОГО САМОУПРАВЛЕНИЯ ВОЗНЕСЕНСКОГО </w:t>
      </w:r>
      <w:r w:rsidR="00D15ECC"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</w:t>
      </w: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, УПОЛНОМОЧЕННЫХ НА ИХ ОСУЩЕСТВЛЕНИЕ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1. Настоящий Порядок регулирует отношения в сфере ведения перечня видов муниципального контроля и органов местного самоуправлени</w:t>
      </w:r>
      <w:r w:rsidR="004C7D6B">
        <w:rPr>
          <w:rFonts w:ascii="Times New Roman" w:hAnsi="Times New Roman"/>
          <w:sz w:val="28"/>
          <w:szCs w:val="28"/>
        </w:rPr>
        <w:t>я Вознесенского</w:t>
      </w:r>
      <w:r w:rsidR="00E1343A" w:rsidRPr="004C7D6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C7D6B">
        <w:rPr>
          <w:rFonts w:ascii="Times New Roman" w:hAnsi="Times New Roman"/>
          <w:sz w:val="28"/>
          <w:szCs w:val="28"/>
        </w:rPr>
        <w:t>, уполномоченных на их осуществление (далее – Перечень).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2. Ведение Перечня осуществляет</w:t>
      </w:r>
      <w:r w:rsidR="00E1343A" w:rsidRPr="004C7D6B">
        <w:rPr>
          <w:rFonts w:ascii="Times New Roman" w:hAnsi="Times New Roman"/>
          <w:sz w:val="28"/>
          <w:szCs w:val="28"/>
        </w:rPr>
        <w:t>с</w:t>
      </w:r>
      <w:r w:rsidR="004C7D6B">
        <w:rPr>
          <w:rFonts w:ascii="Times New Roman" w:hAnsi="Times New Roman"/>
          <w:sz w:val="28"/>
          <w:szCs w:val="28"/>
        </w:rPr>
        <w:t>я администрацией Вознесенского</w:t>
      </w:r>
      <w:r w:rsidR="00E1343A" w:rsidRPr="004C7D6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C7D6B">
        <w:rPr>
          <w:rFonts w:ascii="Times New Roman" w:hAnsi="Times New Roman"/>
          <w:sz w:val="28"/>
          <w:szCs w:val="28"/>
        </w:rPr>
        <w:t>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3. Перечень должен включать в себя следующие сведения: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виды муниципального контроля, осуществляемого органами местного с</w:t>
      </w:r>
      <w:r w:rsidR="004C7D6B">
        <w:rPr>
          <w:rFonts w:ascii="Times New Roman" w:hAnsi="Times New Roman"/>
          <w:sz w:val="28"/>
          <w:szCs w:val="28"/>
        </w:rPr>
        <w:t>амоуправления Вознесенского</w:t>
      </w:r>
      <w:r w:rsidR="003E19B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1343A" w:rsidRPr="004C7D6B">
        <w:rPr>
          <w:rFonts w:ascii="Times New Roman" w:hAnsi="Times New Roman"/>
          <w:sz w:val="28"/>
          <w:szCs w:val="28"/>
        </w:rPr>
        <w:t>;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наименование органов местн</w:t>
      </w:r>
      <w:r w:rsidR="00E1343A" w:rsidRPr="004C7D6B">
        <w:rPr>
          <w:rFonts w:ascii="Times New Roman" w:hAnsi="Times New Roman"/>
          <w:sz w:val="28"/>
          <w:szCs w:val="28"/>
        </w:rPr>
        <w:t>ог</w:t>
      </w:r>
      <w:r w:rsidR="004C7D6B">
        <w:rPr>
          <w:rFonts w:ascii="Times New Roman" w:hAnsi="Times New Roman"/>
          <w:sz w:val="28"/>
          <w:szCs w:val="28"/>
        </w:rPr>
        <w:t>о самоуправления Вознесенского</w:t>
      </w:r>
      <w:r w:rsidR="00E1343A" w:rsidRPr="004C7D6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C7D6B">
        <w:rPr>
          <w:rFonts w:ascii="Times New Roman" w:hAnsi="Times New Roman"/>
          <w:sz w:val="28"/>
          <w:szCs w:val="28"/>
        </w:rPr>
        <w:t>, уполномоченных на их осуществление соответствующих видов муниципального контроля;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реквизиты муниципальных норматив</w:t>
      </w:r>
      <w:r w:rsidR="00E1343A" w:rsidRPr="004C7D6B">
        <w:rPr>
          <w:rFonts w:ascii="Times New Roman" w:hAnsi="Times New Roman"/>
          <w:sz w:val="28"/>
          <w:szCs w:val="28"/>
        </w:rPr>
        <w:t xml:space="preserve">ных правовых актов </w:t>
      </w:r>
      <w:r w:rsidRPr="004C7D6B">
        <w:rPr>
          <w:rFonts w:ascii="Times New Roman" w:hAnsi="Times New Roman"/>
          <w:sz w:val="28"/>
          <w:szCs w:val="28"/>
        </w:rPr>
        <w:t>о наделении соответствующих органов местного самоуправления полномочиями по осуществлению муниципального контроля.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4. Ведение Перечня включает в себя следующие процедуры: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включение сведений в Перечень;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внесение изменений в сведения, содержащихся в Перечне.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 xml:space="preserve">5. Утверждение Перечня, внесение в него изменений осуществляется путем принятия </w:t>
      </w:r>
      <w:r w:rsidR="001A7887">
        <w:rPr>
          <w:rFonts w:ascii="Times New Roman" w:hAnsi="Times New Roman"/>
          <w:sz w:val="28"/>
          <w:szCs w:val="28"/>
        </w:rPr>
        <w:t xml:space="preserve">администрацией </w:t>
      </w:r>
      <w:r w:rsidR="00E1343A" w:rsidRPr="004C7D6B">
        <w:rPr>
          <w:rFonts w:ascii="Times New Roman" w:hAnsi="Times New Roman"/>
          <w:sz w:val="28"/>
          <w:szCs w:val="28"/>
        </w:rPr>
        <w:t xml:space="preserve"> </w:t>
      </w:r>
      <w:r w:rsidR="001A7887">
        <w:rPr>
          <w:rFonts w:ascii="Times New Roman" w:hAnsi="Times New Roman"/>
          <w:sz w:val="28"/>
          <w:szCs w:val="28"/>
        </w:rPr>
        <w:t>Вознесенского</w:t>
      </w:r>
      <w:r w:rsidR="001A7887" w:rsidRPr="004C7D6B">
        <w:rPr>
          <w:rFonts w:ascii="Times New Roman" w:hAnsi="Times New Roman"/>
          <w:sz w:val="28"/>
          <w:szCs w:val="28"/>
        </w:rPr>
        <w:t xml:space="preserve"> </w:t>
      </w:r>
      <w:r w:rsidR="00E1343A" w:rsidRPr="004C7D6B">
        <w:rPr>
          <w:rFonts w:ascii="Times New Roman" w:hAnsi="Times New Roman"/>
          <w:sz w:val="28"/>
          <w:szCs w:val="28"/>
        </w:rPr>
        <w:t>сельского поселения</w:t>
      </w:r>
      <w:r w:rsidR="00993F64" w:rsidRPr="004C7D6B">
        <w:rPr>
          <w:rFonts w:ascii="Times New Roman" w:hAnsi="Times New Roman"/>
          <w:sz w:val="28"/>
          <w:szCs w:val="28"/>
        </w:rPr>
        <w:t xml:space="preserve"> </w:t>
      </w:r>
      <w:r w:rsidRPr="004C7D6B">
        <w:rPr>
          <w:rFonts w:ascii="Times New Roman" w:hAnsi="Times New Roman"/>
          <w:sz w:val="28"/>
          <w:szCs w:val="28"/>
        </w:rPr>
        <w:t>правового акта в форме постановления.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6. Основание для включения сведений в Перечень является нормативный п</w:t>
      </w:r>
      <w:r w:rsidR="00E1343A" w:rsidRPr="004C7D6B">
        <w:rPr>
          <w:rFonts w:ascii="Times New Roman" w:hAnsi="Times New Roman"/>
          <w:sz w:val="28"/>
          <w:szCs w:val="28"/>
        </w:rPr>
        <w:t>равовой акт</w:t>
      </w:r>
      <w:r w:rsidR="00993F64" w:rsidRPr="004C7D6B">
        <w:rPr>
          <w:rFonts w:ascii="Times New Roman" w:hAnsi="Times New Roman"/>
          <w:sz w:val="28"/>
          <w:szCs w:val="28"/>
        </w:rPr>
        <w:t xml:space="preserve"> </w:t>
      </w:r>
      <w:r w:rsidRPr="004C7D6B">
        <w:rPr>
          <w:rFonts w:ascii="Times New Roman" w:hAnsi="Times New Roman"/>
          <w:sz w:val="28"/>
          <w:szCs w:val="28"/>
        </w:rPr>
        <w:t>о наделении соответствующего органа местного самоуправления полномочиями по осуществлению муниципального контроля;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7. Основаниями для внесения изменений в сведения, содержащиеся в Перечне, являются: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Изменения наименования вида муниципального контроля;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Изменение наименования органа муниципального самоуправления, уполномоченного на осуществление муниципального контроля;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 xml:space="preserve">Признание </w:t>
      </w:r>
      <w:proofErr w:type="gramStart"/>
      <w:r w:rsidRPr="004C7D6B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4C7D6B">
        <w:rPr>
          <w:rFonts w:ascii="Times New Roman" w:hAnsi="Times New Roman"/>
          <w:sz w:val="28"/>
          <w:szCs w:val="28"/>
        </w:rPr>
        <w:t xml:space="preserve"> силу муниципального нормативного правового акта о наделении соответствующего органа местного самоуправления полномочиями по осуществлению муниципального контроля;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Издание муниципального нормативного правового акта о наделении иного органа местного самоуправления полномочиями по осуществлению муниципального контроля;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lastRenderedPageBreak/>
        <w:t>Прекращение полномочий органа местного самоуправления по осуществлению муниципального контроля.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8. Включение сведений в перечень, изменения</w:t>
      </w:r>
      <w:r w:rsidR="00993F64" w:rsidRPr="004C7D6B">
        <w:rPr>
          <w:rFonts w:ascii="Times New Roman" w:hAnsi="Times New Roman"/>
          <w:sz w:val="28"/>
          <w:szCs w:val="28"/>
        </w:rPr>
        <w:t xml:space="preserve"> </w:t>
      </w:r>
      <w:r w:rsidRPr="004C7D6B">
        <w:rPr>
          <w:rFonts w:ascii="Times New Roman" w:hAnsi="Times New Roman"/>
          <w:sz w:val="28"/>
          <w:szCs w:val="28"/>
        </w:rPr>
        <w:t>в него вносятся адм</w:t>
      </w:r>
      <w:r w:rsidR="001A7887">
        <w:rPr>
          <w:rFonts w:ascii="Times New Roman" w:hAnsi="Times New Roman"/>
          <w:sz w:val="28"/>
          <w:szCs w:val="28"/>
        </w:rPr>
        <w:t>инистрацией Вознесенского</w:t>
      </w:r>
      <w:r w:rsidR="00E1343A" w:rsidRPr="004C7D6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4C7D6B">
        <w:rPr>
          <w:rFonts w:ascii="Times New Roman" w:hAnsi="Times New Roman"/>
          <w:sz w:val="28"/>
          <w:szCs w:val="28"/>
        </w:rPr>
        <w:t>в течение пяти рабочих дней со дня возникновения указанных в пунктах 6, 7 настоящего Порядка оснований для внесения изменений в сведения, содержащиеся в Перечне.</w:t>
      </w:r>
    </w:p>
    <w:p w:rsidR="001A7887" w:rsidRPr="001A7887" w:rsidRDefault="002C7DC1" w:rsidP="001A7887">
      <w:pPr>
        <w:rPr>
          <w:rFonts w:ascii="Times New Roman" w:hAnsi="Times New Roman"/>
          <w:sz w:val="28"/>
          <w:szCs w:val="28"/>
        </w:rPr>
      </w:pPr>
      <w:r w:rsidRPr="004C7D6B">
        <w:rPr>
          <w:rFonts w:ascii="Times New Roman" w:hAnsi="Times New Roman"/>
          <w:sz w:val="28"/>
          <w:szCs w:val="28"/>
        </w:rPr>
        <w:t>9. Перечень р</w:t>
      </w:r>
      <w:r w:rsidR="001A7887">
        <w:rPr>
          <w:rFonts w:ascii="Times New Roman" w:hAnsi="Times New Roman"/>
          <w:sz w:val="28"/>
          <w:szCs w:val="28"/>
        </w:rPr>
        <w:t xml:space="preserve">азмещается </w:t>
      </w:r>
      <w:r w:rsidR="001A7887" w:rsidRPr="001A7887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Интернет на </w:t>
      </w:r>
      <w:r w:rsidR="001A7887">
        <w:rPr>
          <w:rFonts w:ascii="Times New Roman" w:hAnsi="Times New Roman"/>
          <w:sz w:val="28"/>
          <w:szCs w:val="28"/>
        </w:rPr>
        <w:t xml:space="preserve">официальном </w:t>
      </w:r>
      <w:r w:rsidR="001A7887" w:rsidRPr="001A7887">
        <w:rPr>
          <w:rFonts w:ascii="Times New Roman" w:hAnsi="Times New Roman"/>
          <w:sz w:val="28"/>
          <w:szCs w:val="28"/>
        </w:rPr>
        <w:t xml:space="preserve">сайте администрации </w:t>
      </w:r>
      <w:proofErr w:type="spellStart"/>
      <w:r w:rsidR="001A7887" w:rsidRPr="001A7887">
        <w:rPr>
          <w:rFonts w:ascii="Times New Roman" w:hAnsi="Times New Roman"/>
          <w:sz w:val="28"/>
          <w:szCs w:val="28"/>
        </w:rPr>
        <w:t>Яйского</w:t>
      </w:r>
      <w:proofErr w:type="spellEnd"/>
      <w:r w:rsidR="001A7887" w:rsidRPr="001A7887">
        <w:rPr>
          <w:rFonts w:ascii="Times New Roman" w:hAnsi="Times New Roman"/>
          <w:sz w:val="28"/>
          <w:szCs w:val="28"/>
        </w:rPr>
        <w:t xml:space="preserve"> муниципального района </w:t>
      </w:r>
      <w:hyperlink r:id="rId12" w:history="1">
        <w:r w:rsidR="001A7887" w:rsidRPr="001A7887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1A7887" w:rsidRPr="001A7887">
          <w:rPr>
            <w:rStyle w:val="aa"/>
            <w:rFonts w:ascii="Times New Roman" w:hAnsi="Times New Roman"/>
            <w:sz w:val="28"/>
            <w:szCs w:val="28"/>
          </w:rPr>
          <w:t>.</w:t>
        </w:r>
        <w:r w:rsidR="001A7887" w:rsidRPr="001A7887">
          <w:rPr>
            <w:rStyle w:val="aa"/>
            <w:rFonts w:ascii="Times New Roman" w:hAnsi="Times New Roman"/>
            <w:sz w:val="28"/>
            <w:szCs w:val="28"/>
            <w:lang w:val="en-US"/>
          </w:rPr>
          <w:t>adm</w:t>
        </w:r>
        <w:r w:rsidR="001A7887" w:rsidRPr="001A7887">
          <w:rPr>
            <w:rStyle w:val="aa"/>
            <w:rFonts w:ascii="Times New Roman" w:hAnsi="Times New Roman"/>
            <w:sz w:val="28"/>
            <w:szCs w:val="28"/>
          </w:rPr>
          <w:t>.</w:t>
        </w:r>
        <w:r w:rsidR="001A7887" w:rsidRPr="001A7887">
          <w:rPr>
            <w:rStyle w:val="aa"/>
            <w:rFonts w:ascii="Times New Roman" w:hAnsi="Times New Roman"/>
            <w:sz w:val="28"/>
            <w:szCs w:val="28"/>
            <w:lang w:val="en-US"/>
          </w:rPr>
          <w:t>yayacity</w:t>
        </w:r>
        <w:r w:rsidR="001A7887" w:rsidRPr="001A7887">
          <w:rPr>
            <w:rStyle w:val="aa"/>
            <w:rFonts w:ascii="Times New Roman" w:hAnsi="Times New Roman"/>
            <w:sz w:val="28"/>
            <w:szCs w:val="28"/>
          </w:rPr>
          <w:t>.</w:t>
        </w:r>
        <w:r w:rsidR="001A7887" w:rsidRPr="001A7887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1A7887" w:rsidRPr="001A7887">
        <w:rPr>
          <w:rFonts w:ascii="Times New Roman" w:hAnsi="Times New Roman"/>
          <w:sz w:val="28"/>
          <w:szCs w:val="28"/>
        </w:rPr>
        <w:t xml:space="preserve"> </w:t>
      </w:r>
      <w:r w:rsidR="001A7887">
        <w:rPr>
          <w:rFonts w:ascii="Times New Roman" w:hAnsi="Times New Roman"/>
          <w:sz w:val="28"/>
          <w:szCs w:val="28"/>
        </w:rPr>
        <w:t xml:space="preserve"> а разделе «Органы власти» </w:t>
      </w:r>
      <w:r w:rsidR="001A7887" w:rsidRPr="001A7887">
        <w:rPr>
          <w:rFonts w:ascii="Times New Roman" w:hAnsi="Times New Roman"/>
          <w:sz w:val="28"/>
          <w:szCs w:val="28"/>
        </w:rPr>
        <w:t>на странице «Вознесенское сельское поселение».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</w:p>
    <w:p w:rsidR="00E1343A" w:rsidRPr="004C7D6B" w:rsidRDefault="00E1343A" w:rsidP="00993F64">
      <w:pPr>
        <w:rPr>
          <w:rFonts w:ascii="Times New Roman" w:hAnsi="Times New Roman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3E19B0" w:rsidRDefault="003E19B0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E1343A" w:rsidRPr="004C7D6B" w:rsidRDefault="00E1343A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lastRenderedPageBreak/>
        <w:t>Приложение № 2 к решению</w:t>
      </w:r>
    </w:p>
    <w:p w:rsidR="00E1343A" w:rsidRPr="004C7D6B" w:rsidRDefault="00E1343A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Совета народных депутатов </w:t>
      </w:r>
    </w:p>
    <w:p w:rsidR="00E1343A" w:rsidRPr="004C7D6B" w:rsidRDefault="004C7D6B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Вознесенского </w:t>
      </w:r>
      <w:r w:rsidR="00E1343A"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</w:t>
      </w: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E1343A"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поселения</w:t>
      </w:r>
    </w:p>
    <w:p w:rsidR="00E1343A" w:rsidRPr="004C7D6B" w:rsidRDefault="00155AB6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от «19</w:t>
      </w:r>
      <w:bookmarkStart w:id="0" w:name="_GoBack"/>
      <w:bookmarkEnd w:id="0"/>
      <w:r w:rsidR="00E1343A"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» </w:t>
      </w:r>
      <w:r w:rsidR="00A5503B">
        <w:rPr>
          <w:rFonts w:ascii="Times New Roman" w:hAnsi="Times New Roman"/>
          <w:b/>
          <w:bCs/>
          <w:kern w:val="28"/>
          <w:sz w:val="28"/>
          <w:szCs w:val="28"/>
        </w:rPr>
        <w:t>февраля 2018 г. № 1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</w:p>
    <w:p w:rsidR="002C7DC1" w:rsidRPr="004C7D6B" w:rsidRDefault="002C7DC1" w:rsidP="00993F64">
      <w:pPr>
        <w:jc w:val="right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форма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ПЕРЕЧЕНЬ</w:t>
      </w:r>
    </w:p>
    <w:p w:rsidR="002C7DC1" w:rsidRPr="004C7D6B" w:rsidRDefault="002C7DC1" w:rsidP="00993F6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Видов муниципального контроля и органов местного самоуправления </w:t>
      </w:r>
      <w:r w:rsid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Вознесенского </w:t>
      </w:r>
      <w:r w:rsidR="00E1343A" w:rsidRPr="004C7D6B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</w:t>
      </w:r>
      <w:r w:rsidRPr="004C7D6B">
        <w:rPr>
          <w:rFonts w:ascii="Times New Roman" w:hAnsi="Times New Roman"/>
          <w:b/>
          <w:bCs/>
          <w:kern w:val="28"/>
          <w:sz w:val="28"/>
          <w:szCs w:val="28"/>
        </w:rPr>
        <w:t>, уполномоченных на их осуществление</w:t>
      </w:r>
    </w:p>
    <w:p w:rsidR="002C7DC1" w:rsidRPr="004C7D6B" w:rsidRDefault="002C7DC1" w:rsidP="00993F64">
      <w:pPr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403"/>
        <w:gridCol w:w="3340"/>
        <w:gridCol w:w="3441"/>
      </w:tblGrid>
      <w:tr w:rsidR="002C7DC1" w:rsidRPr="004C7D6B" w:rsidTr="00993F64">
        <w:trPr>
          <w:jc w:val="center"/>
        </w:trPr>
        <w:tc>
          <w:tcPr>
            <w:tcW w:w="675" w:type="dxa"/>
            <w:shd w:val="clear" w:color="auto" w:fill="auto"/>
          </w:tcPr>
          <w:p w:rsidR="002C7DC1" w:rsidRPr="004C7D6B" w:rsidRDefault="002C7DC1" w:rsidP="00993F64">
            <w:pPr>
              <w:rPr>
                <w:rFonts w:ascii="Times New Roman" w:hAnsi="Times New Roman"/>
                <w:sz w:val="28"/>
                <w:szCs w:val="28"/>
              </w:rPr>
            </w:pPr>
            <w:r w:rsidRPr="004C7D6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C7D6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C7D6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2C7DC1" w:rsidRPr="004C7D6B" w:rsidRDefault="002C7DC1" w:rsidP="00993F64">
            <w:pPr>
              <w:rPr>
                <w:rFonts w:ascii="Times New Roman" w:hAnsi="Times New Roman"/>
                <w:sz w:val="28"/>
                <w:szCs w:val="28"/>
              </w:rPr>
            </w:pPr>
            <w:r w:rsidRPr="004C7D6B">
              <w:rPr>
                <w:rFonts w:ascii="Times New Roman" w:hAnsi="Times New Roman"/>
                <w:sz w:val="28"/>
                <w:szCs w:val="28"/>
              </w:rPr>
              <w:t>Вид муниципального контроля, осуществляемого органом местного самоуправления</w:t>
            </w:r>
          </w:p>
        </w:tc>
        <w:tc>
          <w:tcPr>
            <w:tcW w:w="3402" w:type="dxa"/>
            <w:shd w:val="clear" w:color="auto" w:fill="auto"/>
          </w:tcPr>
          <w:p w:rsidR="002C7DC1" w:rsidRPr="004C7D6B" w:rsidRDefault="002C7DC1" w:rsidP="00993F64">
            <w:pPr>
              <w:rPr>
                <w:rFonts w:ascii="Times New Roman" w:hAnsi="Times New Roman"/>
                <w:sz w:val="28"/>
                <w:szCs w:val="28"/>
              </w:rPr>
            </w:pPr>
            <w:r w:rsidRPr="004C7D6B">
              <w:rPr>
                <w:rFonts w:ascii="Times New Roman" w:hAnsi="Times New Roman"/>
                <w:sz w:val="28"/>
                <w:szCs w:val="28"/>
              </w:rPr>
              <w:t>Наименование органа местного самоуправления, уполномоченного на осуществление соответствующего вида муниципального контроля</w:t>
            </w:r>
          </w:p>
        </w:tc>
        <w:tc>
          <w:tcPr>
            <w:tcW w:w="3510" w:type="dxa"/>
            <w:shd w:val="clear" w:color="auto" w:fill="auto"/>
          </w:tcPr>
          <w:p w:rsidR="002C7DC1" w:rsidRPr="004C7D6B" w:rsidRDefault="002C7DC1" w:rsidP="00993F64">
            <w:pPr>
              <w:rPr>
                <w:rFonts w:ascii="Times New Roman" w:hAnsi="Times New Roman"/>
                <w:sz w:val="28"/>
                <w:szCs w:val="28"/>
              </w:rPr>
            </w:pPr>
            <w:r w:rsidRPr="004C7D6B">
              <w:rPr>
                <w:rFonts w:ascii="Times New Roman" w:hAnsi="Times New Roman"/>
                <w:sz w:val="28"/>
                <w:szCs w:val="28"/>
              </w:rPr>
              <w:t>Реквизиты нормативного правового акта о наделении соответствующего органа местного самоуправления полномочиями по осуществлению</w:t>
            </w:r>
            <w:r w:rsidR="00993F64" w:rsidRPr="004C7D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7D6B">
              <w:rPr>
                <w:rFonts w:ascii="Times New Roman" w:hAnsi="Times New Roman"/>
                <w:sz w:val="28"/>
                <w:szCs w:val="28"/>
              </w:rPr>
              <w:t xml:space="preserve">муниципального контроля </w:t>
            </w:r>
          </w:p>
        </w:tc>
      </w:tr>
      <w:tr w:rsidR="002C7DC1" w:rsidRPr="004C7D6B" w:rsidTr="00993F64">
        <w:trPr>
          <w:jc w:val="center"/>
        </w:trPr>
        <w:tc>
          <w:tcPr>
            <w:tcW w:w="675" w:type="dxa"/>
            <w:shd w:val="clear" w:color="auto" w:fill="auto"/>
          </w:tcPr>
          <w:p w:rsidR="002C7DC1" w:rsidRPr="004C7D6B" w:rsidRDefault="002C7DC1" w:rsidP="00993F64">
            <w:pPr>
              <w:rPr>
                <w:rFonts w:ascii="Times New Roman" w:hAnsi="Times New Roman"/>
                <w:sz w:val="28"/>
                <w:szCs w:val="28"/>
              </w:rPr>
            </w:pPr>
            <w:r w:rsidRPr="004C7D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C7DC1" w:rsidRPr="004C7D6B" w:rsidRDefault="00993F64" w:rsidP="00993F64">
            <w:pPr>
              <w:rPr>
                <w:rFonts w:ascii="Times New Roman" w:hAnsi="Times New Roman"/>
                <w:sz w:val="28"/>
                <w:szCs w:val="28"/>
              </w:rPr>
            </w:pPr>
            <w:r w:rsidRPr="004C7D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2C7DC1" w:rsidRPr="004C7D6B" w:rsidRDefault="00993F64" w:rsidP="00993F64">
            <w:pPr>
              <w:rPr>
                <w:rFonts w:ascii="Times New Roman" w:hAnsi="Times New Roman"/>
                <w:sz w:val="28"/>
                <w:szCs w:val="28"/>
              </w:rPr>
            </w:pPr>
            <w:r w:rsidRPr="004C7D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10" w:type="dxa"/>
            <w:shd w:val="clear" w:color="auto" w:fill="auto"/>
          </w:tcPr>
          <w:p w:rsidR="002C7DC1" w:rsidRPr="004C7D6B" w:rsidRDefault="00993F64" w:rsidP="00993F64">
            <w:pPr>
              <w:rPr>
                <w:rFonts w:ascii="Times New Roman" w:hAnsi="Times New Roman"/>
                <w:sz w:val="28"/>
                <w:szCs w:val="28"/>
              </w:rPr>
            </w:pPr>
            <w:r w:rsidRPr="004C7D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C7DC1" w:rsidRPr="004C7D6B" w:rsidTr="00993F64">
        <w:trPr>
          <w:jc w:val="center"/>
        </w:trPr>
        <w:tc>
          <w:tcPr>
            <w:tcW w:w="675" w:type="dxa"/>
            <w:shd w:val="clear" w:color="auto" w:fill="auto"/>
          </w:tcPr>
          <w:p w:rsidR="002C7DC1" w:rsidRPr="004C7D6B" w:rsidRDefault="002C7DC1" w:rsidP="00993F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2C7DC1" w:rsidRPr="004C7D6B" w:rsidRDefault="002C7DC1" w:rsidP="004C7D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C7DC1" w:rsidRPr="004C7D6B" w:rsidRDefault="002C7DC1" w:rsidP="00993F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0" w:type="dxa"/>
            <w:shd w:val="clear" w:color="auto" w:fill="auto"/>
          </w:tcPr>
          <w:p w:rsidR="002C7DC1" w:rsidRPr="004C7D6B" w:rsidRDefault="002C7DC1" w:rsidP="00993F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2213" w:rsidRPr="004C7D6B" w:rsidRDefault="00052213" w:rsidP="00993F64">
      <w:pPr>
        <w:rPr>
          <w:rFonts w:ascii="Times New Roman" w:hAnsi="Times New Roman"/>
          <w:sz w:val="28"/>
          <w:szCs w:val="28"/>
        </w:rPr>
      </w:pPr>
    </w:p>
    <w:sectPr w:rsidR="00052213" w:rsidRPr="004C7D6B" w:rsidSect="00993F64">
      <w:headerReference w:type="even" r:id="rId13"/>
      <w:headerReference w:type="default" r:id="rId14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924" w:rsidRDefault="00833924" w:rsidP="006619F7">
      <w:r>
        <w:separator/>
      </w:r>
    </w:p>
  </w:endnote>
  <w:endnote w:type="continuationSeparator" w:id="0">
    <w:p w:rsidR="00833924" w:rsidRDefault="00833924" w:rsidP="00661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924" w:rsidRDefault="00833924" w:rsidP="006619F7">
      <w:r>
        <w:separator/>
      </w:r>
    </w:p>
  </w:footnote>
  <w:footnote w:type="continuationSeparator" w:id="0">
    <w:p w:rsidR="00833924" w:rsidRDefault="00833924" w:rsidP="00661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9F" w:rsidRDefault="002924DE" w:rsidP="003B7C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34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1A9F" w:rsidRDefault="008339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9F" w:rsidRDefault="002924DE" w:rsidP="003B7C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34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5AB6">
      <w:rPr>
        <w:rStyle w:val="a5"/>
        <w:noProof/>
      </w:rPr>
      <w:t>4</w:t>
    </w:r>
    <w:r>
      <w:rPr>
        <w:rStyle w:val="a5"/>
      </w:rPr>
      <w:fldChar w:fldCharType="end"/>
    </w:r>
  </w:p>
  <w:p w:rsidR="00781A9F" w:rsidRDefault="008339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C1"/>
    <w:rsid w:val="00052213"/>
    <w:rsid w:val="00114761"/>
    <w:rsid w:val="00155AB6"/>
    <w:rsid w:val="001A7887"/>
    <w:rsid w:val="002924DE"/>
    <w:rsid w:val="002C7DC1"/>
    <w:rsid w:val="0031710C"/>
    <w:rsid w:val="00360FA8"/>
    <w:rsid w:val="003E19B0"/>
    <w:rsid w:val="003F56D7"/>
    <w:rsid w:val="004C7D6B"/>
    <w:rsid w:val="006619F7"/>
    <w:rsid w:val="007578B1"/>
    <w:rsid w:val="007D471D"/>
    <w:rsid w:val="00833924"/>
    <w:rsid w:val="00993F64"/>
    <w:rsid w:val="00A5503B"/>
    <w:rsid w:val="00B53433"/>
    <w:rsid w:val="00D15ECC"/>
    <w:rsid w:val="00E1343A"/>
    <w:rsid w:val="00F6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5343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5343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5343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5343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5343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7D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7D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C7DC1"/>
  </w:style>
  <w:style w:type="paragraph" w:styleId="a6">
    <w:name w:val="Body Text Indent"/>
    <w:basedOn w:val="a"/>
    <w:link w:val="a7"/>
    <w:rsid w:val="002C7DC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C7D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993F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93F6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93F6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93F6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rsid w:val="00B53433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53433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993F6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B5343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rsid w:val="00B53433"/>
    <w:rPr>
      <w:color w:val="0000FF"/>
      <w:u w:val="none"/>
    </w:rPr>
  </w:style>
  <w:style w:type="paragraph" w:customStyle="1" w:styleId="Application">
    <w:name w:val="Application!Приложение"/>
    <w:rsid w:val="00B53433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53433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53433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B53433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B5343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/content/act/657e8284-bc2a-4a2a-b081-84e5e12b557e.html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dm.yayacit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.yayacity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192.168.99.77:8080/content/act/b7ac232d-827e-4de9-87bf-e5db90afaec1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up.scli.ru:8111//content/act/96e20c02-1b12-465a-b64c-24aa92270007.html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FB8CC-5E5D-495B-8C60-D70692F5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39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6</cp:revision>
  <cp:lastPrinted>2018-02-16T05:22:00Z</cp:lastPrinted>
  <dcterms:created xsi:type="dcterms:W3CDTF">2018-02-12T05:43:00Z</dcterms:created>
  <dcterms:modified xsi:type="dcterms:W3CDTF">2018-02-16T05:23:00Z</dcterms:modified>
</cp:coreProperties>
</file>