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>КЕМЕРОВСКАЯ ОБЛАСТЬ</w:t>
      </w: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>ЯЙСКИЙ МУНИЦИПАЛЬНЫЙ РАЙОН</w:t>
      </w: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 xml:space="preserve">СОВЕТ НАРОДНЫХ ДЕПУТАТОВ </w:t>
      </w:r>
    </w:p>
    <w:p w:rsidR="00C40A69" w:rsidRPr="00013517" w:rsidRDefault="00013517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</w:t>
      </w: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C40A69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>РЕШЕНИЕ</w:t>
      </w:r>
    </w:p>
    <w:p w:rsidR="0088647D" w:rsidRPr="00013517" w:rsidRDefault="0088647D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C40A69" w:rsidRPr="00013517" w:rsidRDefault="007B1406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от « 19 </w:t>
      </w:r>
      <w:r w:rsidR="0088647D">
        <w:rPr>
          <w:rFonts w:ascii="Times New Roman" w:hAnsi="Times New Roman"/>
          <w:b/>
          <w:bCs/>
          <w:kern w:val="28"/>
          <w:sz w:val="28"/>
          <w:szCs w:val="28"/>
        </w:rPr>
        <w:t>»  февраля 2018г.     № 2</w:t>
      </w: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C40A69" w:rsidRPr="00013517" w:rsidRDefault="00C40A69" w:rsidP="001D6A0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/>
          <w:bCs/>
          <w:kern w:val="28"/>
          <w:sz w:val="28"/>
          <w:szCs w:val="28"/>
        </w:rPr>
        <w:t xml:space="preserve">Об установлении порядка проведения конкурса на замещение вакантной должности муниципальной службы в органах местного самоуправления </w:t>
      </w:r>
      <w:r w:rsidR="00013517">
        <w:rPr>
          <w:rFonts w:ascii="Times New Roman" w:hAnsi="Times New Roman"/>
          <w:b/>
          <w:bCs/>
          <w:kern w:val="28"/>
          <w:sz w:val="28"/>
          <w:szCs w:val="28"/>
        </w:rPr>
        <w:t>Вознесенского</w:t>
      </w:r>
      <w:r w:rsidR="001D6A02" w:rsidRPr="0001351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</w:t>
      </w:r>
    </w:p>
    <w:p w:rsidR="00C40A69" w:rsidRPr="00013517" w:rsidRDefault="00C40A69" w:rsidP="001D6A02">
      <w:pPr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013517" w:rsidRDefault="00013517" w:rsidP="001D6A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проект р</w:t>
      </w:r>
      <w:r w:rsidR="00C40A69" w:rsidRPr="00013517">
        <w:rPr>
          <w:rFonts w:ascii="Times New Roman" w:hAnsi="Times New Roman"/>
          <w:sz w:val="28"/>
          <w:szCs w:val="28"/>
        </w:rPr>
        <w:t xml:space="preserve">ешения, представленный прокуратурой </w:t>
      </w:r>
      <w:proofErr w:type="spellStart"/>
      <w:r w:rsidR="00C40A69" w:rsidRPr="00013517">
        <w:rPr>
          <w:rFonts w:ascii="Times New Roman" w:hAnsi="Times New Roman"/>
          <w:sz w:val="28"/>
          <w:szCs w:val="28"/>
        </w:rPr>
        <w:t>Яйского</w:t>
      </w:r>
      <w:proofErr w:type="spellEnd"/>
      <w:r w:rsidR="00C40A69" w:rsidRPr="00013517">
        <w:rPr>
          <w:rFonts w:ascii="Times New Roman" w:hAnsi="Times New Roman"/>
          <w:sz w:val="28"/>
          <w:szCs w:val="28"/>
        </w:rPr>
        <w:t xml:space="preserve"> района, в соответствии с Федеральным законом </w:t>
      </w:r>
      <w:hyperlink r:id="rId6" w:tgtFrame="Logical" w:history="1">
        <w:r w:rsidR="00C40A69" w:rsidRPr="00013517">
          <w:rPr>
            <w:rStyle w:val="a7"/>
            <w:rFonts w:ascii="Times New Roman" w:hAnsi="Times New Roman"/>
            <w:sz w:val="28"/>
            <w:szCs w:val="28"/>
          </w:rPr>
          <w:t>от 02.03.2007 № 25-ФЗ</w:t>
        </w:r>
      </w:hyperlink>
      <w:r w:rsidR="00C40A69" w:rsidRPr="00013517"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Федерации», Законом Кемеровской области от 30.06.2017 № 103-ОЗ «О некоторых вопросах прохождения муниципальной службы», </w:t>
      </w:r>
      <w:hyperlink r:id="rId7" w:tgtFrame="Logical" w:history="1">
        <w:r w:rsidR="00C40A69" w:rsidRPr="00013517">
          <w:rPr>
            <w:rStyle w:val="a7"/>
            <w:rFonts w:ascii="Times New Roman" w:hAnsi="Times New Roman"/>
            <w:sz w:val="28"/>
            <w:szCs w:val="28"/>
          </w:rPr>
          <w:t>Уставом</w:t>
        </w:r>
      </w:hyperlink>
      <w:r w:rsidR="00C40A69" w:rsidRPr="00013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</w:t>
      </w:r>
      <w:r w:rsidR="007B1406">
        <w:rPr>
          <w:rFonts w:ascii="Times New Roman" w:hAnsi="Times New Roman"/>
          <w:sz w:val="28"/>
          <w:szCs w:val="28"/>
        </w:rPr>
        <w:t>льного образования Вознесенское сельское поселение</w:t>
      </w:r>
      <w:bookmarkStart w:id="0" w:name="_GoBack"/>
      <w:bookmarkEnd w:id="0"/>
      <w:r w:rsidR="00C40A69" w:rsidRPr="00013517">
        <w:rPr>
          <w:rFonts w:ascii="Times New Roman" w:hAnsi="Times New Roman"/>
          <w:sz w:val="28"/>
          <w:szCs w:val="28"/>
        </w:rPr>
        <w:t>, Совет народных депутатов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40A69" w:rsidRPr="00013517" w:rsidRDefault="00013517" w:rsidP="001D6A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B1406">
        <w:rPr>
          <w:rFonts w:ascii="Times New Roman" w:hAnsi="Times New Roman"/>
          <w:sz w:val="28"/>
          <w:szCs w:val="28"/>
        </w:rPr>
        <w:t xml:space="preserve">                        </w:t>
      </w:r>
      <w:r w:rsidR="00C40A69" w:rsidRPr="00013517">
        <w:rPr>
          <w:rFonts w:ascii="Times New Roman" w:hAnsi="Times New Roman"/>
          <w:sz w:val="28"/>
          <w:szCs w:val="28"/>
        </w:rPr>
        <w:t>РЕШИЛ: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1. Утвердить Порядок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 xml:space="preserve">проведения конкурса на замещение вакантной должности муниципальной службы в органах местного самоуправления </w:t>
      </w:r>
      <w:r w:rsidR="00013517">
        <w:rPr>
          <w:rFonts w:ascii="Times New Roman" w:hAnsi="Times New Roman"/>
          <w:sz w:val="28"/>
          <w:szCs w:val="28"/>
        </w:rPr>
        <w:t>Вознесенского</w:t>
      </w:r>
      <w:r w:rsidR="0088647D">
        <w:rPr>
          <w:rFonts w:ascii="Times New Roman" w:hAnsi="Times New Roman"/>
          <w:sz w:val="28"/>
          <w:szCs w:val="28"/>
        </w:rPr>
        <w:t xml:space="preserve"> сельского поселения (</w:t>
      </w:r>
      <w:r w:rsidRPr="00013517">
        <w:rPr>
          <w:rFonts w:ascii="Times New Roman" w:hAnsi="Times New Roman"/>
          <w:sz w:val="28"/>
          <w:szCs w:val="28"/>
        </w:rPr>
        <w:t>приложение № 1).</w:t>
      </w:r>
    </w:p>
    <w:p w:rsidR="0088647D" w:rsidRPr="0088647D" w:rsidRDefault="00C40A69" w:rsidP="0088647D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2. </w:t>
      </w:r>
      <w:r w:rsidR="0088647D" w:rsidRPr="0088647D">
        <w:rPr>
          <w:rFonts w:ascii="Times New Roman" w:hAnsi="Times New Roman"/>
          <w:sz w:val="28"/>
          <w:szCs w:val="28"/>
        </w:rPr>
        <w:t xml:space="preserve">Обнародовать настоящее решение на информационном стенде в здании администрации и разместить на официальном сайте </w:t>
      </w:r>
      <w:proofErr w:type="spellStart"/>
      <w:r w:rsidR="0088647D" w:rsidRPr="0088647D">
        <w:rPr>
          <w:rFonts w:ascii="Times New Roman" w:hAnsi="Times New Roman"/>
          <w:sz w:val="28"/>
          <w:szCs w:val="28"/>
        </w:rPr>
        <w:t>Яйского</w:t>
      </w:r>
      <w:proofErr w:type="spellEnd"/>
      <w:r w:rsidR="0088647D" w:rsidRPr="0088647D">
        <w:rPr>
          <w:rFonts w:ascii="Times New Roman" w:hAnsi="Times New Roman"/>
          <w:sz w:val="28"/>
          <w:szCs w:val="28"/>
        </w:rPr>
        <w:t xml:space="preserve"> муниципального района: </w:t>
      </w:r>
      <w:hyperlink r:id="rId8" w:history="1">
        <w:r w:rsidR="0088647D" w:rsidRPr="0088647D">
          <w:rPr>
            <w:rStyle w:val="a7"/>
            <w:rFonts w:ascii="Times New Roman" w:hAnsi="Times New Roman"/>
            <w:sz w:val="28"/>
            <w:szCs w:val="28"/>
          </w:rPr>
          <w:t>http://adm.yayacity.ru/</w:t>
        </w:r>
      </w:hyperlink>
      <w:r w:rsidR="0088647D" w:rsidRPr="0088647D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 </w:t>
      </w:r>
      <w:r w:rsidR="0088647D">
        <w:rPr>
          <w:rFonts w:ascii="Times New Roman" w:hAnsi="Times New Roman"/>
          <w:sz w:val="28"/>
          <w:szCs w:val="28"/>
        </w:rPr>
        <w:t>в разделе «Органы власти»</w:t>
      </w:r>
      <w:r w:rsidR="0088647D" w:rsidRPr="0088647D">
        <w:rPr>
          <w:rFonts w:ascii="Times New Roman" w:hAnsi="Times New Roman"/>
          <w:sz w:val="28"/>
          <w:szCs w:val="28"/>
        </w:rPr>
        <w:t xml:space="preserve"> на странице «Вознесенское сельское поселение».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135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исполнением решения оставляю за собой.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C40A69" w:rsidRDefault="00C40A69" w:rsidP="001D6A02">
      <w:pPr>
        <w:rPr>
          <w:rFonts w:ascii="Times New Roman" w:hAnsi="Times New Roman"/>
          <w:sz w:val="28"/>
          <w:szCs w:val="28"/>
        </w:rPr>
      </w:pPr>
    </w:p>
    <w:p w:rsidR="0088647D" w:rsidRDefault="0088647D" w:rsidP="001D6A02">
      <w:pPr>
        <w:rPr>
          <w:rFonts w:ascii="Times New Roman" w:hAnsi="Times New Roman"/>
          <w:sz w:val="28"/>
          <w:szCs w:val="28"/>
        </w:rPr>
      </w:pPr>
    </w:p>
    <w:p w:rsidR="0088647D" w:rsidRPr="00013517" w:rsidRDefault="0088647D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88647D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Председатель</w:t>
      </w:r>
      <w:r w:rsidR="0088647D">
        <w:rPr>
          <w:rFonts w:ascii="Times New Roman" w:hAnsi="Times New Roman"/>
          <w:sz w:val="28"/>
          <w:szCs w:val="28"/>
        </w:rPr>
        <w:t xml:space="preserve"> </w:t>
      </w:r>
      <w:r w:rsidR="001D6A02" w:rsidRPr="00013517">
        <w:rPr>
          <w:rFonts w:ascii="Times New Roman" w:hAnsi="Times New Roman"/>
          <w:sz w:val="28"/>
          <w:szCs w:val="28"/>
        </w:rPr>
        <w:t>С</w:t>
      </w:r>
      <w:r w:rsidRPr="00013517">
        <w:rPr>
          <w:rFonts w:ascii="Times New Roman" w:hAnsi="Times New Roman"/>
          <w:sz w:val="28"/>
          <w:szCs w:val="28"/>
        </w:rPr>
        <w:t>овета народных депутатов</w:t>
      </w:r>
    </w:p>
    <w:p w:rsidR="00C40A69" w:rsidRPr="00013517" w:rsidRDefault="0088647D" w:rsidP="008864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Вознесенского </w:t>
      </w:r>
      <w:r w:rsidR="00042C6A" w:rsidRPr="0001351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42C6A" w:rsidRPr="0001351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1D6A02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Глава </w:t>
      </w:r>
      <w:r w:rsidR="0088647D">
        <w:rPr>
          <w:rFonts w:ascii="Times New Roman" w:hAnsi="Times New Roman"/>
          <w:sz w:val="28"/>
          <w:szCs w:val="28"/>
        </w:rPr>
        <w:t>Вознесенского</w:t>
      </w:r>
    </w:p>
    <w:p w:rsidR="00C40A69" w:rsidRPr="00013517" w:rsidRDefault="00C40A69" w:rsidP="0088647D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сельского пос</w:t>
      </w:r>
      <w:r w:rsidR="00042C6A" w:rsidRPr="00013517">
        <w:rPr>
          <w:rFonts w:ascii="Times New Roman" w:hAnsi="Times New Roman"/>
          <w:sz w:val="28"/>
          <w:szCs w:val="28"/>
        </w:rPr>
        <w:t>еления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="0088647D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 w:rsidR="0088647D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C40A69" w:rsidRDefault="00C40A69" w:rsidP="001D6A02">
      <w:pPr>
        <w:rPr>
          <w:rFonts w:ascii="Times New Roman" w:hAnsi="Times New Roman"/>
          <w:sz w:val="28"/>
          <w:szCs w:val="28"/>
        </w:rPr>
      </w:pPr>
      <w:bookmarkStart w:id="1" w:name="Par25"/>
      <w:bookmarkEnd w:id="1"/>
    </w:p>
    <w:p w:rsidR="0088647D" w:rsidRDefault="0088647D" w:rsidP="001D6A02">
      <w:pPr>
        <w:rPr>
          <w:rFonts w:ascii="Times New Roman" w:hAnsi="Times New Roman"/>
          <w:sz w:val="28"/>
          <w:szCs w:val="28"/>
        </w:rPr>
      </w:pPr>
    </w:p>
    <w:p w:rsidR="0088647D" w:rsidRDefault="0088647D" w:rsidP="001D6A02">
      <w:pPr>
        <w:rPr>
          <w:rFonts w:ascii="Times New Roman" w:hAnsi="Times New Roman"/>
          <w:sz w:val="28"/>
          <w:szCs w:val="28"/>
        </w:rPr>
      </w:pPr>
    </w:p>
    <w:p w:rsidR="0088647D" w:rsidRPr="00013517" w:rsidRDefault="0088647D" w:rsidP="001D6A02">
      <w:pPr>
        <w:rPr>
          <w:rFonts w:ascii="Times New Roman" w:hAnsi="Times New Roman"/>
          <w:sz w:val="28"/>
          <w:szCs w:val="28"/>
        </w:rPr>
      </w:pPr>
    </w:p>
    <w:p w:rsidR="0088647D" w:rsidRDefault="0088647D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 №1</w:t>
      </w:r>
    </w:p>
    <w:p w:rsidR="00C40A69" w:rsidRPr="00013517" w:rsidRDefault="0088647D" w:rsidP="0088647D">
      <w:pPr>
        <w:jc w:val="center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                    к 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решению 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Совета народных депутатов </w:t>
      </w:r>
    </w:p>
    <w:p w:rsidR="00C40A69" w:rsidRPr="00013517" w:rsidRDefault="0088647D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</w:t>
      </w:r>
    </w:p>
    <w:p w:rsidR="00C40A69" w:rsidRPr="00013517" w:rsidRDefault="007B1406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от « 19</w:t>
      </w:r>
      <w:r w:rsidR="0088647D">
        <w:rPr>
          <w:rFonts w:ascii="Times New Roman" w:hAnsi="Times New Roman"/>
          <w:bCs/>
          <w:kern w:val="28"/>
          <w:sz w:val="28"/>
          <w:szCs w:val="28"/>
        </w:rPr>
        <w:t xml:space="preserve"> » февраля 2018 г. № 2</w:t>
      </w:r>
    </w:p>
    <w:p w:rsidR="00C40A69" w:rsidRPr="00013517" w:rsidRDefault="00C40A69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C40A69" w:rsidRPr="00013517" w:rsidRDefault="0088647D" w:rsidP="001D6A02">
      <w:pPr>
        <w:jc w:val="center"/>
        <w:rPr>
          <w:rFonts w:ascii="Times New Roman" w:hAnsi="Times New Roman"/>
          <w:bCs/>
          <w:kern w:val="28"/>
          <w:sz w:val="28"/>
          <w:szCs w:val="28"/>
        </w:rPr>
      </w:pPr>
      <w:bookmarkStart w:id="2" w:name="Par30"/>
      <w:bookmarkEnd w:id="2"/>
      <w:r>
        <w:rPr>
          <w:rFonts w:ascii="Times New Roman" w:hAnsi="Times New Roman"/>
          <w:bCs/>
          <w:kern w:val="28"/>
          <w:sz w:val="28"/>
          <w:szCs w:val="28"/>
        </w:rPr>
        <w:t>ПОРЯДОК</w:t>
      </w:r>
    </w:p>
    <w:p w:rsidR="00C40A69" w:rsidRPr="00013517" w:rsidRDefault="0088647D" w:rsidP="001D6A02">
      <w:pPr>
        <w:jc w:val="center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 ПРОВЕДЕНИЯ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КОНКУРСА НА ЗАМЕЩЕНИЕ ВАКАНТНОЙ ДОЛЖНОСТИ МУНИЦИПАЛЬНОЙ СЛУЖБЫ В ОРГАНАХ МЕСТНОГО САМОУПРАВЛЕНИЯ </w:t>
      </w:r>
      <w:r>
        <w:rPr>
          <w:rFonts w:ascii="Times New Roman" w:hAnsi="Times New Roman"/>
          <w:bCs/>
          <w:kern w:val="28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</w:t>
      </w:r>
    </w:p>
    <w:p w:rsidR="0088647D" w:rsidRPr="00013517" w:rsidRDefault="0088647D" w:rsidP="0088647D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bCs/>
          <w:sz w:val="28"/>
          <w:szCs w:val="28"/>
        </w:rPr>
      </w:pPr>
      <w:r w:rsidRPr="00013517">
        <w:rPr>
          <w:rFonts w:ascii="Times New Roman" w:hAnsi="Times New Roman"/>
          <w:bCs/>
          <w:sz w:val="28"/>
          <w:szCs w:val="28"/>
        </w:rPr>
        <w:t xml:space="preserve">Статья 1. </w:t>
      </w:r>
    </w:p>
    <w:p w:rsidR="001D6A02" w:rsidRPr="00013517" w:rsidRDefault="001D6A02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88647D" w:rsidP="001D6A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Настоящий  порядок  разработан </w:t>
      </w:r>
      <w:r w:rsidR="00C40A69" w:rsidRPr="00013517">
        <w:rPr>
          <w:rFonts w:ascii="Times New Roman" w:hAnsi="Times New Roman"/>
          <w:sz w:val="28"/>
          <w:szCs w:val="28"/>
        </w:rPr>
        <w:t xml:space="preserve"> на основании Федерального закона </w:t>
      </w:r>
      <w:hyperlink r:id="rId9" w:tgtFrame="Logical" w:history="1">
        <w:r w:rsidR="00C40A69" w:rsidRPr="00013517">
          <w:rPr>
            <w:rStyle w:val="a7"/>
            <w:rFonts w:ascii="Times New Roman" w:hAnsi="Times New Roman"/>
            <w:sz w:val="28"/>
            <w:szCs w:val="28"/>
          </w:rPr>
          <w:t>от 06.10.2003 № 131-ФЗ</w:t>
        </w:r>
      </w:hyperlink>
      <w:r w:rsidR="00C40A69" w:rsidRPr="0001351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в соответствии с Федеральным законом </w:t>
      </w:r>
      <w:hyperlink r:id="rId10" w:tgtFrame="Logical" w:history="1">
        <w:r w:rsidR="00C40A69" w:rsidRPr="00013517">
          <w:rPr>
            <w:rStyle w:val="a7"/>
            <w:rFonts w:ascii="Times New Roman" w:hAnsi="Times New Roman"/>
            <w:sz w:val="28"/>
            <w:szCs w:val="28"/>
          </w:rPr>
          <w:t>от 02.03.2007 № 25-ФЗ</w:t>
        </w:r>
      </w:hyperlink>
      <w:r w:rsidR="00C40A69" w:rsidRPr="00013517"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Федерации», Законом Кемеровской области от 30.06.2017 № 103-ОЗ «О некоторых вопросах прохождения муниципальной службы», Устава </w:t>
      </w:r>
      <w:r>
        <w:rPr>
          <w:rFonts w:ascii="Times New Roman" w:hAnsi="Times New Roman"/>
          <w:sz w:val="28"/>
          <w:szCs w:val="28"/>
        </w:rPr>
        <w:t>муниципального образования Вознесенское сельское поселение</w:t>
      </w:r>
      <w:r w:rsidR="00C40A69" w:rsidRPr="00013517">
        <w:rPr>
          <w:rFonts w:ascii="Times New Roman" w:hAnsi="Times New Roman"/>
          <w:sz w:val="28"/>
          <w:szCs w:val="28"/>
        </w:rPr>
        <w:t xml:space="preserve"> и устанавливает порядок подготовки и проведения конкурса на замещение</w:t>
      </w:r>
      <w:proofErr w:type="gramEnd"/>
      <w:r w:rsidR="00C40A69" w:rsidRPr="00013517">
        <w:rPr>
          <w:rFonts w:ascii="Times New Roman" w:hAnsi="Times New Roman"/>
          <w:sz w:val="28"/>
          <w:szCs w:val="28"/>
        </w:rPr>
        <w:t xml:space="preserve"> вакантной должности муниципальной службы в органах местного самоуправления </w:t>
      </w:r>
      <w:r w:rsidR="00FA6AC5">
        <w:rPr>
          <w:rFonts w:ascii="Times New Roman" w:hAnsi="Times New Roman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2. Вакантной должностью муниципальной службы признается не замещенная на момент объявления конкурса должность муниципальной службы, предусмотренная в штатном расписании Совета народных депутатов </w:t>
      </w:r>
      <w:r w:rsidR="00FA6AC5">
        <w:rPr>
          <w:rFonts w:ascii="Times New Roman" w:hAnsi="Times New Roman"/>
          <w:sz w:val="28"/>
          <w:szCs w:val="28"/>
        </w:rPr>
        <w:t xml:space="preserve"> Вознесенского сельского поселения, а</w:t>
      </w:r>
      <w:r w:rsidRPr="00013517">
        <w:rPr>
          <w:rFonts w:ascii="Times New Roman" w:hAnsi="Times New Roman"/>
          <w:sz w:val="28"/>
          <w:szCs w:val="28"/>
        </w:rPr>
        <w:t xml:space="preserve">дминистрации </w:t>
      </w:r>
      <w:r w:rsidR="00FA6AC5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поселения, ином органе местного самоуправления.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3. Конкурс проводится в целях: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proofErr w:type="gramStart"/>
      <w:r w:rsidRPr="00013517">
        <w:rPr>
          <w:rFonts w:ascii="Times New Roman" w:hAnsi="Times New Roman"/>
          <w:sz w:val="28"/>
          <w:szCs w:val="28"/>
        </w:rPr>
        <w:t>- обеспечения равного доступа граждан РФ, граждан иностранных государств – участников международных договоров РФ, в соответствии с которыми иностранные граждане могут находиться на муниципальной службе (далее – граждане), достигших возраста 18 лет, владеющих государственным языком РФ и соответствующих квалификационным требованиям для замещения должностей муниципальной службы, при отсутствии обстоятельств, указанных в статье 13 Федерального закона «О муниципальной службе в РФ»;</w:t>
      </w:r>
      <w:proofErr w:type="gramEnd"/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- совершенствования работы по подбору, расстановке и обновлению кадров ОМСУ </w:t>
      </w:r>
      <w:r w:rsidR="00FA6AC5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- формирования высокопрофессионального кадрового состава органов местного самоуправления </w:t>
      </w:r>
      <w:r w:rsidR="00FA6AC5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4. Конкурс проводится на замещение вакантной старшей, ведущей и главной муниципальной службы.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5. Конкурс на замещение вакантной муниципальной должности муниципальной службы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не проводится: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при заключении срочного трудового договора;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lastRenderedPageBreak/>
        <w:t>- при назначении на должность муниципальной службы муниципального служащего</w:t>
      </w:r>
      <w:r w:rsidR="00FA6AC5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(гражданина), состоящего в кадровом резерве, сформированном на конкурсной основе;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при переводе муниципального служащего по его просьбе или с его согласия для прохождения муниципальной службы в том же или ином структурном подразделении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="00FA6AC5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при назначении муниципального служащего, который по состоянию здоровья в соответствии с медицинским заключением не может исполнять должностные обязанности по замещаемой должности муниципального служащего, на иную муниципальную должность, соответствующую его квалификации и не противопоказанную ему по состоянию здоровья;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при предоставлении муниципальному служащему с учетом уровня его квалификации, профессионального образования и стажа муниципальной службы или работы по специальности возможности замещения иной должности муниципальной службы в случае сокращения должностей муниципальной службы;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при назначении на должности муниципальной службы, относящиеся к группе младших должностей муниципальной службы.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6. При проведении конкурса осуществляется оценка профессионального уровня претендентов на замещение должности муниципальной службы, их соответствия квалификационным требованиям, установленным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Законом Кемеровской области от 30.06.2017 № 103-ОЗ «О некоторых вопросах прохождения муниципальной службы».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обязанностей. 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013517">
        <w:rPr>
          <w:rFonts w:ascii="Times New Roman" w:hAnsi="Times New Roman"/>
          <w:sz w:val="28"/>
          <w:szCs w:val="28"/>
        </w:rPr>
        <w:t>Право на участие в конкурсе имеют граждане, достигшие возраста 18 лет,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их профессиональными и деловыми качествами, и соответствующие квалификационным требованиям к вакантной должности муниципальной службы.</w:t>
      </w:r>
      <w:proofErr w:type="gramEnd"/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8. Для проведения конкурсов на замещение вакантных должностей муниципальной службы ОМСУ формируется конкурсная комиссия в количестве 5 человек, действующая на постоянной основе.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Конкурсная комиссия состоит из председателя, заместителя, секретаря и членов комиссии.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Председатель конкурсной комиссии осуществляет руководство деятельностью конкурсной комиссии. В период временного отсутствия председателя конкурсной комиссии, руководство конкурсной комиссией осуществляет заместитель председателя конкурсной комиссии. 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lastRenderedPageBreak/>
        <w:t>Ведение делопроизводства конкурсной комиссии осуществляет секретарь комиссии.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Состав конкурсной комиссии формируется таким образом, чтобы была исключена возможность возникновения конфликта интересов.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Заседание конкурсной комиссии считается правомочным, если на нем присутствует более двух третей от общего числа ее членов.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Решения принимаются открытым голосованием простым большинством голосов ее членов, присутствующих на заседании. В случае равенства голосов голос председателя комиссии считается решающим.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bCs/>
          <w:sz w:val="28"/>
          <w:szCs w:val="28"/>
        </w:rPr>
      </w:pPr>
      <w:r w:rsidRPr="00013517">
        <w:rPr>
          <w:rFonts w:ascii="Times New Roman" w:hAnsi="Times New Roman"/>
          <w:bCs/>
          <w:sz w:val="28"/>
          <w:szCs w:val="28"/>
        </w:rPr>
        <w:t>Статья 2.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Конкурс объявляется правовым актом руководителя ОМСУ.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ОМСУ публикует в СМИ и размещает на официальном сайте ОМСУ в сети Интернет сообщение о проведении конкурса и приеме документов для участия в нем не позднее, чем за 20 календарных дней до начала проведения конкурса.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сообщении о конкурсе указывается: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– наименование вакантной должности муниципальной службы;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– требования, предъявляемые к претенденту на замещение вакантной должности муниципальной службы;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проект трудового договора;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перечень документов для предоставления в конкурсную комиссию;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время и место приема документов;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срок, до истечения которого принимаются указанные документы;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- сведения об источнике подробной информации о конкурсе (телефон, факс, электронная почта).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4. Решение руководителя ОМСУ вместе с текстом сообщения о конкурсе направляется в конкурсную комиссию для организации работы по его проведению.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5. Гражданин, изъявивший желание участвовать в конкурсе, представляет в конкурсную комиссию следующие документы: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1) письменное заявление на имя руководителя ОМСУ о желании участвовать в конкурсе на замещение должности (с указанием согласия на обработку всех персональных данных и разрешением передачи их третьим лицам).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2) собственноручно заполненную и подписанную анкету по форме, установленной уполномоченным Правительством РФ федеральным органом исполнительной власти;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3) копии следующих документов: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Паспорта;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Трудовой книжки, за исключением случаев, когда трудовой договор заключается впервые;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Документа об образовании;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lastRenderedPageBreak/>
        <w:t xml:space="preserve">Страхового свидетельства обязательного пенсионного страхования, за исключением случаев, когда трудовой договор заключается впервые; 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Свидетельства </w:t>
      </w:r>
      <w:proofErr w:type="gramStart"/>
      <w:r w:rsidRPr="00013517">
        <w:rPr>
          <w:rFonts w:ascii="Times New Roman" w:hAnsi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РФ;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Документов воинского учета – для граждан, пребывающих в запасе, и лиц, подлежащих призыву на военную службу;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4) заключение медицинской организации об отсутствии заболеваний, препятствующих поступлению на муниципальную службу;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5) сведения о полученных доходах и об имуществе, принадлежащих им на праве собственности, являющихся объектами налогообложения;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6) иные документы, предусмотренные федеральными законами, указами Президента РФ и Постановлениями Правительства РФ.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Документы для участия в конкурсе предоставляются в конкурсную комиссию в течение срока приема документов, установленного решением руководителя ОМСУ.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Претенденту на участие в конкурсе секретарем комиссии выдается уведомление о принятии документов.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6. Достоверность сведений, указанных в данных документах, подлежит проверке в порядке, установленном законодательством о муниципальной службе.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bCs/>
          <w:sz w:val="28"/>
          <w:szCs w:val="28"/>
        </w:rPr>
      </w:pPr>
      <w:r w:rsidRPr="00013517">
        <w:rPr>
          <w:rFonts w:ascii="Times New Roman" w:hAnsi="Times New Roman"/>
          <w:bCs/>
          <w:sz w:val="28"/>
          <w:szCs w:val="28"/>
        </w:rPr>
        <w:t>Статья 3.</w:t>
      </w:r>
    </w:p>
    <w:p w:rsidR="001D6A02" w:rsidRPr="00013517" w:rsidRDefault="001D6A02" w:rsidP="001D6A02">
      <w:pPr>
        <w:rPr>
          <w:rFonts w:ascii="Times New Roman" w:hAnsi="Times New Roman"/>
          <w:bCs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По окончании срока приема документов председатель комиссии назначает день проведения заседания для решения вопроса о допуске граждан к участию в конкурсе. О дне проведения такого заседания секретарь комиссии уведомляет каждого члена комиссии не позднее 3 дней.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Председатель конкурсной комиссии открывает заседание по проведению конкурса, доводит до членов комиссии информацию обо всех лицах, подавших заявление на участие в конкурсе на замещение должности муниципальной службы, содержании представленных ими документов и результатов их проверки, после чего вносит предложение о допуске кандидатов к участию в конкурсе.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Каждый член конкурсной комиссии имеет право лично ознакомиться с документами, представленными каждым кандидатом.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Обсуждение документов кандидатов происходит без участия и без присутствия кандидатов.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случае возникновения необходимости дачи объяснений по представленным документам по инициативе любого члена комиссии кандидат приглашается в заседание комиссии. Неявка кандидата, уведомленного о необходимости дачи пояснений, не является препятствием для рассмотрения вопроса о его допуске к участию в конкурсе.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По результатам изучения представленных документов, а также их проверки комиссией принимается решение о допуске к конкурсу либор отказе в допуске каждому кандидату.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lastRenderedPageBreak/>
        <w:t xml:space="preserve">Гражданин не допускается </w:t>
      </w:r>
      <w:proofErr w:type="gramStart"/>
      <w:r w:rsidRPr="00013517">
        <w:rPr>
          <w:rFonts w:ascii="Times New Roman" w:hAnsi="Times New Roman"/>
          <w:sz w:val="28"/>
          <w:szCs w:val="28"/>
        </w:rPr>
        <w:t>к участию в конкурсе в связи с его несоответствием квалификационным требованиям к вакантной должности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муниципальной службы, а также в связи с ограничением, установленными законодательством РФ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и Кемеровской области о муниципальной службе для поступления на муниципальную службу и ее прохождения.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О принятом решении каждому кандидату направляется письменное уведомление в течени</w:t>
      </w:r>
      <w:proofErr w:type="gramStart"/>
      <w:r w:rsidRPr="00013517">
        <w:rPr>
          <w:rFonts w:ascii="Times New Roman" w:hAnsi="Times New Roman"/>
          <w:sz w:val="28"/>
          <w:szCs w:val="28"/>
        </w:rPr>
        <w:t>и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10 дней.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Кандидат, не допущенный к участию в конкурсе, вправе обжаловать решение о недопущении его к участию в конкурсе в судебном порядке.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013517">
        <w:rPr>
          <w:rFonts w:ascii="Times New Roman" w:hAnsi="Times New Roman"/>
          <w:sz w:val="28"/>
          <w:szCs w:val="28"/>
        </w:rPr>
        <w:t>,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если до участия в конкурсе не допускается не допускается ни один из кандидатов, конкурсная комиссия уведомляет об этом руководителя органа местного самоуправления, который принимает решение о проведении повторного конкурса.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bCs/>
          <w:sz w:val="28"/>
          <w:szCs w:val="28"/>
        </w:rPr>
      </w:pPr>
      <w:r w:rsidRPr="00013517">
        <w:rPr>
          <w:rFonts w:ascii="Times New Roman" w:hAnsi="Times New Roman"/>
          <w:bCs/>
          <w:sz w:val="28"/>
          <w:szCs w:val="28"/>
        </w:rPr>
        <w:t xml:space="preserve">Статья 4. </w:t>
      </w:r>
    </w:p>
    <w:p w:rsidR="001D6A02" w:rsidRPr="00013517" w:rsidRDefault="001D6A02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Конкурс на замещение вакантной должности муниципальной службы проводится в день и время, указанные в сообщение о проведении конкурса, публикуемом в порядке, установленной статьей 2 настоящего Положения.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Каждый кандидат, допущенный до участия в конкурсе, в письменном виде уведомляется о дате и времени его </w:t>
      </w:r>
      <w:r w:rsidR="007B1406">
        <w:rPr>
          <w:rFonts w:ascii="Times New Roman" w:hAnsi="Times New Roman"/>
          <w:sz w:val="28"/>
          <w:szCs w:val="28"/>
        </w:rPr>
        <w:t>проведения в течение</w:t>
      </w:r>
      <w:r w:rsidRPr="00013517">
        <w:rPr>
          <w:rFonts w:ascii="Times New Roman" w:hAnsi="Times New Roman"/>
          <w:sz w:val="28"/>
          <w:szCs w:val="28"/>
        </w:rPr>
        <w:t xml:space="preserve"> 3 дней.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Для проведения конкурса секретарь по каждому кандидату оформляет оценочный лист (приложение 1 к Положению). К оценочному листу кандидата прилагаются копии документов, представленные кандидатом. Документы подготавливаются по количеству членов конкурсной комиссии.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день проведения конкурса секретарь конкурсной комиссии обеспечивает всех членов комиссии документами, установленными частью 2 настоящей статьи, на бумажном носителе.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Председатель конкурсной комиссии открывает заседание по проведению конкурса, доводит до членов конкурсной комиссии информацию обо всех кандидатах, допущенных к участию в конкурсе и явившихся в место и время проведения конкурса.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Конкурс проводится в форме тестирования по перечню вопросов, отражающих теоретические знания федеральных конституционных законов, федеральных законов и иных нормативных правовых актов в сфере осуществления местного самоуправления </w:t>
      </w:r>
      <w:r w:rsidR="00427207">
        <w:rPr>
          <w:rFonts w:ascii="Times New Roman" w:hAnsi="Times New Roman"/>
          <w:sz w:val="28"/>
          <w:szCs w:val="28"/>
        </w:rPr>
        <w:t xml:space="preserve">Вознесенского 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 Кемеровской области.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 Перечень вопросов для тестирования разрабатывается конкурсной комиссией и утверждается ее решением.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Количество вопросов, включенных в тестирование, должно быть не менее 30. На каждый вопрос предусматривается не менее трех вариантов ответов, один из которых является правильным.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Для проведения тестирования конкурсная комиссия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готовит тесты в количестве, превышающем количество кандидатов на 1 тест.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Каждый включает в себя 10 вопросов из перечня вопросов для теста.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lastRenderedPageBreak/>
        <w:t>Кандидаты лично отвечают на вопросы теста в присутствии членов комиссии. Всем кандидатам предоставляется равное количество времени для ответа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на вопросы теста (20 мин).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Результаты тестирования определяются по количеству правильных ответов.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При этом применяется следующая система: ответившие правильно на 10 вопросов оцениваются 3 балла, ответившие правильно на 7-9 вопросов оцениваются в 2 балла, ответившие правильно на 4-6 вопросов оцениваются в 1 балл, ответившие правильно на пять и менее вопросов оцениваются </w:t>
      </w:r>
      <w:proofErr w:type="gramStart"/>
      <w:r w:rsidRPr="00013517">
        <w:rPr>
          <w:rFonts w:ascii="Times New Roman" w:hAnsi="Times New Roman"/>
          <w:sz w:val="28"/>
          <w:szCs w:val="28"/>
        </w:rPr>
        <w:t>в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0 баллов.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По</w:t>
      </w:r>
      <w:r w:rsidR="001D6A02" w:rsidRPr="0001351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завершении тестирования председатель предоставляет членам время (не более 10 мин) для выставления баллов. Каждый член комиссии выставляет в оценочном листе кандидата (приложение 1) баллы за ответы на вопросы, а также баллы за каждый из следующих критериев: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соответствие профессионального образования основным направлениям деятельности ОМСУ</w:t>
      </w:r>
      <w:r w:rsidR="00427207">
        <w:rPr>
          <w:rFonts w:ascii="Times New Roman" w:hAnsi="Times New Roman"/>
          <w:sz w:val="28"/>
          <w:szCs w:val="28"/>
        </w:rPr>
        <w:t xml:space="preserve"> </w:t>
      </w:r>
      <w:r w:rsidRPr="00013517">
        <w:rPr>
          <w:rFonts w:ascii="Times New Roman" w:hAnsi="Times New Roman"/>
          <w:sz w:val="28"/>
          <w:szCs w:val="28"/>
        </w:rPr>
        <w:t>(наличие – 1 балл, отсутствие – 0 баллов);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опыт работы на должностях государственной, военной, муниципальной, иной службы, работы в выборных органах, иных организациях служебные обязанности по которым аналогичны, либо тесно связаны с видами служебных обязанностей по вакантной должности муниципальной службы (наличие – 1 балл, отсутствие – 0 баллов);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опыт работы на руководящих должностях в случаях проведения конкурса на занятие должности заместителя главы </w:t>
      </w:r>
      <w:r w:rsidR="00427207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поселения, главного бухгалтера </w:t>
      </w:r>
      <w:r w:rsidR="00427207">
        <w:rPr>
          <w:rFonts w:ascii="Times New Roman" w:hAnsi="Times New Roman"/>
          <w:sz w:val="28"/>
          <w:szCs w:val="28"/>
        </w:rPr>
        <w:t>Вознесенского</w:t>
      </w:r>
      <w:r w:rsidRPr="0001351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 (наличие – 1 балл, отсутствие – 0 баллов).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 После окончания конкурса баллы каждого кандидата, указанные в оценочном листе каждым членом комиссии, присутствующим на заседании, суммируются. Победителем признается кандидат, набравший большее количество баллов.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случае, если два кандидата набрали равное количество баллов</w:t>
      </w:r>
      <w:proofErr w:type="gramStart"/>
      <w:r w:rsidRPr="0001351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решение о признании одного из них победителем принимается комиссией путем открытого голосования.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013517">
        <w:rPr>
          <w:rFonts w:ascii="Times New Roman" w:hAnsi="Times New Roman"/>
          <w:sz w:val="28"/>
          <w:szCs w:val="28"/>
        </w:rPr>
        <w:t>,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если для проведения конкурса явился один кандидат, он признается победителем в случае, если по итогам тестирования набрал не менее трех баллов.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В противном случае конкурс признается несостоявшимся, о чем руководитель ОМСУ уведомляется в трехдневный срок со дня принятия решения о признании конкурса несостоявшимся.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 Результаты голосования конкурсной комиссией оформляются решением, которое подписывается всеми членами комиссии, принявшими участие в заседании.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После принятия решения конкурсной комиссией о победителе конкурс считается завершенным.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Решение конкурсной комиссии направляется руководителю ОМСУ в трехдневный срок со дня его проведения и основанием для издания акта о </w:t>
      </w:r>
      <w:r w:rsidRPr="00013517">
        <w:rPr>
          <w:rFonts w:ascii="Times New Roman" w:hAnsi="Times New Roman"/>
          <w:sz w:val="28"/>
          <w:szCs w:val="28"/>
        </w:rPr>
        <w:lastRenderedPageBreak/>
        <w:t>назначении победителя конкурса на вакантную должность муниципальной службы и заключения с ним трудового договора.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bCs/>
          <w:sz w:val="28"/>
          <w:szCs w:val="28"/>
        </w:rPr>
      </w:pPr>
      <w:r w:rsidRPr="00013517">
        <w:rPr>
          <w:rFonts w:ascii="Times New Roman" w:hAnsi="Times New Roman"/>
          <w:bCs/>
          <w:sz w:val="28"/>
          <w:szCs w:val="28"/>
        </w:rPr>
        <w:t xml:space="preserve">Статья 5. 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 xml:space="preserve">Кандидатам, участвовавшим в конкурсе, сообщается о результатах конкурса в письменной </w:t>
      </w:r>
      <w:proofErr w:type="gramStart"/>
      <w:r w:rsidRPr="00013517">
        <w:rPr>
          <w:rFonts w:ascii="Times New Roman" w:hAnsi="Times New Roman"/>
          <w:sz w:val="28"/>
          <w:szCs w:val="28"/>
        </w:rPr>
        <w:t>форме</w:t>
      </w:r>
      <w:proofErr w:type="gramEnd"/>
      <w:r w:rsidRPr="00013517">
        <w:rPr>
          <w:rFonts w:ascii="Times New Roman" w:hAnsi="Times New Roman"/>
          <w:sz w:val="28"/>
          <w:szCs w:val="28"/>
        </w:rPr>
        <w:t xml:space="preserve"> в течение установленного в п. 11 ст. 4 срока. Информация о результатах конкурса размещается на официальном сайте ОМСУ в информационно-телекоммуникационной сети общего пользования.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По желанию лиц, участвовавших в конкурсе, им выдается выписка из протокола (заверенная копия) заседания конкурсной комиссии.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Документы претендентов на замещение вакантных должностей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после завершения конкурса. До истечения этого срока документы хранятся в соответствующем органе местного самоуправления с соблюдением требований законодательства о защите персональных данных, после чего подлежат уничтожению.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  <w:r w:rsidRPr="00013517">
        <w:rPr>
          <w:rFonts w:ascii="Times New Roman" w:hAnsi="Times New Roman"/>
          <w:sz w:val="28"/>
          <w:szCs w:val="28"/>
        </w:rPr>
        <w:t>Споры, связанные с проведением конкурса, рассматриваются в соответствии с законодательством Российской Федерации.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7B1406" w:rsidRDefault="007B1406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C40A69" w:rsidRPr="00013517" w:rsidRDefault="00C40A69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Приложение 1 </w:t>
      </w:r>
    </w:p>
    <w:p w:rsidR="001D6A02" w:rsidRPr="00013517" w:rsidRDefault="00427207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к  Порядку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проведения конкурса </w:t>
      </w:r>
    </w:p>
    <w:p w:rsidR="001D6A02" w:rsidRPr="00013517" w:rsidRDefault="00C40A69" w:rsidP="001D6A02">
      <w:pPr>
        <w:ind w:left="567" w:firstLine="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Cs/>
          <w:kern w:val="28"/>
          <w:sz w:val="28"/>
          <w:szCs w:val="28"/>
        </w:rPr>
        <w:t>на замещение вакантной должности</w:t>
      </w:r>
    </w:p>
    <w:p w:rsidR="001D6A02" w:rsidRPr="00013517" w:rsidRDefault="00C40A69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Cs/>
          <w:kern w:val="28"/>
          <w:sz w:val="28"/>
          <w:szCs w:val="28"/>
        </w:rPr>
        <w:t xml:space="preserve">муниципальной службы в органах местного </w:t>
      </w:r>
    </w:p>
    <w:p w:rsidR="001D6A02" w:rsidRPr="00013517" w:rsidRDefault="001D6A02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Cs/>
          <w:kern w:val="28"/>
          <w:sz w:val="28"/>
          <w:szCs w:val="28"/>
        </w:rPr>
        <w:t>с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амоуправления </w:t>
      </w:r>
      <w:r w:rsidR="00427207">
        <w:rPr>
          <w:rFonts w:ascii="Times New Roman" w:hAnsi="Times New Roman"/>
          <w:bCs/>
          <w:kern w:val="28"/>
          <w:sz w:val="28"/>
          <w:szCs w:val="28"/>
        </w:rPr>
        <w:t>Вознесенского</w:t>
      </w:r>
      <w:r w:rsidR="00C40A69" w:rsidRPr="0001351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C40A69" w:rsidRPr="00013517" w:rsidRDefault="00C40A69" w:rsidP="001D6A0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013517">
        <w:rPr>
          <w:rFonts w:ascii="Times New Roman" w:hAnsi="Times New Roman"/>
          <w:bCs/>
          <w:kern w:val="28"/>
          <w:sz w:val="28"/>
          <w:szCs w:val="28"/>
        </w:rPr>
        <w:t>сельского поселения»</w:t>
      </w:r>
    </w:p>
    <w:p w:rsidR="00C40A69" w:rsidRPr="00013517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783AE6" w:rsidRDefault="00C40A69" w:rsidP="001D6A02">
      <w:pPr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783AE6">
        <w:rPr>
          <w:rFonts w:ascii="Times New Roman" w:hAnsi="Times New Roman"/>
          <w:bCs/>
          <w:kern w:val="28"/>
          <w:sz w:val="28"/>
          <w:szCs w:val="28"/>
        </w:rPr>
        <w:t>ОЦЕНОЧНЫЙ ЛИСТ</w:t>
      </w:r>
    </w:p>
    <w:p w:rsidR="001D6A02" w:rsidRPr="00783AE6" w:rsidRDefault="001D6A02" w:rsidP="001D6A02">
      <w:pPr>
        <w:rPr>
          <w:rFonts w:ascii="Times New Roman" w:hAnsi="Times New Roman"/>
          <w:sz w:val="28"/>
          <w:szCs w:val="28"/>
        </w:rPr>
      </w:pPr>
    </w:p>
    <w:p w:rsidR="00783AE6" w:rsidRPr="00783AE6" w:rsidRDefault="00783AE6" w:rsidP="001D6A02">
      <w:pPr>
        <w:rPr>
          <w:rFonts w:ascii="Times New Roman" w:hAnsi="Times New Roman"/>
          <w:sz w:val="28"/>
          <w:szCs w:val="28"/>
        </w:rPr>
      </w:pPr>
      <w:r w:rsidRPr="00783AE6">
        <w:rPr>
          <w:rFonts w:ascii="Times New Roman" w:hAnsi="Times New Roman"/>
          <w:sz w:val="28"/>
          <w:szCs w:val="28"/>
        </w:rPr>
        <w:t xml:space="preserve">                       </w:t>
      </w:r>
      <w:r w:rsidR="00427207" w:rsidRPr="00783AE6">
        <w:rPr>
          <w:rFonts w:ascii="Times New Roman" w:hAnsi="Times New Roman"/>
          <w:sz w:val="28"/>
          <w:szCs w:val="28"/>
        </w:rPr>
        <w:t>кандидата на должность ___________</w:t>
      </w:r>
      <w:r w:rsidRPr="00783AE6">
        <w:rPr>
          <w:rFonts w:ascii="Times New Roman" w:hAnsi="Times New Roman"/>
          <w:sz w:val="28"/>
          <w:szCs w:val="28"/>
        </w:rPr>
        <w:t xml:space="preserve">________ </w:t>
      </w:r>
    </w:p>
    <w:p w:rsidR="00C40A69" w:rsidRPr="00783AE6" w:rsidRDefault="00783AE6" w:rsidP="001D6A02">
      <w:pPr>
        <w:rPr>
          <w:rFonts w:ascii="Times New Roman" w:hAnsi="Times New Roman"/>
          <w:sz w:val="28"/>
          <w:szCs w:val="28"/>
        </w:rPr>
      </w:pPr>
      <w:r w:rsidRPr="00783AE6">
        <w:rPr>
          <w:rFonts w:ascii="Times New Roman" w:hAnsi="Times New Roman"/>
          <w:sz w:val="28"/>
          <w:szCs w:val="28"/>
        </w:rPr>
        <w:t xml:space="preserve">               администрации </w:t>
      </w:r>
      <w:r w:rsidR="00427207" w:rsidRPr="00783AE6">
        <w:rPr>
          <w:rFonts w:ascii="Times New Roman" w:hAnsi="Times New Roman"/>
          <w:sz w:val="28"/>
          <w:szCs w:val="28"/>
        </w:rPr>
        <w:t xml:space="preserve"> Вознесенского</w:t>
      </w:r>
      <w:r w:rsidRPr="00783AE6">
        <w:rPr>
          <w:rFonts w:ascii="Times New Roman" w:hAnsi="Times New Roman"/>
          <w:sz w:val="28"/>
          <w:szCs w:val="28"/>
        </w:rPr>
        <w:t xml:space="preserve"> </w:t>
      </w:r>
      <w:r w:rsidR="00C40A69" w:rsidRPr="00783AE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40A69" w:rsidRPr="00783AE6" w:rsidRDefault="001D6A02" w:rsidP="001D6A02">
      <w:pPr>
        <w:rPr>
          <w:rFonts w:ascii="Times New Roman" w:hAnsi="Times New Roman"/>
          <w:sz w:val="28"/>
          <w:szCs w:val="28"/>
        </w:rPr>
      </w:pPr>
      <w:r w:rsidRPr="00783AE6">
        <w:rPr>
          <w:rFonts w:ascii="Times New Roman" w:hAnsi="Times New Roman"/>
          <w:sz w:val="28"/>
          <w:szCs w:val="28"/>
        </w:rPr>
        <w:t xml:space="preserve">                               </w:t>
      </w:r>
      <w:r w:rsidR="00C40A69" w:rsidRPr="00783AE6">
        <w:rPr>
          <w:rFonts w:ascii="Times New Roman" w:hAnsi="Times New Roman"/>
          <w:sz w:val="28"/>
          <w:szCs w:val="28"/>
        </w:rPr>
        <w:t>(фамилия, имя, отчество)</w:t>
      </w:r>
    </w:p>
    <w:p w:rsidR="00C40A69" w:rsidRPr="00783AE6" w:rsidRDefault="00C40A69" w:rsidP="001D6A02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6"/>
        <w:gridCol w:w="2367"/>
      </w:tblGrid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этапа конкурса</w:t>
            </w: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баллов</w:t>
            </w:r>
          </w:p>
        </w:tc>
      </w:tr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Тестирование (0-3 балла)</w:t>
            </w:r>
          </w:p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Соответствие профессионального образования основным направлениям деятельности органа местного самоуправления (0-1)</w:t>
            </w:r>
          </w:p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Наличие опыта работы на должностях государственной, военной, муниципальной и иной службы, работы в выборных органах, иных организациях служебные обязанности по которым аналогичны, либо тесно связаны с видами служебных обязанностей по вакантной должности муниципальной службы (0-1балл)</w:t>
            </w:r>
          </w:p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Наличие опыта работы на руководящих должностях (в случае проведения конкурса на занятие должности заместит</w:t>
            </w:r>
            <w:r w:rsidR="00783AE6">
              <w:rPr>
                <w:rFonts w:ascii="Times New Roman" w:hAnsi="Times New Roman" w:cs="Times New Roman"/>
                <w:sz w:val="28"/>
                <w:szCs w:val="28"/>
              </w:rPr>
              <w:t>еля г</w:t>
            </w: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783AE6">
              <w:rPr>
                <w:rFonts w:ascii="Times New Roman" w:hAnsi="Times New Roman" w:cs="Times New Roman"/>
                <w:sz w:val="28"/>
                <w:szCs w:val="28"/>
              </w:rPr>
              <w:t>Вознесенского</w:t>
            </w: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главного бухгалтера </w:t>
            </w:r>
            <w:r w:rsidR="00783AE6">
              <w:rPr>
                <w:rFonts w:ascii="Times New Roman" w:hAnsi="Times New Roman" w:cs="Times New Roman"/>
                <w:sz w:val="28"/>
                <w:szCs w:val="28"/>
              </w:rPr>
              <w:t xml:space="preserve"> Вознесенского </w:t>
            </w: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поселения) </w:t>
            </w:r>
          </w:p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(0-1балл)</w:t>
            </w:r>
          </w:p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A69" w:rsidRPr="00783AE6" w:rsidTr="001D6A02">
        <w:trPr>
          <w:jc w:val="center"/>
        </w:trPr>
        <w:tc>
          <w:tcPr>
            <w:tcW w:w="7763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783AE6">
              <w:rPr>
                <w:rFonts w:ascii="Times New Roman" w:hAnsi="Times New Roman" w:cs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2410" w:type="dxa"/>
            <w:shd w:val="clear" w:color="auto" w:fill="auto"/>
          </w:tcPr>
          <w:p w:rsidR="00C40A69" w:rsidRPr="00783AE6" w:rsidRDefault="00C40A69" w:rsidP="000A4D5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0A69" w:rsidRPr="00783AE6" w:rsidRDefault="00C40A69" w:rsidP="001D6A02">
      <w:pPr>
        <w:rPr>
          <w:rFonts w:ascii="Times New Roman" w:hAnsi="Times New Roman"/>
          <w:sz w:val="28"/>
          <w:szCs w:val="28"/>
        </w:rPr>
      </w:pPr>
    </w:p>
    <w:p w:rsidR="00C40A69" w:rsidRPr="00783AE6" w:rsidRDefault="00C40A69" w:rsidP="001D6A02">
      <w:pPr>
        <w:rPr>
          <w:rFonts w:ascii="Times New Roman" w:hAnsi="Times New Roman"/>
          <w:sz w:val="28"/>
          <w:szCs w:val="28"/>
        </w:rPr>
      </w:pPr>
      <w:r w:rsidRPr="00783AE6">
        <w:rPr>
          <w:rFonts w:ascii="Times New Roman" w:hAnsi="Times New Roman"/>
          <w:sz w:val="28"/>
          <w:szCs w:val="28"/>
        </w:rPr>
        <w:t>подпись члена комиссии</w:t>
      </w:r>
      <w:r w:rsidR="001D6A02" w:rsidRPr="00783AE6">
        <w:rPr>
          <w:rFonts w:ascii="Times New Roman" w:hAnsi="Times New Roman"/>
          <w:sz w:val="28"/>
          <w:szCs w:val="28"/>
        </w:rPr>
        <w:t xml:space="preserve"> </w:t>
      </w:r>
      <w:r w:rsidRPr="00783AE6">
        <w:rPr>
          <w:rFonts w:ascii="Times New Roman" w:hAnsi="Times New Roman"/>
          <w:sz w:val="28"/>
          <w:szCs w:val="28"/>
        </w:rPr>
        <w:t>расшифровка подписи</w:t>
      </w:r>
      <w:r w:rsidR="001D6A02" w:rsidRPr="00783AE6">
        <w:rPr>
          <w:rFonts w:ascii="Times New Roman" w:hAnsi="Times New Roman"/>
          <w:sz w:val="28"/>
          <w:szCs w:val="28"/>
        </w:rPr>
        <w:t xml:space="preserve"> </w:t>
      </w:r>
      <w:r w:rsidRPr="00783AE6">
        <w:rPr>
          <w:rFonts w:ascii="Times New Roman" w:hAnsi="Times New Roman"/>
          <w:sz w:val="28"/>
          <w:szCs w:val="28"/>
        </w:rPr>
        <w:t>«____»___________</w:t>
      </w:r>
      <w:r w:rsidR="001D6A02" w:rsidRPr="00783AE6">
        <w:rPr>
          <w:rFonts w:ascii="Times New Roman" w:hAnsi="Times New Roman"/>
          <w:sz w:val="28"/>
          <w:szCs w:val="28"/>
        </w:rPr>
        <w:t xml:space="preserve"> </w:t>
      </w:r>
    </w:p>
    <w:p w:rsidR="007314A6" w:rsidRPr="00783AE6" w:rsidRDefault="007314A6" w:rsidP="001D6A02">
      <w:pPr>
        <w:rPr>
          <w:rFonts w:ascii="Times New Roman" w:hAnsi="Times New Roman"/>
          <w:sz w:val="28"/>
          <w:szCs w:val="28"/>
        </w:rPr>
      </w:pPr>
    </w:p>
    <w:sectPr w:rsidR="007314A6" w:rsidRPr="00783AE6" w:rsidSect="001D6A0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50FD"/>
    <w:multiLevelType w:val="hybridMultilevel"/>
    <w:tmpl w:val="8EB2D7DC"/>
    <w:lvl w:ilvl="0" w:tplc="E0104C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C6D79"/>
    <w:multiLevelType w:val="hybridMultilevel"/>
    <w:tmpl w:val="F26A5266"/>
    <w:lvl w:ilvl="0" w:tplc="37EE3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3D531B"/>
    <w:multiLevelType w:val="hybridMultilevel"/>
    <w:tmpl w:val="3E860A4A"/>
    <w:lvl w:ilvl="0" w:tplc="01662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9A6048"/>
    <w:multiLevelType w:val="hybridMultilevel"/>
    <w:tmpl w:val="8D1607DC"/>
    <w:lvl w:ilvl="0" w:tplc="DA2C8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C40A69"/>
    <w:rsid w:val="00013517"/>
    <w:rsid w:val="00042C6A"/>
    <w:rsid w:val="000A4D53"/>
    <w:rsid w:val="001D6A02"/>
    <w:rsid w:val="00427207"/>
    <w:rsid w:val="004D7B4E"/>
    <w:rsid w:val="00542E54"/>
    <w:rsid w:val="007314A6"/>
    <w:rsid w:val="00783AE6"/>
    <w:rsid w:val="007B1406"/>
    <w:rsid w:val="00867005"/>
    <w:rsid w:val="0088647D"/>
    <w:rsid w:val="00C40A69"/>
    <w:rsid w:val="00CB0DC0"/>
    <w:rsid w:val="00CF73AE"/>
    <w:rsid w:val="00F25730"/>
    <w:rsid w:val="00F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670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6700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6700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6700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6700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0A69"/>
    <w:pPr>
      <w:spacing w:after="120"/>
      <w:ind w:left="283" w:firstLine="0"/>
      <w:jc w:val="left"/>
    </w:pPr>
  </w:style>
  <w:style w:type="character" w:customStyle="1" w:styleId="a4">
    <w:name w:val="Основной текст с отступом Знак"/>
    <w:basedOn w:val="a0"/>
    <w:link w:val="a3"/>
    <w:rsid w:val="00C40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D6A0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D6A0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D6A02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D6A02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rsid w:val="00867005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867005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semiHidden/>
    <w:rsid w:val="001D6A02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6700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867005"/>
    <w:rPr>
      <w:color w:val="0000FF"/>
      <w:u w:val="none"/>
    </w:rPr>
  </w:style>
  <w:style w:type="paragraph" w:customStyle="1" w:styleId="Application">
    <w:name w:val="Application!Приложение"/>
    <w:rsid w:val="00867005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6700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6700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67005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67005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B14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4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yayacit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b7ac232d-827e-4de9-87bf-e5db90afaec1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tup.scli.ru:8111//content/act/bbf89570-6239-4cfb-bdba-5b454c14e32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stup.scli.ru:8111//content/act/bbf89570-6239-4cfb-bdba-5b454c14e3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/content/act/96e20c02-1b12-465a-b64c-24aa9227000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48</TotalTime>
  <Pages>1</Pages>
  <Words>2808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6</cp:revision>
  <cp:lastPrinted>2018-02-16T05:29:00Z</cp:lastPrinted>
  <dcterms:created xsi:type="dcterms:W3CDTF">2018-02-12T05:44:00Z</dcterms:created>
  <dcterms:modified xsi:type="dcterms:W3CDTF">2018-02-16T05:31:00Z</dcterms:modified>
</cp:coreProperties>
</file>