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A91" w:rsidRPr="00C633F9" w:rsidRDefault="003D0A91" w:rsidP="006C1B42">
      <w:pPr>
        <w:tabs>
          <w:tab w:val="left" w:pos="1635"/>
        </w:tabs>
        <w:jc w:val="center"/>
        <w:rPr>
          <w:b/>
        </w:rPr>
      </w:pPr>
      <w:r>
        <w:rPr>
          <w:b/>
        </w:rPr>
        <w:t xml:space="preserve"> </w:t>
      </w:r>
      <w:r w:rsidRPr="00C633F9">
        <w:rPr>
          <w:b/>
        </w:rPr>
        <w:t>РОССИЙСКАЯ ФЕДЕРАЦИЯ</w:t>
      </w:r>
      <w:r>
        <w:rPr>
          <w:b/>
        </w:rPr>
        <w:t xml:space="preserve">                              </w:t>
      </w:r>
    </w:p>
    <w:p w:rsidR="003D0A91" w:rsidRPr="00C633F9" w:rsidRDefault="003D0A91" w:rsidP="006C1B42">
      <w:pPr>
        <w:tabs>
          <w:tab w:val="left" w:pos="1635"/>
        </w:tabs>
        <w:jc w:val="center"/>
        <w:rPr>
          <w:b/>
        </w:rPr>
      </w:pPr>
      <w:r w:rsidRPr="00C633F9">
        <w:rPr>
          <w:b/>
        </w:rPr>
        <w:t>КЕМЕРОВСКАЯ ОБЛАСТЬ</w:t>
      </w:r>
    </w:p>
    <w:p w:rsidR="003D0A91" w:rsidRPr="00C633F9" w:rsidRDefault="003D0A91" w:rsidP="006C1B42">
      <w:pPr>
        <w:tabs>
          <w:tab w:val="left" w:pos="1635"/>
        </w:tabs>
        <w:jc w:val="center"/>
        <w:rPr>
          <w:b/>
        </w:rPr>
      </w:pPr>
      <w:r w:rsidRPr="00C633F9">
        <w:rPr>
          <w:b/>
        </w:rPr>
        <w:t>ЯЙСКИЙ МУНИЦИПАЛЬНЫЙ  РАЙОН</w:t>
      </w:r>
    </w:p>
    <w:p w:rsidR="003D0A91" w:rsidRPr="00C633F9" w:rsidRDefault="003D0A91" w:rsidP="006C1B42">
      <w:pPr>
        <w:tabs>
          <w:tab w:val="left" w:pos="1635"/>
        </w:tabs>
        <w:jc w:val="center"/>
        <w:rPr>
          <w:b/>
        </w:rPr>
      </w:pPr>
      <w:r>
        <w:rPr>
          <w:b/>
        </w:rPr>
        <w:t>АДМИНИСТРАЦИЯ ВОЗНЕСЕНСКОГО СЕЛЬСКОГО ПОСЕЛЕНИЯ</w:t>
      </w:r>
    </w:p>
    <w:p w:rsidR="003D0A91" w:rsidRDefault="003D0A91" w:rsidP="006C1B42">
      <w:pPr>
        <w:tabs>
          <w:tab w:val="left" w:pos="1635"/>
        </w:tabs>
        <w:jc w:val="center"/>
        <w:rPr>
          <w:b/>
        </w:rPr>
      </w:pPr>
    </w:p>
    <w:p w:rsidR="003D0A91" w:rsidRDefault="003D0A91" w:rsidP="006C1B42">
      <w:pPr>
        <w:tabs>
          <w:tab w:val="left" w:pos="1635"/>
        </w:tabs>
        <w:jc w:val="center"/>
        <w:rPr>
          <w:b/>
        </w:rPr>
      </w:pPr>
    </w:p>
    <w:p w:rsidR="003D0A91" w:rsidRPr="00C633F9" w:rsidRDefault="003D0A91" w:rsidP="006C1B42">
      <w:pPr>
        <w:tabs>
          <w:tab w:val="left" w:pos="1635"/>
        </w:tabs>
        <w:jc w:val="center"/>
        <w:rPr>
          <w:b/>
        </w:rPr>
      </w:pPr>
    </w:p>
    <w:p w:rsidR="003D0A91" w:rsidRPr="002E719E" w:rsidRDefault="003D0A91" w:rsidP="006C1B42">
      <w:pPr>
        <w:tabs>
          <w:tab w:val="left" w:pos="1635"/>
        </w:tabs>
        <w:jc w:val="center"/>
        <w:rPr>
          <w:b/>
          <w:sz w:val="28"/>
          <w:szCs w:val="28"/>
        </w:rPr>
      </w:pPr>
      <w:r w:rsidRPr="002E719E">
        <w:rPr>
          <w:b/>
          <w:sz w:val="28"/>
          <w:szCs w:val="28"/>
        </w:rPr>
        <w:t>Постановление</w:t>
      </w:r>
    </w:p>
    <w:p w:rsidR="003D0A91" w:rsidRPr="00C633F9" w:rsidRDefault="003D0A91" w:rsidP="006C1B42"/>
    <w:tbl>
      <w:tblPr>
        <w:tblW w:w="0" w:type="auto"/>
        <w:jc w:val="center"/>
        <w:tblLook w:val="01E0"/>
      </w:tblPr>
      <w:tblGrid>
        <w:gridCol w:w="544"/>
        <w:gridCol w:w="1617"/>
        <w:gridCol w:w="264"/>
        <w:gridCol w:w="1971"/>
        <w:gridCol w:w="273"/>
        <w:gridCol w:w="527"/>
        <w:gridCol w:w="1971"/>
      </w:tblGrid>
      <w:tr w:rsidR="003D0A91" w:rsidRPr="00C633F9" w:rsidTr="00780C4B">
        <w:trPr>
          <w:jc w:val="center"/>
        </w:trPr>
        <w:tc>
          <w:tcPr>
            <w:tcW w:w="544" w:type="dxa"/>
          </w:tcPr>
          <w:p w:rsidR="003D0A91" w:rsidRPr="00780C4B" w:rsidRDefault="003D0A91" w:rsidP="007D6755">
            <w:r w:rsidRPr="00780C4B">
              <w:t>от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0A91" w:rsidRPr="00780C4B" w:rsidRDefault="003D0A91" w:rsidP="007D6755">
            <w:r w:rsidRPr="00780C4B">
              <w:t xml:space="preserve">«   </w:t>
            </w:r>
            <w:r>
              <w:t>24</w:t>
            </w:r>
            <w:r w:rsidRPr="00780C4B">
              <w:t xml:space="preserve">    »</w:t>
            </w:r>
          </w:p>
        </w:tc>
        <w:tc>
          <w:tcPr>
            <w:tcW w:w="264" w:type="dxa"/>
          </w:tcPr>
          <w:p w:rsidR="003D0A91" w:rsidRPr="00780C4B" w:rsidRDefault="003D0A91" w:rsidP="007D6755"/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0A91" w:rsidRPr="00780C4B" w:rsidRDefault="003D0A91" w:rsidP="007D6755">
            <w:r w:rsidRPr="00780C4B">
              <w:t>августа  2016г</w:t>
            </w:r>
            <w:r>
              <w:t>.</w:t>
            </w:r>
            <w:r w:rsidRPr="00780C4B">
              <w:t xml:space="preserve">                     </w:t>
            </w:r>
          </w:p>
        </w:tc>
        <w:tc>
          <w:tcPr>
            <w:tcW w:w="273" w:type="dxa"/>
          </w:tcPr>
          <w:p w:rsidR="003D0A91" w:rsidRPr="00780C4B" w:rsidRDefault="003D0A91" w:rsidP="007D6755"/>
        </w:tc>
        <w:tc>
          <w:tcPr>
            <w:tcW w:w="527" w:type="dxa"/>
          </w:tcPr>
          <w:p w:rsidR="003D0A91" w:rsidRPr="00780C4B" w:rsidRDefault="003D0A91" w:rsidP="007D6755">
            <w:r w:rsidRPr="00780C4B">
              <w:t>№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0A91" w:rsidRPr="00780C4B" w:rsidRDefault="003D0A91" w:rsidP="007D6755">
            <w:r>
              <w:t>11</w:t>
            </w:r>
          </w:p>
        </w:tc>
      </w:tr>
    </w:tbl>
    <w:p w:rsidR="003D0A91" w:rsidRDefault="003D0A91" w:rsidP="00175E7B">
      <w:pPr>
        <w:pStyle w:val="BodyText"/>
        <w:jc w:val="left"/>
        <w:rPr>
          <w:szCs w:val="28"/>
        </w:rPr>
      </w:pPr>
    </w:p>
    <w:p w:rsidR="003D0A91" w:rsidRPr="002E719E" w:rsidRDefault="003D0A91" w:rsidP="002E719E">
      <w:pPr>
        <w:pStyle w:val="BodyText"/>
        <w:jc w:val="center"/>
        <w:rPr>
          <w:b/>
          <w:szCs w:val="28"/>
        </w:rPr>
      </w:pPr>
      <w:r w:rsidRPr="002E719E">
        <w:rPr>
          <w:b/>
          <w:szCs w:val="28"/>
        </w:rPr>
        <w:t>Об утверждении методики прогнозирования поступлений доходов в бюджет Вознесенского сельского поселения, бюджетные полномочия главного администратора которых осуществляет Администрация Вознесенского сельского поселения</w:t>
      </w:r>
    </w:p>
    <w:p w:rsidR="003D0A91" w:rsidRPr="00695C8F" w:rsidRDefault="003D0A91" w:rsidP="00D253B9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3D0A91" w:rsidRDefault="003D0A91" w:rsidP="00D53ECE">
      <w:pPr>
        <w:pStyle w:val="ConsPlusTitle"/>
        <w:tabs>
          <w:tab w:val="left" w:pos="-426"/>
        </w:tabs>
        <w:ind w:right="-1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со статьей  160.1 Бюджетного кодекса Российской Федерации, </w:t>
      </w:r>
      <w:r w:rsidRPr="00D53ECE">
        <w:rPr>
          <w:rFonts w:ascii="Times New Roman" w:hAnsi="Times New Roman" w:cs="Times New Roman"/>
          <w:b w:val="0"/>
          <w:sz w:val="28"/>
          <w:szCs w:val="28"/>
        </w:rPr>
        <w:t>Постановлени</w:t>
      </w:r>
      <w:r>
        <w:rPr>
          <w:rFonts w:ascii="Times New Roman" w:hAnsi="Times New Roman" w:cs="Times New Roman"/>
          <w:b w:val="0"/>
          <w:sz w:val="28"/>
          <w:szCs w:val="28"/>
        </w:rPr>
        <w:t>ем</w:t>
      </w:r>
      <w:r w:rsidRPr="00D53ECE">
        <w:rPr>
          <w:rFonts w:ascii="Times New Roman" w:hAnsi="Times New Roman" w:cs="Times New Roman"/>
          <w:b w:val="0"/>
          <w:sz w:val="28"/>
          <w:szCs w:val="28"/>
        </w:rPr>
        <w:t xml:space="preserve"> Правительства </w:t>
      </w:r>
      <w:r>
        <w:rPr>
          <w:rFonts w:ascii="Times New Roman" w:hAnsi="Times New Roman" w:cs="Times New Roman"/>
          <w:b w:val="0"/>
          <w:sz w:val="28"/>
          <w:szCs w:val="28"/>
        </w:rPr>
        <w:t>Российской Федерации</w:t>
      </w:r>
      <w:r w:rsidRPr="00D53ECE">
        <w:rPr>
          <w:rFonts w:ascii="Times New Roman" w:hAnsi="Times New Roman" w:cs="Times New Roman"/>
          <w:b w:val="0"/>
          <w:sz w:val="28"/>
          <w:szCs w:val="28"/>
        </w:rPr>
        <w:t xml:space="preserve"> от 23.06.2016 </w:t>
      </w:r>
      <w:r>
        <w:rPr>
          <w:rFonts w:ascii="Times New Roman" w:hAnsi="Times New Roman" w:cs="Times New Roman"/>
          <w:b w:val="0"/>
          <w:sz w:val="28"/>
          <w:szCs w:val="28"/>
        </w:rPr>
        <w:t>№</w:t>
      </w:r>
      <w:r w:rsidRPr="00D53ECE">
        <w:rPr>
          <w:rFonts w:ascii="Times New Roman" w:hAnsi="Times New Roman" w:cs="Times New Roman"/>
          <w:b w:val="0"/>
          <w:sz w:val="28"/>
          <w:szCs w:val="28"/>
        </w:rPr>
        <w:t xml:space="preserve"> 574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Pr="00D53ECE">
        <w:rPr>
          <w:rFonts w:ascii="Times New Roman" w:hAnsi="Times New Roman" w:cs="Times New Roman"/>
          <w:b w:val="0"/>
          <w:sz w:val="28"/>
          <w:szCs w:val="28"/>
        </w:rPr>
        <w:t>Об общих требованиях к методике прогнозирования поступлений доходов в бюджеты бюджетной системы Российской Федерации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  <w:r w:rsidRPr="00D53EC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и в целях повышения эффективности управления общественными финансами на муниципальном уровне и повышения объективности прогнозирования доходов бюджета Вознесенского сельского поселения на очередной финансовый год и плановый период </w:t>
      </w:r>
      <w:r w:rsidRPr="006F3FD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3D0A91" w:rsidRDefault="003D0A91" w:rsidP="00D253B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D0A91" w:rsidRDefault="003D0A91" w:rsidP="00D253B9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Постановляю:</w:t>
      </w:r>
    </w:p>
    <w:p w:rsidR="003D0A91" w:rsidRPr="00695C8F" w:rsidRDefault="003D0A91" w:rsidP="00D253B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D0A91" w:rsidRDefault="003D0A91" w:rsidP="00D53E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Утвердить прилагаемую Методику прогнозирования поступлений доходов в бюджет Вознесенского сельского поселения</w:t>
      </w:r>
      <w:r w:rsidRPr="00D53ECE">
        <w:rPr>
          <w:rFonts w:ascii="Times New Roman" w:hAnsi="Times New Roman" w:cs="Times New Roman"/>
          <w:sz w:val="28"/>
          <w:szCs w:val="28"/>
        </w:rPr>
        <w:t xml:space="preserve">, бюджетные полномочия главного администратора которых осуществляет </w:t>
      </w:r>
      <w:r>
        <w:rPr>
          <w:rFonts w:ascii="Times New Roman" w:hAnsi="Times New Roman" w:cs="Times New Roman"/>
          <w:sz w:val="28"/>
          <w:szCs w:val="28"/>
        </w:rPr>
        <w:t>Администрация Вознесенского сельского поселения</w:t>
      </w:r>
    </w:p>
    <w:p w:rsidR="003D0A91" w:rsidRDefault="003D0A91" w:rsidP="0099637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</w:t>
      </w:r>
      <w:r w:rsidRPr="009963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Настоящее постановление обнародовать на информационном стенде </w:t>
      </w:r>
      <w:r w:rsidRPr="00594B99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Вознесенского сельского поселения  и разместить  на сайте Яйского муниципального района в информационно - телекоммуникационной сети «Интернет»  на странице « Вознесенское сельское поселение».</w:t>
      </w:r>
    </w:p>
    <w:p w:rsidR="003D0A91" w:rsidRDefault="003D0A91" w:rsidP="0099637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3. </w:t>
      </w:r>
      <w:r w:rsidRPr="00013B0F">
        <w:rPr>
          <w:rFonts w:ascii="Times New Roman" w:hAnsi="Times New Roman" w:cs="Times New Roman"/>
          <w:sz w:val="28"/>
          <w:szCs w:val="28"/>
        </w:rPr>
        <w:t xml:space="preserve">Контроль за исполнением </w:t>
      </w:r>
      <w:r>
        <w:rPr>
          <w:rFonts w:ascii="Times New Roman" w:hAnsi="Times New Roman" w:cs="Times New Roman"/>
          <w:sz w:val="28"/>
          <w:szCs w:val="28"/>
        </w:rPr>
        <w:t>настоящего постановления возложить на главного специалиста Пицан Галину Алексеевну.</w:t>
      </w:r>
      <w:bookmarkStart w:id="0" w:name="_GoBack"/>
      <w:bookmarkEnd w:id="0"/>
    </w:p>
    <w:p w:rsidR="003D0A91" w:rsidRPr="00013B0F" w:rsidRDefault="003D0A91" w:rsidP="00A13F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 w:rsidRPr="00013B0F">
        <w:rPr>
          <w:rFonts w:ascii="Times New Roman" w:hAnsi="Times New Roman" w:cs="Times New Roman"/>
          <w:sz w:val="28"/>
          <w:szCs w:val="28"/>
        </w:rPr>
        <w:t>Настоящ</w:t>
      </w:r>
      <w:r>
        <w:rPr>
          <w:rFonts w:ascii="Times New Roman" w:hAnsi="Times New Roman" w:cs="Times New Roman"/>
          <w:sz w:val="28"/>
          <w:szCs w:val="28"/>
        </w:rPr>
        <w:t>ее</w:t>
      </w:r>
      <w:r w:rsidRPr="00013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13B0F">
        <w:rPr>
          <w:rFonts w:ascii="Times New Roman" w:hAnsi="Times New Roman" w:cs="Times New Roman"/>
          <w:sz w:val="28"/>
          <w:szCs w:val="28"/>
        </w:rPr>
        <w:t xml:space="preserve"> вступает в силу со дня </w:t>
      </w:r>
      <w:r>
        <w:rPr>
          <w:rFonts w:ascii="Times New Roman" w:hAnsi="Times New Roman" w:cs="Times New Roman"/>
          <w:sz w:val="28"/>
          <w:szCs w:val="28"/>
        </w:rPr>
        <w:t>обнародования</w:t>
      </w:r>
      <w:r w:rsidRPr="00013B0F">
        <w:rPr>
          <w:rFonts w:ascii="Times New Roman" w:hAnsi="Times New Roman" w:cs="Times New Roman"/>
          <w:sz w:val="28"/>
          <w:szCs w:val="28"/>
        </w:rPr>
        <w:t>.</w:t>
      </w:r>
    </w:p>
    <w:p w:rsidR="003D0A91" w:rsidRDefault="003D0A91" w:rsidP="00D253B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D0A91" w:rsidRDefault="003D0A91" w:rsidP="00D253B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D0A91" w:rsidRDefault="003D0A91" w:rsidP="0099637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Вознесенского</w:t>
      </w:r>
    </w:p>
    <w:p w:rsidR="003D0A91" w:rsidRDefault="003D0A91" w:rsidP="0099637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  <w:sectPr w:rsidR="003D0A91" w:rsidSect="002E719E"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   Н.П.Редькина   </w:t>
      </w:r>
      <w:r w:rsidRPr="00693290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</w:p>
    <w:tbl>
      <w:tblPr>
        <w:tblW w:w="10490" w:type="dxa"/>
        <w:tblInd w:w="-743" w:type="dxa"/>
        <w:tblLook w:val="00A0"/>
      </w:tblPr>
      <w:tblGrid>
        <w:gridCol w:w="10490"/>
      </w:tblGrid>
      <w:tr w:rsidR="003D0A91" w:rsidRPr="008B47CE">
        <w:trPr>
          <w:trHeight w:val="375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D0A91" w:rsidRPr="009862A2" w:rsidRDefault="003D0A91" w:rsidP="007249EE">
            <w:pPr>
              <w:jc w:val="right"/>
              <w:rPr>
                <w:sz w:val="18"/>
                <w:szCs w:val="18"/>
              </w:rPr>
            </w:pPr>
            <w:r w:rsidRPr="009862A2">
              <w:rPr>
                <w:sz w:val="18"/>
                <w:szCs w:val="18"/>
              </w:rPr>
              <w:t>Приложение</w:t>
            </w:r>
          </w:p>
          <w:p w:rsidR="003D0A91" w:rsidRPr="009862A2" w:rsidRDefault="003D0A91" w:rsidP="007249EE">
            <w:pPr>
              <w:pStyle w:val="BodyText"/>
              <w:jc w:val="right"/>
              <w:rPr>
                <w:sz w:val="18"/>
                <w:szCs w:val="18"/>
              </w:rPr>
            </w:pPr>
            <w:r w:rsidRPr="009862A2">
              <w:rPr>
                <w:sz w:val="18"/>
                <w:szCs w:val="18"/>
              </w:rPr>
              <w:t xml:space="preserve"> к Постановлению №</w:t>
            </w:r>
            <w:r>
              <w:rPr>
                <w:sz w:val="18"/>
                <w:szCs w:val="18"/>
              </w:rPr>
              <w:t>11</w:t>
            </w:r>
            <w:r w:rsidRPr="009862A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от  24.08.</w:t>
            </w:r>
            <w:r w:rsidRPr="009862A2">
              <w:rPr>
                <w:sz w:val="18"/>
                <w:szCs w:val="18"/>
              </w:rPr>
              <w:t>2016г.</w:t>
            </w:r>
          </w:p>
          <w:p w:rsidR="003D0A91" w:rsidRPr="009862A2" w:rsidRDefault="003D0A91" w:rsidP="007249EE">
            <w:pPr>
              <w:pStyle w:val="BodyText"/>
              <w:jc w:val="right"/>
              <w:rPr>
                <w:sz w:val="18"/>
                <w:szCs w:val="18"/>
              </w:rPr>
            </w:pPr>
            <w:r w:rsidRPr="009862A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«</w:t>
            </w:r>
            <w:r w:rsidRPr="009862A2">
              <w:rPr>
                <w:sz w:val="18"/>
                <w:szCs w:val="18"/>
              </w:rPr>
              <w:t xml:space="preserve">Об утверждении методики прогнозирования поступлений </w:t>
            </w:r>
          </w:p>
          <w:p w:rsidR="003D0A91" w:rsidRPr="009862A2" w:rsidRDefault="003D0A91" w:rsidP="007249EE">
            <w:pPr>
              <w:pStyle w:val="BodyText"/>
              <w:jc w:val="right"/>
              <w:rPr>
                <w:sz w:val="18"/>
                <w:szCs w:val="18"/>
              </w:rPr>
            </w:pPr>
            <w:r w:rsidRPr="009862A2">
              <w:rPr>
                <w:sz w:val="18"/>
                <w:szCs w:val="18"/>
              </w:rPr>
              <w:t xml:space="preserve">доходов в бюджет </w:t>
            </w:r>
            <w:r>
              <w:rPr>
                <w:sz w:val="18"/>
                <w:szCs w:val="18"/>
              </w:rPr>
              <w:t>Вознесенского</w:t>
            </w:r>
            <w:r w:rsidRPr="009862A2">
              <w:rPr>
                <w:sz w:val="18"/>
                <w:szCs w:val="18"/>
              </w:rPr>
              <w:t xml:space="preserve"> сельского поселения, </w:t>
            </w:r>
          </w:p>
          <w:p w:rsidR="003D0A91" w:rsidRPr="009862A2" w:rsidRDefault="003D0A91" w:rsidP="007249EE">
            <w:pPr>
              <w:pStyle w:val="BodyText"/>
              <w:jc w:val="right"/>
              <w:rPr>
                <w:sz w:val="18"/>
                <w:szCs w:val="18"/>
              </w:rPr>
            </w:pPr>
            <w:r w:rsidRPr="009862A2">
              <w:rPr>
                <w:sz w:val="18"/>
                <w:szCs w:val="18"/>
              </w:rPr>
              <w:t xml:space="preserve">бюджетные полномочия главного администратора которых </w:t>
            </w:r>
          </w:p>
          <w:p w:rsidR="003D0A91" w:rsidRPr="008B47CE" w:rsidRDefault="003D0A91" w:rsidP="007249EE">
            <w:pPr>
              <w:jc w:val="right"/>
              <w:rPr>
                <w:sz w:val="28"/>
                <w:szCs w:val="28"/>
              </w:rPr>
            </w:pPr>
            <w:r w:rsidRPr="009862A2">
              <w:rPr>
                <w:sz w:val="18"/>
                <w:szCs w:val="18"/>
              </w:rPr>
              <w:t xml:space="preserve">осуществляет Администрация </w:t>
            </w:r>
            <w:r>
              <w:rPr>
                <w:sz w:val="18"/>
                <w:szCs w:val="18"/>
              </w:rPr>
              <w:t>Вознесенского</w:t>
            </w:r>
            <w:r w:rsidRPr="009862A2">
              <w:rPr>
                <w:sz w:val="18"/>
                <w:szCs w:val="18"/>
              </w:rPr>
              <w:t xml:space="preserve"> сельского поселения</w:t>
            </w:r>
            <w:r>
              <w:rPr>
                <w:sz w:val="18"/>
                <w:szCs w:val="18"/>
              </w:rPr>
              <w:t>»</w:t>
            </w:r>
          </w:p>
        </w:tc>
      </w:tr>
      <w:tr w:rsidR="003D0A91" w:rsidRPr="008B47CE">
        <w:trPr>
          <w:trHeight w:val="375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D0A91" w:rsidRPr="008B47CE" w:rsidRDefault="003D0A91" w:rsidP="000054E8">
            <w:pPr>
              <w:jc w:val="right"/>
              <w:rPr>
                <w:sz w:val="28"/>
                <w:szCs w:val="28"/>
              </w:rPr>
            </w:pPr>
          </w:p>
        </w:tc>
      </w:tr>
    </w:tbl>
    <w:p w:rsidR="003D0A91" w:rsidRDefault="003D0A91" w:rsidP="00D253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0A91" w:rsidRDefault="003D0A91" w:rsidP="00A13FC4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13FC4">
        <w:rPr>
          <w:rFonts w:ascii="Times New Roman" w:hAnsi="Times New Roman" w:cs="Times New Roman"/>
          <w:sz w:val="28"/>
          <w:szCs w:val="28"/>
        </w:rPr>
        <w:t>Методик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13FC4">
        <w:rPr>
          <w:rFonts w:ascii="Times New Roman" w:hAnsi="Times New Roman" w:cs="Times New Roman"/>
          <w:sz w:val="28"/>
          <w:szCs w:val="28"/>
        </w:rPr>
        <w:t xml:space="preserve"> прогнозирования поступлений доходов в бюджет</w:t>
      </w:r>
      <w:r>
        <w:rPr>
          <w:rFonts w:ascii="Times New Roman" w:hAnsi="Times New Roman" w:cs="Times New Roman"/>
          <w:sz w:val="28"/>
          <w:szCs w:val="28"/>
        </w:rPr>
        <w:t xml:space="preserve"> Вознесенского сельского поселения</w:t>
      </w:r>
      <w:r w:rsidRPr="00A13FC4">
        <w:rPr>
          <w:rFonts w:ascii="Times New Roman" w:hAnsi="Times New Roman" w:cs="Times New Roman"/>
          <w:sz w:val="28"/>
          <w:szCs w:val="28"/>
        </w:rPr>
        <w:t xml:space="preserve">, бюджетные полномочия главного администратора которых осуществляет </w:t>
      </w:r>
      <w:r>
        <w:rPr>
          <w:rFonts w:ascii="Times New Roman" w:hAnsi="Times New Roman" w:cs="Times New Roman"/>
          <w:sz w:val="28"/>
          <w:szCs w:val="28"/>
        </w:rPr>
        <w:t>Администрация Вознесенского сельского поселения</w:t>
      </w:r>
    </w:p>
    <w:p w:rsidR="003D0A91" w:rsidRDefault="003D0A91" w:rsidP="00A13FC4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D0A91" w:rsidRDefault="003D0A91" w:rsidP="0039171A">
      <w:pPr>
        <w:pStyle w:val="ConsPlusNormal"/>
        <w:numPr>
          <w:ilvl w:val="0"/>
          <w:numId w:val="1"/>
        </w:numPr>
        <w:tabs>
          <w:tab w:val="left" w:pos="284"/>
        </w:tabs>
        <w:ind w:left="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3D0A91" w:rsidRDefault="003D0A91" w:rsidP="006448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D0A91" w:rsidRDefault="003D0A91" w:rsidP="00A13FC4">
      <w:pPr>
        <w:numPr>
          <w:ilvl w:val="0"/>
          <w:numId w:val="6"/>
        </w:numPr>
        <w:tabs>
          <w:tab w:val="left" w:pos="1276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Настоящая </w:t>
      </w:r>
      <w:r w:rsidRPr="00A13FC4">
        <w:rPr>
          <w:sz w:val="28"/>
          <w:szCs w:val="28"/>
        </w:rPr>
        <w:t>Методик</w:t>
      </w:r>
      <w:r>
        <w:rPr>
          <w:sz w:val="28"/>
          <w:szCs w:val="28"/>
        </w:rPr>
        <w:t>а</w:t>
      </w:r>
      <w:r w:rsidRPr="00A13FC4">
        <w:rPr>
          <w:sz w:val="28"/>
          <w:szCs w:val="28"/>
        </w:rPr>
        <w:t xml:space="preserve"> прогнозирования поступлений доходов в бюджет</w:t>
      </w:r>
      <w:r>
        <w:rPr>
          <w:sz w:val="28"/>
          <w:szCs w:val="28"/>
        </w:rPr>
        <w:t xml:space="preserve"> Вознесенского сельского поселения</w:t>
      </w:r>
      <w:r w:rsidRPr="00A13FC4">
        <w:rPr>
          <w:sz w:val="28"/>
          <w:szCs w:val="28"/>
        </w:rPr>
        <w:t>, бюджетные полномочия главного администратора которых осу</w:t>
      </w:r>
      <w:r>
        <w:rPr>
          <w:sz w:val="28"/>
          <w:szCs w:val="28"/>
        </w:rPr>
        <w:t xml:space="preserve">ществляет Администрация Вознесенского сельского поселения, (далее – Методика) </w:t>
      </w:r>
      <w:r w:rsidRPr="003941C4">
        <w:rPr>
          <w:sz w:val="28"/>
          <w:szCs w:val="28"/>
        </w:rPr>
        <w:t xml:space="preserve">подготовлена в целях реализации принципа достоверности бюджета </w:t>
      </w:r>
      <w:r>
        <w:rPr>
          <w:sz w:val="28"/>
          <w:szCs w:val="28"/>
        </w:rPr>
        <w:t>Вознесенского сельского поселения</w:t>
      </w:r>
      <w:r w:rsidRPr="003941C4">
        <w:rPr>
          <w:sz w:val="28"/>
          <w:szCs w:val="28"/>
        </w:rPr>
        <w:t>.</w:t>
      </w:r>
    </w:p>
    <w:p w:rsidR="003D0A91" w:rsidRPr="00386E36" w:rsidRDefault="003D0A91" w:rsidP="00822EC4">
      <w:pPr>
        <w:numPr>
          <w:ilvl w:val="0"/>
          <w:numId w:val="6"/>
        </w:numPr>
        <w:tabs>
          <w:tab w:val="left" w:pos="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Прогнозирование </w:t>
      </w:r>
      <w:r w:rsidRPr="00822EC4">
        <w:rPr>
          <w:sz w:val="28"/>
          <w:szCs w:val="28"/>
        </w:rPr>
        <w:t>доходов бюджета</w:t>
      </w:r>
      <w:r>
        <w:rPr>
          <w:sz w:val="28"/>
          <w:szCs w:val="28"/>
        </w:rPr>
        <w:t xml:space="preserve"> Вознесенского сельского поселения</w:t>
      </w:r>
      <w:r w:rsidRPr="00822EC4">
        <w:rPr>
          <w:sz w:val="28"/>
          <w:szCs w:val="28"/>
        </w:rPr>
        <w:t>, бюджетные полномочия главного администратора которых ос</w:t>
      </w:r>
      <w:r>
        <w:rPr>
          <w:sz w:val="28"/>
          <w:szCs w:val="28"/>
        </w:rPr>
        <w:t xml:space="preserve">уществляет Администрация Вознесенского сельского поселения, на очередной финансовый год и плановый период осуществляется в соответствии с действующим бюджетным законодательством Российской Федерации, </w:t>
      </w:r>
      <w:r w:rsidRPr="00386E36">
        <w:rPr>
          <w:sz w:val="28"/>
          <w:szCs w:val="28"/>
        </w:rPr>
        <w:t xml:space="preserve">законодательством </w:t>
      </w:r>
      <w:r>
        <w:rPr>
          <w:sz w:val="28"/>
          <w:szCs w:val="28"/>
        </w:rPr>
        <w:t>Кемеровской</w:t>
      </w:r>
      <w:r w:rsidRPr="00386E36">
        <w:rPr>
          <w:sz w:val="28"/>
          <w:szCs w:val="28"/>
        </w:rPr>
        <w:t xml:space="preserve"> области</w:t>
      </w:r>
      <w:r>
        <w:rPr>
          <w:sz w:val="28"/>
          <w:szCs w:val="28"/>
        </w:rPr>
        <w:t>, а также нормативно-правовыми актами Вознесенского сельского поселения</w:t>
      </w:r>
      <w:r w:rsidRPr="00386E36">
        <w:rPr>
          <w:sz w:val="28"/>
          <w:szCs w:val="28"/>
        </w:rPr>
        <w:t>.</w:t>
      </w:r>
    </w:p>
    <w:p w:rsidR="003D0A91" w:rsidRDefault="003D0A91" w:rsidP="00D924A0">
      <w:pPr>
        <w:numPr>
          <w:ilvl w:val="0"/>
          <w:numId w:val="6"/>
        </w:numPr>
        <w:tabs>
          <w:tab w:val="left" w:pos="1276"/>
        </w:tabs>
        <w:jc w:val="both"/>
        <w:rPr>
          <w:sz w:val="28"/>
          <w:szCs w:val="28"/>
        </w:rPr>
      </w:pPr>
      <w:r>
        <w:rPr>
          <w:sz w:val="28"/>
          <w:szCs w:val="28"/>
        </w:rPr>
        <w:t>Расчеты прогнозных поступлений доходов производятся в соответствии со следующими документами и показателями:</w:t>
      </w:r>
    </w:p>
    <w:p w:rsidR="003D0A91" w:rsidRDefault="003D0A91" w:rsidP="00D924A0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- Постановлением Правительства Российской Федерации от 23.06.2016 № 574 «Об общих требованиях к методике прогнозирования поступлений доходов в бюджеты бюджетной системы Российской Федерации»;</w:t>
      </w:r>
    </w:p>
    <w:p w:rsidR="003D0A91" w:rsidRDefault="003D0A91" w:rsidP="00D924A0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-</w:t>
      </w:r>
      <w:r>
        <w:rPr>
          <w:rFonts w:cs="Calibri"/>
          <w:sz w:val="28"/>
          <w:szCs w:val="28"/>
          <w:lang w:val="en-US"/>
        </w:rPr>
        <w:t> </w:t>
      </w:r>
      <w:r>
        <w:rPr>
          <w:rFonts w:cs="Calibri"/>
          <w:sz w:val="28"/>
          <w:szCs w:val="28"/>
        </w:rPr>
        <w:t>Основными направлениями бюджетной политики Российской Федерации на очередной финансовый год и плановый период;</w:t>
      </w:r>
    </w:p>
    <w:p w:rsidR="003D0A91" w:rsidRDefault="003D0A91" w:rsidP="00D924A0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проектом Федерального закона о федеральном бюджете на очередной финансовый год и плановый период;</w:t>
      </w:r>
    </w:p>
    <w:p w:rsidR="003D0A91" w:rsidRDefault="003D0A91" w:rsidP="00D924A0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проектом Областного закона об областном бюджете на очередной финансовый год и плановый период;</w:t>
      </w:r>
    </w:p>
    <w:p w:rsidR="003D0A91" w:rsidRDefault="003D0A91" w:rsidP="00D924A0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нормативными правовыми актами Кемеровской области, регулирующими предоставление межбюджетных трансфертов муниципальным районам;</w:t>
      </w:r>
    </w:p>
    <w:p w:rsidR="003D0A91" w:rsidRDefault="003D0A91" w:rsidP="00D924A0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Прогнозом показателей инфляции и системы цен на очередной финансовый год и плановый период, утвержденным Министерством экономического развития Российской Федерации; </w:t>
      </w:r>
    </w:p>
    <w:p w:rsidR="003D0A91" w:rsidRDefault="003D0A91" w:rsidP="00D924A0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Прогнозом социально-экономического развития Вознесенского сельского поселения  на очередной финансовый год и плановый период;</w:t>
      </w:r>
    </w:p>
    <w:p w:rsidR="003D0A91" w:rsidRDefault="003D0A91" w:rsidP="00D924A0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Основными направлениями бюджетной политики и основными направлениями налоговой политики Вознесенского сельского поселения на очередной финансовый год и плановый период;</w:t>
      </w:r>
    </w:p>
    <w:p w:rsidR="003D0A91" w:rsidRDefault="003D0A91" w:rsidP="00D924A0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отчетностью органов федерального казначейства и статистической отчетностью;</w:t>
      </w:r>
    </w:p>
    <w:p w:rsidR="003D0A91" w:rsidRDefault="003D0A91" w:rsidP="00D924A0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отчетностью об исполнении бюджета Вознесенского сельского поселения.</w:t>
      </w:r>
    </w:p>
    <w:p w:rsidR="003D0A91" w:rsidRDefault="003D0A91" w:rsidP="006A751C">
      <w:pPr>
        <w:numPr>
          <w:ilvl w:val="0"/>
          <w:numId w:val="6"/>
        </w:numPr>
        <w:tabs>
          <w:tab w:val="left" w:pos="1276"/>
        </w:tabs>
        <w:ind w:left="0" w:firstLine="720"/>
        <w:jc w:val="both"/>
        <w:rPr>
          <w:sz w:val="28"/>
          <w:szCs w:val="28"/>
        </w:rPr>
      </w:pPr>
      <w:r w:rsidRPr="006A751C">
        <w:rPr>
          <w:sz w:val="28"/>
          <w:szCs w:val="28"/>
        </w:rPr>
        <w:t xml:space="preserve">Расчеты </w:t>
      </w:r>
      <w:r>
        <w:rPr>
          <w:sz w:val="28"/>
          <w:szCs w:val="28"/>
        </w:rPr>
        <w:t>прогнозных показателей</w:t>
      </w:r>
      <w:r w:rsidRPr="006A751C">
        <w:rPr>
          <w:sz w:val="28"/>
          <w:szCs w:val="28"/>
        </w:rPr>
        <w:t xml:space="preserve"> производятся в разрезе видов доходов бюджета</w:t>
      </w:r>
      <w:r>
        <w:rPr>
          <w:sz w:val="28"/>
          <w:szCs w:val="28"/>
        </w:rPr>
        <w:t xml:space="preserve"> Вознесенского сельского поселения</w:t>
      </w:r>
      <w:r w:rsidRPr="006A751C">
        <w:rPr>
          <w:sz w:val="28"/>
          <w:szCs w:val="28"/>
        </w:rPr>
        <w:t>, бюджетные полномочия главного администратора</w:t>
      </w:r>
      <w:r>
        <w:rPr>
          <w:sz w:val="28"/>
          <w:szCs w:val="28"/>
        </w:rPr>
        <w:t xml:space="preserve"> которых осуществляет Администрация Вознесенского сельского поселения</w:t>
      </w:r>
      <w:r w:rsidRPr="006A751C">
        <w:rPr>
          <w:sz w:val="28"/>
          <w:szCs w:val="28"/>
        </w:rPr>
        <w:t>, в соответствии с кодами бюджетной классификации Российской Федерации, закрепленными за</w:t>
      </w:r>
      <w:r>
        <w:rPr>
          <w:sz w:val="28"/>
          <w:szCs w:val="28"/>
        </w:rPr>
        <w:t xml:space="preserve"> Администрацией Вознесенского сельского поселения Решением Советом народных депутатов Вознесенского сельского поселения</w:t>
      </w:r>
      <w:r w:rsidRPr="006A751C">
        <w:rPr>
          <w:sz w:val="28"/>
          <w:szCs w:val="28"/>
        </w:rPr>
        <w:t xml:space="preserve"> о бюджете </w:t>
      </w:r>
      <w:r>
        <w:rPr>
          <w:sz w:val="28"/>
          <w:szCs w:val="28"/>
        </w:rPr>
        <w:t xml:space="preserve">Вознесенского сельского поселения </w:t>
      </w:r>
      <w:r w:rsidRPr="006A751C">
        <w:rPr>
          <w:sz w:val="28"/>
          <w:szCs w:val="28"/>
        </w:rPr>
        <w:t>на очередной финансовый год и плановый период.</w:t>
      </w:r>
    </w:p>
    <w:p w:rsidR="003D0A91" w:rsidRPr="006A751C" w:rsidRDefault="003D0A91" w:rsidP="002C37DB">
      <w:pPr>
        <w:tabs>
          <w:tab w:val="left" w:pos="1276"/>
        </w:tabs>
        <w:ind w:left="720"/>
        <w:jc w:val="both"/>
        <w:rPr>
          <w:sz w:val="28"/>
          <w:szCs w:val="28"/>
        </w:rPr>
      </w:pPr>
    </w:p>
    <w:p w:rsidR="003D0A91" w:rsidRDefault="003D0A91" w:rsidP="002C37DB">
      <w:pPr>
        <w:pStyle w:val="ConsPlusNormal"/>
        <w:numPr>
          <w:ilvl w:val="0"/>
          <w:numId w:val="1"/>
        </w:numPr>
        <w:tabs>
          <w:tab w:val="left" w:pos="284"/>
        </w:tabs>
        <w:ind w:left="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2C37DB">
        <w:rPr>
          <w:rFonts w:ascii="Times New Roman" w:hAnsi="Times New Roman" w:cs="Times New Roman"/>
          <w:sz w:val="28"/>
          <w:szCs w:val="28"/>
        </w:rPr>
        <w:t>рогнозировани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C37DB">
        <w:rPr>
          <w:rFonts w:ascii="Times New Roman" w:hAnsi="Times New Roman" w:cs="Times New Roman"/>
          <w:sz w:val="28"/>
          <w:szCs w:val="28"/>
        </w:rPr>
        <w:t xml:space="preserve"> поступлений доходов в бюджет</w:t>
      </w:r>
      <w:r>
        <w:rPr>
          <w:rFonts w:ascii="Times New Roman" w:hAnsi="Times New Roman" w:cs="Times New Roman"/>
          <w:sz w:val="28"/>
          <w:szCs w:val="28"/>
        </w:rPr>
        <w:t xml:space="preserve"> Вознесенского сельского поселения</w:t>
      </w:r>
    </w:p>
    <w:p w:rsidR="003D0A91" w:rsidRDefault="003D0A91" w:rsidP="00985D47">
      <w:pPr>
        <w:pStyle w:val="ConsPlusNormal"/>
        <w:tabs>
          <w:tab w:val="left" w:pos="284"/>
        </w:tabs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D0A91" w:rsidRDefault="003D0A91" w:rsidP="00985D47">
      <w:pPr>
        <w:pStyle w:val="ConsPlusNormal"/>
        <w:tabs>
          <w:tab w:val="left" w:pos="284"/>
        </w:tabs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Описание показателей, используемых для расчета прогнозного объема поступлений с указанием источников данных для соответствующего показателя, методы расчета прогнозного объема поступлений, а также описание фактического алгоритма расчета (формулы) по перечню доходов бюджета Вознесенского сельского поселения, </w:t>
      </w:r>
      <w:r w:rsidRPr="002B6DED">
        <w:rPr>
          <w:rFonts w:ascii="Times New Roman" w:hAnsi="Times New Roman" w:cs="Times New Roman"/>
          <w:sz w:val="28"/>
          <w:szCs w:val="28"/>
        </w:rPr>
        <w:t>главн</w:t>
      </w:r>
      <w:r>
        <w:rPr>
          <w:rFonts w:ascii="Times New Roman" w:hAnsi="Times New Roman" w:cs="Times New Roman"/>
          <w:sz w:val="28"/>
          <w:szCs w:val="28"/>
        </w:rPr>
        <w:t xml:space="preserve">ым </w:t>
      </w:r>
      <w:r w:rsidRPr="002B6DED">
        <w:rPr>
          <w:rFonts w:ascii="Times New Roman" w:hAnsi="Times New Roman" w:cs="Times New Roman"/>
          <w:sz w:val="28"/>
          <w:szCs w:val="28"/>
        </w:rPr>
        <w:t>администратор</w:t>
      </w:r>
      <w:r>
        <w:rPr>
          <w:rFonts w:ascii="Times New Roman" w:hAnsi="Times New Roman" w:cs="Times New Roman"/>
          <w:sz w:val="28"/>
          <w:szCs w:val="28"/>
        </w:rPr>
        <w:t>ом которых является Администрация Вознесенского сельского поселения, приведены в прилагаемой таблице.</w:t>
      </w:r>
    </w:p>
    <w:p w:rsidR="003D0A91" w:rsidRDefault="003D0A91" w:rsidP="00985D47">
      <w:pPr>
        <w:pStyle w:val="ConsPlusNormal"/>
        <w:tabs>
          <w:tab w:val="left" w:pos="284"/>
        </w:tabs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  <w:sectPr w:rsidR="003D0A91" w:rsidSect="002D0FA2">
          <w:pgSz w:w="11906" w:h="16838"/>
          <w:pgMar w:top="568" w:right="850" w:bottom="568" w:left="1701" w:header="708" w:footer="708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0A91" w:rsidRDefault="003D0A91" w:rsidP="00752F5B">
      <w:pPr>
        <w:pStyle w:val="ConsPlusNormal"/>
        <w:tabs>
          <w:tab w:val="left" w:pos="284"/>
        </w:tabs>
        <w:ind w:firstLine="0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Pr="00752F5B">
        <w:rPr>
          <w:rFonts w:ascii="Times New Roman" w:hAnsi="Times New Roman" w:cs="Times New Roman"/>
          <w:b/>
          <w:sz w:val="24"/>
          <w:szCs w:val="24"/>
        </w:rPr>
        <w:t xml:space="preserve">Таблица. Методы и алгоритмы расчета прогнозных поступлений доходов, главным </w:t>
      </w:r>
    </w:p>
    <w:p w:rsidR="003D0A91" w:rsidRPr="00752F5B" w:rsidRDefault="003D0A91" w:rsidP="00752F5B">
      <w:pPr>
        <w:pStyle w:val="ConsPlusNormal"/>
        <w:tabs>
          <w:tab w:val="left" w:pos="284"/>
        </w:tabs>
        <w:ind w:firstLine="709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52F5B">
        <w:rPr>
          <w:rFonts w:ascii="Times New Roman" w:hAnsi="Times New Roman" w:cs="Times New Roman"/>
          <w:b/>
          <w:sz w:val="24"/>
          <w:szCs w:val="24"/>
        </w:rPr>
        <w:t>администратором которых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52F5B">
        <w:rPr>
          <w:rFonts w:ascii="Times New Roman" w:hAnsi="Times New Roman" w:cs="Times New Roman"/>
          <w:b/>
          <w:sz w:val="24"/>
          <w:szCs w:val="24"/>
        </w:rPr>
        <w:t>является Администрация Вознесенского сельского поселения</w:t>
      </w:r>
    </w:p>
    <w:p w:rsidR="003D0A91" w:rsidRPr="002B6DED" w:rsidRDefault="003D0A91" w:rsidP="002B6DED">
      <w:pPr>
        <w:pStyle w:val="ConsPlusNormal"/>
        <w:tabs>
          <w:tab w:val="left" w:pos="284"/>
        </w:tabs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742" w:type="dxa"/>
        <w:jc w:val="center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94"/>
        <w:gridCol w:w="3460"/>
        <w:gridCol w:w="1843"/>
        <w:gridCol w:w="6945"/>
      </w:tblGrid>
      <w:tr w:rsidR="003D0A91" w:rsidRPr="00A95165" w:rsidTr="003A2AA1">
        <w:trPr>
          <w:cantSplit/>
          <w:jc w:val="center"/>
        </w:trPr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Pr="00985D47" w:rsidRDefault="003D0A91" w:rsidP="00985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985D47">
              <w:rPr>
                <w:sz w:val="20"/>
                <w:szCs w:val="20"/>
                <w:lang w:eastAsia="en-US"/>
              </w:rPr>
              <w:t>КБК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Pr="00985D47" w:rsidRDefault="003D0A91" w:rsidP="00985D47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sz w:val="20"/>
                <w:szCs w:val="20"/>
                <w:lang w:eastAsia="en-US"/>
              </w:rPr>
              <w:t>Вид дохода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Pr="00985D47" w:rsidRDefault="003D0A91" w:rsidP="00985D47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sz w:val="20"/>
                <w:szCs w:val="20"/>
                <w:lang w:eastAsia="en-US"/>
              </w:rPr>
              <w:t>Метод расчета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Pr="00985D47" w:rsidRDefault="003D0A91" w:rsidP="00985D47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sz w:val="20"/>
                <w:szCs w:val="20"/>
                <w:lang w:eastAsia="en-US"/>
              </w:rPr>
              <w:t>Алгоритм расчета</w:t>
            </w:r>
            <w:r>
              <w:rPr>
                <w:sz w:val="20"/>
                <w:szCs w:val="20"/>
                <w:lang w:eastAsia="en-US"/>
              </w:rPr>
              <w:t xml:space="preserve"> / Источник информации для прогноза </w:t>
            </w:r>
          </w:p>
        </w:tc>
      </w:tr>
      <w:tr w:rsidR="003D0A91" w:rsidRPr="00A95165" w:rsidTr="003A2AA1">
        <w:trPr>
          <w:cantSplit/>
          <w:jc w:val="center"/>
        </w:trPr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Default="003D0A91" w:rsidP="00F107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901 1 08 04020 01 0000 110</w:t>
            </w:r>
          </w:p>
          <w:p w:rsidR="003D0A91" w:rsidRPr="00985D47" w:rsidRDefault="003D0A91" w:rsidP="000127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Default="003D0A91" w:rsidP="00F107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</w:t>
            </w:r>
          </w:p>
          <w:p w:rsidR="003D0A91" w:rsidRPr="00985D47" w:rsidRDefault="003D0A91" w:rsidP="00985D47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Pr="00985D47" w:rsidRDefault="003D0A91" w:rsidP="00985D47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Усреднение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Default="003D0A91" w:rsidP="0095462C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val="en-US" w:eastAsia="en-US"/>
              </w:rPr>
              <w:t>Y</w:t>
            </w:r>
            <w:r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5462C">
              <w:rPr>
                <w:i/>
                <w:sz w:val="20"/>
                <w:szCs w:val="20"/>
                <w:vertAlign w:val="subscript"/>
                <w:lang w:eastAsia="en-US"/>
              </w:rPr>
              <w:t xml:space="preserve"> </w:t>
            </w:r>
            <w:r>
              <w:rPr>
                <w:i/>
                <w:sz w:val="20"/>
                <w:szCs w:val="20"/>
                <w:lang w:eastAsia="en-US"/>
              </w:rPr>
              <w:t>= (</w:t>
            </w:r>
            <w:r>
              <w:rPr>
                <w:i/>
                <w:sz w:val="20"/>
                <w:szCs w:val="20"/>
                <w:lang w:val="en-US" w:eastAsia="en-US"/>
              </w:rPr>
              <w:t>X</w:t>
            </w:r>
            <w:r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>
              <w:rPr>
                <w:i/>
                <w:sz w:val="20"/>
                <w:szCs w:val="20"/>
                <w:vertAlign w:val="subscript"/>
                <w:lang w:eastAsia="en-US"/>
              </w:rPr>
              <w:t>-1</w:t>
            </w:r>
            <w:r>
              <w:rPr>
                <w:i/>
                <w:sz w:val="20"/>
                <w:szCs w:val="20"/>
                <w:lang w:eastAsia="en-US"/>
              </w:rPr>
              <w:t>+</w:t>
            </w:r>
            <w:r>
              <w:rPr>
                <w:i/>
                <w:sz w:val="20"/>
                <w:szCs w:val="20"/>
                <w:lang w:val="en-US" w:eastAsia="en-US"/>
              </w:rPr>
              <w:t>X</w:t>
            </w:r>
            <w:r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>
              <w:rPr>
                <w:i/>
                <w:sz w:val="20"/>
                <w:szCs w:val="20"/>
                <w:vertAlign w:val="subscript"/>
                <w:lang w:eastAsia="en-US"/>
              </w:rPr>
              <w:t>-2</w:t>
            </w:r>
            <w:r>
              <w:rPr>
                <w:i/>
                <w:sz w:val="20"/>
                <w:szCs w:val="20"/>
                <w:lang w:eastAsia="en-US"/>
              </w:rPr>
              <w:t>+</w:t>
            </w:r>
            <w:r>
              <w:rPr>
                <w:i/>
                <w:sz w:val="20"/>
                <w:szCs w:val="20"/>
                <w:lang w:val="en-US" w:eastAsia="en-US"/>
              </w:rPr>
              <w:t>X</w:t>
            </w:r>
            <w:r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>
              <w:rPr>
                <w:i/>
                <w:sz w:val="20"/>
                <w:szCs w:val="20"/>
                <w:vertAlign w:val="subscript"/>
                <w:lang w:eastAsia="en-US"/>
              </w:rPr>
              <w:t>-3</w:t>
            </w:r>
            <w:r>
              <w:rPr>
                <w:i/>
                <w:sz w:val="20"/>
                <w:szCs w:val="20"/>
                <w:lang w:eastAsia="en-US"/>
              </w:rPr>
              <w:t>)/3</w:t>
            </w:r>
            <w:r>
              <w:rPr>
                <w:sz w:val="20"/>
                <w:szCs w:val="20"/>
                <w:lang w:eastAsia="en-US"/>
              </w:rPr>
              <w:t xml:space="preserve">,  </w:t>
            </w:r>
          </w:p>
          <w:p w:rsidR="003D0A91" w:rsidRDefault="003D0A91" w:rsidP="0095462C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где </w:t>
            </w:r>
            <w:r>
              <w:rPr>
                <w:i/>
                <w:sz w:val="20"/>
                <w:szCs w:val="20"/>
                <w:lang w:val="en-US" w:eastAsia="en-US"/>
              </w:rPr>
              <w:t>Y</w:t>
            </w:r>
            <w:r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>
              <w:rPr>
                <w:sz w:val="20"/>
                <w:szCs w:val="20"/>
                <w:lang w:eastAsia="en-US"/>
              </w:rPr>
              <w:t xml:space="preserve">  – прогнозируемый показатель на период </w:t>
            </w:r>
            <w:r>
              <w:rPr>
                <w:i/>
                <w:sz w:val="20"/>
                <w:szCs w:val="20"/>
                <w:lang w:val="en-US" w:eastAsia="en-US"/>
              </w:rPr>
              <w:t>t</w:t>
            </w:r>
            <w:r>
              <w:rPr>
                <w:sz w:val="20"/>
                <w:szCs w:val="20"/>
                <w:lang w:eastAsia="en-US"/>
              </w:rPr>
              <w:t xml:space="preserve">, </w:t>
            </w:r>
          </w:p>
          <w:p w:rsidR="003D0A91" w:rsidRDefault="003D0A91" w:rsidP="0095462C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val="en-US" w:eastAsia="en-US"/>
              </w:rPr>
              <w:t>X</w:t>
            </w:r>
            <w:r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>
              <w:rPr>
                <w:i/>
                <w:sz w:val="20"/>
                <w:szCs w:val="20"/>
                <w:vertAlign w:val="subscript"/>
                <w:lang w:eastAsia="en-US"/>
              </w:rPr>
              <w:t>-1</w:t>
            </w:r>
            <w:r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i/>
                <w:sz w:val="20"/>
                <w:szCs w:val="20"/>
                <w:lang w:val="en-US" w:eastAsia="en-US"/>
              </w:rPr>
              <w:t>X</w:t>
            </w:r>
            <w:r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>
              <w:rPr>
                <w:i/>
                <w:sz w:val="20"/>
                <w:szCs w:val="20"/>
                <w:vertAlign w:val="subscript"/>
                <w:lang w:eastAsia="en-US"/>
              </w:rPr>
              <w:t>-2</w:t>
            </w:r>
            <w:r>
              <w:rPr>
                <w:sz w:val="20"/>
                <w:szCs w:val="20"/>
                <w:lang w:eastAsia="en-US"/>
              </w:rPr>
              <w:t xml:space="preserve"> и </w:t>
            </w:r>
            <w:r>
              <w:rPr>
                <w:i/>
                <w:sz w:val="20"/>
                <w:szCs w:val="20"/>
                <w:lang w:val="en-US" w:eastAsia="en-US"/>
              </w:rPr>
              <w:t>X</w:t>
            </w:r>
            <w:r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>
              <w:rPr>
                <w:i/>
                <w:sz w:val="20"/>
                <w:szCs w:val="20"/>
                <w:vertAlign w:val="subscript"/>
                <w:lang w:eastAsia="en-US"/>
              </w:rPr>
              <w:t>-</w:t>
            </w:r>
            <w:r>
              <w:rPr>
                <w:sz w:val="20"/>
                <w:szCs w:val="20"/>
                <w:vertAlign w:val="subscript"/>
                <w:lang w:eastAsia="en-US"/>
              </w:rPr>
              <w:t>3</w:t>
            </w:r>
            <w:r>
              <w:rPr>
                <w:sz w:val="20"/>
                <w:szCs w:val="20"/>
                <w:lang w:eastAsia="en-US"/>
              </w:rPr>
              <w:t xml:space="preserve"> – значения данного показателя  за периоды </w:t>
            </w:r>
            <w:r>
              <w:rPr>
                <w:i/>
                <w:sz w:val="20"/>
                <w:szCs w:val="20"/>
                <w:lang w:val="en-US" w:eastAsia="en-US"/>
              </w:rPr>
              <w:t>t</w:t>
            </w:r>
            <w:r>
              <w:rPr>
                <w:i/>
                <w:sz w:val="20"/>
                <w:szCs w:val="20"/>
                <w:lang w:eastAsia="en-US"/>
              </w:rPr>
              <w:t xml:space="preserve">-1, </w:t>
            </w:r>
            <w:r>
              <w:rPr>
                <w:i/>
                <w:sz w:val="20"/>
                <w:szCs w:val="20"/>
                <w:lang w:val="en-US" w:eastAsia="en-US"/>
              </w:rPr>
              <w:t>t</w:t>
            </w:r>
            <w:r>
              <w:rPr>
                <w:i/>
                <w:sz w:val="20"/>
                <w:szCs w:val="20"/>
                <w:lang w:eastAsia="en-US"/>
              </w:rPr>
              <w:t xml:space="preserve">-2, </w:t>
            </w:r>
            <w:r>
              <w:rPr>
                <w:i/>
                <w:sz w:val="20"/>
                <w:szCs w:val="20"/>
                <w:lang w:val="en-US" w:eastAsia="en-US"/>
              </w:rPr>
              <w:t>t</w:t>
            </w:r>
            <w:r>
              <w:rPr>
                <w:i/>
                <w:sz w:val="20"/>
                <w:szCs w:val="20"/>
                <w:lang w:eastAsia="en-US"/>
              </w:rPr>
              <w:t>-3</w:t>
            </w:r>
            <w:r>
              <w:rPr>
                <w:sz w:val="20"/>
                <w:szCs w:val="20"/>
                <w:lang w:eastAsia="en-US"/>
              </w:rPr>
              <w:t>.</w:t>
            </w:r>
          </w:p>
          <w:p w:rsidR="003D0A91" w:rsidRPr="00985D47" w:rsidRDefault="003D0A91" w:rsidP="00985D47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</w:tr>
      <w:tr w:rsidR="003D0A91" w:rsidRPr="00985D47" w:rsidTr="003A2AA1">
        <w:trPr>
          <w:cantSplit/>
          <w:jc w:val="center"/>
        </w:trPr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Default="003D0A91" w:rsidP="00F107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901 1 08 04020 01 1000 110</w:t>
            </w:r>
          </w:p>
          <w:p w:rsidR="003D0A91" w:rsidRPr="001403D2" w:rsidRDefault="003D0A91" w:rsidP="001403D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Default="003D0A91" w:rsidP="00F107F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(сумма платежа)</w:t>
            </w:r>
          </w:p>
          <w:p w:rsidR="003D0A91" w:rsidRPr="009678ED" w:rsidRDefault="003D0A91" w:rsidP="0095462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Pr="00985D47" w:rsidRDefault="003D0A91" w:rsidP="00985D47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Усреднение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Default="003D0A91" w:rsidP="0095462C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val="en-US" w:eastAsia="en-US"/>
              </w:rPr>
              <w:t>Y</w:t>
            </w:r>
            <w:r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5462C">
              <w:rPr>
                <w:i/>
                <w:sz w:val="20"/>
                <w:szCs w:val="20"/>
                <w:vertAlign w:val="subscript"/>
                <w:lang w:eastAsia="en-US"/>
              </w:rPr>
              <w:t xml:space="preserve"> </w:t>
            </w:r>
            <w:r>
              <w:rPr>
                <w:i/>
                <w:sz w:val="20"/>
                <w:szCs w:val="20"/>
                <w:lang w:eastAsia="en-US"/>
              </w:rPr>
              <w:t>= (</w:t>
            </w:r>
            <w:r>
              <w:rPr>
                <w:i/>
                <w:sz w:val="20"/>
                <w:szCs w:val="20"/>
                <w:lang w:val="en-US" w:eastAsia="en-US"/>
              </w:rPr>
              <w:t>X</w:t>
            </w:r>
            <w:r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>
              <w:rPr>
                <w:i/>
                <w:sz w:val="20"/>
                <w:szCs w:val="20"/>
                <w:vertAlign w:val="subscript"/>
                <w:lang w:eastAsia="en-US"/>
              </w:rPr>
              <w:t>-1</w:t>
            </w:r>
            <w:r>
              <w:rPr>
                <w:i/>
                <w:sz w:val="20"/>
                <w:szCs w:val="20"/>
                <w:lang w:eastAsia="en-US"/>
              </w:rPr>
              <w:t>+</w:t>
            </w:r>
            <w:r>
              <w:rPr>
                <w:i/>
                <w:sz w:val="20"/>
                <w:szCs w:val="20"/>
                <w:lang w:val="en-US" w:eastAsia="en-US"/>
              </w:rPr>
              <w:t>X</w:t>
            </w:r>
            <w:r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>
              <w:rPr>
                <w:i/>
                <w:sz w:val="20"/>
                <w:szCs w:val="20"/>
                <w:vertAlign w:val="subscript"/>
                <w:lang w:eastAsia="en-US"/>
              </w:rPr>
              <w:t>-2</w:t>
            </w:r>
            <w:r>
              <w:rPr>
                <w:i/>
                <w:sz w:val="20"/>
                <w:szCs w:val="20"/>
                <w:lang w:eastAsia="en-US"/>
              </w:rPr>
              <w:t>+</w:t>
            </w:r>
            <w:r>
              <w:rPr>
                <w:i/>
                <w:sz w:val="20"/>
                <w:szCs w:val="20"/>
                <w:lang w:val="en-US" w:eastAsia="en-US"/>
              </w:rPr>
              <w:t>X</w:t>
            </w:r>
            <w:r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>
              <w:rPr>
                <w:i/>
                <w:sz w:val="20"/>
                <w:szCs w:val="20"/>
                <w:vertAlign w:val="subscript"/>
                <w:lang w:eastAsia="en-US"/>
              </w:rPr>
              <w:t>-3</w:t>
            </w:r>
            <w:r>
              <w:rPr>
                <w:i/>
                <w:sz w:val="20"/>
                <w:szCs w:val="20"/>
                <w:lang w:eastAsia="en-US"/>
              </w:rPr>
              <w:t>)/3</w:t>
            </w:r>
            <w:r>
              <w:rPr>
                <w:sz w:val="20"/>
                <w:szCs w:val="20"/>
                <w:lang w:eastAsia="en-US"/>
              </w:rPr>
              <w:t xml:space="preserve">,  </w:t>
            </w:r>
          </w:p>
          <w:p w:rsidR="003D0A91" w:rsidRDefault="003D0A91" w:rsidP="0095462C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где </w:t>
            </w:r>
            <w:r>
              <w:rPr>
                <w:i/>
                <w:sz w:val="20"/>
                <w:szCs w:val="20"/>
                <w:lang w:val="en-US" w:eastAsia="en-US"/>
              </w:rPr>
              <w:t>Y</w:t>
            </w:r>
            <w:r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>
              <w:rPr>
                <w:sz w:val="20"/>
                <w:szCs w:val="20"/>
                <w:lang w:eastAsia="en-US"/>
              </w:rPr>
              <w:t xml:space="preserve">  – прогнозируемый показатель на период </w:t>
            </w:r>
            <w:r>
              <w:rPr>
                <w:i/>
                <w:sz w:val="20"/>
                <w:szCs w:val="20"/>
                <w:lang w:val="en-US" w:eastAsia="en-US"/>
              </w:rPr>
              <w:t>t</w:t>
            </w:r>
            <w:r>
              <w:rPr>
                <w:sz w:val="20"/>
                <w:szCs w:val="20"/>
                <w:lang w:eastAsia="en-US"/>
              </w:rPr>
              <w:t xml:space="preserve">, </w:t>
            </w:r>
          </w:p>
          <w:p w:rsidR="003D0A91" w:rsidRDefault="003D0A91" w:rsidP="0095462C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val="en-US" w:eastAsia="en-US"/>
              </w:rPr>
              <w:t>X</w:t>
            </w:r>
            <w:r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>
              <w:rPr>
                <w:i/>
                <w:sz w:val="20"/>
                <w:szCs w:val="20"/>
                <w:vertAlign w:val="subscript"/>
                <w:lang w:eastAsia="en-US"/>
              </w:rPr>
              <w:t>-1</w:t>
            </w:r>
            <w:r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i/>
                <w:sz w:val="20"/>
                <w:szCs w:val="20"/>
                <w:lang w:val="en-US" w:eastAsia="en-US"/>
              </w:rPr>
              <w:t>X</w:t>
            </w:r>
            <w:r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>
              <w:rPr>
                <w:i/>
                <w:sz w:val="20"/>
                <w:szCs w:val="20"/>
                <w:vertAlign w:val="subscript"/>
                <w:lang w:eastAsia="en-US"/>
              </w:rPr>
              <w:t>-2</w:t>
            </w:r>
            <w:r>
              <w:rPr>
                <w:sz w:val="20"/>
                <w:szCs w:val="20"/>
                <w:lang w:eastAsia="en-US"/>
              </w:rPr>
              <w:t xml:space="preserve"> и </w:t>
            </w:r>
            <w:r>
              <w:rPr>
                <w:i/>
                <w:sz w:val="20"/>
                <w:szCs w:val="20"/>
                <w:lang w:val="en-US" w:eastAsia="en-US"/>
              </w:rPr>
              <w:t>X</w:t>
            </w:r>
            <w:r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>
              <w:rPr>
                <w:i/>
                <w:sz w:val="20"/>
                <w:szCs w:val="20"/>
                <w:vertAlign w:val="subscript"/>
                <w:lang w:eastAsia="en-US"/>
              </w:rPr>
              <w:t>-</w:t>
            </w:r>
            <w:r>
              <w:rPr>
                <w:sz w:val="20"/>
                <w:szCs w:val="20"/>
                <w:vertAlign w:val="subscript"/>
                <w:lang w:eastAsia="en-US"/>
              </w:rPr>
              <w:t>3</w:t>
            </w:r>
            <w:r>
              <w:rPr>
                <w:sz w:val="20"/>
                <w:szCs w:val="20"/>
                <w:lang w:eastAsia="en-US"/>
              </w:rPr>
              <w:t xml:space="preserve"> – значения данного показателя  за периоды </w:t>
            </w:r>
            <w:r>
              <w:rPr>
                <w:i/>
                <w:sz w:val="20"/>
                <w:szCs w:val="20"/>
                <w:lang w:val="en-US" w:eastAsia="en-US"/>
              </w:rPr>
              <w:t>t</w:t>
            </w:r>
            <w:r>
              <w:rPr>
                <w:i/>
                <w:sz w:val="20"/>
                <w:szCs w:val="20"/>
                <w:lang w:eastAsia="en-US"/>
              </w:rPr>
              <w:t xml:space="preserve">-1, </w:t>
            </w:r>
            <w:r>
              <w:rPr>
                <w:i/>
                <w:sz w:val="20"/>
                <w:szCs w:val="20"/>
                <w:lang w:val="en-US" w:eastAsia="en-US"/>
              </w:rPr>
              <w:t>t</w:t>
            </w:r>
            <w:r>
              <w:rPr>
                <w:i/>
                <w:sz w:val="20"/>
                <w:szCs w:val="20"/>
                <w:lang w:eastAsia="en-US"/>
              </w:rPr>
              <w:t xml:space="preserve">-2, </w:t>
            </w:r>
            <w:r>
              <w:rPr>
                <w:i/>
                <w:sz w:val="20"/>
                <w:szCs w:val="20"/>
                <w:lang w:val="en-US" w:eastAsia="en-US"/>
              </w:rPr>
              <w:t>t</w:t>
            </w:r>
            <w:r>
              <w:rPr>
                <w:i/>
                <w:sz w:val="20"/>
                <w:szCs w:val="20"/>
                <w:lang w:eastAsia="en-US"/>
              </w:rPr>
              <w:t>-3</w:t>
            </w:r>
            <w:r>
              <w:rPr>
                <w:sz w:val="20"/>
                <w:szCs w:val="20"/>
                <w:lang w:eastAsia="en-US"/>
              </w:rPr>
              <w:t>.</w:t>
            </w:r>
          </w:p>
          <w:p w:rsidR="003D0A91" w:rsidRPr="00985D47" w:rsidRDefault="003D0A91" w:rsidP="00985D47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</w:tr>
      <w:tr w:rsidR="003D0A91" w:rsidRPr="00985D47" w:rsidTr="003A2AA1">
        <w:trPr>
          <w:cantSplit/>
          <w:jc w:val="center"/>
        </w:trPr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Default="003D0A91" w:rsidP="00F107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901 108 04020 01 4000 110</w:t>
            </w:r>
          </w:p>
          <w:p w:rsidR="003D0A91" w:rsidRPr="00985D47" w:rsidRDefault="003D0A91" w:rsidP="00C616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Default="003D0A91" w:rsidP="00F107F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(прочие поступления)</w:t>
            </w:r>
          </w:p>
          <w:p w:rsidR="003D0A91" w:rsidRPr="00C61644" w:rsidRDefault="003D0A91" w:rsidP="003A315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Pr="00985D47" w:rsidRDefault="003D0A91" w:rsidP="00985D47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sz w:val="20"/>
                <w:szCs w:val="20"/>
                <w:lang w:eastAsia="en-US"/>
              </w:rPr>
              <w:t>Усреднение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Pr="00985D47" w:rsidRDefault="003D0A91" w:rsidP="00985D47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i/>
                <w:sz w:val="20"/>
                <w:szCs w:val="20"/>
                <w:lang w:val="en-US" w:eastAsia="en-US"/>
              </w:rPr>
              <w:t>Y</w:t>
            </w:r>
            <w:r w:rsidRPr="00985D47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vertAlign w:val="subscript"/>
                <w:lang w:eastAsia="en-US"/>
              </w:rPr>
              <w:t xml:space="preserve"> </w:t>
            </w:r>
            <w:r w:rsidRPr="00985D47">
              <w:rPr>
                <w:i/>
                <w:sz w:val="20"/>
                <w:szCs w:val="20"/>
                <w:lang w:eastAsia="en-US"/>
              </w:rPr>
              <w:t>= (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vertAlign w:val="subscript"/>
                <w:lang w:eastAsia="en-US"/>
              </w:rPr>
              <w:t>-1</w:t>
            </w:r>
            <w:r w:rsidRPr="00985D47">
              <w:rPr>
                <w:i/>
                <w:sz w:val="20"/>
                <w:szCs w:val="20"/>
                <w:lang w:eastAsia="en-US"/>
              </w:rPr>
              <w:t>+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vertAlign w:val="subscript"/>
                <w:lang w:eastAsia="en-US"/>
              </w:rPr>
              <w:t>-2</w:t>
            </w:r>
            <w:r w:rsidRPr="00985D47">
              <w:rPr>
                <w:i/>
                <w:sz w:val="20"/>
                <w:szCs w:val="20"/>
                <w:lang w:eastAsia="en-US"/>
              </w:rPr>
              <w:t>+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vertAlign w:val="subscript"/>
                <w:lang w:eastAsia="en-US"/>
              </w:rPr>
              <w:t>-3</w:t>
            </w:r>
            <w:r w:rsidRPr="00985D47">
              <w:rPr>
                <w:i/>
                <w:sz w:val="20"/>
                <w:szCs w:val="20"/>
                <w:lang w:eastAsia="en-US"/>
              </w:rPr>
              <w:t>)/3</w:t>
            </w:r>
            <w:r w:rsidRPr="00985D47">
              <w:rPr>
                <w:sz w:val="20"/>
                <w:szCs w:val="20"/>
                <w:lang w:eastAsia="en-US"/>
              </w:rPr>
              <w:t xml:space="preserve">,  </w:t>
            </w:r>
          </w:p>
          <w:p w:rsidR="003D0A91" w:rsidRDefault="003D0A91" w:rsidP="00985D47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sz w:val="20"/>
                <w:szCs w:val="20"/>
                <w:lang w:eastAsia="en-US"/>
              </w:rPr>
              <w:t xml:space="preserve">где 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Y</w:t>
            </w:r>
            <w:r w:rsidRPr="00985D47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sz w:val="20"/>
                <w:szCs w:val="20"/>
                <w:lang w:eastAsia="en-US"/>
              </w:rPr>
              <w:t xml:space="preserve">  – прогнозируемый показатель на период 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t</w:t>
            </w:r>
            <w:r w:rsidRPr="00985D47">
              <w:rPr>
                <w:sz w:val="20"/>
                <w:szCs w:val="20"/>
                <w:lang w:eastAsia="en-US"/>
              </w:rPr>
              <w:t xml:space="preserve">, </w:t>
            </w:r>
          </w:p>
          <w:p w:rsidR="003D0A91" w:rsidRPr="00985D47" w:rsidRDefault="003D0A91" w:rsidP="00985D47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i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vertAlign w:val="subscript"/>
                <w:lang w:eastAsia="en-US"/>
              </w:rPr>
              <w:t>-1</w:t>
            </w:r>
            <w:r w:rsidRPr="00985D47">
              <w:rPr>
                <w:sz w:val="20"/>
                <w:szCs w:val="20"/>
                <w:lang w:eastAsia="en-US"/>
              </w:rPr>
              <w:t xml:space="preserve">, 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vertAlign w:val="subscript"/>
                <w:lang w:eastAsia="en-US"/>
              </w:rPr>
              <w:t>-2</w:t>
            </w:r>
            <w:r w:rsidRPr="00985D47">
              <w:rPr>
                <w:sz w:val="20"/>
                <w:szCs w:val="20"/>
                <w:lang w:eastAsia="en-US"/>
              </w:rPr>
              <w:t xml:space="preserve"> и 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vertAlign w:val="subscript"/>
                <w:lang w:eastAsia="en-US"/>
              </w:rPr>
              <w:t>-</w:t>
            </w:r>
            <w:r w:rsidRPr="00985D47">
              <w:rPr>
                <w:sz w:val="20"/>
                <w:szCs w:val="20"/>
                <w:vertAlign w:val="subscript"/>
                <w:lang w:eastAsia="en-US"/>
              </w:rPr>
              <w:t>3</w:t>
            </w:r>
            <w:r w:rsidRPr="00985D47">
              <w:rPr>
                <w:sz w:val="20"/>
                <w:szCs w:val="20"/>
                <w:lang w:eastAsia="en-US"/>
              </w:rPr>
              <w:t xml:space="preserve"> – значения данного показателя  за периоды 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lang w:eastAsia="en-US"/>
              </w:rPr>
              <w:t xml:space="preserve">-1, 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lang w:eastAsia="en-US"/>
              </w:rPr>
              <w:t xml:space="preserve">-2, 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lang w:eastAsia="en-US"/>
              </w:rPr>
              <w:t>-3</w:t>
            </w:r>
            <w:r w:rsidRPr="00985D47">
              <w:rPr>
                <w:sz w:val="20"/>
                <w:szCs w:val="20"/>
                <w:lang w:eastAsia="en-US"/>
              </w:rPr>
              <w:t>.</w:t>
            </w:r>
          </w:p>
          <w:p w:rsidR="003D0A91" w:rsidRPr="00985D47" w:rsidRDefault="003D0A91" w:rsidP="00985D47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</w:tr>
      <w:tr w:rsidR="003D0A91" w:rsidRPr="00985D47" w:rsidTr="00752F5B">
        <w:trPr>
          <w:cantSplit/>
          <w:trHeight w:val="3482"/>
          <w:jc w:val="center"/>
        </w:trPr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Default="003D0A91" w:rsidP="00F107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901 1 11 05035 10 0000 120</w:t>
            </w:r>
          </w:p>
          <w:p w:rsidR="003D0A91" w:rsidRPr="00985D47" w:rsidRDefault="003D0A91" w:rsidP="00B203C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Default="003D0A91" w:rsidP="00F107F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  <w:p w:rsidR="003D0A91" w:rsidRPr="00B203C3" w:rsidRDefault="003D0A91" w:rsidP="003A315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Pr="00985D47" w:rsidRDefault="003D0A91" w:rsidP="00985D47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sz w:val="20"/>
                <w:szCs w:val="20"/>
                <w:lang w:eastAsia="en-US"/>
              </w:rPr>
              <w:t>Прямой расчет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Pr="007B31EF" w:rsidRDefault="003D0A91" w:rsidP="006E2803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7B31EF">
              <w:rPr>
                <w:sz w:val="20"/>
                <w:szCs w:val="20"/>
                <w:lang w:eastAsia="en-US"/>
              </w:rPr>
              <w:fldChar w:fldCharType="begin"/>
            </w:r>
            <w:r w:rsidRPr="007B31EF">
              <w:rPr>
                <w:sz w:val="20"/>
                <w:szCs w:val="20"/>
                <w:lang w:eastAsia="en-US"/>
              </w:rPr>
              <w:instrText xml:space="preserve"> QUOTE </w:instrText>
            </w:r>
            <w:r w:rsidRPr="00FB4537">
              <w:rPr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4.75pt;height:30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253B9&quot;/&gt;&lt;wsp:rsid wsp:val=&quot;000054E8&quot;/&gt;&lt;wsp:rsid wsp:val=&quot;00012754&quot;/&gt;&lt;wsp:rsid wsp:val=&quot;00013B0F&quot;/&gt;&lt;wsp:rsid wsp:val=&quot;000164C7&quot;/&gt;&lt;wsp:rsid wsp:val=&quot;00016534&quot;/&gt;&lt;wsp:rsid wsp:val=&quot;00046569&quot;/&gt;&lt;wsp:rsid wsp:val=&quot;00054861&quot;/&gt;&lt;wsp:rsid wsp:val=&quot;000615C9&quot;/&gt;&lt;wsp:rsid wsp:val=&quot;00063DD2&quot;/&gt;&lt;wsp:rsid wsp:val=&quot;000657BC&quot;/&gt;&lt;wsp:rsid wsp:val=&quot;00076E03&quot;/&gt;&lt;wsp:rsid wsp:val=&quot;00081DB3&quot;/&gt;&lt;wsp:rsid wsp:val=&quot;00082FD6&quot;/&gt;&lt;wsp:rsid wsp:val=&quot;0009064A&quot;/&gt;&lt;wsp:rsid wsp:val=&quot;00092119&quot;/&gt;&lt;wsp:rsid wsp:val=&quot;000D671A&quot;/&gt;&lt;wsp:rsid wsp:val=&quot;000E0E06&quot;/&gt;&lt;wsp:rsid wsp:val=&quot;000E12F1&quot;/&gt;&lt;wsp:rsid wsp:val=&quot;000F1454&quot;/&gt;&lt;wsp:rsid wsp:val=&quot;000F6822&quot;/&gt;&lt;wsp:rsid wsp:val=&quot;0010064A&quot;/&gt;&lt;wsp:rsid wsp:val=&quot;001130BE&quot;/&gt;&lt;wsp:rsid wsp:val=&quot;00117285&quot;/&gt;&lt;wsp:rsid wsp:val=&quot;00120DBC&quot;/&gt;&lt;wsp:rsid wsp:val=&quot;00120F95&quot;/&gt;&lt;wsp:rsid wsp:val=&quot;001400E9&quot;/&gt;&lt;wsp:rsid wsp:val=&quot;001403D2&quot;/&gt;&lt;wsp:rsid wsp:val=&quot;001409C8&quot;/&gt;&lt;wsp:rsid wsp:val=&quot;00143E3D&quot;/&gt;&lt;wsp:rsid wsp:val=&quot;00154068&quot;/&gt;&lt;wsp:rsid wsp:val=&quot;00175E7B&quot;/&gt;&lt;wsp:rsid wsp:val=&quot;001C032C&quot;/&gt;&lt;wsp:rsid wsp:val=&quot;001C4435&quot;/&gt;&lt;wsp:rsid wsp:val=&quot;001E2771&quot;/&gt;&lt;wsp:rsid wsp:val=&quot;001F09C6&quot;/&gt;&lt;wsp:rsid wsp:val=&quot;001F6930&quot;/&gt;&lt;wsp:rsid wsp:val=&quot;001F7AE9&quot;/&gt;&lt;wsp:rsid wsp:val=&quot;002019E6&quot;/&gt;&lt;wsp:rsid wsp:val=&quot;00201BDB&quot;/&gt;&lt;wsp:rsid wsp:val=&quot;002256EF&quot;/&gt;&lt;wsp:rsid wsp:val=&quot;002404AF&quot;/&gt;&lt;wsp:rsid wsp:val=&quot;002466C4&quot;/&gt;&lt;wsp:rsid wsp:val=&quot;002541DE&quot;/&gt;&lt;wsp:rsid wsp:val=&quot;00281B07&quot;/&gt;&lt;wsp:rsid wsp:val=&quot;00281E28&quot;/&gt;&lt;wsp:rsid wsp:val=&quot;00290A38&quot;/&gt;&lt;wsp:rsid wsp:val=&quot;002A5449&quot;/&gt;&lt;wsp:rsid wsp:val=&quot;002B295D&quot;/&gt;&lt;wsp:rsid wsp:val=&quot;002B3E8E&quot;/&gt;&lt;wsp:rsid wsp:val=&quot;002B6DED&quot;/&gt;&lt;wsp:rsid wsp:val=&quot;002C37DB&quot;/&gt;&lt;wsp:rsid wsp:val=&quot;002D0FA2&quot;/&gt;&lt;wsp:rsid wsp:val=&quot;002D33C8&quot;/&gt;&lt;wsp:rsid wsp:val=&quot;002D4A68&quot;/&gt;&lt;wsp:rsid wsp:val=&quot;002D5482&quot;/&gt;&lt;wsp:rsid wsp:val=&quot;002E1B77&quot;/&gt;&lt;wsp:rsid wsp:val=&quot;002E2DA0&quot;/&gt;&lt;wsp:rsid wsp:val=&quot;002F6116&quot;/&gt;&lt;wsp:rsid wsp:val=&quot;002F67D7&quot;/&gt;&lt;wsp:rsid wsp:val=&quot;003001FF&quot;/&gt;&lt;wsp:rsid wsp:val=&quot;00311F5A&quot;/&gt;&lt;wsp:rsid wsp:val=&quot;003124DE&quot;/&gt;&lt;wsp:rsid wsp:val=&quot;00327FE7&quot;/&gt;&lt;wsp:rsid wsp:val=&quot;00335C43&quot;/&gt;&lt;wsp:rsid wsp:val=&quot;003568BA&quot;/&gt;&lt;wsp:rsid wsp:val=&quot;00364587&quot;/&gt;&lt;wsp:rsid wsp:val=&quot;0037277D&quot;/&gt;&lt;wsp:rsid wsp:val=&quot;00381B77&quot;/&gt;&lt;wsp:rsid wsp:val=&quot;00384D99&quot;/&gt;&lt;wsp:rsid wsp:val=&quot;00386E36&quot;/&gt;&lt;wsp:rsid wsp:val=&quot;0039171A&quot;/&gt;&lt;wsp:rsid wsp:val=&quot;0039206A&quot;/&gt;&lt;wsp:rsid wsp:val=&quot;003941C4&quot;/&gt;&lt;wsp:rsid wsp:val=&quot;003A0DD8&quot;/&gt;&lt;wsp:rsid wsp:val=&quot;003B70A8&quot;/&gt;&lt;wsp:rsid wsp:val=&quot;003E4320&quot;/&gt;&lt;wsp:rsid wsp:val=&quot;003E6657&quot;/&gt;&lt;wsp:rsid wsp:val=&quot;004227BB&quot;/&gt;&lt;wsp:rsid wsp:val=&quot;00442242&quot;/&gt;&lt;wsp:rsid wsp:val=&quot;00462396&quot;/&gt;&lt;wsp:rsid wsp:val=&quot;00477F21&quot;/&gt;&lt;wsp:rsid wsp:val=&quot;00480FF2&quot;/&gt;&lt;wsp:rsid wsp:val=&quot;004953C4&quot;/&gt;&lt;wsp:rsid wsp:val=&quot;004A78C4&quot;/&gt;&lt;wsp:rsid wsp:val=&quot;004C4A84&quot;/&gt;&lt;wsp:rsid wsp:val=&quot;004C78C8&quot;/&gt;&lt;wsp:rsid wsp:val=&quot;004D71C0&quot;/&gt;&lt;wsp:rsid wsp:val=&quot;004E344D&quot;/&gt;&lt;wsp:rsid wsp:val=&quot;004F6840&quot;/&gt;&lt;wsp:rsid wsp:val=&quot;004F724E&quot;/&gt;&lt;wsp:rsid wsp:val=&quot;00520DE6&quot;/&gt;&lt;wsp:rsid wsp:val=&quot;0052743B&quot;/&gt;&lt;wsp:rsid wsp:val=&quot;00545152&quot;/&gt;&lt;wsp:rsid wsp:val=&quot;005451C5&quot;/&gt;&lt;wsp:rsid wsp:val=&quot;005475A5&quot;/&gt;&lt;wsp:rsid wsp:val=&quot;00550411&quot;/&gt;&lt;wsp:rsid wsp:val=&quot;00564CF7&quot;/&gt;&lt;wsp:rsid wsp:val=&quot;005661E8&quot;/&gt;&lt;wsp:rsid wsp:val=&quot;00576B23&quot;/&gt;&lt;wsp:rsid wsp:val=&quot;00580326&quot;/&gt;&lt;wsp:rsid wsp:val=&quot;00586A72&quot;/&gt;&lt;wsp:rsid wsp:val=&quot;0059175D&quot;/&gt;&lt;wsp:rsid wsp:val=&quot;00591A95&quot;/&gt;&lt;wsp:rsid wsp:val=&quot;005974D2&quot;/&gt;&lt;wsp:rsid wsp:val=&quot;005A3796&quot;/&gt;&lt;wsp:rsid wsp:val=&quot;005A78F4&quot;/&gt;&lt;wsp:rsid wsp:val=&quot;005C4540&quot;/&gt;&lt;wsp:rsid wsp:val=&quot;005D1989&quot;/&gt;&lt;wsp:rsid wsp:val=&quot;005D6179&quot;/&gt;&lt;wsp:rsid wsp:val=&quot;005E7E28&quot;/&gt;&lt;wsp:rsid wsp:val=&quot;006023D7&quot;/&gt;&lt;wsp:rsid wsp:val=&quot;00610F53&quot;/&gt;&lt;wsp:rsid wsp:val=&quot;006318A2&quot;/&gt;&lt;wsp:rsid wsp:val=&quot;00643DF8&quot;/&gt;&lt;wsp:rsid wsp:val=&quot;006448F5&quot;/&gt;&lt;wsp:rsid wsp:val=&quot;00656F29&quot;/&gt;&lt;wsp:rsid wsp:val=&quot;006614D6&quot;/&gt;&lt;wsp:rsid wsp:val=&quot;00662D56&quot;/&gt;&lt;wsp:rsid wsp:val=&quot;00670DF9&quot;/&gt;&lt;wsp:rsid wsp:val=&quot;00672EB5&quot;/&gt;&lt;wsp:rsid wsp:val=&quot;00676ED0&quot;/&gt;&lt;wsp:rsid wsp:val=&quot;00684E7D&quot;/&gt;&lt;wsp:rsid wsp:val=&quot;00696E49&quot;/&gt;&lt;wsp:rsid wsp:val=&quot;006A6E4C&quot;/&gt;&lt;wsp:rsid wsp:val=&quot;006A751C&quot;/&gt;&lt;wsp:rsid wsp:val=&quot;006C6BBA&quot;/&gt;&lt;wsp:rsid wsp:val=&quot;006D41A4&quot;/&gt;&lt;wsp:rsid wsp:val=&quot;006D612D&quot;/&gt;&lt;wsp:rsid wsp:val=&quot;006E1028&quot;/&gt;&lt;wsp:rsid wsp:val=&quot;006F4204&quot;/&gt;&lt;wsp:rsid wsp:val=&quot;006F5F03&quot;/&gt;&lt;wsp:rsid wsp:val=&quot;006F7F9B&quot;/&gt;&lt;wsp:rsid wsp:val=&quot;007271C9&quot;/&gt;&lt;wsp:rsid wsp:val=&quot;007360B1&quot;/&gt;&lt;wsp:rsid wsp:val=&quot;00746581&quot;/&gt;&lt;wsp:rsid wsp:val=&quot;00751A38&quot;/&gt;&lt;wsp:rsid wsp:val=&quot;00757E3C&quot;/&gt;&lt;wsp:rsid wsp:val=&quot;0077602C&quot;/&gt;&lt;wsp:rsid wsp:val=&quot;00777C4A&quot;/&gt;&lt;wsp:rsid wsp:val=&quot;00780511&quot;/&gt;&lt;wsp:rsid wsp:val=&quot;00781C7C&quot;/&gt;&lt;wsp:rsid wsp:val=&quot;007A1FB7&quot;/&gt;&lt;wsp:rsid wsp:val=&quot;007B0AFE&quot;/&gt;&lt;wsp:rsid wsp:val=&quot;007D05F9&quot;/&gt;&lt;wsp:rsid wsp:val=&quot;007D22C0&quot;/&gt;&lt;wsp:rsid wsp:val=&quot;008140A1&quot;/&gt;&lt;wsp:rsid wsp:val=&quot;00822482&quot;/&gt;&lt;wsp:rsid wsp:val=&quot;00822EC4&quot;/&gt;&lt;wsp:rsid wsp:val=&quot;00824166&quot;/&gt;&lt;wsp:rsid wsp:val=&quot;008374EA&quot;/&gt;&lt;wsp:rsid wsp:val=&quot;00840350&quot;/&gt;&lt;wsp:rsid wsp:val=&quot;00841EA2&quot;/&gt;&lt;wsp:rsid wsp:val=&quot;00855315&quot;/&gt;&lt;wsp:rsid wsp:val=&quot;008638F9&quot;/&gt;&lt;wsp:rsid wsp:val=&quot;008658FD&quot;/&gt;&lt;wsp:rsid wsp:val=&quot;008710E1&quot;/&gt;&lt;wsp:rsid wsp:val=&quot;00880111&quot;/&gt;&lt;wsp:rsid wsp:val=&quot;00891159&quot;/&gt;&lt;wsp:rsid wsp:val=&quot;008A61F7&quot;/&gt;&lt;wsp:rsid wsp:val=&quot;008B2AA3&quot;/&gt;&lt;wsp:rsid wsp:val=&quot;008B47CE&quot;/&gt;&lt;wsp:rsid wsp:val=&quot;008B6773&quot;/&gt;&lt;wsp:rsid wsp:val=&quot;008C0669&quot;/&gt;&lt;wsp:rsid wsp:val=&quot;008C3293&quot;/&gt;&lt;wsp:rsid wsp:val=&quot;008C41BD&quot;/&gt;&lt;wsp:rsid wsp:val=&quot;008D187D&quot;/&gt;&lt;wsp:rsid wsp:val=&quot;008D45B2&quot;/&gt;&lt;wsp:rsid wsp:val=&quot;008D73FF&quot;/&gt;&lt;wsp:rsid wsp:val=&quot;008E136E&quot;/&gt;&lt;wsp:rsid wsp:val=&quot;008E4628&quot;/&gt;&lt;wsp:rsid wsp:val=&quot;008F5939&quot;/&gt;&lt;wsp:rsid wsp:val=&quot;00906400&quot;/&gt;&lt;wsp:rsid wsp:val=&quot;009178B4&quot;/&gt;&lt;wsp:rsid wsp:val=&quot;00926D80&quot;/&gt;&lt;wsp:rsid wsp:val=&quot;00947A83&quot;/&gt;&lt;wsp:rsid wsp:val=&quot;0095462C&quot;/&gt;&lt;wsp:rsid wsp:val=&quot;0096414D&quot;/&gt;&lt;wsp:rsid wsp:val=&quot;009678ED&quot;/&gt;&lt;wsp:rsid wsp:val=&quot;00971857&quot;/&gt;&lt;wsp:rsid wsp:val=&quot;00974139&quot;/&gt;&lt;wsp:rsid wsp:val=&quot;00985D47&quot;/&gt;&lt;wsp:rsid wsp:val=&quot;00987E78&quot;/&gt;&lt;wsp:rsid wsp:val=&quot;009938EB&quot;/&gt;&lt;wsp:rsid wsp:val=&quot;00997603&quot;/&gt;&lt;wsp:rsid wsp:val=&quot;00997A58&quot;/&gt;&lt;wsp:rsid wsp:val=&quot;009A3B63&quot;/&gt;&lt;wsp:rsid wsp:val=&quot;009B744C&quot;/&gt;&lt;wsp:rsid wsp:val=&quot;009C7C8E&quot;/&gt;&lt;wsp:rsid wsp:val=&quot;009D402E&quot;/&gt;&lt;wsp:rsid wsp:val=&quot;009E0BD6&quot;/&gt;&lt;wsp:rsid wsp:val=&quot;009F70B1&quot;/&gt;&lt;wsp:rsid wsp:val=&quot;00A02771&quot;/&gt;&lt;wsp:rsid wsp:val=&quot;00A13FC4&quot;/&gt;&lt;wsp:rsid wsp:val=&quot;00A25DAE&quot;/&gt;&lt;wsp:rsid wsp:val=&quot;00A344AB&quot;/&gt;&lt;wsp:rsid wsp:val=&quot;00A34A82&quot;/&gt;&lt;wsp:rsid wsp:val=&quot;00A434FF&quot;/&gt;&lt;wsp:rsid wsp:val=&quot;00A5381B&quot;/&gt;&lt;wsp:rsid wsp:val=&quot;00A539F3&quot;/&gt;&lt;wsp:rsid wsp:val=&quot;00A62868&quot;/&gt;&lt;wsp:rsid wsp:val=&quot;00A67556&quot;/&gt;&lt;wsp:rsid wsp:val=&quot;00A81ACF&quot;/&gt;&lt;wsp:rsid wsp:val=&quot;00A95165&quot;/&gt;&lt;wsp:rsid wsp:val=&quot;00A972AF&quot;/&gt;&lt;wsp:rsid wsp:val=&quot;00A97D6E&quot;/&gt;&lt;wsp:rsid wsp:val=&quot;00AA1F29&quot;/&gt;&lt;wsp:rsid wsp:val=&quot;00AA6CC4&quot;/&gt;&lt;wsp:rsid wsp:val=&quot;00B12809&quot;/&gt;&lt;wsp:rsid wsp:val=&quot;00B203C3&quot;/&gt;&lt;wsp:rsid wsp:val=&quot;00B331CD&quot;/&gt;&lt;wsp:rsid wsp:val=&quot;00B34E77&quot;/&gt;&lt;wsp:rsid wsp:val=&quot;00B4366D&quot;/&gt;&lt;wsp:rsid wsp:val=&quot;00B443A2&quot;/&gt;&lt;wsp:rsid wsp:val=&quot;00B464EB&quot;/&gt;&lt;wsp:rsid wsp:val=&quot;00B6380C&quot;/&gt;&lt;wsp:rsid wsp:val=&quot;00B72A3C&quot;/&gt;&lt;wsp:rsid wsp:val=&quot;00B90B9D&quot;/&gt;&lt;wsp:rsid wsp:val=&quot;00B91863&quot;/&gt;&lt;wsp:rsid wsp:val=&quot;00B91971&quot;/&gt;&lt;wsp:rsid wsp:val=&quot;00BA284D&quot;/&gt;&lt;wsp:rsid wsp:val=&quot;00BA36ED&quot;/&gt;&lt;wsp:rsid wsp:val=&quot;00BB0F1C&quot;/&gt;&lt;wsp:rsid wsp:val=&quot;00BC3299&quot;/&gt;&lt;wsp:rsid wsp:val=&quot;00BD0768&quot;/&gt;&lt;wsp:rsid wsp:val=&quot;00BE7D73&quot;/&gt;&lt;wsp:rsid wsp:val=&quot;00C01A61&quot;/&gt;&lt;wsp:rsid wsp:val=&quot;00C05488&quot;/&gt;&lt;wsp:rsid wsp:val=&quot;00C12361&quot;/&gt;&lt;wsp:rsid wsp:val=&quot;00C20B53&quot;/&gt;&lt;wsp:rsid wsp:val=&quot;00C30E46&quot;/&gt;&lt;wsp:rsid wsp:val=&quot;00C41882&quot;/&gt;&lt;wsp:rsid wsp:val=&quot;00C60E15&quot;/&gt;&lt;wsp:rsid wsp:val=&quot;00C61644&quot;/&gt;&lt;wsp:rsid wsp:val=&quot;00C61D77&quot;/&gt;&lt;wsp:rsid wsp:val=&quot;00C6789D&quot;/&gt;&lt;wsp:rsid wsp:val=&quot;00C77011&quot;/&gt;&lt;wsp:rsid wsp:val=&quot;00C8240D&quot;/&gt;&lt;wsp:rsid wsp:val=&quot;00C8252C&quot;/&gt;&lt;wsp:rsid wsp:val=&quot;00C92789&quot;/&gt;&lt;wsp:rsid wsp:val=&quot;00C95D90&quot;/&gt;&lt;wsp:rsid wsp:val=&quot;00CA421D&quot;/&gt;&lt;wsp:rsid wsp:val=&quot;00CA63F3&quot;/&gt;&lt;wsp:rsid wsp:val=&quot;00CA6F0F&quot;/&gt;&lt;wsp:rsid wsp:val=&quot;00CB1A33&quot;/&gt;&lt;wsp:rsid wsp:val=&quot;00CB5316&quot;/&gt;&lt;wsp:rsid wsp:val=&quot;00CD7B81&quot;/&gt;&lt;wsp:rsid wsp:val=&quot;00CE2F5A&quot;/&gt;&lt;wsp:rsid wsp:val=&quot;00CF15E7&quot;/&gt;&lt;wsp:rsid wsp:val=&quot;00D05782&quot;/&gt;&lt;wsp:rsid wsp:val=&quot;00D07FA9&quot;/&gt;&lt;wsp:rsid wsp:val=&quot;00D13E34&quot;/&gt;&lt;wsp:rsid wsp:val=&quot;00D21197&quot;/&gt;&lt;wsp:rsid wsp:val=&quot;00D253B9&quot;/&gt;&lt;wsp:rsid wsp:val=&quot;00D31B30&quot;/&gt;&lt;wsp:rsid wsp:val=&quot;00D3319E&quot;/&gt;&lt;wsp:rsid wsp:val=&quot;00D33A02&quot;/&gt;&lt;wsp:rsid wsp:val=&quot;00D34B67&quot;/&gt;&lt;wsp:rsid wsp:val=&quot;00D4493A&quot;/&gt;&lt;wsp:rsid wsp:val=&quot;00D479E4&quot;/&gt;&lt;wsp:rsid wsp:val=&quot;00D51BCE&quot;/&gt;&lt;wsp:rsid wsp:val=&quot;00D53ECE&quot;/&gt;&lt;wsp:rsid wsp:val=&quot;00D62970&quot;/&gt;&lt;wsp:rsid wsp:val=&quot;00D65E4C&quot;/&gt;&lt;wsp:rsid wsp:val=&quot;00D75FD2&quot;/&gt;&lt;wsp:rsid wsp:val=&quot;00D91B72&quot;/&gt;&lt;wsp:rsid wsp:val=&quot;00D95E05&quot;/&gt;&lt;wsp:rsid wsp:val=&quot;00DA52F7&quot;/&gt;&lt;wsp:rsid wsp:val=&quot;00DB29ED&quot;/&gt;&lt;wsp:rsid wsp:val=&quot;00DC3772&quot;/&gt;&lt;wsp:rsid wsp:val=&quot;00DC406B&quot;/&gt;&lt;wsp:rsid wsp:val=&quot;00DC5E58&quot;/&gt;&lt;wsp:rsid wsp:val=&quot;00DD360A&quot;/&gt;&lt;wsp:rsid wsp:val=&quot;00DD3853&quot;/&gt;&lt;wsp:rsid wsp:val=&quot;00E0084B&quot;/&gt;&lt;wsp:rsid wsp:val=&quot;00E31244&quot;/&gt;&lt;wsp:rsid wsp:val=&quot;00E320DB&quot;/&gt;&lt;wsp:rsid wsp:val=&quot;00E374EC&quot;/&gt;&lt;wsp:rsid wsp:val=&quot;00E434D2&quot;/&gt;&lt;wsp:rsid wsp:val=&quot;00E435AA&quot;/&gt;&lt;wsp:rsid wsp:val=&quot;00E5574E&quot;/&gt;&lt;wsp:rsid wsp:val=&quot;00E60A7A&quot;/&gt;&lt;wsp:rsid wsp:val=&quot;00E734EF&quot;/&gt;&lt;wsp:rsid wsp:val=&quot;00E74840&quot;/&gt;&lt;wsp:rsid wsp:val=&quot;00E76092&quot;/&gt;&lt;wsp:rsid wsp:val=&quot;00E82CBC&quot;/&gt;&lt;wsp:rsid wsp:val=&quot;00E87855&quot;/&gt;&lt;wsp:rsid wsp:val=&quot;00EB77F9&quot;/&gt;&lt;wsp:rsid wsp:val=&quot;00EC18FA&quot;/&gt;&lt;wsp:rsid wsp:val=&quot;00EC1FC5&quot;/&gt;&lt;wsp:rsid wsp:val=&quot;00ED530A&quot;/&gt;&lt;wsp:rsid wsp:val=&quot;00EF68CC&quot;/&gt;&lt;wsp:rsid wsp:val=&quot;00F02691&quot;/&gt;&lt;wsp:rsid wsp:val=&quot;00F118B6&quot;/&gt;&lt;wsp:rsid wsp:val=&quot;00F14532&quot;/&gt;&lt;wsp:rsid wsp:val=&quot;00F1647C&quot;/&gt;&lt;wsp:rsid wsp:val=&quot;00F37A94&quot;/&gt;&lt;wsp:rsid wsp:val=&quot;00F413E7&quot;/&gt;&lt;wsp:rsid wsp:val=&quot;00F4187A&quot;/&gt;&lt;wsp:rsid wsp:val=&quot;00F41A9F&quot;/&gt;&lt;wsp:rsid wsp:val=&quot;00F423A3&quot;/&gt;&lt;wsp:rsid wsp:val=&quot;00F65D66&quot;/&gt;&lt;wsp:rsid wsp:val=&quot;00F8127F&quot;/&gt;&lt;wsp:rsid wsp:val=&quot;00F979F9&quot;/&gt;&lt;wsp:rsid wsp:val=&quot;00FA6E46&quot;/&gt;&lt;wsp:rsid wsp:val=&quot;00FB0556&quot;/&gt;&lt;wsp:rsid wsp:val=&quot;00FB30C2&quot;/&gt;&lt;wsp:rsid wsp:val=&quot;00FB5C01&quot;/&gt;&lt;wsp:rsid wsp:val=&quot;00FC1F7D&quot;/&gt;&lt;wsp:rsid wsp:val=&quot;00FC4A2E&quot;/&gt;&lt;wsp:rsid wsp:val=&quot;00FD6F09&quot;/&gt;&lt;wsp:rsid wsp:val=&quot;00FE1FBF&quot;/&gt;&lt;wsp:rsid wsp:val=&quot;00FE4BE2&quot;/&gt;&lt;wsp:rsid wsp:val=&quot;00FE5480&quot;/&gt;&lt;wsp:rsid wsp:val=&quot;00FF4B0C&quot;/&gt;&lt;/wsp:rsids&gt;&lt;/w:docPr&gt;&lt;w:body&gt;&lt;w:p wsp:rsidR=&quot;00000000&quot; wsp:rsidRDefault=&quot;008C41BD&quot;&gt;&lt;m:oMathPara&gt;&lt;m:oMath&gt;&lt;m:sSub&gt;&lt;m:sSubPr&gt;&lt;m:ctrlPr&gt;&lt;w:rPr&gt;&lt;w:rFonts w:ascii=&quot;Cambria Math&quot; w:fareast=&quot;Calibri&quot; w:h-ansi=&quot;Cambria Math&quot;/&gt;&lt;wx:font wx:val=&quot;Cambria Math&quot;/&gt;&lt;w:i/&gt;&lt;w:sz w:val=&quot;20&quot;/&gt;&lt;w:sz-cs w:val=&quot;20&quot;/&gt;&lt;w:lang w:fareast=&quot;EN-US&quot;/&gt;&lt;/w:rPr&gt;&lt;/m:ctrlPr&gt;&lt;/m:sSubPr&gt;&lt;m:e&gt;&lt;m:r&gt;&lt;w:rPr&gt;&lt;w:rFonts w:ascii=&quot;Cambria Math&quot; w:fareast=&quot;Calibri&quot; w:h-ansi=&quot;Cambria Math&quot;/&gt;&lt;wx:font wx:val=&quot;Cambria Math&quot;/&gt;&lt;w:i/&gt;&lt;w:sz w:val=&quot;20&quot;/&gt;&lt;w:sz-cs w:val=&quot;20&quot;/&gt;&lt;w:lang w:val=&quot;EN-US&quot; w:fareast=&quot;EN-US&quot;/&gt;&lt;/w:rPr&gt;&lt;m:t&gt;Y&lt;/m:t&gt;&lt;/m:r&gt;&lt;m:ctrlPr&gt;&lt;w:rPr&gt;&lt;w:rFonts w:ascii=&quot;Cambria Math&quot; w:fareast=&quot;Calibri&quot; w:h-ansi=&quot;Cambria Math&quot;/&gt;&lt;wx:font wx:val=&quot;Cambria Math&quot;/&gt;&lt;w:i/&gt;&lt;w:sz w:val=&quot;20&quot;/&gt;&lt;w:sz-cs w:val=&quot;20&quot;/&gt;&lt;w:lang w:val=&quot;EN-US&quot; w:fareast=&quot;EN-US&quot;/&gt;&lt;/w:rPr&gt;&lt;/m:ctrlPr&gt;&lt;/m:e&gt;&lt;m:sub&gt;&lt;m:r&gt;&lt;w:rPr&gt;&lt;w:rFonts w:ascii=&quot;Cambria Math&quot; w:fareast=&quot;Calibri&quot; w:h-ansi=&quot;Cambria Math&quot;/&gt;&lt;wx:font wx:val=&quot;Cambria Math&quot;/&gt;&lt;w:i/&gt;&lt;w:sz w:val=&quot;20&quot;/&gt;&lt;w:sz-cs w:val=&quot;20&quot;/&gt;&lt;w:lang w:fareast=&quot;EN-US&quot;/&gt;&lt;/w:rPr&gt;&lt;m:t&gt;t&lt;/m:t&gt;&lt;/m:r&gt;&lt;/m:sub&gt;&lt;/m:sSub&gt;&lt;m:r&gt;&lt;w:rPr&gt;&lt;w:rFonts w:ascii=&quot;Cambria Math&quot; w:fareast=&quot;Calibri&quot; w:h-ansi=&quot;Cambria Math&quot;/&gt;&lt;wx:font wx:val=&quot;Cambria Math&quot;/&gt;&lt;w:i/&gt;&lt;w:sz w:val=&quot;20&quot;/&gt;&lt;w:sz-cs w:val=&quot;20&quot;/&gt;&lt;w:lang w:fareast=&quot;EN-US&quot;/&gt;&lt;/w:rPr&gt;&lt;m:t&gt;=&lt;/m:t&gt;&lt;/m:r&gt;&lt;m:nary&gt;&lt;m:naryPr&gt;&lt;m:chr m:val=&quot;в€‘&quot;/&gt;&lt;m:limLoc m:val=&quot;undOvr&quot;/&gt;&lt;m:supHide m:val=&quot;on&quot;/&gt;&lt;m:ctrlPr&gt;&lt;w:rPr&gt;&lt;w:rFonts w:ascii=&quot;Cambria Math&quot; w:fareast=&quot;Calibri&quot; w:h-ansi=&quot;Cambria Math&quot;/&gt;&lt;wx:font wx:val=&quot;Cambria Math&quot;/&gt;&lt;w:i/&gt;&lt;w:sz w:val=&quot;20&quot;/&gt;&lt;w:sz-cs w:val=&quot;20&quot;/&gt;&lt;w:lang w:val=&quot;EN-US&quot; w:fareast=&quot;EN-US&quot;/&gt;&lt;/w:rPr&gt;&lt;/m:ctrlPr&gt;&lt;/m:naryPr&gt;&lt;m:sub&gt;&lt;m:r&gt;&lt;w:rPr&gt;&lt;w:rFonts w:ascii=&quot;Cambria Math&quot; w:fareast=&quot;Calibri&quot; w:h-ansi=&quot;Cambria Math&quot;/&gt;&lt;wx:font wx:val=&quot;Cambria Math&quot;/&gt;&lt;w:i/&gt;&lt;w:sz w:val=&quot;20&quot;/&gt;&lt;w:sz-cs w:val=&quot;20&quot;/&gt;&lt;w:lang w:val=&quot;EN-US&quot; w:fareast=&quot;EN-US&quot;/&gt;&lt;/w:rPr&gt;&lt;m:t&gt;k&lt;/m:t&gt;&lt;/m:r&gt;&lt;/m:sub&gt;&lt;m:sup/&gt;&lt;m:e&gt;&lt;m:sSub&gt;&lt;m:sSubPr&gt;&lt;m:ctrlPr&gt;&lt;w:rPr&gt;&lt;w:rFonts w:ascii=&quot;Cambria Math&quot; w:fareast=&quot;Calibri&quot; w:h-ansi=&quot;Cambria Math&quot;/&gt;&lt;wx:font wx:val=&quot;Cambria Math&quot;/&gt;&lt;w:i/&gt;&lt;w:sz w:val=&quot;20&quot;/&gt;&lt;w:sz-cs w:val=&quot;20&quot;/&gt;&lt;w:lang w:fareast=&quot;EN-US&quot;/&gt;&lt;/w:rPr&gt;&lt;/m:ctrlPr&gt;&lt;/m:sSubPr&gt;&lt;m:e&gt;&lt;m:r&gt;&lt;w:rPr&gt;&lt;w:rFonts w:ascii=&quot;Cambria Math&quot; w:fareast=&quot;Calibri&quot; w:h-ansi=&quot;Cambria Math&quot;/&gt;&lt;wx:font wx:val=&quot;Cambria Math&quot;/&gt;&lt;w:i/&gt;&lt;w:sz w:val=&quot;20&quot;/&gt;&lt;w:sz-cs w:val=&quot;20&quot;/&gt;&lt;w:lang w:val=&quot;EN-US&quot; w:fareast=&quot;EN-US&quot;/&gt;&lt;/w:rPr&gt;&lt;m:t&gt;X&lt;/m:t&gt;&lt;/m:r&gt;&lt;m:ctrlPr&gt;&lt;w:rPr&gt;&lt;w:rFonts w:ascii=&quot;Cambria Math&quot; w:fareast=&quot;Calibri&quot; w:h-ansi=&quot;Cambria Math&quot;/&gt;&lt;wx:font wx:val=&quot;Cambria Math&quot;/&gt;&lt;w:i/&gt;&lt;w:sz w:val=&quot;20&quot;/&gt;&lt;w:sz-cs w:val=&quot;20&quot;/&gt;&lt;w:lang w:val=&quot;EN-US&quot; w:fareast=&quot;EN-US&quot;/&gt;&lt;/w:rPr&gt;&lt;/m:ctrlPr&gt;&lt;/m:e&gt;&lt;m:sub&gt;&lt;m:r&gt;&lt;w:rPr&gt;&lt;w:rFonts w:ascii=&quot;Cambria Math&quot; w:fareast=&quot;Calibri&quot; w:h-ansi=&quot;Cambria Math&quot;/&gt;&lt;wx:font wx:val=&quot;Cambria Math&quot;/&gt;&lt;w:i/&gt;&lt;w:sz w:val=&quot;20&quot;/&gt;&lt;w:sz-cs w:val=&quot;20&quot;/&gt;&lt;w:lang w:fareast=&quot;EN-US&quot;/&gt;&lt;/w:rPr&gt;&lt;m:t&gt;t,k&lt;/m:t&gt;&lt;/m:r&gt;&lt;/m:sub&gt;&lt;/m:sSub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7" o:title="" chromakey="white"/>
                </v:shape>
              </w:pict>
            </w:r>
            <w:r w:rsidRPr="007B31EF">
              <w:rPr>
                <w:sz w:val="20"/>
                <w:szCs w:val="20"/>
                <w:lang w:eastAsia="en-US"/>
              </w:rPr>
              <w:instrText xml:space="preserve"> </w:instrText>
            </w:r>
            <w:r w:rsidRPr="007B31EF">
              <w:rPr>
                <w:sz w:val="20"/>
                <w:szCs w:val="20"/>
                <w:lang w:eastAsia="en-US"/>
              </w:rPr>
              <w:fldChar w:fldCharType="separate"/>
            </w:r>
            <w:r w:rsidRPr="00FB4537">
              <w:rPr>
                <w:sz w:val="20"/>
                <w:szCs w:val="20"/>
              </w:rPr>
              <w:pict>
                <v:shape id="_x0000_i1026" type="#_x0000_t75" style="width:54.75pt;height:30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253B9&quot;/&gt;&lt;wsp:rsid wsp:val=&quot;000054E8&quot;/&gt;&lt;wsp:rsid wsp:val=&quot;00012754&quot;/&gt;&lt;wsp:rsid wsp:val=&quot;00013B0F&quot;/&gt;&lt;wsp:rsid wsp:val=&quot;000164C7&quot;/&gt;&lt;wsp:rsid wsp:val=&quot;00016534&quot;/&gt;&lt;wsp:rsid wsp:val=&quot;00046569&quot;/&gt;&lt;wsp:rsid wsp:val=&quot;00054861&quot;/&gt;&lt;wsp:rsid wsp:val=&quot;000615C9&quot;/&gt;&lt;wsp:rsid wsp:val=&quot;00063DD2&quot;/&gt;&lt;wsp:rsid wsp:val=&quot;000657BC&quot;/&gt;&lt;wsp:rsid wsp:val=&quot;00076E03&quot;/&gt;&lt;wsp:rsid wsp:val=&quot;00081DB3&quot;/&gt;&lt;wsp:rsid wsp:val=&quot;00082FD6&quot;/&gt;&lt;wsp:rsid wsp:val=&quot;0009064A&quot;/&gt;&lt;wsp:rsid wsp:val=&quot;00092119&quot;/&gt;&lt;wsp:rsid wsp:val=&quot;000D671A&quot;/&gt;&lt;wsp:rsid wsp:val=&quot;000E0E06&quot;/&gt;&lt;wsp:rsid wsp:val=&quot;000E12F1&quot;/&gt;&lt;wsp:rsid wsp:val=&quot;000F1454&quot;/&gt;&lt;wsp:rsid wsp:val=&quot;000F6822&quot;/&gt;&lt;wsp:rsid wsp:val=&quot;0010064A&quot;/&gt;&lt;wsp:rsid wsp:val=&quot;001130BE&quot;/&gt;&lt;wsp:rsid wsp:val=&quot;00117285&quot;/&gt;&lt;wsp:rsid wsp:val=&quot;00120DBC&quot;/&gt;&lt;wsp:rsid wsp:val=&quot;00120F95&quot;/&gt;&lt;wsp:rsid wsp:val=&quot;001400E9&quot;/&gt;&lt;wsp:rsid wsp:val=&quot;001403D2&quot;/&gt;&lt;wsp:rsid wsp:val=&quot;001409C8&quot;/&gt;&lt;wsp:rsid wsp:val=&quot;00143E3D&quot;/&gt;&lt;wsp:rsid wsp:val=&quot;00154068&quot;/&gt;&lt;wsp:rsid wsp:val=&quot;00175E7B&quot;/&gt;&lt;wsp:rsid wsp:val=&quot;001C032C&quot;/&gt;&lt;wsp:rsid wsp:val=&quot;001C4435&quot;/&gt;&lt;wsp:rsid wsp:val=&quot;001E2771&quot;/&gt;&lt;wsp:rsid wsp:val=&quot;001F09C6&quot;/&gt;&lt;wsp:rsid wsp:val=&quot;001F6930&quot;/&gt;&lt;wsp:rsid wsp:val=&quot;001F7AE9&quot;/&gt;&lt;wsp:rsid wsp:val=&quot;002019E6&quot;/&gt;&lt;wsp:rsid wsp:val=&quot;00201BDB&quot;/&gt;&lt;wsp:rsid wsp:val=&quot;002256EF&quot;/&gt;&lt;wsp:rsid wsp:val=&quot;002404AF&quot;/&gt;&lt;wsp:rsid wsp:val=&quot;002466C4&quot;/&gt;&lt;wsp:rsid wsp:val=&quot;002541DE&quot;/&gt;&lt;wsp:rsid wsp:val=&quot;00281B07&quot;/&gt;&lt;wsp:rsid wsp:val=&quot;00281E28&quot;/&gt;&lt;wsp:rsid wsp:val=&quot;00290A38&quot;/&gt;&lt;wsp:rsid wsp:val=&quot;002A5449&quot;/&gt;&lt;wsp:rsid wsp:val=&quot;002B295D&quot;/&gt;&lt;wsp:rsid wsp:val=&quot;002B3E8E&quot;/&gt;&lt;wsp:rsid wsp:val=&quot;002B6DED&quot;/&gt;&lt;wsp:rsid wsp:val=&quot;002C37DB&quot;/&gt;&lt;wsp:rsid wsp:val=&quot;002D0FA2&quot;/&gt;&lt;wsp:rsid wsp:val=&quot;002D33C8&quot;/&gt;&lt;wsp:rsid wsp:val=&quot;002D4A68&quot;/&gt;&lt;wsp:rsid wsp:val=&quot;002D5482&quot;/&gt;&lt;wsp:rsid wsp:val=&quot;002E1B77&quot;/&gt;&lt;wsp:rsid wsp:val=&quot;002E2DA0&quot;/&gt;&lt;wsp:rsid wsp:val=&quot;002F6116&quot;/&gt;&lt;wsp:rsid wsp:val=&quot;002F67D7&quot;/&gt;&lt;wsp:rsid wsp:val=&quot;003001FF&quot;/&gt;&lt;wsp:rsid wsp:val=&quot;00311F5A&quot;/&gt;&lt;wsp:rsid wsp:val=&quot;003124DE&quot;/&gt;&lt;wsp:rsid wsp:val=&quot;00327FE7&quot;/&gt;&lt;wsp:rsid wsp:val=&quot;00335C43&quot;/&gt;&lt;wsp:rsid wsp:val=&quot;003568BA&quot;/&gt;&lt;wsp:rsid wsp:val=&quot;00364587&quot;/&gt;&lt;wsp:rsid wsp:val=&quot;0037277D&quot;/&gt;&lt;wsp:rsid wsp:val=&quot;00381B77&quot;/&gt;&lt;wsp:rsid wsp:val=&quot;00384D99&quot;/&gt;&lt;wsp:rsid wsp:val=&quot;00386E36&quot;/&gt;&lt;wsp:rsid wsp:val=&quot;0039171A&quot;/&gt;&lt;wsp:rsid wsp:val=&quot;0039206A&quot;/&gt;&lt;wsp:rsid wsp:val=&quot;003941C4&quot;/&gt;&lt;wsp:rsid wsp:val=&quot;003A0DD8&quot;/&gt;&lt;wsp:rsid wsp:val=&quot;003B70A8&quot;/&gt;&lt;wsp:rsid wsp:val=&quot;003E4320&quot;/&gt;&lt;wsp:rsid wsp:val=&quot;003E6657&quot;/&gt;&lt;wsp:rsid wsp:val=&quot;004227BB&quot;/&gt;&lt;wsp:rsid wsp:val=&quot;00442242&quot;/&gt;&lt;wsp:rsid wsp:val=&quot;00462396&quot;/&gt;&lt;wsp:rsid wsp:val=&quot;00477F21&quot;/&gt;&lt;wsp:rsid wsp:val=&quot;00480FF2&quot;/&gt;&lt;wsp:rsid wsp:val=&quot;004953C4&quot;/&gt;&lt;wsp:rsid wsp:val=&quot;004A78C4&quot;/&gt;&lt;wsp:rsid wsp:val=&quot;004C4A84&quot;/&gt;&lt;wsp:rsid wsp:val=&quot;004C78C8&quot;/&gt;&lt;wsp:rsid wsp:val=&quot;004D71C0&quot;/&gt;&lt;wsp:rsid wsp:val=&quot;004E344D&quot;/&gt;&lt;wsp:rsid wsp:val=&quot;004F6840&quot;/&gt;&lt;wsp:rsid wsp:val=&quot;004F724E&quot;/&gt;&lt;wsp:rsid wsp:val=&quot;00520DE6&quot;/&gt;&lt;wsp:rsid wsp:val=&quot;0052743B&quot;/&gt;&lt;wsp:rsid wsp:val=&quot;00545152&quot;/&gt;&lt;wsp:rsid wsp:val=&quot;005451C5&quot;/&gt;&lt;wsp:rsid wsp:val=&quot;005475A5&quot;/&gt;&lt;wsp:rsid wsp:val=&quot;00550411&quot;/&gt;&lt;wsp:rsid wsp:val=&quot;00564CF7&quot;/&gt;&lt;wsp:rsid wsp:val=&quot;005661E8&quot;/&gt;&lt;wsp:rsid wsp:val=&quot;00576B23&quot;/&gt;&lt;wsp:rsid wsp:val=&quot;00580326&quot;/&gt;&lt;wsp:rsid wsp:val=&quot;00586A72&quot;/&gt;&lt;wsp:rsid wsp:val=&quot;0059175D&quot;/&gt;&lt;wsp:rsid wsp:val=&quot;00591A95&quot;/&gt;&lt;wsp:rsid wsp:val=&quot;005974D2&quot;/&gt;&lt;wsp:rsid wsp:val=&quot;005A3796&quot;/&gt;&lt;wsp:rsid wsp:val=&quot;005A78F4&quot;/&gt;&lt;wsp:rsid wsp:val=&quot;005C4540&quot;/&gt;&lt;wsp:rsid wsp:val=&quot;005D1989&quot;/&gt;&lt;wsp:rsid wsp:val=&quot;005D6179&quot;/&gt;&lt;wsp:rsid wsp:val=&quot;005E7E28&quot;/&gt;&lt;wsp:rsid wsp:val=&quot;006023D7&quot;/&gt;&lt;wsp:rsid wsp:val=&quot;00610F53&quot;/&gt;&lt;wsp:rsid wsp:val=&quot;006318A2&quot;/&gt;&lt;wsp:rsid wsp:val=&quot;00643DF8&quot;/&gt;&lt;wsp:rsid wsp:val=&quot;006448F5&quot;/&gt;&lt;wsp:rsid wsp:val=&quot;00656F29&quot;/&gt;&lt;wsp:rsid wsp:val=&quot;006614D6&quot;/&gt;&lt;wsp:rsid wsp:val=&quot;00662D56&quot;/&gt;&lt;wsp:rsid wsp:val=&quot;00670DF9&quot;/&gt;&lt;wsp:rsid wsp:val=&quot;00672EB5&quot;/&gt;&lt;wsp:rsid wsp:val=&quot;00676ED0&quot;/&gt;&lt;wsp:rsid wsp:val=&quot;00684E7D&quot;/&gt;&lt;wsp:rsid wsp:val=&quot;00696E49&quot;/&gt;&lt;wsp:rsid wsp:val=&quot;006A6E4C&quot;/&gt;&lt;wsp:rsid wsp:val=&quot;006A751C&quot;/&gt;&lt;wsp:rsid wsp:val=&quot;006C6BBA&quot;/&gt;&lt;wsp:rsid wsp:val=&quot;006D41A4&quot;/&gt;&lt;wsp:rsid wsp:val=&quot;006D612D&quot;/&gt;&lt;wsp:rsid wsp:val=&quot;006E1028&quot;/&gt;&lt;wsp:rsid wsp:val=&quot;006F4204&quot;/&gt;&lt;wsp:rsid wsp:val=&quot;006F5F03&quot;/&gt;&lt;wsp:rsid wsp:val=&quot;006F7F9B&quot;/&gt;&lt;wsp:rsid wsp:val=&quot;007271C9&quot;/&gt;&lt;wsp:rsid wsp:val=&quot;007360B1&quot;/&gt;&lt;wsp:rsid wsp:val=&quot;00746581&quot;/&gt;&lt;wsp:rsid wsp:val=&quot;00751A38&quot;/&gt;&lt;wsp:rsid wsp:val=&quot;00757E3C&quot;/&gt;&lt;wsp:rsid wsp:val=&quot;0077602C&quot;/&gt;&lt;wsp:rsid wsp:val=&quot;00777C4A&quot;/&gt;&lt;wsp:rsid wsp:val=&quot;00780511&quot;/&gt;&lt;wsp:rsid wsp:val=&quot;00781C7C&quot;/&gt;&lt;wsp:rsid wsp:val=&quot;007A1FB7&quot;/&gt;&lt;wsp:rsid wsp:val=&quot;007B0AFE&quot;/&gt;&lt;wsp:rsid wsp:val=&quot;007D05F9&quot;/&gt;&lt;wsp:rsid wsp:val=&quot;007D22C0&quot;/&gt;&lt;wsp:rsid wsp:val=&quot;008140A1&quot;/&gt;&lt;wsp:rsid wsp:val=&quot;00822482&quot;/&gt;&lt;wsp:rsid wsp:val=&quot;00822EC4&quot;/&gt;&lt;wsp:rsid wsp:val=&quot;00824166&quot;/&gt;&lt;wsp:rsid wsp:val=&quot;008374EA&quot;/&gt;&lt;wsp:rsid wsp:val=&quot;00840350&quot;/&gt;&lt;wsp:rsid wsp:val=&quot;00841EA2&quot;/&gt;&lt;wsp:rsid wsp:val=&quot;00855315&quot;/&gt;&lt;wsp:rsid wsp:val=&quot;008638F9&quot;/&gt;&lt;wsp:rsid wsp:val=&quot;008658FD&quot;/&gt;&lt;wsp:rsid wsp:val=&quot;008710E1&quot;/&gt;&lt;wsp:rsid wsp:val=&quot;00880111&quot;/&gt;&lt;wsp:rsid wsp:val=&quot;00891159&quot;/&gt;&lt;wsp:rsid wsp:val=&quot;008A61F7&quot;/&gt;&lt;wsp:rsid wsp:val=&quot;008B2AA3&quot;/&gt;&lt;wsp:rsid wsp:val=&quot;008B47CE&quot;/&gt;&lt;wsp:rsid wsp:val=&quot;008B6773&quot;/&gt;&lt;wsp:rsid wsp:val=&quot;008C0669&quot;/&gt;&lt;wsp:rsid wsp:val=&quot;008C3293&quot;/&gt;&lt;wsp:rsid wsp:val=&quot;008C41BD&quot;/&gt;&lt;wsp:rsid wsp:val=&quot;008D187D&quot;/&gt;&lt;wsp:rsid wsp:val=&quot;008D45B2&quot;/&gt;&lt;wsp:rsid wsp:val=&quot;008D73FF&quot;/&gt;&lt;wsp:rsid wsp:val=&quot;008E136E&quot;/&gt;&lt;wsp:rsid wsp:val=&quot;008E4628&quot;/&gt;&lt;wsp:rsid wsp:val=&quot;008F5939&quot;/&gt;&lt;wsp:rsid wsp:val=&quot;00906400&quot;/&gt;&lt;wsp:rsid wsp:val=&quot;009178B4&quot;/&gt;&lt;wsp:rsid wsp:val=&quot;00926D80&quot;/&gt;&lt;wsp:rsid wsp:val=&quot;00947A83&quot;/&gt;&lt;wsp:rsid wsp:val=&quot;0095462C&quot;/&gt;&lt;wsp:rsid wsp:val=&quot;0096414D&quot;/&gt;&lt;wsp:rsid wsp:val=&quot;009678ED&quot;/&gt;&lt;wsp:rsid wsp:val=&quot;00971857&quot;/&gt;&lt;wsp:rsid wsp:val=&quot;00974139&quot;/&gt;&lt;wsp:rsid wsp:val=&quot;00985D47&quot;/&gt;&lt;wsp:rsid wsp:val=&quot;00987E78&quot;/&gt;&lt;wsp:rsid wsp:val=&quot;009938EB&quot;/&gt;&lt;wsp:rsid wsp:val=&quot;00997603&quot;/&gt;&lt;wsp:rsid wsp:val=&quot;00997A58&quot;/&gt;&lt;wsp:rsid wsp:val=&quot;009A3B63&quot;/&gt;&lt;wsp:rsid wsp:val=&quot;009B744C&quot;/&gt;&lt;wsp:rsid wsp:val=&quot;009C7C8E&quot;/&gt;&lt;wsp:rsid wsp:val=&quot;009D402E&quot;/&gt;&lt;wsp:rsid wsp:val=&quot;009E0BD6&quot;/&gt;&lt;wsp:rsid wsp:val=&quot;009F70B1&quot;/&gt;&lt;wsp:rsid wsp:val=&quot;00A02771&quot;/&gt;&lt;wsp:rsid wsp:val=&quot;00A13FC4&quot;/&gt;&lt;wsp:rsid wsp:val=&quot;00A25DAE&quot;/&gt;&lt;wsp:rsid wsp:val=&quot;00A344AB&quot;/&gt;&lt;wsp:rsid wsp:val=&quot;00A34A82&quot;/&gt;&lt;wsp:rsid wsp:val=&quot;00A434FF&quot;/&gt;&lt;wsp:rsid wsp:val=&quot;00A5381B&quot;/&gt;&lt;wsp:rsid wsp:val=&quot;00A539F3&quot;/&gt;&lt;wsp:rsid wsp:val=&quot;00A62868&quot;/&gt;&lt;wsp:rsid wsp:val=&quot;00A67556&quot;/&gt;&lt;wsp:rsid wsp:val=&quot;00A81ACF&quot;/&gt;&lt;wsp:rsid wsp:val=&quot;00A95165&quot;/&gt;&lt;wsp:rsid wsp:val=&quot;00A972AF&quot;/&gt;&lt;wsp:rsid wsp:val=&quot;00A97D6E&quot;/&gt;&lt;wsp:rsid wsp:val=&quot;00AA1F29&quot;/&gt;&lt;wsp:rsid wsp:val=&quot;00AA6CC4&quot;/&gt;&lt;wsp:rsid wsp:val=&quot;00B12809&quot;/&gt;&lt;wsp:rsid wsp:val=&quot;00B203C3&quot;/&gt;&lt;wsp:rsid wsp:val=&quot;00B331CD&quot;/&gt;&lt;wsp:rsid wsp:val=&quot;00B34E77&quot;/&gt;&lt;wsp:rsid wsp:val=&quot;00B4366D&quot;/&gt;&lt;wsp:rsid wsp:val=&quot;00B443A2&quot;/&gt;&lt;wsp:rsid wsp:val=&quot;00B464EB&quot;/&gt;&lt;wsp:rsid wsp:val=&quot;00B6380C&quot;/&gt;&lt;wsp:rsid wsp:val=&quot;00B72A3C&quot;/&gt;&lt;wsp:rsid wsp:val=&quot;00B90B9D&quot;/&gt;&lt;wsp:rsid wsp:val=&quot;00B91863&quot;/&gt;&lt;wsp:rsid wsp:val=&quot;00B91971&quot;/&gt;&lt;wsp:rsid wsp:val=&quot;00BA284D&quot;/&gt;&lt;wsp:rsid wsp:val=&quot;00BA36ED&quot;/&gt;&lt;wsp:rsid wsp:val=&quot;00BB0F1C&quot;/&gt;&lt;wsp:rsid wsp:val=&quot;00BC3299&quot;/&gt;&lt;wsp:rsid wsp:val=&quot;00BD0768&quot;/&gt;&lt;wsp:rsid wsp:val=&quot;00BE7D73&quot;/&gt;&lt;wsp:rsid wsp:val=&quot;00C01A61&quot;/&gt;&lt;wsp:rsid wsp:val=&quot;00C05488&quot;/&gt;&lt;wsp:rsid wsp:val=&quot;00C12361&quot;/&gt;&lt;wsp:rsid wsp:val=&quot;00C20B53&quot;/&gt;&lt;wsp:rsid wsp:val=&quot;00C30E46&quot;/&gt;&lt;wsp:rsid wsp:val=&quot;00C41882&quot;/&gt;&lt;wsp:rsid wsp:val=&quot;00C60E15&quot;/&gt;&lt;wsp:rsid wsp:val=&quot;00C61644&quot;/&gt;&lt;wsp:rsid wsp:val=&quot;00C61D77&quot;/&gt;&lt;wsp:rsid wsp:val=&quot;00C6789D&quot;/&gt;&lt;wsp:rsid wsp:val=&quot;00C77011&quot;/&gt;&lt;wsp:rsid wsp:val=&quot;00C8240D&quot;/&gt;&lt;wsp:rsid wsp:val=&quot;00C8252C&quot;/&gt;&lt;wsp:rsid wsp:val=&quot;00C92789&quot;/&gt;&lt;wsp:rsid wsp:val=&quot;00C95D90&quot;/&gt;&lt;wsp:rsid wsp:val=&quot;00CA421D&quot;/&gt;&lt;wsp:rsid wsp:val=&quot;00CA63F3&quot;/&gt;&lt;wsp:rsid wsp:val=&quot;00CA6F0F&quot;/&gt;&lt;wsp:rsid wsp:val=&quot;00CB1A33&quot;/&gt;&lt;wsp:rsid wsp:val=&quot;00CB5316&quot;/&gt;&lt;wsp:rsid wsp:val=&quot;00CD7B81&quot;/&gt;&lt;wsp:rsid wsp:val=&quot;00CE2F5A&quot;/&gt;&lt;wsp:rsid wsp:val=&quot;00CF15E7&quot;/&gt;&lt;wsp:rsid wsp:val=&quot;00D05782&quot;/&gt;&lt;wsp:rsid wsp:val=&quot;00D07FA9&quot;/&gt;&lt;wsp:rsid wsp:val=&quot;00D13E34&quot;/&gt;&lt;wsp:rsid wsp:val=&quot;00D21197&quot;/&gt;&lt;wsp:rsid wsp:val=&quot;00D253B9&quot;/&gt;&lt;wsp:rsid wsp:val=&quot;00D31B30&quot;/&gt;&lt;wsp:rsid wsp:val=&quot;00D3319E&quot;/&gt;&lt;wsp:rsid wsp:val=&quot;00D33A02&quot;/&gt;&lt;wsp:rsid wsp:val=&quot;00D34B67&quot;/&gt;&lt;wsp:rsid wsp:val=&quot;00D4493A&quot;/&gt;&lt;wsp:rsid wsp:val=&quot;00D479E4&quot;/&gt;&lt;wsp:rsid wsp:val=&quot;00D51BCE&quot;/&gt;&lt;wsp:rsid wsp:val=&quot;00D53ECE&quot;/&gt;&lt;wsp:rsid wsp:val=&quot;00D62970&quot;/&gt;&lt;wsp:rsid wsp:val=&quot;00D65E4C&quot;/&gt;&lt;wsp:rsid wsp:val=&quot;00D75FD2&quot;/&gt;&lt;wsp:rsid wsp:val=&quot;00D91B72&quot;/&gt;&lt;wsp:rsid wsp:val=&quot;00D95E05&quot;/&gt;&lt;wsp:rsid wsp:val=&quot;00DA52F7&quot;/&gt;&lt;wsp:rsid wsp:val=&quot;00DB29ED&quot;/&gt;&lt;wsp:rsid wsp:val=&quot;00DC3772&quot;/&gt;&lt;wsp:rsid wsp:val=&quot;00DC406B&quot;/&gt;&lt;wsp:rsid wsp:val=&quot;00DC5E58&quot;/&gt;&lt;wsp:rsid wsp:val=&quot;00DD360A&quot;/&gt;&lt;wsp:rsid wsp:val=&quot;00DD3853&quot;/&gt;&lt;wsp:rsid wsp:val=&quot;00E0084B&quot;/&gt;&lt;wsp:rsid wsp:val=&quot;00E31244&quot;/&gt;&lt;wsp:rsid wsp:val=&quot;00E320DB&quot;/&gt;&lt;wsp:rsid wsp:val=&quot;00E374EC&quot;/&gt;&lt;wsp:rsid wsp:val=&quot;00E434D2&quot;/&gt;&lt;wsp:rsid wsp:val=&quot;00E435AA&quot;/&gt;&lt;wsp:rsid wsp:val=&quot;00E5574E&quot;/&gt;&lt;wsp:rsid wsp:val=&quot;00E60A7A&quot;/&gt;&lt;wsp:rsid wsp:val=&quot;00E734EF&quot;/&gt;&lt;wsp:rsid wsp:val=&quot;00E74840&quot;/&gt;&lt;wsp:rsid wsp:val=&quot;00E76092&quot;/&gt;&lt;wsp:rsid wsp:val=&quot;00E82CBC&quot;/&gt;&lt;wsp:rsid wsp:val=&quot;00E87855&quot;/&gt;&lt;wsp:rsid wsp:val=&quot;00EB77F9&quot;/&gt;&lt;wsp:rsid wsp:val=&quot;00EC18FA&quot;/&gt;&lt;wsp:rsid wsp:val=&quot;00EC1FC5&quot;/&gt;&lt;wsp:rsid wsp:val=&quot;00ED530A&quot;/&gt;&lt;wsp:rsid wsp:val=&quot;00EF68CC&quot;/&gt;&lt;wsp:rsid wsp:val=&quot;00F02691&quot;/&gt;&lt;wsp:rsid wsp:val=&quot;00F118B6&quot;/&gt;&lt;wsp:rsid wsp:val=&quot;00F14532&quot;/&gt;&lt;wsp:rsid wsp:val=&quot;00F1647C&quot;/&gt;&lt;wsp:rsid wsp:val=&quot;00F37A94&quot;/&gt;&lt;wsp:rsid wsp:val=&quot;00F413E7&quot;/&gt;&lt;wsp:rsid wsp:val=&quot;00F4187A&quot;/&gt;&lt;wsp:rsid wsp:val=&quot;00F41A9F&quot;/&gt;&lt;wsp:rsid wsp:val=&quot;00F423A3&quot;/&gt;&lt;wsp:rsid wsp:val=&quot;00F65D66&quot;/&gt;&lt;wsp:rsid wsp:val=&quot;00F8127F&quot;/&gt;&lt;wsp:rsid wsp:val=&quot;00F979F9&quot;/&gt;&lt;wsp:rsid wsp:val=&quot;00FA6E46&quot;/&gt;&lt;wsp:rsid wsp:val=&quot;00FB0556&quot;/&gt;&lt;wsp:rsid wsp:val=&quot;00FB30C2&quot;/&gt;&lt;wsp:rsid wsp:val=&quot;00FB5C01&quot;/&gt;&lt;wsp:rsid wsp:val=&quot;00FC1F7D&quot;/&gt;&lt;wsp:rsid wsp:val=&quot;00FC4A2E&quot;/&gt;&lt;wsp:rsid wsp:val=&quot;00FD6F09&quot;/&gt;&lt;wsp:rsid wsp:val=&quot;00FE1FBF&quot;/&gt;&lt;wsp:rsid wsp:val=&quot;00FE4BE2&quot;/&gt;&lt;wsp:rsid wsp:val=&quot;00FE5480&quot;/&gt;&lt;wsp:rsid wsp:val=&quot;00FF4B0C&quot;/&gt;&lt;/wsp:rsids&gt;&lt;/w:docPr&gt;&lt;w:body&gt;&lt;w:p wsp:rsidR=&quot;00000000&quot; wsp:rsidRDefault=&quot;008C41BD&quot;&gt;&lt;m:oMathPara&gt;&lt;m:oMath&gt;&lt;m:sSub&gt;&lt;m:sSubPr&gt;&lt;m:ctrlPr&gt;&lt;w:rPr&gt;&lt;w:rFonts w:ascii=&quot;Cambria Math&quot; w:fareast=&quot;Calibri&quot; w:h-ansi=&quot;Cambria Math&quot;/&gt;&lt;wx:font wx:val=&quot;Cambria Math&quot;/&gt;&lt;w:i/&gt;&lt;w:sz w:val=&quot;20&quot;/&gt;&lt;w:sz-cs w:val=&quot;20&quot;/&gt;&lt;w:lang w:fareast=&quot;EN-US&quot;/&gt;&lt;/w:rPr&gt;&lt;/m:ctrlPr&gt;&lt;/m:sSubPr&gt;&lt;m:e&gt;&lt;m:r&gt;&lt;w:rPr&gt;&lt;w:rFonts w:ascii=&quot;Cambria Math&quot; w:fareast=&quot;Calibri&quot; w:h-ansi=&quot;Cambria Math&quot;/&gt;&lt;wx:font wx:val=&quot;Cambria Math&quot;/&gt;&lt;w:i/&gt;&lt;w:sz w:val=&quot;20&quot;/&gt;&lt;w:sz-cs w:val=&quot;20&quot;/&gt;&lt;w:lang w:val=&quot;EN-US&quot; w:fareast=&quot;EN-US&quot;/&gt;&lt;/w:rPr&gt;&lt;m:t&gt;Y&lt;/m:t&gt;&lt;/m:r&gt;&lt;m:ctrlPr&gt;&lt;w:rPr&gt;&lt;w:rFonts w:ascii=&quot;Cambria Math&quot; w:fareast=&quot;Calibri&quot; w:h-ansi=&quot;Cambria Math&quot;/&gt;&lt;wx:font wx:val=&quot;Cambria Math&quot;/&gt;&lt;w:i/&gt;&lt;w:sz w:val=&quot;20&quot;/&gt;&lt;w:sz-cs w:val=&quot;20&quot;/&gt;&lt;w:lang w:val=&quot;EN-US&quot; w:fareast=&quot;EN-US&quot;/&gt;&lt;/w:rPr&gt;&lt;/m:ctrlPr&gt;&lt;/m:e&gt;&lt;m:sub&gt;&lt;m:r&gt;&lt;w:rPr&gt;&lt;w:rFonts w:ascii=&quot;Cambria Math&quot; w:fareast=&quot;Calibri&quot; w:h-ansi=&quot;Cambria Math&quot;/&gt;&lt;wx:font wx:val=&quot;Cambria Math&quot;/&gt;&lt;w:i/&gt;&lt;w:sz w:val=&quot;20&quot;/&gt;&lt;w:sz-cs w:val=&quot;20&quot;/&gt;&lt;w:lang w:fareast=&quot;EN-US&quot;/&gt;&lt;/w:rPr&gt;&lt;m:t&gt;t&lt;/m:t&gt;&lt;/m:r&gt;&lt;/m:sub&gt;&lt;/m:sSub&gt;&lt;m:r&gt;&lt;w:rPr&gt;&lt;w:rFonts w:ascii=&quot;Cambria Math&quot; w:fareast=&quot;Calibri&quot; w:h-ansi=&quot;Cambria Math&quot;/&gt;&lt;wx:font wx:val=&quot;Cambria Math&quot;/&gt;&lt;w:i/&gt;&lt;w:sz w:val=&quot;20&quot;/&gt;&lt;w:sz-cs w:val=&quot;20&quot;/&gt;&lt;w:lang w:fareast=&quot;EN-US&quot;/&gt;&lt;/w:rPr&gt;&lt;m:t&gt;=&lt;/m:t&gt;&lt;/m:r&gt;&lt;m:nary&gt;&lt;m:naryPr&gt;&lt;m:chr m:val=&quot;в€‘&quot;/&gt;&lt;m:limLoc m:val=&quot;undOvr&quot;/&gt;&lt;m:supHide m:val=&quot;on&quot;/&gt;&lt;m:ctrlPr&gt;&lt;w:rPr&gt;&lt;w:rFonts w:ascii=&quot;Cambria Math&quot; w:fareast=&quot;Calibri&quot; w:h-ansi=&quot;Cambria Math&quot;/&gt;&lt;wx:font wx:val=&quot;Cambria Math&quot;/&gt;&lt;w:i/&gt;&lt;w:sz w:val=&quot;20&quot;/&gt;&lt;w:sz-cs w:val=&quot;20&quot;/&gt;&lt;w:lang w:val=&quot;EN-US&quot; w:fareast=&quot;EN-US&quot;/&gt;&lt;/w:rPr&gt;&lt;/m:ctrlPr&gt;&lt;/m:naryPr&gt;&lt;m:sub&gt;&lt;m:r&gt;&lt;w:rPr&gt;&lt;w:rFonts w:ascii=&quot;Cambria Math&quot; w:fareast=&quot;Calibri&quot; w:h-ansi=&quot;Cambria Math&quot;/&gt;&lt;wx:font wx:val=&quot;Cambria Math&quot;/&gt;&lt;w:i/&gt;&lt;w:sz w:val=&quot;20&quot;/&gt;&lt;w:sz-cs w:val=&quot;20&quot;/&gt;&lt;w:lang w:val=&quot;EN-US&quot; w:fareast=&quot;EN-US&quot;/&gt;&lt;/w:rPr&gt;&lt;m:t&gt;k&lt;/m:t&gt;&lt;/m:r&gt;&lt;/m:sub&gt;&lt;m:sup/&gt;&lt;m:e&gt;&lt;m:sSub&gt;&lt;m:sSubPr&gt;&lt;m:ctrlPr&gt;&lt;w:rPr&gt;&lt;w:rFonts w:ascii=&quot;Cambria Math&quot; w:fareast=&quot;Calibri&quot; w:h-ansi=&quot;Cambria Math&quot;/&gt;&lt;wx:font wx:val=&quot;Cambria Math&quot;/&gt;&lt;w:i/&gt;&lt;w:sz w:val=&quot;20&quot;/&gt;&lt;w:sz-cs w:val=&quot;20&quot;/&gt;&lt;w:lang w:fareast=&quot;EN-US&quot;/&gt;&lt;/w:rPr&gt;&lt;/m:ctrlPr&gt;&lt;/m:sSubPr&gt;&lt;m:e&gt;&lt;m:r&gt;&lt;w:rPr&gt;&lt;w:rFonts w:ascii=&quot;Cambria Math&quot; w:fareast=&quot;Calibri&quot; w:h-ansi=&quot;Cambria Math&quot;/&gt;&lt;wx:font wx:val=&quot;Cambria Math&quot;/&gt;&lt;w:i/&gt;&lt;w:sz w:val=&quot;20&quot;/&gt;&lt;w:sz-cs w:val=&quot;20&quot;/&gt;&lt;w:lang w:val=&quot;EN-US&quot; w:fareast=&quot;EN-US&quot;/&gt;&lt;/w:rPr&gt;&lt;m:t&gt;X&lt;/m:t&gt;&lt;/m:r&gt;&lt;m:ctrlPr&gt;&lt;w:rPr&gt;&lt;w:rFonts w:ascii=&quot;Cambria Math&quot; w:fareast=&quot;Calibri&quot; w:h-ansi=&quot;Cambria Math&quot;/&gt;&lt;wx:font wx:val=&quot;Cambria Math&quot;/&gt;&lt;w:i/&gt;&lt;w:sz w:val=&quot;20&quot;/&gt;&lt;w:sz-cs w:val=&quot;20&quot;/&gt;&lt;w:lang w:val=&quot;EN-US&quot; w:fareast=&quot;EN-US&quot;/&gt;&lt;/w:rPr&gt;&lt;/m:ctrlPr&gt;&lt;/m:e&gt;&lt;m:sub&gt;&lt;m:r&gt;&lt;w:rPr&gt;&lt;w:rFonts w:ascii=&quot;Cambria Math&quot; w:fareast=&quot;Calibri&quot; w:h-ansi=&quot;Cambria Math&quot;/&gt;&lt;wx:font wx:val=&quot;Cambria Math&quot;/&gt;&lt;w:i/&gt;&lt;w:sz w:val=&quot;20&quot;/&gt;&lt;w:sz-cs w:val=&quot;20&quot;/&gt;&lt;w:lang w:fareast=&quot;EN-US&quot;/&gt;&lt;/w:rPr&gt;&lt;m:t&gt;t,k&lt;/m:t&gt;&lt;/m:r&gt;&lt;/m:sub&gt;&lt;/m:sSub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7" o:title="" chromakey="white"/>
                </v:shape>
              </w:pict>
            </w:r>
            <w:r w:rsidRPr="007B31EF">
              <w:rPr>
                <w:sz w:val="20"/>
                <w:szCs w:val="20"/>
                <w:lang w:eastAsia="en-US"/>
              </w:rPr>
              <w:fldChar w:fldCharType="end"/>
            </w:r>
            <w:r w:rsidRPr="007B31EF">
              <w:rPr>
                <w:sz w:val="20"/>
                <w:szCs w:val="20"/>
                <w:lang w:eastAsia="en-US"/>
              </w:rPr>
              <w:t xml:space="preserve"> </w:t>
            </w:r>
          </w:p>
          <w:p w:rsidR="003D0A91" w:rsidRPr="007B31EF" w:rsidRDefault="003D0A91" w:rsidP="006E2803">
            <w:pPr>
              <w:jc w:val="both"/>
              <w:rPr>
                <w:sz w:val="20"/>
                <w:szCs w:val="20"/>
              </w:rPr>
            </w:pPr>
            <w:r w:rsidRPr="007B31EF">
              <w:rPr>
                <w:sz w:val="20"/>
                <w:szCs w:val="20"/>
                <w:lang w:eastAsia="en-US"/>
              </w:rPr>
              <w:t xml:space="preserve">где </w:t>
            </w:r>
            <w:r w:rsidRPr="007B31EF">
              <w:rPr>
                <w:i/>
                <w:sz w:val="20"/>
                <w:szCs w:val="20"/>
                <w:lang w:val="en-US" w:eastAsia="en-US"/>
              </w:rPr>
              <w:t>Y</w:t>
            </w:r>
            <w:r w:rsidRPr="007B31EF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7B31EF">
              <w:rPr>
                <w:sz w:val="20"/>
                <w:szCs w:val="20"/>
                <w:lang w:eastAsia="en-US"/>
              </w:rPr>
              <w:t xml:space="preserve"> – сумма</w:t>
            </w:r>
            <w:r w:rsidRPr="007B31EF">
              <w:rPr>
                <w:sz w:val="20"/>
                <w:szCs w:val="20"/>
              </w:rPr>
              <w:t xml:space="preserve">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  <w:r w:rsidRPr="007B31EF">
              <w:rPr>
                <w:sz w:val="20"/>
                <w:szCs w:val="20"/>
                <w:lang w:eastAsia="en-US"/>
              </w:rPr>
              <w:t xml:space="preserve"> предоставляемых государственными (муниципальными) организациями</w:t>
            </w:r>
          </w:p>
          <w:p w:rsidR="003D0A91" w:rsidRPr="007B31EF" w:rsidRDefault="003D0A91" w:rsidP="006E2803">
            <w:pPr>
              <w:jc w:val="both"/>
              <w:rPr>
                <w:sz w:val="20"/>
                <w:szCs w:val="20"/>
              </w:rPr>
            </w:pPr>
            <w:r w:rsidRPr="007B31EF">
              <w:rPr>
                <w:sz w:val="20"/>
                <w:szCs w:val="20"/>
              </w:rPr>
              <w:t xml:space="preserve"> </w:t>
            </w:r>
            <w:r w:rsidRPr="007B31EF">
              <w:rPr>
                <w:sz w:val="20"/>
                <w:szCs w:val="20"/>
                <w:lang w:eastAsia="en-US"/>
              </w:rPr>
              <w:t xml:space="preserve">в период </w:t>
            </w:r>
            <w:r w:rsidRPr="007B31EF">
              <w:rPr>
                <w:i/>
                <w:sz w:val="20"/>
                <w:szCs w:val="20"/>
                <w:lang w:val="en-US" w:eastAsia="en-US"/>
              </w:rPr>
              <w:t>t</w:t>
            </w:r>
            <w:r w:rsidRPr="007B31EF">
              <w:rPr>
                <w:sz w:val="20"/>
                <w:szCs w:val="20"/>
                <w:lang w:eastAsia="en-US"/>
              </w:rPr>
              <w:t xml:space="preserve">,  </w:t>
            </w:r>
          </w:p>
          <w:p w:rsidR="003D0A91" w:rsidRPr="007B31EF" w:rsidRDefault="003D0A91" w:rsidP="006E2803">
            <w:pPr>
              <w:jc w:val="both"/>
              <w:rPr>
                <w:sz w:val="20"/>
                <w:szCs w:val="20"/>
              </w:rPr>
            </w:pPr>
            <w:r w:rsidRPr="007B31EF">
              <w:rPr>
                <w:i/>
                <w:sz w:val="20"/>
                <w:szCs w:val="20"/>
                <w:lang w:val="en-US" w:eastAsia="en-US"/>
              </w:rPr>
              <w:t>X</w:t>
            </w:r>
            <w:r w:rsidRPr="007B31EF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7B31EF">
              <w:rPr>
                <w:i/>
                <w:sz w:val="20"/>
                <w:szCs w:val="20"/>
                <w:vertAlign w:val="subscript"/>
                <w:lang w:eastAsia="en-US"/>
              </w:rPr>
              <w:t>,</w:t>
            </w:r>
            <w:r w:rsidRPr="007B31EF">
              <w:rPr>
                <w:i/>
                <w:sz w:val="20"/>
                <w:szCs w:val="20"/>
                <w:vertAlign w:val="subscript"/>
                <w:lang w:val="en-US" w:eastAsia="en-US"/>
              </w:rPr>
              <w:t>k</w:t>
            </w:r>
            <w:r w:rsidRPr="007B31EF">
              <w:rPr>
                <w:sz w:val="20"/>
                <w:szCs w:val="20"/>
                <w:vertAlign w:val="subscript"/>
                <w:lang w:eastAsia="en-US"/>
              </w:rPr>
              <w:t xml:space="preserve"> </w:t>
            </w:r>
            <w:r w:rsidRPr="007B31EF">
              <w:rPr>
                <w:sz w:val="20"/>
                <w:szCs w:val="20"/>
                <w:lang w:eastAsia="en-US"/>
              </w:rPr>
              <w:t xml:space="preserve">— сумма </w:t>
            </w:r>
            <w:r w:rsidRPr="007B31EF">
              <w:rPr>
                <w:sz w:val="20"/>
                <w:szCs w:val="20"/>
              </w:rPr>
              <w:t>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учреждений),</w:t>
            </w:r>
            <w:r w:rsidRPr="007B31EF">
              <w:rPr>
                <w:sz w:val="20"/>
                <w:szCs w:val="20"/>
                <w:lang w:eastAsia="en-US"/>
              </w:rPr>
              <w:t xml:space="preserve"> предоставляемых государственными (муниципальными) организациями по договору (контракту, соглашению) </w:t>
            </w:r>
            <w:r w:rsidRPr="007B31EF">
              <w:rPr>
                <w:i/>
                <w:sz w:val="20"/>
                <w:szCs w:val="20"/>
                <w:lang w:val="en-US" w:eastAsia="en-US"/>
              </w:rPr>
              <w:t>k</w:t>
            </w:r>
            <w:r w:rsidRPr="007B31EF">
              <w:rPr>
                <w:sz w:val="20"/>
                <w:szCs w:val="20"/>
                <w:lang w:eastAsia="en-US"/>
              </w:rPr>
              <w:t xml:space="preserve"> в период </w:t>
            </w:r>
          </w:p>
          <w:p w:rsidR="003D0A91" w:rsidRPr="00985D47" w:rsidRDefault="003D0A91" w:rsidP="006E2803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</w:tr>
      <w:tr w:rsidR="003D0A91" w:rsidRPr="00985D47" w:rsidTr="003A2AA1">
        <w:trPr>
          <w:cantSplit/>
          <w:jc w:val="center"/>
        </w:trPr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Default="003D0A91" w:rsidP="00F107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901 1 13 01995 10 0000 130</w:t>
            </w:r>
          </w:p>
          <w:p w:rsidR="003D0A91" w:rsidRPr="00985D47" w:rsidRDefault="003D0A91" w:rsidP="001006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Default="003D0A91" w:rsidP="00F107F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сельских поселений</w:t>
            </w:r>
          </w:p>
          <w:p w:rsidR="003D0A91" w:rsidRPr="0010064A" w:rsidRDefault="003D0A91" w:rsidP="003A315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Pr="00985D47" w:rsidRDefault="003D0A91" w:rsidP="00985D47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sz w:val="20"/>
                <w:szCs w:val="20"/>
                <w:lang w:eastAsia="en-US"/>
              </w:rPr>
              <w:t>Прямой расчет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Pr="007B31EF" w:rsidRDefault="003D0A91" w:rsidP="007B31EF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7B31EF">
              <w:rPr>
                <w:sz w:val="20"/>
                <w:szCs w:val="20"/>
                <w:lang w:eastAsia="en-US"/>
              </w:rPr>
              <w:fldChar w:fldCharType="begin"/>
            </w:r>
            <w:r w:rsidRPr="007B31EF">
              <w:rPr>
                <w:sz w:val="20"/>
                <w:szCs w:val="20"/>
                <w:lang w:eastAsia="en-US"/>
              </w:rPr>
              <w:instrText xml:space="preserve"> QUOTE </w:instrText>
            </w:r>
            <w:r w:rsidRPr="00FB4537">
              <w:rPr>
                <w:sz w:val="20"/>
                <w:szCs w:val="20"/>
              </w:rPr>
              <w:pict>
                <v:shape id="_x0000_i1027" type="#_x0000_t75" style="width:54.75pt;height:30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253B9&quot;/&gt;&lt;wsp:rsid wsp:val=&quot;000054E8&quot;/&gt;&lt;wsp:rsid wsp:val=&quot;00012754&quot;/&gt;&lt;wsp:rsid wsp:val=&quot;00013B0F&quot;/&gt;&lt;wsp:rsid wsp:val=&quot;000164C7&quot;/&gt;&lt;wsp:rsid wsp:val=&quot;00016534&quot;/&gt;&lt;wsp:rsid wsp:val=&quot;00046569&quot;/&gt;&lt;wsp:rsid wsp:val=&quot;00054861&quot;/&gt;&lt;wsp:rsid wsp:val=&quot;000615C9&quot;/&gt;&lt;wsp:rsid wsp:val=&quot;00063DD2&quot;/&gt;&lt;wsp:rsid wsp:val=&quot;000657BC&quot;/&gt;&lt;wsp:rsid wsp:val=&quot;00076E03&quot;/&gt;&lt;wsp:rsid wsp:val=&quot;00081DB3&quot;/&gt;&lt;wsp:rsid wsp:val=&quot;00082FD6&quot;/&gt;&lt;wsp:rsid wsp:val=&quot;0009064A&quot;/&gt;&lt;wsp:rsid wsp:val=&quot;00092119&quot;/&gt;&lt;wsp:rsid wsp:val=&quot;000D671A&quot;/&gt;&lt;wsp:rsid wsp:val=&quot;000E0E06&quot;/&gt;&lt;wsp:rsid wsp:val=&quot;000E12F1&quot;/&gt;&lt;wsp:rsid wsp:val=&quot;000F1454&quot;/&gt;&lt;wsp:rsid wsp:val=&quot;000F6822&quot;/&gt;&lt;wsp:rsid wsp:val=&quot;0010064A&quot;/&gt;&lt;wsp:rsid wsp:val=&quot;001130BE&quot;/&gt;&lt;wsp:rsid wsp:val=&quot;00117285&quot;/&gt;&lt;wsp:rsid wsp:val=&quot;00120DBC&quot;/&gt;&lt;wsp:rsid wsp:val=&quot;00120F95&quot;/&gt;&lt;wsp:rsid wsp:val=&quot;001400E9&quot;/&gt;&lt;wsp:rsid wsp:val=&quot;001403D2&quot;/&gt;&lt;wsp:rsid wsp:val=&quot;001409C8&quot;/&gt;&lt;wsp:rsid wsp:val=&quot;00143E3D&quot;/&gt;&lt;wsp:rsid wsp:val=&quot;00154068&quot;/&gt;&lt;wsp:rsid wsp:val=&quot;00175E7B&quot;/&gt;&lt;wsp:rsid wsp:val=&quot;001C032C&quot;/&gt;&lt;wsp:rsid wsp:val=&quot;001C4435&quot;/&gt;&lt;wsp:rsid wsp:val=&quot;001E2771&quot;/&gt;&lt;wsp:rsid wsp:val=&quot;001F09C6&quot;/&gt;&lt;wsp:rsid wsp:val=&quot;001F6930&quot;/&gt;&lt;wsp:rsid wsp:val=&quot;001F7AE9&quot;/&gt;&lt;wsp:rsid wsp:val=&quot;002019E6&quot;/&gt;&lt;wsp:rsid wsp:val=&quot;00201BDB&quot;/&gt;&lt;wsp:rsid wsp:val=&quot;002256EF&quot;/&gt;&lt;wsp:rsid wsp:val=&quot;002404AF&quot;/&gt;&lt;wsp:rsid wsp:val=&quot;002466C4&quot;/&gt;&lt;wsp:rsid wsp:val=&quot;002541DE&quot;/&gt;&lt;wsp:rsid wsp:val=&quot;00281B07&quot;/&gt;&lt;wsp:rsid wsp:val=&quot;00281E28&quot;/&gt;&lt;wsp:rsid wsp:val=&quot;00290A38&quot;/&gt;&lt;wsp:rsid wsp:val=&quot;002A5449&quot;/&gt;&lt;wsp:rsid wsp:val=&quot;002B295D&quot;/&gt;&lt;wsp:rsid wsp:val=&quot;002B3E8E&quot;/&gt;&lt;wsp:rsid wsp:val=&quot;002B6DED&quot;/&gt;&lt;wsp:rsid wsp:val=&quot;002C37DB&quot;/&gt;&lt;wsp:rsid wsp:val=&quot;002D0FA2&quot;/&gt;&lt;wsp:rsid wsp:val=&quot;002D33C8&quot;/&gt;&lt;wsp:rsid wsp:val=&quot;002D4A68&quot;/&gt;&lt;wsp:rsid wsp:val=&quot;002D5482&quot;/&gt;&lt;wsp:rsid wsp:val=&quot;002E1B77&quot;/&gt;&lt;wsp:rsid wsp:val=&quot;002E2DA0&quot;/&gt;&lt;wsp:rsid wsp:val=&quot;002F6116&quot;/&gt;&lt;wsp:rsid wsp:val=&quot;002F67D7&quot;/&gt;&lt;wsp:rsid wsp:val=&quot;003001FF&quot;/&gt;&lt;wsp:rsid wsp:val=&quot;00311F5A&quot;/&gt;&lt;wsp:rsid wsp:val=&quot;003124DE&quot;/&gt;&lt;wsp:rsid wsp:val=&quot;00327FE7&quot;/&gt;&lt;wsp:rsid wsp:val=&quot;00335C43&quot;/&gt;&lt;wsp:rsid wsp:val=&quot;003568BA&quot;/&gt;&lt;wsp:rsid wsp:val=&quot;00364587&quot;/&gt;&lt;wsp:rsid wsp:val=&quot;0037277D&quot;/&gt;&lt;wsp:rsid wsp:val=&quot;00381B77&quot;/&gt;&lt;wsp:rsid wsp:val=&quot;00384D99&quot;/&gt;&lt;wsp:rsid wsp:val=&quot;00386E36&quot;/&gt;&lt;wsp:rsid wsp:val=&quot;0039171A&quot;/&gt;&lt;wsp:rsid wsp:val=&quot;0039206A&quot;/&gt;&lt;wsp:rsid wsp:val=&quot;003941C4&quot;/&gt;&lt;wsp:rsid wsp:val=&quot;003A0DD8&quot;/&gt;&lt;wsp:rsid wsp:val=&quot;003B70A8&quot;/&gt;&lt;wsp:rsid wsp:val=&quot;003E4320&quot;/&gt;&lt;wsp:rsid wsp:val=&quot;003E6657&quot;/&gt;&lt;wsp:rsid wsp:val=&quot;004227BB&quot;/&gt;&lt;wsp:rsid wsp:val=&quot;00442242&quot;/&gt;&lt;wsp:rsid wsp:val=&quot;00462396&quot;/&gt;&lt;wsp:rsid wsp:val=&quot;00477F21&quot;/&gt;&lt;wsp:rsid wsp:val=&quot;00480FF2&quot;/&gt;&lt;wsp:rsid wsp:val=&quot;004953C4&quot;/&gt;&lt;wsp:rsid wsp:val=&quot;004A78C4&quot;/&gt;&lt;wsp:rsid wsp:val=&quot;004C4A84&quot;/&gt;&lt;wsp:rsid wsp:val=&quot;004C78C8&quot;/&gt;&lt;wsp:rsid wsp:val=&quot;004D71C0&quot;/&gt;&lt;wsp:rsid wsp:val=&quot;004E344D&quot;/&gt;&lt;wsp:rsid wsp:val=&quot;004F6840&quot;/&gt;&lt;wsp:rsid wsp:val=&quot;004F724E&quot;/&gt;&lt;wsp:rsid wsp:val=&quot;00520DE6&quot;/&gt;&lt;wsp:rsid wsp:val=&quot;0052743B&quot;/&gt;&lt;wsp:rsid wsp:val=&quot;00545152&quot;/&gt;&lt;wsp:rsid wsp:val=&quot;005451C5&quot;/&gt;&lt;wsp:rsid wsp:val=&quot;005475A5&quot;/&gt;&lt;wsp:rsid wsp:val=&quot;00550411&quot;/&gt;&lt;wsp:rsid wsp:val=&quot;00564CF7&quot;/&gt;&lt;wsp:rsid wsp:val=&quot;005661E8&quot;/&gt;&lt;wsp:rsid wsp:val=&quot;00576B23&quot;/&gt;&lt;wsp:rsid wsp:val=&quot;00580326&quot;/&gt;&lt;wsp:rsid wsp:val=&quot;00586A72&quot;/&gt;&lt;wsp:rsid wsp:val=&quot;0059175D&quot;/&gt;&lt;wsp:rsid wsp:val=&quot;00591A95&quot;/&gt;&lt;wsp:rsid wsp:val=&quot;005974D2&quot;/&gt;&lt;wsp:rsid wsp:val=&quot;005A3796&quot;/&gt;&lt;wsp:rsid wsp:val=&quot;005A78F4&quot;/&gt;&lt;wsp:rsid wsp:val=&quot;005C4540&quot;/&gt;&lt;wsp:rsid wsp:val=&quot;005D1989&quot;/&gt;&lt;wsp:rsid wsp:val=&quot;005D6179&quot;/&gt;&lt;wsp:rsid wsp:val=&quot;005E7E28&quot;/&gt;&lt;wsp:rsid wsp:val=&quot;006023D7&quot;/&gt;&lt;wsp:rsid wsp:val=&quot;00610F53&quot;/&gt;&lt;wsp:rsid wsp:val=&quot;006318A2&quot;/&gt;&lt;wsp:rsid wsp:val=&quot;00643DF8&quot;/&gt;&lt;wsp:rsid wsp:val=&quot;006448F5&quot;/&gt;&lt;wsp:rsid wsp:val=&quot;00656F29&quot;/&gt;&lt;wsp:rsid wsp:val=&quot;006614D6&quot;/&gt;&lt;wsp:rsid wsp:val=&quot;00662D56&quot;/&gt;&lt;wsp:rsid wsp:val=&quot;00670DF9&quot;/&gt;&lt;wsp:rsid wsp:val=&quot;00672EB5&quot;/&gt;&lt;wsp:rsid wsp:val=&quot;00676ED0&quot;/&gt;&lt;wsp:rsid wsp:val=&quot;00684E7D&quot;/&gt;&lt;wsp:rsid wsp:val=&quot;00696E49&quot;/&gt;&lt;wsp:rsid wsp:val=&quot;006A6E4C&quot;/&gt;&lt;wsp:rsid wsp:val=&quot;006A751C&quot;/&gt;&lt;wsp:rsid wsp:val=&quot;006C6BBA&quot;/&gt;&lt;wsp:rsid wsp:val=&quot;006D41A4&quot;/&gt;&lt;wsp:rsid wsp:val=&quot;006D612D&quot;/&gt;&lt;wsp:rsid wsp:val=&quot;006E1028&quot;/&gt;&lt;wsp:rsid wsp:val=&quot;006F4204&quot;/&gt;&lt;wsp:rsid wsp:val=&quot;006F5F03&quot;/&gt;&lt;wsp:rsid wsp:val=&quot;006F7F9B&quot;/&gt;&lt;wsp:rsid wsp:val=&quot;007271C9&quot;/&gt;&lt;wsp:rsid wsp:val=&quot;007360B1&quot;/&gt;&lt;wsp:rsid wsp:val=&quot;00746581&quot;/&gt;&lt;wsp:rsid wsp:val=&quot;00751A38&quot;/&gt;&lt;wsp:rsid wsp:val=&quot;00757E3C&quot;/&gt;&lt;wsp:rsid wsp:val=&quot;0077602C&quot;/&gt;&lt;wsp:rsid wsp:val=&quot;00777C4A&quot;/&gt;&lt;wsp:rsid wsp:val=&quot;00780511&quot;/&gt;&lt;wsp:rsid wsp:val=&quot;00781C7C&quot;/&gt;&lt;wsp:rsid wsp:val=&quot;007A1FB7&quot;/&gt;&lt;wsp:rsid wsp:val=&quot;007B0AFE&quot;/&gt;&lt;wsp:rsid wsp:val=&quot;007D05F9&quot;/&gt;&lt;wsp:rsid wsp:val=&quot;007D22C0&quot;/&gt;&lt;wsp:rsid wsp:val=&quot;008140A1&quot;/&gt;&lt;wsp:rsid wsp:val=&quot;00822482&quot;/&gt;&lt;wsp:rsid wsp:val=&quot;00822EC4&quot;/&gt;&lt;wsp:rsid wsp:val=&quot;00824166&quot;/&gt;&lt;wsp:rsid wsp:val=&quot;008374EA&quot;/&gt;&lt;wsp:rsid wsp:val=&quot;00840350&quot;/&gt;&lt;wsp:rsid wsp:val=&quot;00841EA2&quot;/&gt;&lt;wsp:rsid wsp:val=&quot;00855315&quot;/&gt;&lt;wsp:rsid wsp:val=&quot;008638F9&quot;/&gt;&lt;wsp:rsid wsp:val=&quot;008658FD&quot;/&gt;&lt;wsp:rsid wsp:val=&quot;008710E1&quot;/&gt;&lt;wsp:rsid wsp:val=&quot;00880111&quot;/&gt;&lt;wsp:rsid wsp:val=&quot;00891159&quot;/&gt;&lt;wsp:rsid wsp:val=&quot;008A61F7&quot;/&gt;&lt;wsp:rsid wsp:val=&quot;008B2AA3&quot;/&gt;&lt;wsp:rsid wsp:val=&quot;008B47CE&quot;/&gt;&lt;wsp:rsid wsp:val=&quot;008B6773&quot;/&gt;&lt;wsp:rsid wsp:val=&quot;008C0669&quot;/&gt;&lt;wsp:rsid wsp:val=&quot;008C3293&quot;/&gt;&lt;wsp:rsid wsp:val=&quot;008C41BD&quot;/&gt;&lt;wsp:rsid wsp:val=&quot;008D187D&quot;/&gt;&lt;wsp:rsid wsp:val=&quot;008D45B2&quot;/&gt;&lt;wsp:rsid wsp:val=&quot;008D73FF&quot;/&gt;&lt;wsp:rsid wsp:val=&quot;008E136E&quot;/&gt;&lt;wsp:rsid wsp:val=&quot;008E4628&quot;/&gt;&lt;wsp:rsid wsp:val=&quot;008F5939&quot;/&gt;&lt;wsp:rsid wsp:val=&quot;00906400&quot;/&gt;&lt;wsp:rsid wsp:val=&quot;009178B4&quot;/&gt;&lt;wsp:rsid wsp:val=&quot;00926D80&quot;/&gt;&lt;wsp:rsid wsp:val=&quot;00947A83&quot;/&gt;&lt;wsp:rsid wsp:val=&quot;0095462C&quot;/&gt;&lt;wsp:rsid wsp:val=&quot;0096414D&quot;/&gt;&lt;wsp:rsid wsp:val=&quot;009678ED&quot;/&gt;&lt;wsp:rsid wsp:val=&quot;00971857&quot;/&gt;&lt;wsp:rsid wsp:val=&quot;00974139&quot;/&gt;&lt;wsp:rsid wsp:val=&quot;00985D47&quot;/&gt;&lt;wsp:rsid wsp:val=&quot;00987E78&quot;/&gt;&lt;wsp:rsid wsp:val=&quot;009938EB&quot;/&gt;&lt;wsp:rsid wsp:val=&quot;00997603&quot;/&gt;&lt;wsp:rsid wsp:val=&quot;00997A58&quot;/&gt;&lt;wsp:rsid wsp:val=&quot;009A3B63&quot;/&gt;&lt;wsp:rsid wsp:val=&quot;009B744C&quot;/&gt;&lt;wsp:rsid wsp:val=&quot;009C7C8E&quot;/&gt;&lt;wsp:rsid wsp:val=&quot;009D402E&quot;/&gt;&lt;wsp:rsid wsp:val=&quot;009E0BD6&quot;/&gt;&lt;wsp:rsid wsp:val=&quot;009F70B1&quot;/&gt;&lt;wsp:rsid wsp:val=&quot;00A02771&quot;/&gt;&lt;wsp:rsid wsp:val=&quot;00A13FC4&quot;/&gt;&lt;wsp:rsid wsp:val=&quot;00A25DAE&quot;/&gt;&lt;wsp:rsid wsp:val=&quot;00A344AB&quot;/&gt;&lt;wsp:rsid wsp:val=&quot;00A34A82&quot;/&gt;&lt;wsp:rsid wsp:val=&quot;00A434FF&quot;/&gt;&lt;wsp:rsid wsp:val=&quot;00A5381B&quot;/&gt;&lt;wsp:rsid wsp:val=&quot;00A539F3&quot;/&gt;&lt;wsp:rsid wsp:val=&quot;00A62868&quot;/&gt;&lt;wsp:rsid wsp:val=&quot;00A67556&quot;/&gt;&lt;wsp:rsid wsp:val=&quot;00A81ACF&quot;/&gt;&lt;wsp:rsid wsp:val=&quot;00A95165&quot;/&gt;&lt;wsp:rsid wsp:val=&quot;00A972AF&quot;/&gt;&lt;wsp:rsid wsp:val=&quot;00A97D6E&quot;/&gt;&lt;wsp:rsid wsp:val=&quot;00AA1F29&quot;/&gt;&lt;wsp:rsid wsp:val=&quot;00AA6CC4&quot;/&gt;&lt;wsp:rsid wsp:val=&quot;00B12809&quot;/&gt;&lt;wsp:rsid wsp:val=&quot;00B203C3&quot;/&gt;&lt;wsp:rsid wsp:val=&quot;00B331CD&quot;/&gt;&lt;wsp:rsid wsp:val=&quot;00B34E77&quot;/&gt;&lt;wsp:rsid wsp:val=&quot;00B4366D&quot;/&gt;&lt;wsp:rsid wsp:val=&quot;00B443A2&quot;/&gt;&lt;wsp:rsid wsp:val=&quot;00B464EB&quot;/&gt;&lt;wsp:rsid wsp:val=&quot;00B6380C&quot;/&gt;&lt;wsp:rsid wsp:val=&quot;00B72A3C&quot;/&gt;&lt;wsp:rsid wsp:val=&quot;00B90B9D&quot;/&gt;&lt;wsp:rsid wsp:val=&quot;00B91863&quot;/&gt;&lt;wsp:rsid wsp:val=&quot;00B91971&quot;/&gt;&lt;wsp:rsid wsp:val=&quot;00BA284D&quot;/&gt;&lt;wsp:rsid wsp:val=&quot;00BA36ED&quot;/&gt;&lt;wsp:rsid wsp:val=&quot;00BB0F1C&quot;/&gt;&lt;wsp:rsid wsp:val=&quot;00BC3299&quot;/&gt;&lt;wsp:rsid wsp:val=&quot;00BD0768&quot;/&gt;&lt;wsp:rsid wsp:val=&quot;00BE7D73&quot;/&gt;&lt;wsp:rsid wsp:val=&quot;00C01A61&quot;/&gt;&lt;wsp:rsid wsp:val=&quot;00C05488&quot;/&gt;&lt;wsp:rsid wsp:val=&quot;00C12361&quot;/&gt;&lt;wsp:rsid wsp:val=&quot;00C20B53&quot;/&gt;&lt;wsp:rsid wsp:val=&quot;00C30E46&quot;/&gt;&lt;wsp:rsid wsp:val=&quot;00C41882&quot;/&gt;&lt;wsp:rsid wsp:val=&quot;00C60E15&quot;/&gt;&lt;wsp:rsid wsp:val=&quot;00C61644&quot;/&gt;&lt;wsp:rsid wsp:val=&quot;00C61D77&quot;/&gt;&lt;wsp:rsid wsp:val=&quot;00C6789D&quot;/&gt;&lt;wsp:rsid wsp:val=&quot;00C77011&quot;/&gt;&lt;wsp:rsid wsp:val=&quot;00C8240D&quot;/&gt;&lt;wsp:rsid wsp:val=&quot;00C8252C&quot;/&gt;&lt;wsp:rsid wsp:val=&quot;00C92789&quot;/&gt;&lt;wsp:rsid wsp:val=&quot;00C95D90&quot;/&gt;&lt;wsp:rsid wsp:val=&quot;00CA421D&quot;/&gt;&lt;wsp:rsid wsp:val=&quot;00CA63F3&quot;/&gt;&lt;wsp:rsid wsp:val=&quot;00CA6F0F&quot;/&gt;&lt;wsp:rsid wsp:val=&quot;00CB1A33&quot;/&gt;&lt;wsp:rsid wsp:val=&quot;00CB5316&quot;/&gt;&lt;wsp:rsid wsp:val=&quot;00CD7B81&quot;/&gt;&lt;wsp:rsid wsp:val=&quot;00CE2F5A&quot;/&gt;&lt;wsp:rsid wsp:val=&quot;00CF15E7&quot;/&gt;&lt;wsp:rsid wsp:val=&quot;00D05782&quot;/&gt;&lt;wsp:rsid wsp:val=&quot;00D07FA9&quot;/&gt;&lt;wsp:rsid wsp:val=&quot;00D13E34&quot;/&gt;&lt;wsp:rsid wsp:val=&quot;00D21197&quot;/&gt;&lt;wsp:rsid wsp:val=&quot;00D253B9&quot;/&gt;&lt;wsp:rsid wsp:val=&quot;00D31B30&quot;/&gt;&lt;wsp:rsid wsp:val=&quot;00D3319E&quot;/&gt;&lt;wsp:rsid wsp:val=&quot;00D33A02&quot;/&gt;&lt;wsp:rsid wsp:val=&quot;00D34B67&quot;/&gt;&lt;wsp:rsid wsp:val=&quot;00D4493A&quot;/&gt;&lt;wsp:rsid wsp:val=&quot;00D479E4&quot;/&gt;&lt;wsp:rsid wsp:val=&quot;00D51BCE&quot;/&gt;&lt;wsp:rsid wsp:val=&quot;00D53ECE&quot;/&gt;&lt;wsp:rsid wsp:val=&quot;00D62970&quot;/&gt;&lt;wsp:rsid wsp:val=&quot;00D65E4C&quot;/&gt;&lt;wsp:rsid wsp:val=&quot;00D75FD2&quot;/&gt;&lt;wsp:rsid wsp:val=&quot;00D91B72&quot;/&gt;&lt;wsp:rsid wsp:val=&quot;00D95E05&quot;/&gt;&lt;wsp:rsid wsp:val=&quot;00DA52F7&quot;/&gt;&lt;wsp:rsid wsp:val=&quot;00DB29ED&quot;/&gt;&lt;wsp:rsid wsp:val=&quot;00DC3772&quot;/&gt;&lt;wsp:rsid wsp:val=&quot;00DC406B&quot;/&gt;&lt;wsp:rsid wsp:val=&quot;00DC5E58&quot;/&gt;&lt;wsp:rsid wsp:val=&quot;00DD360A&quot;/&gt;&lt;wsp:rsid wsp:val=&quot;00DD3853&quot;/&gt;&lt;wsp:rsid wsp:val=&quot;00E0084B&quot;/&gt;&lt;wsp:rsid wsp:val=&quot;00E31244&quot;/&gt;&lt;wsp:rsid wsp:val=&quot;00E320DB&quot;/&gt;&lt;wsp:rsid wsp:val=&quot;00E374EC&quot;/&gt;&lt;wsp:rsid wsp:val=&quot;00E434D2&quot;/&gt;&lt;wsp:rsid wsp:val=&quot;00E435AA&quot;/&gt;&lt;wsp:rsid wsp:val=&quot;00E5574E&quot;/&gt;&lt;wsp:rsid wsp:val=&quot;00E60A7A&quot;/&gt;&lt;wsp:rsid wsp:val=&quot;00E734EF&quot;/&gt;&lt;wsp:rsid wsp:val=&quot;00E74840&quot;/&gt;&lt;wsp:rsid wsp:val=&quot;00E76092&quot;/&gt;&lt;wsp:rsid wsp:val=&quot;00E82CBC&quot;/&gt;&lt;wsp:rsid wsp:val=&quot;00E87855&quot;/&gt;&lt;wsp:rsid wsp:val=&quot;00EB77F9&quot;/&gt;&lt;wsp:rsid wsp:val=&quot;00EC18FA&quot;/&gt;&lt;wsp:rsid wsp:val=&quot;00EC1FC5&quot;/&gt;&lt;wsp:rsid wsp:val=&quot;00ED530A&quot;/&gt;&lt;wsp:rsid wsp:val=&quot;00EF68CC&quot;/&gt;&lt;wsp:rsid wsp:val=&quot;00F02691&quot;/&gt;&lt;wsp:rsid wsp:val=&quot;00F118B6&quot;/&gt;&lt;wsp:rsid wsp:val=&quot;00F14532&quot;/&gt;&lt;wsp:rsid wsp:val=&quot;00F1647C&quot;/&gt;&lt;wsp:rsid wsp:val=&quot;00F37A94&quot;/&gt;&lt;wsp:rsid wsp:val=&quot;00F413E7&quot;/&gt;&lt;wsp:rsid wsp:val=&quot;00F4187A&quot;/&gt;&lt;wsp:rsid wsp:val=&quot;00F41A9F&quot;/&gt;&lt;wsp:rsid wsp:val=&quot;00F423A3&quot;/&gt;&lt;wsp:rsid wsp:val=&quot;00F65D66&quot;/&gt;&lt;wsp:rsid wsp:val=&quot;00F8127F&quot;/&gt;&lt;wsp:rsid wsp:val=&quot;00F979F9&quot;/&gt;&lt;wsp:rsid wsp:val=&quot;00FA6E46&quot;/&gt;&lt;wsp:rsid wsp:val=&quot;00FB0556&quot;/&gt;&lt;wsp:rsid wsp:val=&quot;00FB30C2&quot;/&gt;&lt;wsp:rsid wsp:val=&quot;00FB5C01&quot;/&gt;&lt;wsp:rsid wsp:val=&quot;00FC1F7D&quot;/&gt;&lt;wsp:rsid wsp:val=&quot;00FC4A2E&quot;/&gt;&lt;wsp:rsid wsp:val=&quot;00FD6F09&quot;/&gt;&lt;wsp:rsid wsp:val=&quot;00FE1FBF&quot;/&gt;&lt;wsp:rsid wsp:val=&quot;00FE4BE2&quot;/&gt;&lt;wsp:rsid wsp:val=&quot;00FE5480&quot;/&gt;&lt;wsp:rsid wsp:val=&quot;00FF4B0C&quot;/&gt;&lt;/wsp:rsids&gt;&lt;/w:docPr&gt;&lt;w:body&gt;&lt;w:p wsp:rsidR=&quot;00000000&quot; wsp:rsidRDefault=&quot;008C41BD&quot;&gt;&lt;m:oMathPara&gt;&lt;m:oMath&gt;&lt;m:sSub&gt;&lt;m:sSubPr&gt;&lt;m:ctrlPr&gt;&lt;w:rPr&gt;&lt;w:rFonts w:ascii=&quot;Cambria Math&quot; w:fareast=&quot;Calibri&quot; w:h-ansi=&quot;Cambria Math&quot;/&gt;&lt;wx:font wx:val=&quot;Cambria Math&quot;/&gt;&lt;w:i/&gt;&lt;w:sz w:val=&quot;20&quot;/&gt;&lt;w:sz-cs w:val=&quot;20&quot;/&gt;&lt;w:lang w:fareast=&quot;EN-US&quot;/&gt;&lt;/w:rPr&gt;&lt;/m:ctrlPr&gt;&lt;/m:sSubPr&gt;&lt;m:e&gt;&lt;m:r&gt;&lt;w:rPr&gt;&lt;w:rFonts w:ascii=&quot;Cambria Math&quot; w:fareast=&quot;Calibri&quot; w:h-ansi=&quot;Cambria Math&quot;/&gt;&lt;wx:font wx:val=&quot;Cambria Math&quot;/&gt;&lt;w:i/&gt;&lt;w:sz w:val=&quot;20&quot;/&gt;&lt;w:sz-cs w:val=&quot;20&quot;/&gt;&lt;w:lang w:val=&quot;EN-US&quot; w:fareast=&quot;EN-US&quot;/&gt;&lt;/w:rPr&gt;&lt;m:t&gt;Y&lt;/m:t&gt;&lt;/m:r&gt;&lt;m:ctrlPr&gt;&lt;w:rPr&gt;&lt;w:rFonts w:ascii=&quot;Cambria Math&quot; w:fareast=&quot;Calibri&quot; w:h-ansi=&quot;Cambria Math&quot;/&gt;&lt;wx:font wx:val=&quot;Cambria Math&quot;/&gt;&lt;w:i/&gt;&lt;w:sz w:val=&quot;20&quot;/&gt;&lt;w:sz-cs w:val=&quot;20&quot;/&gt;&lt;w:lang w:val=&quot;EN-US&quot; w:fareast=&quot;EN-US&quot;/&gt;&lt;/w:rPr&gt;&lt;/m:ctrlPr&gt;&lt;/m:e&gt;&lt;m:sub&gt;&lt;m:r&gt;&lt;w:rPr&gt;&lt;w:rFonts w:ascii=&quot;Cambria Math&quot; w:fareast=&quot;Calibri&quot; w:h-ansi=&quot;Cambria Math&quot;/&gt;&lt;wx:font wx:val=&quot;Cambria Math&quot;/&gt;&lt;w:i/&gt;&lt;w:sz w:val=&quot;20&quot;/&gt;&lt;w:sz-cs w:val=&quot;20&quot;/&gt;&lt;w:lang w:fareast=&quot;EN-US&quot;/&gt;&lt;/w:rPr&gt;&lt;m:t&gt;t&lt;/m:t&gt;&lt;/m:r&gt;&lt;/m:sub&gt;&lt;/m:sSub&gt;&lt;m:r&gt;&lt;w:rPr&gt;&lt;w:rFonts w:ascii=&quot;Cambria Math&quot; w:fareast=&quot;Calibri&quot; w:h-ansi=&quot;Cambria Math&quot;/&gt;&lt;wx:font wx:val=&quot;Cambria Math&quot;/&gt;&lt;w:i/&gt;&lt;w:sz w:val=&quot;20&quot;/&gt;&lt;w:sz-cs w:val=&quot;20&quot;/&gt;&lt;w:lang w:fareast=&quot;EN-US&quot;/&gt;&lt;/w:rPr&gt;&lt;m:t&gt;=&lt;/m:t&gt;&lt;/m:r&gt;&lt;m:nary&gt;&lt;m:naryPr&gt;&lt;m:chr m:val=&quot;в€‘&quot;/&gt;&lt;m:limLoc m:val=&quot;undOvr&quot;/&gt;&lt;m:supHide m:val=&quot;on&quot;/&gt;&lt;m:ctrlPr&gt;&lt;w:rPr&gt;&lt;w:rFonts w:ascii=&quot;Cambria Math&quot; w:fareast=&quot;Calibri&quot; w:h-ansi=&quot;Cambria Math&quot;/&gt;&lt;wx:font wx:val=&quot;Cambria Math&quot;/&gt;&lt;w:i/&gt;&lt;w:sz w:val=&quot;20&quot;/&gt;&lt;w:sz-cs w:val=&quot;20&quot;/&gt;&lt;w:lang w:val=&quot;EN-US&quot; w:fareast=&quot;EN-US&quot;/&gt;&lt;/w:rPr&gt;&lt;/m:ctrlPr&gt;&lt;/m:naryPr&gt;&lt;m:sub&gt;&lt;m:r&gt;&lt;w:rPr&gt;&lt;w:rFonts w:ascii=&quot;Cambria Math&quot; w:fareast=&quot;Calibri&quot; w:h-ansi=&quot;Cambria Math&quot;/&gt;&lt;wx:font wx:val=&quot;Cambria Math&quot;/&gt;&lt;w:i/&gt;&lt;w:sz w:val=&quot;20&quot;/&gt;&lt;w:sz-cs w:val=&quot;20&quot;/&gt;&lt;w:lang w:val=&quot;EN-US&quot; w:fareast=&quot;EN-US&quot;/&gt;&lt;/w:rPr&gt;&lt;m:t&gt;k&lt;/m:t&gt;&lt;/m:r&gt;&lt;/m:sub&gt;&lt;m:sup/&gt;&lt;m:e&gt;&lt;m:sSub&gt;&lt;m:sSubPr&gt;&lt;m:ctrlPr&gt;&lt;w:rPr&gt;&lt;w:rFonts w:ascii=&quot;Cambria Math&quot; w:fareast=&quot;Calibri&quot; w:h-ansi=&quot;Cambria Math&quot;/&gt;&lt;wx:font wx:val=&quot;Cambria Math&quot;/&gt;&lt;w:i/&gt;&lt;w:sz w:val=&quot;20&quot;/&gt;&lt;w:sz-cs w:val=&quot;20&quot;/&gt;&lt;w:lang w:fareast=&quot;EN-US&quot;/&gt;&lt;/w:rPr&gt;&lt;/m:ctrlPr&gt;&lt;/m:sSubPr&gt;&lt;m:e&gt;&lt;m:r&gt;&lt;w:rPr&gt;&lt;w:rFonts w:ascii=&quot;Cambria Math&quot; w:fareast=&quot;Calibri&quot; w:h-ansi=&quot;Cambria Math&quot;/&gt;&lt;wx:font wx:val=&quot;Cambria Math&quot;/&gt;&lt;w:i/&gt;&lt;w:sz w:val=&quot;20&quot;/&gt;&lt;w:sz-cs w:val=&quot;20&quot;/&gt;&lt;w:lang w:val=&quot;EN-US&quot; w:fareast=&quot;EN-US&quot;/&gt;&lt;/w:rPr&gt;&lt;m:t&gt;X&lt;/m:t&gt;&lt;/m:r&gt;&lt;m:ctrlPr&gt;&lt;w:rPr&gt;&lt;w:rFonts w:ascii=&quot;Cambria Math&quot; w:fareast=&quot;Calibri&quot; w:h-ansi=&quot;Cambria Math&quot;/&gt;&lt;wx:font wx:val=&quot;Cambria Math&quot;/&gt;&lt;w:i/&gt;&lt;w:sz w:val=&quot;20&quot;/&gt;&lt;w:sz-cs w:val=&quot;20&quot;/&gt;&lt;w:lang w:val=&quot;EN-US&quot; w:fareast=&quot;EN-US&quot;/&gt;&lt;/w:rPr&gt;&lt;/m:ctrlPr&gt;&lt;/m:e&gt;&lt;m:sub&gt;&lt;m:r&gt;&lt;w:rPr&gt;&lt;w:rFonts w:ascii=&quot;Cambria Math&quot; w:fareast=&quot;Calibri&quot; w:h-ansi=&quot;Cambria Math&quot;/&gt;&lt;wx:font wx:val=&quot;Cambria Math&quot;/&gt;&lt;w:i/&gt;&lt;w:sz w:val=&quot;20&quot;/&gt;&lt;w:sz-cs w:val=&quot;20&quot;/&gt;&lt;w:lang w:fareast=&quot;EN-US&quot;/&gt;&lt;/w:rPr&gt;&lt;m:t&gt;t,k&lt;/m:t&gt;&lt;/m:r&gt;&lt;/m:sub&gt;&lt;/m:sSub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7" o:title="" chromakey="white"/>
                </v:shape>
              </w:pict>
            </w:r>
            <w:r w:rsidRPr="007B31EF">
              <w:rPr>
                <w:sz w:val="20"/>
                <w:szCs w:val="20"/>
                <w:lang w:eastAsia="en-US"/>
              </w:rPr>
              <w:instrText xml:space="preserve"> </w:instrText>
            </w:r>
            <w:r w:rsidRPr="007B31EF">
              <w:rPr>
                <w:sz w:val="20"/>
                <w:szCs w:val="20"/>
                <w:lang w:eastAsia="en-US"/>
              </w:rPr>
              <w:fldChar w:fldCharType="separate"/>
            </w:r>
            <w:r w:rsidRPr="00FB4537">
              <w:rPr>
                <w:sz w:val="20"/>
                <w:szCs w:val="20"/>
              </w:rPr>
              <w:pict>
                <v:shape id="_x0000_i1028" type="#_x0000_t75" style="width:54.75pt;height:30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253B9&quot;/&gt;&lt;wsp:rsid wsp:val=&quot;000054E8&quot;/&gt;&lt;wsp:rsid wsp:val=&quot;00012754&quot;/&gt;&lt;wsp:rsid wsp:val=&quot;00013B0F&quot;/&gt;&lt;wsp:rsid wsp:val=&quot;000164C7&quot;/&gt;&lt;wsp:rsid wsp:val=&quot;00016534&quot;/&gt;&lt;wsp:rsid wsp:val=&quot;00046569&quot;/&gt;&lt;wsp:rsid wsp:val=&quot;00054861&quot;/&gt;&lt;wsp:rsid wsp:val=&quot;000615C9&quot;/&gt;&lt;wsp:rsid wsp:val=&quot;00063DD2&quot;/&gt;&lt;wsp:rsid wsp:val=&quot;000657BC&quot;/&gt;&lt;wsp:rsid wsp:val=&quot;00076E03&quot;/&gt;&lt;wsp:rsid wsp:val=&quot;00081DB3&quot;/&gt;&lt;wsp:rsid wsp:val=&quot;00082FD6&quot;/&gt;&lt;wsp:rsid wsp:val=&quot;0009064A&quot;/&gt;&lt;wsp:rsid wsp:val=&quot;00092119&quot;/&gt;&lt;wsp:rsid wsp:val=&quot;000D671A&quot;/&gt;&lt;wsp:rsid wsp:val=&quot;000E0E06&quot;/&gt;&lt;wsp:rsid wsp:val=&quot;000E12F1&quot;/&gt;&lt;wsp:rsid wsp:val=&quot;000F1454&quot;/&gt;&lt;wsp:rsid wsp:val=&quot;000F6822&quot;/&gt;&lt;wsp:rsid wsp:val=&quot;0010064A&quot;/&gt;&lt;wsp:rsid wsp:val=&quot;001130BE&quot;/&gt;&lt;wsp:rsid wsp:val=&quot;00117285&quot;/&gt;&lt;wsp:rsid wsp:val=&quot;00120DBC&quot;/&gt;&lt;wsp:rsid wsp:val=&quot;00120F95&quot;/&gt;&lt;wsp:rsid wsp:val=&quot;001400E9&quot;/&gt;&lt;wsp:rsid wsp:val=&quot;001403D2&quot;/&gt;&lt;wsp:rsid wsp:val=&quot;001409C8&quot;/&gt;&lt;wsp:rsid wsp:val=&quot;00143E3D&quot;/&gt;&lt;wsp:rsid wsp:val=&quot;00154068&quot;/&gt;&lt;wsp:rsid wsp:val=&quot;00175E7B&quot;/&gt;&lt;wsp:rsid wsp:val=&quot;001C032C&quot;/&gt;&lt;wsp:rsid wsp:val=&quot;001C4435&quot;/&gt;&lt;wsp:rsid wsp:val=&quot;001E2771&quot;/&gt;&lt;wsp:rsid wsp:val=&quot;001F09C6&quot;/&gt;&lt;wsp:rsid wsp:val=&quot;001F6930&quot;/&gt;&lt;wsp:rsid wsp:val=&quot;001F7AE9&quot;/&gt;&lt;wsp:rsid wsp:val=&quot;002019E6&quot;/&gt;&lt;wsp:rsid wsp:val=&quot;00201BDB&quot;/&gt;&lt;wsp:rsid wsp:val=&quot;002256EF&quot;/&gt;&lt;wsp:rsid wsp:val=&quot;002404AF&quot;/&gt;&lt;wsp:rsid wsp:val=&quot;002466C4&quot;/&gt;&lt;wsp:rsid wsp:val=&quot;002541DE&quot;/&gt;&lt;wsp:rsid wsp:val=&quot;00281B07&quot;/&gt;&lt;wsp:rsid wsp:val=&quot;00281E28&quot;/&gt;&lt;wsp:rsid wsp:val=&quot;00290A38&quot;/&gt;&lt;wsp:rsid wsp:val=&quot;002A5449&quot;/&gt;&lt;wsp:rsid wsp:val=&quot;002B295D&quot;/&gt;&lt;wsp:rsid wsp:val=&quot;002B3E8E&quot;/&gt;&lt;wsp:rsid wsp:val=&quot;002B6DED&quot;/&gt;&lt;wsp:rsid wsp:val=&quot;002C37DB&quot;/&gt;&lt;wsp:rsid wsp:val=&quot;002D0FA2&quot;/&gt;&lt;wsp:rsid wsp:val=&quot;002D33C8&quot;/&gt;&lt;wsp:rsid wsp:val=&quot;002D4A68&quot;/&gt;&lt;wsp:rsid wsp:val=&quot;002D5482&quot;/&gt;&lt;wsp:rsid wsp:val=&quot;002E1B77&quot;/&gt;&lt;wsp:rsid wsp:val=&quot;002E2DA0&quot;/&gt;&lt;wsp:rsid wsp:val=&quot;002F6116&quot;/&gt;&lt;wsp:rsid wsp:val=&quot;002F67D7&quot;/&gt;&lt;wsp:rsid wsp:val=&quot;003001FF&quot;/&gt;&lt;wsp:rsid wsp:val=&quot;00311F5A&quot;/&gt;&lt;wsp:rsid wsp:val=&quot;003124DE&quot;/&gt;&lt;wsp:rsid wsp:val=&quot;00327FE7&quot;/&gt;&lt;wsp:rsid wsp:val=&quot;00335C43&quot;/&gt;&lt;wsp:rsid wsp:val=&quot;003568BA&quot;/&gt;&lt;wsp:rsid wsp:val=&quot;00364587&quot;/&gt;&lt;wsp:rsid wsp:val=&quot;0037277D&quot;/&gt;&lt;wsp:rsid wsp:val=&quot;00381B77&quot;/&gt;&lt;wsp:rsid wsp:val=&quot;00384D99&quot;/&gt;&lt;wsp:rsid wsp:val=&quot;00386E36&quot;/&gt;&lt;wsp:rsid wsp:val=&quot;0039171A&quot;/&gt;&lt;wsp:rsid wsp:val=&quot;0039206A&quot;/&gt;&lt;wsp:rsid wsp:val=&quot;003941C4&quot;/&gt;&lt;wsp:rsid wsp:val=&quot;003A0DD8&quot;/&gt;&lt;wsp:rsid wsp:val=&quot;003B70A8&quot;/&gt;&lt;wsp:rsid wsp:val=&quot;003E4320&quot;/&gt;&lt;wsp:rsid wsp:val=&quot;003E6657&quot;/&gt;&lt;wsp:rsid wsp:val=&quot;004227BB&quot;/&gt;&lt;wsp:rsid wsp:val=&quot;00442242&quot;/&gt;&lt;wsp:rsid wsp:val=&quot;00462396&quot;/&gt;&lt;wsp:rsid wsp:val=&quot;00477F21&quot;/&gt;&lt;wsp:rsid wsp:val=&quot;00480FF2&quot;/&gt;&lt;wsp:rsid wsp:val=&quot;004953C4&quot;/&gt;&lt;wsp:rsid wsp:val=&quot;004A78C4&quot;/&gt;&lt;wsp:rsid wsp:val=&quot;004C4A84&quot;/&gt;&lt;wsp:rsid wsp:val=&quot;004C78C8&quot;/&gt;&lt;wsp:rsid wsp:val=&quot;004D71C0&quot;/&gt;&lt;wsp:rsid wsp:val=&quot;004E344D&quot;/&gt;&lt;wsp:rsid wsp:val=&quot;004F6840&quot;/&gt;&lt;wsp:rsid wsp:val=&quot;004F724E&quot;/&gt;&lt;wsp:rsid wsp:val=&quot;00520DE6&quot;/&gt;&lt;wsp:rsid wsp:val=&quot;0052743B&quot;/&gt;&lt;wsp:rsid wsp:val=&quot;00545152&quot;/&gt;&lt;wsp:rsid wsp:val=&quot;005451C5&quot;/&gt;&lt;wsp:rsid wsp:val=&quot;005475A5&quot;/&gt;&lt;wsp:rsid wsp:val=&quot;00550411&quot;/&gt;&lt;wsp:rsid wsp:val=&quot;00564CF7&quot;/&gt;&lt;wsp:rsid wsp:val=&quot;005661E8&quot;/&gt;&lt;wsp:rsid wsp:val=&quot;00576B23&quot;/&gt;&lt;wsp:rsid wsp:val=&quot;00580326&quot;/&gt;&lt;wsp:rsid wsp:val=&quot;00586A72&quot;/&gt;&lt;wsp:rsid wsp:val=&quot;0059175D&quot;/&gt;&lt;wsp:rsid wsp:val=&quot;00591A95&quot;/&gt;&lt;wsp:rsid wsp:val=&quot;005974D2&quot;/&gt;&lt;wsp:rsid wsp:val=&quot;005A3796&quot;/&gt;&lt;wsp:rsid wsp:val=&quot;005A78F4&quot;/&gt;&lt;wsp:rsid wsp:val=&quot;005C4540&quot;/&gt;&lt;wsp:rsid wsp:val=&quot;005D1989&quot;/&gt;&lt;wsp:rsid wsp:val=&quot;005D6179&quot;/&gt;&lt;wsp:rsid wsp:val=&quot;005E7E28&quot;/&gt;&lt;wsp:rsid wsp:val=&quot;006023D7&quot;/&gt;&lt;wsp:rsid wsp:val=&quot;00610F53&quot;/&gt;&lt;wsp:rsid wsp:val=&quot;006318A2&quot;/&gt;&lt;wsp:rsid wsp:val=&quot;00643DF8&quot;/&gt;&lt;wsp:rsid wsp:val=&quot;006448F5&quot;/&gt;&lt;wsp:rsid wsp:val=&quot;00656F29&quot;/&gt;&lt;wsp:rsid wsp:val=&quot;006614D6&quot;/&gt;&lt;wsp:rsid wsp:val=&quot;00662D56&quot;/&gt;&lt;wsp:rsid wsp:val=&quot;00670DF9&quot;/&gt;&lt;wsp:rsid wsp:val=&quot;00672EB5&quot;/&gt;&lt;wsp:rsid wsp:val=&quot;00676ED0&quot;/&gt;&lt;wsp:rsid wsp:val=&quot;00684E7D&quot;/&gt;&lt;wsp:rsid wsp:val=&quot;00696E49&quot;/&gt;&lt;wsp:rsid wsp:val=&quot;006A6E4C&quot;/&gt;&lt;wsp:rsid wsp:val=&quot;006A751C&quot;/&gt;&lt;wsp:rsid wsp:val=&quot;006C6BBA&quot;/&gt;&lt;wsp:rsid wsp:val=&quot;006D41A4&quot;/&gt;&lt;wsp:rsid wsp:val=&quot;006D612D&quot;/&gt;&lt;wsp:rsid wsp:val=&quot;006E1028&quot;/&gt;&lt;wsp:rsid wsp:val=&quot;006F4204&quot;/&gt;&lt;wsp:rsid wsp:val=&quot;006F5F03&quot;/&gt;&lt;wsp:rsid wsp:val=&quot;006F7F9B&quot;/&gt;&lt;wsp:rsid wsp:val=&quot;007271C9&quot;/&gt;&lt;wsp:rsid wsp:val=&quot;007360B1&quot;/&gt;&lt;wsp:rsid wsp:val=&quot;00746581&quot;/&gt;&lt;wsp:rsid wsp:val=&quot;00751A38&quot;/&gt;&lt;wsp:rsid wsp:val=&quot;00757E3C&quot;/&gt;&lt;wsp:rsid wsp:val=&quot;0077602C&quot;/&gt;&lt;wsp:rsid wsp:val=&quot;00777C4A&quot;/&gt;&lt;wsp:rsid wsp:val=&quot;00780511&quot;/&gt;&lt;wsp:rsid wsp:val=&quot;00781C7C&quot;/&gt;&lt;wsp:rsid wsp:val=&quot;007A1FB7&quot;/&gt;&lt;wsp:rsid wsp:val=&quot;007B0AFE&quot;/&gt;&lt;wsp:rsid wsp:val=&quot;007D05F9&quot;/&gt;&lt;wsp:rsid wsp:val=&quot;007D22C0&quot;/&gt;&lt;wsp:rsid wsp:val=&quot;008140A1&quot;/&gt;&lt;wsp:rsid wsp:val=&quot;00822482&quot;/&gt;&lt;wsp:rsid wsp:val=&quot;00822EC4&quot;/&gt;&lt;wsp:rsid wsp:val=&quot;00824166&quot;/&gt;&lt;wsp:rsid wsp:val=&quot;008374EA&quot;/&gt;&lt;wsp:rsid wsp:val=&quot;00840350&quot;/&gt;&lt;wsp:rsid wsp:val=&quot;00841EA2&quot;/&gt;&lt;wsp:rsid wsp:val=&quot;00855315&quot;/&gt;&lt;wsp:rsid wsp:val=&quot;008638F9&quot;/&gt;&lt;wsp:rsid wsp:val=&quot;008658FD&quot;/&gt;&lt;wsp:rsid wsp:val=&quot;008710E1&quot;/&gt;&lt;wsp:rsid wsp:val=&quot;00880111&quot;/&gt;&lt;wsp:rsid wsp:val=&quot;00891159&quot;/&gt;&lt;wsp:rsid wsp:val=&quot;008A61F7&quot;/&gt;&lt;wsp:rsid wsp:val=&quot;008B2AA3&quot;/&gt;&lt;wsp:rsid wsp:val=&quot;008B47CE&quot;/&gt;&lt;wsp:rsid wsp:val=&quot;008B6773&quot;/&gt;&lt;wsp:rsid wsp:val=&quot;008C0669&quot;/&gt;&lt;wsp:rsid wsp:val=&quot;008C3293&quot;/&gt;&lt;wsp:rsid wsp:val=&quot;008C41BD&quot;/&gt;&lt;wsp:rsid wsp:val=&quot;008D187D&quot;/&gt;&lt;wsp:rsid wsp:val=&quot;008D45B2&quot;/&gt;&lt;wsp:rsid wsp:val=&quot;008D73FF&quot;/&gt;&lt;wsp:rsid wsp:val=&quot;008E136E&quot;/&gt;&lt;wsp:rsid wsp:val=&quot;008E4628&quot;/&gt;&lt;wsp:rsid wsp:val=&quot;008F5939&quot;/&gt;&lt;wsp:rsid wsp:val=&quot;00906400&quot;/&gt;&lt;wsp:rsid wsp:val=&quot;009178B4&quot;/&gt;&lt;wsp:rsid wsp:val=&quot;00926D80&quot;/&gt;&lt;wsp:rsid wsp:val=&quot;00947A83&quot;/&gt;&lt;wsp:rsid wsp:val=&quot;0095462C&quot;/&gt;&lt;wsp:rsid wsp:val=&quot;0096414D&quot;/&gt;&lt;wsp:rsid wsp:val=&quot;009678ED&quot;/&gt;&lt;wsp:rsid wsp:val=&quot;00971857&quot;/&gt;&lt;wsp:rsid wsp:val=&quot;00974139&quot;/&gt;&lt;wsp:rsid wsp:val=&quot;00985D47&quot;/&gt;&lt;wsp:rsid wsp:val=&quot;00987E78&quot;/&gt;&lt;wsp:rsid wsp:val=&quot;009938EB&quot;/&gt;&lt;wsp:rsid wsp:val=&quot;00997603&quot;/&gt;&lt;wsp:rsid wsp:val=&quot;00997A58&quot;/&gt;&lt;wsp:rsid wsp:val=&quot;009A3B63&quot;/&gt;&lt;wsp:rsid wsp:val=&quot;009B744C&quot;/&gt;&lt;wsp:rsid wsp:val=&quot;009C7C8E&quot;/&gt;&lt;wsp:rsid wsp:val=&quot;009D402E&quot;/&gt;&lt;wsp:rsid wsp:val=&quot;009E0BD6&quot;/&gt;&lt;wsp:rsid wsp:val=&quot;009F70B1&quot;/&gt;&lt;wsp:rsid wsp:val=&quot;00A02771&quot;/&gt;&lt;wsp:rsid wsp:val=&quot;00A13FC4&quot;/&gt;&lt;wsp:rsid wsp:val=&quot;00A25DAE&quot;/&gt;&lt;wsp:rsid wsp:val=&quot;00A344AB&quot;/&gt;&lt;wsp:rsid wsp:val=&quot;00A34A82&quot;/&gt;&lt;wsp:rsid wsp:val=&quot;00A434FF&quot;/&gt;&lt;wsp:rsid wsp:val=&quot;00A5381B&quot;/&gt;&lt;wsp:rsid wsp:val=&quot;00A539F3&quot;/&gt;&lt;wsp:rsid wsp:val=&quot;00A62868&quot;/&gt;&lt;wsp:rsid wsp:val=&quot;00A67556&quot;/&gt;&lt;wsp:rsid wsp:val=&quot;00A81ACF&quot;/&gt;&lt;wsp:rsid wsp:val=&quot;00A95165&quot;/&gt;&lt;wsp:rsid wsp:val=&quot;00A972AF&quot;/&gt;&lt;wsp:rsid wsp:val=&quot;00A97D6E&quot;/&gt;&lt;wsp:rsid wsp:val=&quot;00AA1F29&quot;/&gt;&lt;wsp:rsid wsp:val=&quot;00AA6CC4&quot;/&gt;&lt;wsp:rsid wsp:val=&quot;00B12809&quot;/&gt;&lt;wsp:rsid wsp:val=&quot;00B203C3&quot;/&gt;&lt;wsp:rsid wsp:val=&quot;00B331CD&quot;/&gt;&lt;wsp:rsid wsp:val=&quot;00B34E77&quot;/&gt;&lt;wsp:rsid wsp:val=&quot;00B4366D&quot;/&gt;&lt;wsp:rsid wsp:val=&quot;00B443A2&quot;/&gt;&lt;wsp:rsid wsp:val=&quot;00B464EB&quot;/&gt;&lt;wsp:rsid wsp:val=&quot;00B6380C&quot;/&gt;&lt;wsp:rsid wsp:val=&quot;00B72A3C&quot;/&gt;&lt;wsp:rsid wsp:val=&quot;00B90B9D&quot;/&gt;&lt;wsp:rsid wsp:val=&quot;00B91863&quot;/&gt;&lt;wsp:rsid wsp:val=&quot;00B91971&quot;/&gt;&lt;wsp:rsid wsp:val=&quot;00BA284D&quot;/&gt;&lt;wsp:rsid wsp:val=&quot;00BA36ED&quot;/&gt;&lt;wsp:rsid wsp:val=&quot;00BB0F1C&quot;/&gt;&lt;wsp:rsid wsp:val=&quot;00BC3299&quot;/&gt;&lt;wsp:rsid wsp:val=&quot;00BD0768&quot;/&gt;&lt;wsp:rsid wsp:val=&quot;00BE7D73&quot;/&gt;&lt;wsp:rsid wsp:val=&quot;00C01A61&quot;/&gt;&lt;wsp:rsid wsp:val=&quot;00C05488&quot;/&gt;&lt;wsp:rsid wsp:val=&quot;00C12361&quot;/&gt;&lt;wsp:rsid wsp:val=&quot;00C20B53&quot;/&gt;&lt;wsp:rsid wsp:val=&quot;00C30E46&quot;/&gt;&lt;wsp:rsid wsp:val=&quot;00C41882&quot;/&gt;&lt;wsp:rsid wsp:val=&quot;00C60E15&quot;/&gt;&lt;wsp:rsid wsp:val=&quot;00C61644&quot;/&gt;&lt;wsp:rsid wsp:val=&quot;00C61D77&quot;/&gt;&lt;wsp:rsid wsp:val=&quot;00C6789D&quot;/&gt;&lt;wsp:rsid wsp:val=&quot;00C77011&quot;/&gt;&lt;wsp:rsid wsp:val=&quot;00C8240D&quot;/&gt;&lt;wsp:rsid wsp:val=&quot;00C8252C&quot;/&gt;&lt;wsp:rsid wsp:val=&quot;00C92789&quot;/&gt;&lt;wsp:rsid wsp:val=&quot;00C95D90&quot;/&gt;&lt;wsp:rsid wsp:val=&quot;00CA421D&quot;/&gt;&lt;wsp:rsid wsp:val=&quot;00CA63F3&quot;/&gt;&lt;wsp:rsid wsp:val=&quot;00CA6F0F&quot;/&gt;&lt;wsp:rsid wsp:val=&quot;00CB1A33&quot;/&gt;&lt;wsp:rsid wsp:val=&quot;00CB5316&quot;/&gt;&lt;wsp:rsid wsp:val=&quot;00CD7B81&quot;/&gt;&lt;wsp:rsid wsp:val=&quot;00CE2F5A&quot;/&gt;&lt;wsp:rsid wsp:val=&quot;00CF15E7&quot;/&gt;&lt;wsp:rsid wsp:val=&quot;00D05782&quot;/&gt;&lt;wsp:rsid wsp:val=&quot;00D07FA9&quot;/&gt;&lt;wsp:rsid wsp:val=&quot;00D13E34&quot;/&gt;&lt;wsp:rsid wsp:val=&quot;00D21197&quot;/&gt;&lt;wsp:rsid wsp:val=&quot;00D253B9&quot;/&gt;&lt;wsp:rsid wsp:val=&quot;00D31B30&quot;/&gt;&lt;wsp:rsid wsp:val=&quot;00D3319E&quot;/&gt;&lt;wsp:rsid wsp:val=&quot;00D33A02&quot;/&gt;&lt;wsp:rsid wsp:val=&quot;00D34B67&quot;/&gt;&lt;wsp:rsid wsp:val=&quot;00D4493A&quot;/&gt;&lt;wsp:rsid wsp:val=&quot;00D479E4&quot;/&gt;&lt;wsp:rsid wsp:val=&quot;00D51BCE&quot;/&gt;&lt;wsp:rsid wsp:val=&quot;00D53ECE&quot;/&gt;&lt;wsp:rsid wsp:val=&quot;00D62970&quot;/&gt;&lt;wsp:rsid wsp:val=&quot;00D65E4C&quot;/&gt;&lt;wsp:rsid wsp:val=&quot;00D75FD2&quot;/&gt;&lt;wsp:rsid wsp:val=&quot;00D91B72&quot;/&gt;&lt;wsp:rsid wsp:val=&quot;00D95E05&quot;/&gt;&lt;wsp:rsid wsp:val=&quot;00DA52F7&quot;/&gt;&lt;wsp:rsid wsp:val=&quot;00DB29ED&quot;/&gt;&lt;wsp:rsid wsp:val=&quot;00DC3772&quot;/&gt;&lt;wsp:rsid wsp:val=&quot;00DC406B&quot;/&gt;&lt;wsp:rsid wsp:val=&quot;00DC5E58&quot;/&gt;&lt;wsp:rsid wsp:val=&quot;00DD360A&quot;/&gt;&lt;wsp:rsid wsp:val=&quot;00DD3853&quot;/&gt;&lt;wsp:rsid wsp:val=&quot;00E0084B&quot;/&gt;&lt;wsp:rsid wsp:val=&quot;00E31244&quot;/&gt;&lt;wsp:rsid wsp:val=&quot;00E320DB&quot;/&gt;&lt;wsp:rsid wsp:val=&quot;00E374EC&quot;/&gt;&lt;wsp:rsid wsp:val=&quot;00E434D2&quot;/&gt;&lt;wsp:rsid wsp:val=&quot;00E435AA&quot;/&gt;&lt;wsp:rsid wsp:val=&quot;00E5574E&quot;/&gt;&lt;wsp:rsid wsp:val=&quot;00E60A7A&quot;/&gt;&lt;wsp:rsid wsp:val=&quot;00E734EF&quot;/&gt;&lt;wsp:rsid wsp:val=&quot;00E74840&quot;/&gt;&lt;wsp:rsid wsp:val=&quot;00E76092&quot;/&gt;&lt;wsp:rsid wsp:val=&quot;00E82CBC&quot;/&gt;&lt;wsp:rsid wsp:val=&quot;00E87855&quot;/&gt;&lt;wsp:rsid wsp:val=&quot;00EB77F9&quot;/&gt;&lt;wsp:rsid wsp:val=&quot;00EC18FA&quot;/&gt;&lt;wsp:rsid wsp:val=&quot;00EC1FC5&quot;/&gt;&lt;wsp:rsid wsp:val=&quot;00ED530A&quot;/&gt;&lt;wsp:rsid wsp:val=&quot;00EF68CC&quot;/&gt;&lt;wsp:rsid wsp:val=&quot;00F02691&quot;/&gt;&lt;wsp:rsid wsp:val=&quot;00F118B6&quot;/&gt;&lt;wsp:rsid wsp:val=&quot;00F14532&quot;/&gt;&lt;wsp:rsid wsp:val=&quot;00F1647C&quot;/&gt;&lt;wsp:rsid wsp:val=&quot;00F37A94&quot;/&gt;&lt;wsp:rsid wsp:val=&quot;00F413E7&quot;/&gt;&lt;wsp:rsid wsp:val=&quot;00F4187A&quot;/&gt;&lt;wsp:rsid wsp:val=&quot;00F41A9F&quot;/&gt;&lt;wsp:rsid wsp:val=&quot;00F423A3&quot;/&gt;&lt;wsp:rsid wsp:val=&quot;00F65D66&quot;/&gt;&lt;wsp:rsid wsp:val=&quot;00F8127F&quot;/&gt;&lt;wsp:rsid wsp:val=&quot;00F979F9&quot;/&gt;&lt;wsp:rsid wsp:val=&quot;00FA6E46&quot;/&gt;&lt;wsp:rsid wsp:val=&quot;00FB0556&quot;/&gt;&lt;wsp:rsid wsp:val=&quot;00FB30C2&quot;/&gt;&lt;wsp:rsid wsp:val=&quot;00FB5C01&quot;/&gt;&lt;wsp:rsid wsp:val=&quot;00FC1F7D&quot;/&gt;&lt;wsp:rsid wsp:val=&quot;00FC4A2E&quot;/&gt;&lt;wsp:rsid wsp:val=&quot;00FD6F09&quot;/&gt;&lt;wsp:rsid wsp:val=&quot;00FE1FBF&quot;/&gt;&lt;wsp:rsid wsp:val=&quot;00FE4BE2&quot;/&gt;&lt;wsp:rsid wsp:val=&quot;00FE5480&quot;/&gt;&lt;wsp:rsid wsp:val=&quot;00FF4B0C&quot;/&gt;&lt;/wsp:rsids&gt;&lt;/w:docPr&gt;&lt;w:body&gt;&lt;w:p wsp:rsidR=&quot;00000000&quot; wsp:rsidRDefault=&quot;008C41BD&quot;&gt;&lt;m:oMathPara&gt;&lt;m:oMath&gt;&lt;m:sSub&gt;&lt;m:sSubPr&gt;&lt;m:ctrlPr&gt;&lt;w:rPr&gt;&lt;w:rFonts w:ascii=&quot;Cambria Math&quot; w:fareast=&quot;Calibri&quot; w:h-ansi=&quot;Cambria Math&quot;/&gt;&lt;wx:font wx:val=&quot;Cambria Math&quot;/&gt;&lt;w:i/&gt;&lt;w:sz w:val=&quot;20&quot;/&gt;&lt;w:sz-cs w:val=&quot;20&quot;/&gt;&lt;w:lang w:fareast=&quot;EN-US&quot;/&gt;&lt;/w:rPr&gt;&lt;/m:ctrlPr&gt;&lt;/m:sSubPr&gt;&lt;m:e&gt;&lt;m:r&gt;&lt;w:rPr&gt;&lt;w:rFonts w:ascii=&quot;Cambria Math&quot; w:fareast=&quot;Calibri&quot; w:h-ansi=&quot;Cambria Math&quot;/&gt;&lt;wx:font wx:val=&quot;Cambria Math&quot;/&gt;&lt;w:i/&gt;&lt;w:sz w:val=&quot;20&quot;/&gt;&lt;w:sz-cs w:val=&quot;20&quot;/&gt;&lt;w:lang w:val=&quot;EN-US&quot; w:fareast=&quot;EN-US&quot;/&gt;&lt;/w:rPr&gt;&lt;m:t&gt;Y&lt;/m:t&gt;&lt;/m:r&gt;&lt;m:ctrlPr&gt;&lt;w:rPr&gt;&lt;w:rFonts w:ascii=&quot;Cambria Math&quot; w:fareast=&quot;Calibri&quot; w:h-ansi=&quot;Cambria Math&quot;/&gt;&lt;wx:font wx:val=&quot;Cambria Math&quot;/&gt;&lt;w:i/&gt;&lt;w:sz w:val=&quot;20&quot;/&gt;&lt;w:sz-cs w:val=&quot;20&quot;/&gt;&lt;w:lang w:val=&quot;EN-US&quot; w:fareast=&quot;EN-US&quot;/&gt;&lt;/w:rPr&gt;&lt;/m:ctrlPr&gt;&lt;/m:e&gt;&lt;m:sub&gt;&lt;m:r&gt;&lt;w:rPr&gt;&lt;w:rFonts w:ascii=&quot;Cambria Math&quot; w:fareast=&quot;Calibri&quot; w:h-ansi=&quot;Cambria Math&quot;/&gt;&lt;wx:font wx:val=&quot;Cambria Math&quot;/&gt;&lt;w:i/&gt;&lt;w:sz w:val=&quot;20&quot;/&gt;&lt;w:sz-cs w:val=&quot;20&quot;/&gt;&lt;w:lang w:fareast=&quot;EN-US&quot;/&gt;&lt;/w:rPr&gt;&lt;m:t&gt;t&lt;/m:t&gt;&lt;/m:r&gt;&lt;/m:sub&gt;&lt;/m:sSub&gt;&lt;m:r&gt;&lt;w:rPr&gt;&lt;w:rFonts w:ascii=&quot;Cambria Math&quot; w:fareast=&quot;Calibri&quot; w:h-ansi=&quot;Cambria Math&quot;/&gt;&lt;wx:font wx:val=&quot;Cambria Math&quot;/&gt;&lt;w:i/&gt;&lt;w:sz w:val=&quot;20&quot;/&gt;&lt;w:sz-cs w:val=&quot;20&quot;/&gt;&lt;w:lang w:fareast=&quot;EN-US&quot;/&gt;&lt;/w:rPr&gt;&lt;m:t&gt;=&lt;/m:t&gt;&lt;/m:r&gt;&lt;m:nary&gt;&lt;m:naryPr&gt;&lt;m:chr m:val=&quot;в€‘&quot;/&gt;&lt;m:limLoc m:val=&quot;undOvr&quot;/&gt;&lt;m:supHide m:val=&quot;on&quot;/&gt;&lt;m:ctrlPr&gt;&lt;w:rPr&gt;&lt;w:rFonts w:ascii=&quot;Cambria Math&quot; w:fareast=&quot;Calibri&quot; w:h-ansi=&quot;Cambria Math&quot;/&gt;&lt;wx:font wx:val=&quot;Cambria Math&quot;/&gt;&lt;w:i/&gt;&lt;w:sz w:val=&quot;20&quot;/&gt;&lt;w:sz-cs w:val=&quot;20&quot;/&gt;&lt;w:lang w:val=&quot;EN-US&quot; w:fareast=&quot;EN-US&quot;/&gt;&lt;/w:rPr&gt;&lt;/m:ctrlPr&gt;&lt;/m:naryPr&gt;&lt;m:sub&gt;&lt;m:r&gt;&lt;w:rPr&gt;&lt;w:rFonts w:ascii=&quot;Cambria Math&quot; w:fareast=&quot;Calibri&quot; w:h-ansi=&quot;Cambria Math&quot;/&gt;&lt;wx:font wx:val=&quot;Cambria Math&quot;/&gt;&lt;w:i/&gt;&lt;w:sz w:val=&quot;20&quot;/&gt;&lt;w:sz-cs w:val=&quot;20&quot;/&gt;&lt;w:lang w:val=&quot;EN-US&quot; w:fareast=&quot;EN-US&quot;/&gt;&lt;/w:rPr&gt;&lt;m:t&gt;k&lt;/m:t&gt;&lt;/m:r&gt;&lt;/m:sub&gt;&lt;m:sup/&gt;&lt;m:e&gt;&lt;m:sSub&gt;&lt;m:sSubPr&gt;&lt;m:ctrlPr&gt;&lt;w:rPr&gt;&lt;w:rFonts w:ascii=&quot;Cambria Math&quot; w:fareast=&quot;Calibri&quot; w:h-ansi=&quot;Cambria Math&quot;/&gt;&lt;wx:font wx:val=&quot;Cambria Math&quot;/&gt;&lt;w:i/&gt;&lt;w:sz w:val=&quot;20&quot;/&gt;&lt;w:sz-cs w:val=&quot;20&quot;/&gt;&lt;w:lang w:fareast=&quot;EN-US&quot;/&gt;&lt;/w:rPr&gt;&lt;/m:ctrlPr&gt;&lt;/m:sSubPr&gt;&lt;m:e&gt;&lt;m:r&gt;&lt;w:rPr&gt;&lt;w:rFonts w:ascii=&quot;Cambria Math&quot; w:fareast=&quot;Calibri&quot; w:h-ansi=&quot;Cambria Math&quot;/&gt;&lt;wx:font wx:val=&quot;Cambria Math&quot;/&gt;&lt;w:i/&gt;&lt;w:sz w:val=&quot;20&quot;/&gt;&lt;w:sz-cs w:val=&quot;20&quot;/&gt;&lt;w:lang w:val=&quot;EN-US&quot; w:fareast=&quot;EN-US&quot;/&gt;&lt;/w:rPr&gt;&lt;m:t&gt;X&lt;/m:t&gt;&lt;/m:r&gt;&lt;m:ctrlPr&gt;&lt;w:rPr&gt;&lt;w:rFonts w:ascii=&quot;Cambria Math&quot; w:fareast=&quot;Calibri&quot; w:h-ansi=&quot;Cambria Math&quot;/&gt;&lt;wx:font wx:val=&quot;Cambria Math&quot;/&gt;&lt;w:i/&gt;&lt;w:sz w:val=&quot;20&quot;/&gt;&lt;w:sz-cs w:val=&quot;20&quot;/&gt;&lt;w:lang w:val=&quot;EN-US&quot; w:fareast=&quot;EN-US&quot;/&gt;&lt;/w:rPr&gt;&lt;/m:ctrlPr&gt;&lt;/m:e&gt;&lt;m:sub&gt;&lt;m:r&gt;&lt;w:rPr&gt;&lt;w:rFonts w:ascii=&quot;Cambria Math&quot; w:fareast=&quot;Calibri&quot; w:h-ansi=&quot;Cambria Math&quot;/&gt;&lt;wx:font wx:val=&quot;Cambria Math&quot;/&gt;&lt;w:i/&gt;&lt;w:sz w:val=&quot;20&quot;/&gt;&lt;w:sz-cs w:val=&quot;20&quot;/&gt;&lt;w:lang w:fareast=&quot;EN-US&quot;/&gt;&lt;/w:rPr&gt;&lt;m:t&gt;t,k&lt;/m:t&gt;&lt;/m:r&gt;&lt;/m:sub&gt;&lt;/m:sSub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7" o:title="" chromakey="white"/>
                </v:shape>
              </w:pict>
            </w:r>
            <w:r w:rsidRPr="007B31EF">
              <w:rPr>
                <w:sz w:val="20"/>
                <w:szCs w:val="20"/>
                <w:lang w:eastAsia="en-US"/>
              </w:rPr>
              <w:fldChar w:fldCharType="end"/>
            </w:r>
            <w:r w:rsidRPr="007B31EF">
              <w:rPr>
                <w:sz w:val="20"/>
                <w:szCs w:val="20"/>
                <w:lang w:eastAsia="en-US"/>
              </w:rPr>
              <w:t xml:space="preserve"> </w:t>
            </w:r>
          </w:p>
          <w:p w:rsidR="003D0A91" w:rsidRPr="007B31EF" w:rsidRDefault="003D0A91" w:rsidP="007B31EF">
            <w:pPr>
              <w:jc w:val="both"/>
              <w:rPr>
                <w:sz w:val="20"/>
                <w:szCs w:val="20"/>
              </w:rPr>
            </w:pPr>
            <w:r w:rsidRPr="007B31EF">
              <w:rPr>
                <w:sz w:val="20"/>
                <w:szCs w:val="20"/>
                <w:lang w:eastAsia="en-US"/>
              </w:rPr>
              <w:t xml:space="preserve">где </w:t>
            </w:r>
            <w:r w:rsidRPr="007B31EF">
              <w:rPr>
                <w:i/>
                <w:sz w:val="20"/>
                <w:szCs w:val="20"/>
                <w:lang w:val="en-US" w:eastAsia="en-US"/>
              </w:rPr>
              <w:t>Y</w:t>
            </w:r>
            <w:r w:rsidRPr="007B31EF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7B31EF">
              <w:rPr>
                <w:sz w:val="20"/>
                <w:szCs w:val="20"/>
                <w:lang w:eastAsia="en-US"/>
              </w:rPr>
              <w:t xml:space="preserve"> – сумма</w:t>
            </w:r>
            <w:r>
              <w:rPr>
                <w:sz w:val="20"/>
                <w:szCs w:val="20"/>
              </w:rPr>
              <w:t xml:space="preserve"> </w:t>
            </w:r>
            <w:r w:rsidRPr="00182628">
              <w:rPr>
                <w:sz w:val="20"/>
                <w:szCs w:val="20"/>
              </w:rPr>
              <w:t>от оказания платных услуг (работ) получателями средств бюджетов сельских поселений</w:t>
            </w:r>
            <w:r>
              <w:rPr>
                <w:sz w:val="20"/>
                <w:szCs w:val="20"/>
              </w:rPr>
              <w:t xml:space="preserve">, </w:t>
            </w:r>
            <w:r w:rsidRPr="007B31EF">
              <w:rPr>
                <w:sz w:val="20"/>
                <w:szCs w:val="20"/>
                <w:lang w:eastAsia="en-US"/>
              </w:rPr>
              <w:t>предоставляемых государственными (муниципальными) организациями</w:t>
            </w:r>
          </w:p>
          <w:p w:rsidR="003D0A91" w:rsidRPr="007B31EF" w:rsidRDefault="003D0A91" w:rsidP="007B31EF">
            <w:pPr>
              <w:jc w:val="both"/>
              <w:rPr>
                <w:sz w:val="20"/>
                <w:szCs w:val="20"/>
              </w:rPr>
            </w:pPr>
            <w:r w:rsidRPr="007B31EF">
              <w:rPr>
                <w:sz w:val="20"/>
                <w:szCs w:val="20"/>
              </w:rPr>
              <w:t xml:space="preserve"> </w:t>
            </w:r>
            <w:r w:rsidRPr="007B31EF">
              <w:rPr>
                <w:sz w:val="20"/>
                <w:szCs w:val="20"/>
                <w:lang w:eastAsia="en-US"/>
              </w:rPr>
              <w:t xml:space="preserve">в период </w:t>
            </w:r>
            <w:r w:rsidRPr="007B31EF">
              <w:rPr>
                <w:i/>
                <w:sz w:val="20"/>
                <w:szCs w:val="20"/>
                <w:lang w:val="en-US" w:eastAsia="en-US"/>
              </w:rPr>
              <w:t>t</w:t>
            </w:r>
            <w:r w:rsidRPr="007B31EF">
              <w:rPr>
                <w:sz w:val="20"/>
                <w:szCs w:val="20"/>
                <w:lang w:eastAsia="en-US"/>
              </w:rPr>
              <w:t xml:space="preserve">,  </w:t>
            </w:r>
          </w:p>
          <w:p w:rsidR="003D0A91" w:rsidRPr="007B31EF" w:rsidRDefault="003D0A91" w:rsidP="007B31EF">
            <w:pPr>
              <w:jc w:val="both"/>
              <w:rPr>
                <w:sz w:val="20"/>
                <w:szCs w:val="20"/>
              </w:rPr>
            </w:pPr>
            <w:r w:rsidRPr="007B31EF">
              <w:rPr>
                <w:i/>
                <w:sz w:val="20"/>
                <w:szCs w:val="20"/>
                <w:lang w:val="en-US" w:eastAsia="en-US"/>
              </w:rPr>
              <w:t>X</w:t>
            </w:r>
            <w:r w:rsidRPr="007B31EF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7B31EF">
              <w:rPr>
                <w:i/>
                <w:sz w:val="20"/>
                <w:szCs w:val="20"/>
                <w:vertAlign w:val="subscript"/>
                <w:lang w:eastAsia="en-US"/>
              </w:rPr>
              <w:t>,</w:t>
            </w:r>
            <w:r w:rsidRPr="007B31EF">
              <w:rPr>
                <w:i/>
                <w:sz w:val="20"/>
                <w:szCs w:val="20"/>
                <w:vertAlign w:val="subscript"/>
                <w:lang w:val="en-US" w:eastAsia="en-US"/>
              </w:rPr>
              <w:t>k</w:t>
            </w:r>
            <w:r w:rsidRPr="007B31EF">
              <w:rPr>
                <w:sz w:val="20"/>
                <w:szCs w:val="20"/>
                <w:vertAlign w:val="subscript"/>
                <w:lang w:eastAsia="en-US"/>
              </w:rPr>
              <w:t xml:space="preserve"> </w:t>
            </w:r>
            <w:r w:rsidRPr="007B31EF">
              <w:rPr>
                <w:sz w:val="20"/>
                <w:szCs w:val="20"/>
                <w:lang w:eastAsia="en-US"/>
              </w:rPr>
              <w:t xml:space="preserve">— сумма </w:t>
            </w:r>
            <w:r w:rsidRPr="00182628">
              <w:rPr>
                <w:sz w:val="20"/>
                <w:szCs w:val="20"/>
              </w:rPr>
              <w:t>от оказания платных услуг (работ) получателями средств бюджетов сельских поселений</w:t>
            </w:r>
            <w:r>
              <w:rPr>
                <w:sz w:val="20"/>
                <w:szCs w:val="20"/>
              </w:rPr>
              <w:t xml:space="preserve">, </w:t>
            </w:r>
            <w:r w:rsidRPr="007B31EF">
              <w:rPr>
                <w:sz w:val="20"/>
                <w:szCs w:val="20"/>
                <w:lang w:eastAsia="en-US"/>
              </w:rPr>
              <w:t xml:space="preserve">предоставляемых государственными (муниципальными) организациями по договору (контракту, соглашению) </w:t>
            </w:r>
            <w:r w:rsidRPr="007B31EF">
              <w:rPr>
                <w:i/>
                <w:sz w:val="20"/>
                <w:szCs w:val="20"/>
                <w:lang w:val="en-US" w:eastAsia="en-US"/>
              </w:rPr>
              <w:t>k</w:t>
            </w:r>
            <w:r w:rsidRPr="007B31EF">
              <w:rPr>
                <w:sz w:val="20"/>
                <w:szCs w:val="20"/>
                <w:lang w:eastAsia="en-US"/>
              </w:rPr>
              <w:t xml:space="preserve"> в период </w:t>
            </w:r>
          </w:p>
          <w:p w:rsidR="003D0A91" w:rsidRPr="00985D47" w:rsidRDefault="003D0A91" w:rsidP="007B31EF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</w:tr>
      <w:tr w:rsidR="003D0A91" w:rsidRPr="00985D47" w:rsidTr="003A2AA1">
        <w:trPr>
          <w:cantSplit/>
          <w:jc w:val="center"/>
        </w:trPr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Default="003D0A91" w:rsidP="00F107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901 1 13 01995 10 0009 130</w:t>
            </w:r>
          </w:p>
          <w:p w:rsidR="003D0A91" w:rsidRPr="00985D47" w:rsidRDefault="003D0A91" w:rsidP="00C825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Default="003D0A91" w:rsidP="00F107F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сельских поселений (прочие доходы)</w:t>
            </w:r>
          </w:p>
          <w:p w:rsidR="003D0A91" w:rsidRPr="00C8252C" w:rsidRDefault="003D0A91" w:rsidP="003A315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Pr="00985D47" w:rsidRDefault="003D0A91" w:rsidP="00985D47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sz w:val="20"/>
                <w:szCs w:val="20"/>
                <w:lang w:eastAsia="en-US"/>
              </w:rPr>
              <w:t>Усреднение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Pr="00985D47" w:rsidRDefault="003D0A91" w:rsidP="00985D47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i/>
                <w:sz w:val="20"/>
                <w:szCs w:val="20"/>
                <w:lang w:val="en-US" w:eastAsia="en-US"/>
              </w:rPr>
              <w:t>Y</w:t>
            </w:r>
            <w:r w:rsidRPr="00985D47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vertAlign w:val="subscript"/>
                <w:lang w:eastAsia="en-US"/>
              </w:rPr>
              <w:t xml:space="preserve"> </w:t>
            </w:r>
            <w:r w:rsidRPr="00985D47">
              <w:rPr>
                <w:i/>
                <w:sz w:val="20"/>
                <w:szCs w:val="20"/>
                <w:lang w:eastAsia="en-US"/>
              </w:rPr>
              <w:t>= (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vertAlign w:val="subscript"/>
                <w:lang w:eastAsia="en-US"/>
              </w:rPr>
              <w:t>-1</w:t>
            </w:r>
            <w:r w:rsidRPr="00985D47">
              <w:rPr>
                <w:i/>
                <w:sz w:val="20"/>
                <w:szCs w:val="20"/>
                <w:lang w:eastAsia="en-US"/>
              </w:rPr>
              <w:t>+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vertAlign w:val="subscript"/>
                <w:lang w:eastAsia="en-US"/>
              </w:rPr>
              <w:t>-2</w:t>
            </w:r>
            <w:r w:rsidRPr="00985D47">
              <w:rPr>
                <w:i/>
                <w:sz w:val="20"/>
                <w:szCs w:val="20"/>
                <w:lang w:eastAsia="en-US"/>
              </w:rPr>
              <w:t>+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vertAlign w:val="subscript"/>
                <w:lang w:eastAsia="en-US"/>
              </w:rPr>
              <w:t>-3</w:t>
            </w:r>
            <w:r w:rsidRPr="00985D47">
              <w:rPr>
                <w:i/>
                <w:sz w:val="20"/>
                <w:szCs w:val="20"/>
                <w:lang w:eastAsia="en-US"/>
              </w:rPr>
              <w:t>)/3</w:t>
            </w:r>
            <w:r w:rsidRPr="00985D47">
              <w:rPr>
                <w:sz w:val="20"/>
                <w:szCs w:val="20"/>
                <w:lang w:eastAsia="en-US"/>
              </w:rPr>
              <w:t xml:space="preserve">,  </w:t>
            </w:r>
          </w:p>
          <w:p w:rsidR="003D0A91" w:rsidRDefault="003D0A91" w:rsidP="00985D47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sz w:val="20"/>
                <w:szCs w:val="20"/>
                <w:lang w:eastAsia="en-US"/>
              </w:rPr>
              <w:t xml:space="preserve">где 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Y</w:t>
            </w:r>
            <w:r w:rsidRPr="00985D47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sz w:val="20"/>
                <w:szCs w:val="20"/>
                <w:lang w:eastAsia="en-US"/>
              </w:rPr>
              <w:t xml:space="preserve">  – прогнозируемый показатель на период 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t</w:t>
            </w:r>
            <w:r w:rsidRPr="00985D47">
              <w:rPr>
                <w:sz w:val="20"/>
                <w:szCs w:val="20"/>
                <w:lang w:eastAsia="en-US"/>
              </w:rPr>
              <w:t xml:space="preserve">, </w:t>
            </w:r>
          </w:p>
          <w:p w:rsidR="003D0A91" w:rsidRPr="00985D47" w:rsidRDefault="003D0A91" w:rsidP="00985D47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i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vertAlign w:val="subscript"/>
                <w:lang w:eastAsia="en-US"/>
              </w:rPr>
              <w:t>-1</w:t>
            </w:r>
            <w:r w:rsidRPr="00985D47">
              <w:rPr>
                <w:sz w:val="20"/>
                <w:szCs w:val="20"/>
                <w:lang w:eastAsia="en-US"/>
              </w:rPr>
              <w:t xml:space="preserve">, 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vertAlign w:val="subscript"/>
                <w:lang w:eastAsia="en-US"/>
              </w:rPr>
              <w:t>-2</w:t>
            </w:r>
            <w:r w:rsidRPr="00985D47">
              <w:rPr>
                <w:sz w:val="20"/>
                <w:szCs w:val="20"/>
                <w:lang w:eastAsia="en-US"/>
              </w:rPr>
              <w:t xml:space="preserve"> и 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vertAlign w:val="subscript"/>
                <w:lang w:eastAsia="en-US"/>
              </w:rPr>
              <w:t>-</w:t>
            </w:r>
            <w:r w:rsidRPr="00985D47">
              <w:rPr>
                <w:sz w:val="20"/>
                <w:szCs w:val="20"/>
                <w:vertAlign w:val="subscript"/>
                <w:lang w:eastAsia="en-US"/>
              </w:rPr>
              <w:t>3</w:t>
            </w:r>
            <w:r w:rsidRPr="00985D47">
              <w:rPr>
                <w:sz w:val="20"/>
                <w:szCs w:val="20"/>
                <w:lang w:eastAsia="en-US"/>
              </w:rPr>
              <w:t xml:space="preserve"> – значения данного показателя  за периоды 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lang w:eastAsia="en-US"/>
              </w:rPr>
              <w:t xml:space="preserve">-1, 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lang w:eastAsia="en-US"/>
              </w:rPr>
              <w:t xml:space="preserve">-2, 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lang w:eastAsia="en-US"/>
              </w:rPr>
              <w:t>-3</w:t>
            </w:r>
            <w:r w:rsidRPr="00985D47">
              <w:rPr>
                <w:sz w:val="20"/>
                <w:szCs w:val="20"/>
                <w:lang w:eastAsia="en-US"/>
              </w:rPr>
              <w:t>.</w:t>
            </w:r>
          </w:p>
          <w:p w:rsidR="003D0A91" w:rsidRPr="00985D47" w:rsidRDefault="003D0A91" w:rsidP="00985D47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</w:tr>
      <w:tr w:rsidR="003D0A91" w:rsidRPr="00985D47" w:rsidTr="003A2AA1">
        <w:trPr>
          <w:cantSplit/>
          <w:jc w:val="center"/>
        </w:trPr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Default="003D0A91" w:rsidP="00F107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901 1 13 01995 10 0052 130</w:t>
            </w:r>
          </w:p>
          <w:p w:rsidR="003D0A91" w:rsidRPr="00985D47" w:rsidRDefault="003D0A91" w:rsidP="00C825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Default="003D0A91" w:rsidP="00F107F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сельских поселений (доходы от платных услуг, оказываемых бюджетными учреждениями поселений)</w:t>
            </w:r>
          </w:p>
          <w:p w:rsidR="003D0A91" w:rsidRPr="00C8252C" w:rsidRDefault="003D0A91" w:rsidP="003A315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Pr="00985D47" w:rsidRDefault="003D0A91" w:rsidP="00985D47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sz w:val="20"/>
                <w:szCs w:val="20"/>
                <w:lang w:eastAsia="en-US"/>
              </w:rPr>
              <w:t>Усреднение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Pr="00985D47" w:rsidRDefault="003D0A91" w:rsidP="00985D47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i/>
                <w:sz w:val="20"/>
                <w:szCs w:val="20"/>
                <w:lang w:val="en-US" w:eastAsia="en-US"/>
              </w:rPr>
              <w:t>Y</w:t>
            </w:r>
            <w:r w:rsidRPr="00985D47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vertAlign w:val="subscript"/>
                <w:lang w:eastAsia="en-US"/>
              </w:rPr>
              <w:t xml:space="preserve"> </w:t>
            </w:r>
            <w:r w:rsidRPr="00985D47">
              <w:rPr>
                <w:i/>
                <w:sz w:val="20"/>
                <w:szCs w:val="20"/>
                <w:lang w:eastAsia="en-US"/>
              </w:rPr>
              <w:t>= (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vertAlign w:val="subscript"/>
                <w:lang w:eastAsia="en-US"/>
              </w:rPr>
              <w:t>-1</w:t>
            </w:r>
            <w:r w:rsidRPr="00985D47">
              <w:rPr>
                <w:i/>
                <w:sz w:val="20"/>
                <w:szCs w:val="20"/>
                <w:lang w:eastAsia="en-US"/>
              </w:rPr>
              <w:t>+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vertAlign w:val="subscript"/>
                <w:lang w:eastAsia="en-US"/>
              </w:rPr>
              <w:t>-2</w:t>
            </w:r>
            <w:r w:rsidRPr="00985D47">
              <w:rPr>
                <w:i/>
                <w:sz w:val="20"/>
                <w:szCs w:val="20"/>
                <w:lang w:eastAsia="en-US"/>
              </w:rPr>
              <w:t>+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vertAlign w:val="subscript"/>
                <w:lang w:eastAsia="en-US"/>
              </w:rPr>
              <w:t>-3</w:t>
            </w:r>
            <w:r w:rsidRPr="00985D47">
              <w:rPr>
                <w:i/>
                <w:sz w:val="20"/>
                <w:szCs w:val="20"/>
                <w:lang w:eastAsia="en-US"/>
              </w:rPr>
              <w:t>)/3</w:t>
            </w:r>
            <w:r w:rsidRPr="00985D47">
              <w:rPr>
                <w:sz w:val="20"/>
                <w:szCs w:val="20"/>
                <w:lang w:eastAsia="en-US"/>
              </w:rPr>
              <w:t xml:space="preserve">,  </w:t>
            </w:r>
          </w:p>
          <w:p w:rsidR="003D0A91" w:rsidRDefault="003D0A91" w:rsidP="00985D47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sz w:val="20"/>
                <w:szCs w:val="20"/>
                <w:lang w:eastAsia="en-US"/>
              </w:rPr>
              <w:t xml:space="preserve">где 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Y</w:t>
            </w:r>
            <w:r w:rsidRPr="00985D47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sz w:val="20"/>
                <w:szCs w:val="20"/>
                <w:lang w:eastAsia="en-US"/>
              </w:rPr>
              <w:t xml:space="preserve">  – прогнозируемый показатель на период 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t</w:t>
            </w:r>
            <w:r w:rsidRPr="00985D47">
              <w:rPr>
                <w:sz w:val="20"/>
                <w:szCs w:val="20"/>
                <w:lang w:eastAsia="en-US"/>
              </w:rPr>
              <w:t xml:space="preserve">, </w:t>
            </w:r>
          </w:p>
          <w:p w:rsidR="003D0A91" w:rsidRPr="00985D47" w:rsidRDefault="003D0A91" w:rsidP="00985D47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i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vertAlign w:val="subscript"/>
                <w:lang w:eastAsia="en-US"/>
              </w:rPr>
              <w:t>-1</w:t>
            </w:r>
            <w:r w:rsidRPr="00985D47">
              <w:rPr>
                <w:sz w:val="20"/>
                <w:szCs w:val="20"/>
                <w:lang w:eastAsia="en-US"/>
              </w:rPr>
              <w:t xml:space="preserve">, 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vertAlign w:val="subscript"/>
                <w:lang w:eastAsia="en-US"/>
              </w:rPr>
              <w:t>-2</w:t>
            </w:r>
            <w:r w:rsidRPr="00985D47">
              <w:rPr>
                <w:sz w:val="20"/>
                <w:szCs w:val="20"/>
                <w:lang w:eastAsia="en-US"/>
              </w:rPr>
              <w:t xml:space="preserve"> и 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vertAlign w:val="subscript"/>
                <w:lang w:eastAsia="en-US"/>
              </w:rPr>
              <w:t>-</w:t>
            </w:r>
            <w:r w:rsidRPr="00985D47">
              <w:rPr>
                <w:sz w:val="20"/>
                <w:szCs w:val="20"/>
                <w:vertAlign w:val="subscript"/>
                <w:lang w:eastAsia="en-US"/>
              </w:rPr>
              <w:t>3</w:t>
            </w:r>
            <w:r w:rsidRPr="00985D47">
              <w:rPr>
                <w:sz w:val="20"/>
                <w:szCs w:val="20"/>
                <w:lang w:eastAsia="en-US"/>
              </w:rPr>
              <w:t xml:space="preserve"> – значения данного показателя  за периоды 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lang w:eastAsia="en-US"/>
              </w:rPr>
              <w:t xml:space="preserve">-1, 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lang w:eastAsia="en-US"/>
              </w:rPr>
              <w:t xml:space="preserve">-2, 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lang w:eastAsia="en-US"/>
              </w:rPr>
              <w:t>-3</w:t>
            </w:r>
            <w:r w:rsidRPr="00985D47">
              <w:rPr>
                <w:sz w:val="20"/>
                <w:szCs w:val="20"/>
                <w:lang w:eastAsia="en-US"/>
              </w:rPr>
              <w:t>.</w:t>
            </w:r>
          </w:p>
          <w:p w:rsidR="003D0A91" w:rsidRPr="00985D47" w:rsidRDefault="003D0A91" w:rsidP="00985D47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</w:tr>
      <w:tr w:rsidR="003D0A91" w:rsidRPr="00985D47" w:rsidTr="003A2AA1">
        <w:trPr>
          <w:cantSplit/>
          <w:jc w:val="center"/>
        </w:trPr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Default="003D0A91" w:rsidP="00F107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901 1 13 02995 10 0000 130</w:t>
            </w:r>
          </w:p>
          <w:p w:rsidR="003D0A91" w:rsidRPr="00985D47" w:rsidRDefault="003D0A91" w:rsidP="00E8785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Default="003D0A91" w:rsidP="00F107F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доходы от компенсации затрат  бюджетов сельских поселений</w:t>
            </w:r>
          </w:p>
          <w:p w:rsidR="003D0A91" w:rsidRPr="00E87855" w:rsidRDefault="003D0A91" w:rsidP="003A315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Pr="00985D47" w:rsidRDefault="003D0A91" w:rsidP="00985D47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sz w:val="20"/>
                <w:szCs w:val="20"/>
                <w:lang w:eastAsia="en-US"/>
              </w:rPr>
              <w:t>Усреднение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Pr="00985D47" w:rsidRDefault="003D0A91" w:rsidP="003A315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i/>
                <w:sz w:val="20"/>
                <w:szCs w:val="20"/>
                <w:lang w:val="en-US" w:eastAsia="en-US"/>
              </w:rPr>
              <w:t>Y</w:t>
            </w:r>
            <w:r w:rsidRPr="00985D47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vertAlign w:val="subscript"/>
                <w:lang w:eastAsia="en-US"/>
              </w:rPr>
              <w:t xml:space="preserve"> </w:t>
            </w:r>
            <w:r w:rsidRPr="00985D47">
              <w:rPr>
                <w:i/>
                <w:sz w:val="20"/>
                <w:szCs w:val="20"/>
                <w:lang w:eastAsia="en-US"/>
              </w:rPr>
              <w:t>= (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vertAlign w:val="subscript"/>
                <w:lang w:eastAsia="en-US"/>
              </w:rPr>
              <w:t>-1</w:t>
            </w:r>
            <w:r w:rsidRPr="00985D47">
              <w:rPr>
                <w:i/>
                <w:sz w:val="20"/>
                <w:szCs w:val="20"/>
                <w:lang w:eastAsia="en-US"/>
              </w:rPr>
              <w:t>+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vertAlign w:val="subscript"/>
                <w:lang w:eastAsia="en-US"/>
              </w:rPr>
              <w:t>-2</w:t>
            </w:r>
            <w:r w:rsidRPr="00985D47">
              <w:rPr>
                <w:i/>
                <w:sz w:val="20"/>
                <w:szCs w:val="20"/>
                <w:lang w:eastAsia="en-US"/>
              </w:rPr>
              <w:t>+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vertAlign w:val="subscript"/>
                <w:lang w:eastAsia="en-US"/>
              </w:rPr>
              <w:t>-3</w:t>
            </w:r>
            <w:r w:rsidRPr="00985D47">
              <w:rPr>
                <w:i/>
                <w:sz w:val="20"/>
                <w:szCs w:val="20"/>
                <w:lang w:eastAsia="en-US"/>
              </w:rPr>
              <w:t>)/3</w:t>
            </w:r>
            <w:r w:rsidRPr="00985D47">
              <w:rPr>
                <w:sz w:val="20"/>
                <w:szCs w:val="20"/>
                <w:lang w:eastAsia="en-US"/>
              </w:rPr>
              <w:t xml:space="preserve">,  </w:t>
            </w:r>
          </w:p>
          <w:p w:rsidR="003D0A91" w:rsidRDefault="003D0A91" w:rsidP="003A315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sz w:val="20"/>
                <w:szCs w:val="20"/>
                <w:lang w:eastAsia="en-US"/>
              </w:rPr>
              <w:t xml:space="preserve">где 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Y</w:t>
            </w:r>
            <w:r w:rsidRPr="00985D47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sz w:val="20"/>
                <w:szCs w:val="20"/>
                <w:lang w:eastAsia="en-US"/>
              </w:rPr>
              <w:t xml:space="preserve">  – прогнозируемый показатель на период 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t</w:t>
            </w:r>
            <w:r w:rsidRPr="00985D47">
              <w:rPr>
                <w:sz w:val="20"/>
                <w:szCs w:val="20"/>
                <w:lang w:eastAsia="en-US"/>
              </w:rPr>
              <w:t xml:space="preserve">, </w:t>
            </w:r>
          </w:p>
          <w:p w:rsidR="003D0A91" w:rsidRPr="00985D47" w:rsidRDefault="003D0A91" w:rsidP="003A315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i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vertAlign w:val="subscript"/>
                <w:lang w:eastAsia="en-US"/>
              </w:rPr>
              <w:t>-1</w:t>
            </w:r>
            <w:r w:rsidRPr="00985D47">
              <w:rPr>
                <w:sz w:val="20"/>
                <w:szCs w:val="20"/>
                <w:lang w:eastAsia="en-US"/>
              </w:rPr>
              <w:t xml:space="preserve">, 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vertAlign w:val="subscript"/>
                <w:lang w:eastAsia="en-US"/>
              </w:rPr>
              <w:t>-2</w:t>
            </w:r>
            <w:r w:rsidRPr="00985D47">
              <w:rPr>
                <w:sz w:val="20"/>
                <w:szCs w:val="20"/>
                <w:lang w:eastAsia="en-US"/>
              </w:rPr>
              <w:t xml:space="preserve"> и 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vertAlign w:val="subscript"/>
                <w:lang w:eastAsia="en-US"/>
              </w:rPr>
              <w:t>-</w:t>
            </w:r>
            <w:r w:rsidRPr="00985D47">
              <w:rPr>
                <w:sz w:val="20"/>
                <w:szCs w:val="20"/>
                <w:vertAlign w:val="subscript"/>
                <w:lang w:eastAsia="en-US"/>
              </w:rPr>
              <w:t>3</w:t>
            </w:r>
            <w:r w:rsidRPr="00985D47">
              <w:rPr>
                <w:sz w:val="20"/>
                <w:szCs w:val="20"/>
                <w:lang w:eastAsia="en-US"/>
              </w:rPr>
              <w:t xml:space="preserve"> – значения данного показателя  за периоды 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lang w:eastAsia="en-US"/>
              </w:rPr>
              <w:t xml:space="preserve">-1, 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lang w:eastAsia="en-US"/>
              </w:rPr>
              <w:t xml:space="preserve">-2, 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lang w:eastAsia="en-US"/>
              </w:rPr>
              <w:t>-3</w:t>
            </w:r>
            <w:r w:rsidRPr="00985D47">
              <w:rPr>
                <w:sz w:val="20"/>
                <w:szCs w:val="20"/>
                <w:lang w:eastAsia="en-US"/>
              </w:rPr>
              <w:t>.</w:t>
            </w:r>
          </w:p>
          <w:p w:rsidR="003D0A91" w:rsidRPr="00985D47" w:rsidRDefault="003D0A91" w:rsidP="003A315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</w:tr>
      <w:tr w:rsidR="003D0A91" w:rsidRPr="00985D47" w:rsidTr="003A2AA1">
        <w:trPr>
          <w:cantSplit/>
          <w:jc w:val="center"/>
        </w:trPr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Default="003D0A91" w:rsidP="00577E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90 1 13 02995 10 0003 130</w:t>
            </w:r>
          </w:p>
          <w:p w:rsidR="003D0A91" w:rsidRDefault="003D0A91" w:rsidP="00F107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Default="003D0A91" w:rsidP="00577E6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доходы от компенсации затрат  бюджетов сельских поселений (возврат дебиторской задолженности прошлых лет)</w:t>
            </w:r>
          </w:p>
          <w:p w:rsidR="003D0A91" w:rsidRDefault="003D0A91" w:rsidP="00F107F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Pr="00985D47" w:rsidRDefault="003D0A91" w:rsidP="00985D47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sz w:val="20"/>
                <w:szCs w:val="20"/>
                <w:lang w:eastAsia="en-US"/>
              </w:rPr>
              <w:t>Усреднение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Pr="00985D47" w:rsidRDefault="003D0A91" w:rsidP="00577E60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i/>
                <w:sz w:val="20"/>
                <w:szCs w:val="20"/>
                <w:lang w:val="en-US" w:eastAsia="en-US"/>
              </w:rPr>
              <w:t>Y</w:t>
            </w:r>
            <w:r w:rsidRPr="00985D47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vertAlign w:val="subscript"/>
                <w:lang w:eastAsia="en-US"/>
              </w:rPr>
              <w:t xml:space="preserve"> </w:t>
            </w:r>
            <w:r w:rsidRPr="00985D47">
              <w:rPr>
                <w:i/>
                <w:sz w:val="20"/>
                <w:szCs w:val="20"/>
                <w:lang w:eastAsia="en-US"/>
              </w:rPr>
              <w:t>= (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vertAlign w:val="subscript"/>
                <w:lang w:eastAsia="en-US"/>
              </w:rPr>
              <w:t>-1</w:t>
            </w:r>
            <w:r w:rsidRPr="00985D47">
              <w:rPr>
                <w:i/>
                <w:sz w:val="20"/>
                <w:szCs w:val="20"/>
                <w:lang w:eastAsia="en-US"/>
              </w:rPr>
              <w:t>+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vertAlign w:val="subscript"/>
                <w:lang w:eastAsia="en-US"/>
              </w:rPr>
              <w:t>-2</w:t>
            </w:r>
            <w:r w:rsidRPr="00985D47">
              <w:rPr>
                <w:i/>
                <w:sz w:val="20"/>
                <w:szCs w:val="20"/>
                <w:lang w:eastAsia="en-US"/>
              </w:rPr>
              <w:t>+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vertAlign w:val="subscript"/>
                <w:lang w:eastAsia="en-US"/>
              </w:rPr>
              <w:t>-3</w:t>
            </w:r>
            <w:r w:rsidRPr="00985D47">
              <w:rPr>
                <w:i/>
                <w:sz w:val="20"/>
                <w:szCs w:val="20"/>
                <w:lang w:eastAsia="en-US"/>
              </w:rPr>
              <w:t>)/3</w:t>
            </w:r>
            <w:r w:rsidRPr="00985D47">
              <w:rPr>
                <w:sz w:val="20"/>
                <w:szCs w:val="20"/>
                <w:lang w:eastAsia="en-US"/>
              </w:rPr>
              <w:t xml:space="preserve">,  </w:t>
            </w:r>
          </w:p>
          <w:p w:rsidR="003D0A91" w:rsidRDefault="003D0A91" w:rsidP="00577E60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sz w:val="20"/>
                <w:szCs w:val="20"/>
                <w:lang w:eastAsia="en-US"/>
              </w:rPr>
              <w:t xml:space="preserve">где 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Y</w:t>
            </w:r>
            <w:r w:rsidRPr="00985D47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sz w:val="20"/>
                <w:szCs w:val="20"/>
                <w:lang w:eastAsia="en-US"/>
              </w:rPr>
              <w:t xml:space="preserve">  – прогнозируемый показатель на период 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t</w:t>
            </w:r>
            <w:r w:rsidRPr="00985D47">
              <w:rPr>
                <w:sz w:val="20"/>
                <w:szCs w:val="20"/>
                <w:lang w:eastAsia="en-US"/>
              </w:rPr>
              <w:t xml:space="preserve">, </w:t>
            </w:r>
          </w:p>
          <w:p w:rsidR="003D0A91" w:rsidRPr="00577E60" w:rsidRDefault="003D0A91" w:rsidP="00577E60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  <w:lang w:eastAsia="en-US"/>
              </w:rPr>
            </w:pPr>
            <w:r w:rsidRPr="00985D47">
              <w:rPr>
                <w:i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vertAlign w:val="subscript"/>
                <w:lang w:eastAsia="en-US"/>
              </w:rPr>
              <w:t>-1</w:t>
            </w:r>
            <w:r w:rsidRPr="00985D47">
              <w:rPr>
                <w:sz w:val="20"/>
                <w:szCs w:val="20"/>
                <w:lang w:eastAsia="en-US"/>
              </w:rPr>
              <w:t xml:space="preserve">, 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vertAlign w:val="subscript"/>
                <w:lang w:eastAsia="en-US"/>
              </w:rPr>
              <w:t>-2</w:t>
            </w:r>
            <w:r w:rsidRPr="00985D47">
              <w:rPr>
                <w:sz w:val="20"/>
                <w:szCs w:val="20"/>
                <w:lang w:eastAsia="en-US"/>
              </w:rPr>
              <w:t xml:space="preserve"> и 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vertAlign w:val="subscript"/>
                <w:lang w:eastAsia="en-US"/>
              </w:rPr>
              <w:t>-</w:t>
            </w:r>
            <w:r w:rsidRPr="00985D47">
              <w:rPr>
                <w:sz w:val="20"/>
                <w:szCs w:val="20"/>
                <w:vertAlign w:val="subscript"/>
                <w:lang w:eastAsia="en-US"/>
              </w:rPr>
              <w:t>3</w:t>
            </w:r>
            <w:r w:rsidRPr="00985D47">
              <w:rPr>
                <w:sz w:val="20"/>
                <w:szCs w:val="20"/>
                <w:lang w:eastAsia="en-US"/>
              </w:rPr>
              <w:t xml:space="preserve"> – значения данного показателя  за периоды 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lang w:eastAsia="en-US"/>
              </w:rPr>
              <w:t xml:space="preserve">-1, 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lang w:eastAsia="en-US"/>
              </w:rPr>
              <w:t xml:space="preserve">-2, 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lang w:eastAsia="en-US"/>
              </w:rPr>
              <w:t>-3</w:t>
            </w:r>
            <w:r w:rsidRPr="00985D47">
              <w:rPr>
                <w:sz w:val="20"/>
                <w:szCs w:val="20"/>
                <w:lang w:eastAsia="en-US"/>
              </w:rPr>
              <w:t>.</w:t>
            </w:r>
          </w:p>
        </w:tc>
      </w:tr>
      <w:tr w:rsidR="003D0A91" w:rsidRPr="00985D47" w:rsidTr="003A2AA1">
        <w:trPr>
          <w:cantSplit/>
          <w:jc w:val="center"/>
        </w:trPr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Default="003D0A91" w:rsidP="003A2A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901 1 16 18050 10 0000 140 </w:t>
            </w:r>
          </w:p>
          <w:p w:rsidR="003D0A91" w:rsidRDefault="003D0A91" w:rsidP="00F107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Default="003D0A91" w:rsidP="003A2AA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Денежные взыскания (штрафы) за нарушение бюджетного законодательства (в части бюджетов сельских поселений)</w:t>
            </w:r>
          </w:p>
          <w:p w:rsidR="003D0A91" w:rsidRDefault="003D0A91" w:rsidP="00F107F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Pr="00985D47" w:rsidRDefault="003D0A91" w:rsidP="00985D47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sz w:val="20"/>
                <w:szCs w:val="20"/>
                <w:lang w:eastAsia="en-US"/>
              </w:rPr>
              <w:t>Усреднение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Pr="00985D47" w:rsidRDefault="003D0A91" w:rsidP="003A2AA1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i/>
                <w:sz w:val="20"/>
                <w:szCs w:val="20"/>
                <w:lang w:val="en-US" w:eastAsia="en-US"/>
              </w:rPr>
              <w:t>Y</w:t>
            </w:r>
            <w:r w:rsidRPr="00985D47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vertAlign w:val="subscript"/>
                <w:lang w:eastAsia="en-US"/>
              </w:rPr>
              <w:t xml:space="preserve"> </w:t>
            </w:r>
            <w:r w:rsidRPr="00985D47">
              <w:rPr>
                <w:i/>
                <w:sz w:val="20"/>
                <w:szCs w:val="20"/>
                <w:lang w:eastAsia="en-US"/>
              </w:rPr>
              <w:t>= (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vertAlign w:val="subscript"/>
                <w:lang w:eastAsia="en-US"/>
              </w:rPr>
              <w:t>-1</w:t>
            </w:r>
            <w:r w:rsidRPr="00985D47">
              <w:rPr>
                <w:i/>
                <w:sz w:val="20"/>
                <w:szCs w:val="20"/>
                <w:lang w:eastAsia="en-US"/>
              </w:rPr>
              <w:t>+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vertAlign w:val="subscript"/>
                <w:lang w:eastAsia="en-US"/>
              </w:rPr>
              <w:t>-2</w:t>
            </w:r>
            <w:r w:rsidRPr="00985D47">
              <w:rPr>
                <w:i/>
                <w:sz w:val="20"/>
                <w:szCs w:val="20"/>
                <w:lang w:eastAsia="en-US"/>
              </w:rPr>
              <w:t>+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vertAlign w:val="subscript"/>
                <w:lang w:eastAsia="en-US"/>
              </w:rPr>
              <w:t>-3</w:t>
            </w:r>
            <w:r w:rsidRPr="00985D47">
              <w:rPr>
                <w:i/>
                <w:sz w:val="20"/>
                <w:szCs w:val="20"/>
                <w:lang w:eastAsia="en-US"/>
              </w:rPr>
              <w:t>)/3</w:t>
            </w:r>
            <w:r w:rsidRPr="00985D47">
              <w:rPr>
                <w:sz w:val="20"/>
                <w:szCs w:val="20"/>
                <w:lang w:eastAsia="en-US"/>
              </w:rPr>
              <w:t xml:space="preserve">,  </w:t>
            </w:r>
          </w:p>
          <w:p w:rsidR="003D0A91" w:rsidRDefault="003D0A91" w:rsidP="003A2AA1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sz w:val="20"/>
                <w:szCs w:val="20"/>
                <w:lang w:eastAsia="en-US"/>
              </w:rPr>
              <w:t xml:space="preserve">где 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Y</w:t>
            </w:r>
            <w:r w:rsidRPr="00985D47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sz w:val="20"/>
                <w:szCs w:val="20"/>
                <w:lang w:eastAsia="en-US"/>
              </w:rPr>
              <w:t xml:space="preserve">  – прогнозируемый показатель на период 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t</w:t>
            </w:r>
            <w:r w:rsidRPr="00985D47">
              <w:rPr>
                <w:sz w:val="20"/>
                <w:szCs w:val="20"/>
                <w:lang w:eastAsia="en-US"/>
              </w:rPr>
              <w:t xml:space="preserve">, </w:t>
            </w:r>
          </w:p>
          <w:p w:rsidR="003D0A91" w:rsidRPr="00985D47" w:rsidRDefault="003D0A91" w:rsidP="003A2AA1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i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vertAlign w:val="subscript"/>
                <w:lang w:eastAsia="en-US"/>
              </w:rPr>
              <w:t>-1</w:t>
            </w:r>
            <w:r w:rsidRPr="00985D47">
              <w:rPr>
                <w:sz w:val="20"/>
                <w:szCs w:val="20"/>
                <w:lang w:eastAsia="en-US"/>
              </w:rPr>
              <w:t xml:space="preserve">, 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vertAlign w:val="subscript"/>
                <w:lang w:eastAsia="en-US"/>
              </w:rPr>
              <w:t>-2</w:t>
            </w:r>
            <w:r w:rsidRPr="00985D47">
              <w:rPr>
                <w:sz w:val="20"/>
                <w:szCs w:val="20"/>
                <w:lang w:eastAsia="en-US"/>
              </w:rPr>
              <w:t xml:space="preserve"> и 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vertAlign w:val="subscript"/>
                <w:lang w:eastAsia="en-US"/>
              </w:rPr>
              <w:t>-</w:t>
            </w:r>
            <w:r w:rsidRPr="00985D47">
              <w:rPr>
                <w:sz w:val="20"/>
                <w:szCs w:val="20"/>
                <w:vertAlign w:val="subscript"/>
                <w:lang w:eastAsia="en-US"/>
              </w:rPr>
              <w:t>3</w:t>
            </w:r>
            <w:r w:rsidRPr="00985D47">
              <w:rPr>
                <w:sz w:val="20"/>
                <w:szCs w:val="20"/>
                <w:lang w:eastAsia="en-US"/>
              </w:rPr>
              <w:t xml:space="preserve"> – значения данного показателя  за периоды 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lang w:eastAsia="en-US"/>
              </w:rPr>
              <w:t xml:space="preserve">-1, 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lang w:eastAsia="en-US"/>
              </w:rPr>
              <w:t xml:space="preserve">-2, 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lang w:eastAsia="en-US"/>
              </w:rPr>
              <w:t>-3</w:t>
            </w:r>
            <w:r w:rsidRPr="00985D47">
              <w:rPr>
                <w:sz w:val="20"/>
                <w:szCs w:val="20"/>
                <w:lang w:eastAsia="en-US"/>
              </w:rPr>
              <w:t>.</w:t>
            </w:r>
          </w:p>
          <w:p w:rsidR="003D0A91" w:rsidRPr="003A2AA1" w:rsidRDefault="003D0A91" w:rsidP="003A3158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  <w:lang w:eastAsia="en-US"/>
              </w:rPr>
            </w:pPr>
          </w:p>
        </w:tc>
      </w:tr>
      <w:tr w:rsidR="003D0A91" w:rsidRPr="00985D47" w:rsidTr="003A2AA1">
        <w:trPr>
          <w:cantSplit/>
          <w:jc w:val="center"/>
        </w:trPr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Default="003D0A91" w:rsidP="003A2A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901 1 16 23050 10 0000 140</w:t>
            </w:r>
          </w:p>
          <w:p w:rsidR="003D0A91" w:rsidRDefault="003D0A91" w:rsidP="003A2AA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Default="003D0A91" w:rsidP="003A2AA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 от возмещения ущерба при возникновении страховых случаев, когда выгодоприобретателями выступают получатели средств бюджетов сельских поселений</w:t>
            </w:r>
          </w:p>
          <w:p w:rsidR="003D0A91" w:rsidRDefault="003D0A91" w:rsidP="003A2AA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Pr="00985D47" w:rsidRDefault="003D0A91" w:rsidP="003A2AA1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sz w:val="20"/>
                <w:szCs w:val="20"/>
                <w:lang w:eastAsia="en-US"/>
              </w:rPr>
              <w:t>Усреднение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Pr="00985D47" w:rsidRDefault="003D0A91" w:rsidP="003A2AA1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i/>
                <w:sz w:val="20"/>
                <w:szCs w:val="20"/>
                <w:lang w:val="en-US" w:eastAsia="en-US"/>
              </w:rPr>
              <w:t>Y</w:t>
            </w:r>
            <w:r w:rsidRPr="00985D47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vertAlign w:val="subscript"/>
                <w:lang w:eastAsia="en-US"/>
              </w:rPr>
              <w:t xml:space="preserve"> </w:t>
            </w:r>
            <w:r w:rsidRPr="00985D47">
              <w:rPr>
                <w:i/>
                <w:sz w:val="20"/>
                <w:szCs w:val="20"/>
                <w:lang w:eastAsia="en-US"/>
              </w:rPr>
              <w:t>= (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vertAlign w:val="subscript"/>
                <w:lang w:eastAsia="en-US"/>
              </w:rPr>
              <w:t>-1</w:t>
            </w:r>
            <w:r w:rsidRPr="00985D47">
              <w:rPr>
                <w:i/>
                <w:sz w:val="20"/>
                <w:szCs w:val="20"/>
                <w:lang w:eastAsia="en-US"/>
              </w:rPr>
              <w:t>+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vertAlign w:val="subscript"/>
                <w:lang w:eastAsia="en-US"/>
              </w:rPr>
              <w:t>-2</w:t>
            </w:r>
            <w:r w:rsidRPr="00985D47">
              <w:rPr>
                <w:i/>
                <w:sz w:val="20"/>
                <w:szCs w:val="20"/>
                <w:lang w:eastAsia="en-US"/>
              </w:rPr>
              <w:t>+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vertAlign w:val="subscript"/>
                <w:lang w:eastAsia="en-US"/>
              </w:rPr>
              <w:t>-3</w:t>
            </w:r>
            <w:r w:rsidRPr="00985D47">
              <w:rPr>
                <w:i/>
                <w:sz w:val="20"/>
                <w:szCs w:val="20"/>
                <w:lang w:eastAsia="en-US"/>
              </w:rPr>
              <w:t>)/3</w:t>
            </w:r>
            <w:r w:rsidRPr="00985D47">
              <w:rPr>
                <w:sz w:val="20"/>
                <w:szCs w:val="20"/>
                <w:lang w:eastAsia="en-US"/>
              </w:rPr>
              <w:t xml:space="preserve">,  </w:t>
            </w:r>
          </w:p>
          <w:p w:rsidR="003D0A91" w:rsidRDefault="003D0A91" w:rsidP="003A2AA1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sz w:val="20"/>
                <w:szCs w:val="20"/>
                <w:lang w:eastAsia="en-US"/>
              </w:rPr>
              <w:t xml:space="preserve">где 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Y</w:t>
            </w:r>
            <w:r w:rsidRPr="00985D47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sz w:val="20"/>
                <w:szCs w:val="20"/>
                <w:lang w:eastAsia="en-US"/>
              </w:rPr>
              <w:t xml:space="preserve">  – прогнозируемый показатель на период 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t</w:t>
            </w:r>
            <w:r w:rsidRPr="00985D47">
              <w:rPr>
                <w:sz w:val="20"/>
                <w:szCs w:val="20"/>
                <w:lang w:eastAsia="en-US"/>
              </w:rPr>
              <w:t xml:space="preserve">, </w:t>
            </w:r>
          </w:p>
          <w:p w:rsidR="003D0A91" w:rsidRPr="00985D47" w:rsidRDefault="003D0A91" w:rsidP="003A2AA1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i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vertAlign w:val="subscript"/>
                <w:lang w:eastAsia="en-US"/>
              </w:rPr>
              <w:t>-1</w:t>
            </w:r>
            <w:r w:rsidRPr="00985D47">
              <w:rPr>
                <w:sz w:val="20"/>
                <w:szCs w:val="20"/>
                <w:lang w:eastAsia="en-US"/>
              </w:rPr>
              <w:t xml:space="preserve">, 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vertAlign w:val="subscript"/>
                <w:lang w:eastAsia="en-US"/>
              </w:rPr>
              <w:t>-2</w:t>
            </w:r>
            <w:r w:rsidRPr="00985D47">
              <w:rPr>
                <w:sz w:val="20"/>
                <w:szCs w:val="20"/>
                <w:lang w:eastAsia="en-US"/>
              </w:rPr>
              <w:t xml:space="preserve"> и 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vertAlign w:val="subscript"/>
                <w:lang w:eastAsia="en-US"/>
              </w:rPr>
              <w:t>-</w:t>
            </w:r>
            <w:r w:rsidRPr="00985D47">
              <w:rPr>
                <w:sz w:val="20"/>
                <w:szCs w:val="20"/>
                <w:vertAlign w:val="subscript"/>
                <w:lang w:eastAsia="en-US"/>
              </w:rPr>
              <w:t>3</w:t>
            </w:r>
            <w:r w:rsidRPr="00985D47">
              <w:rPr>
                <w:sz w:val="20"/>
                <w:szCs w:val="20"/>
                <w:lang w:eastAsia="en-US"/>
              </w:rPr>
              <w:t xml:space="preserve"> – значения данного показателя  за периоды 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lang w:eastAsia="en-US"/>
              </w:rPr>
              <w:t xml:space="preserve">-1, 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lang w:eastAsia="en-US"/>
              </w:rPr>
              <w:t xml:space="preserve">-2, 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lang w:eastAsia="en-US"/>
              </w:rPr>
              <w:t>-3</w:t>
            </w:r>
            <w:r w:rsidRPr="00985D47">
              <w:rPr>
                <w:sz w:val="20"/>
                <w:szCs w:val="20"/>
                <w:lang w:eastAsia="en-US"/>
              </w:rPr>
              <w:t>.</w:t>
            </w:r>
          </w:p>
          <w:p w:rsidR="003D0A91" w:rsidRPr="003A2AA1" w:rsidRDefault="003D0A91" w:rsidP="003A2AA1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  <w:lang w:eastAsia="en-US"/>
              </w:rPr>
            </w:pPr>
          </w:p>
        </w:tc>
      </w:tr>
      <w:tr w:rsidR="003D0A91" w:rsidRPr="00985D47" w:rsidTr="003A2AA1">
        <w:trPr>
          <w:cantSplit/>
          <w:jc w:val="center"/>
        </w:trPr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Default="003D0A91" w:rsidP="003A2A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901 1 16 23051 10 0000 140</w:t>
            </w:r>
          </w:p>
          <w:p w:rsidR="003D0A91" w:rsidRDefault="003D0A91" w:rsidP="003A2AA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Default="003D0A91" w:rsidP="003A2AA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сельских поселений</w:t>
            </w:r>
          </w:p>
          <w:p w:rsidR="003D0A91" w:rsidRDefault="003D0A91" w:rsidP="003A2AA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Pr="00985D47" w:rsidRDefault="003D0A91" w:rsidP="003A2AA1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sz w:val="20"/>
                <w:szCs w:val="20"/>
                <w:lang w:eastAsia="en-US"/>
              </w:rPr>
              <w:t>Усреднение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Pr="00985D47" w:rsidRDefault="003D0A91" w:rsidP="003A2AA1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i/>
                <w:sz w:val="20"/>
                <w:szCs w:val="20"/>
                <w:lang w:val="en-US" w:eastAsia="en-US"/>
              </w:rPr>
              <w:t>Y</w:t>
            </w:r>
            <w:r w:rsidRPr="00985D47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vertAlign w:val="subscript"/>
                <w:lang w:eastAsia="en-US"/>
              </w:rPr>
              <w:t xml:space="preserve"> </w:t>
            </w:r>
            <w:r w:rsidRPr="00985D47">
              <w:rPr>
                <w:i/>
                <w:sz w:val="20"/>
                <w:szCs w:val="20"/>
                <w:lang w:eastAsia="en-US"/>
              </w:rPr>
              <w:t>= (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vertAlign w:val="subscript"/>
                <w:lang w:eastAsia="en-US"/>
              </w:rPr>
              <w:t>-1</w:t>
            </w:r>
            <w:r w:rsidRPr="00985D47">
              <w:rPr>
                <w:i/>
                <w:sz w:val="20"/>
                <w:szCs w:val="20"/>
                <w:lang w:eastAsia="en-US"/>
              </w:rPr>
              <w:t>+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vertAlign w:val="subscript"/>
                <w:lang w:eastAsia="en-US"/>
              </w:rPr>
              <w:t>-2</w:t>
            </w:r>
            <w:r w:rsidRPr="00985D47">
              <w:rPr>
                <w:i/>
                <w:sz w:val="20"/>
                <w:szCs w:val="20"/>
                <w:lang w:eastAsia="en-US"/>
              </w:rPr>
              <w:t>+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vertAlign w:val="subscript"/>
                <w:lang w:eastAsia="en-US"/>
              </w:rPr>
              <w:t>-3</w:t>
            </w:r>
            <w:r w:rsidRPr="00985D47">
              <w:rPr>
                <w:i/>
                <w:sz w:val="20"/>
                <w:szCs w:val="20"/>
                <w:lang w:eastAsia="en-US"/>
              </w:rPr>
              <w:t>)/3</w:t>
            </w:r>
            <w:r w:rsidRPr="00985D47">
              <w:rPr>
                <w:sz w:val="20"/>
                <w:szCs w:val="20"/>
                <w:lang w:eastAsia="en-US"/>
              </w:rPr>
              <w:t xml:space="preserve">,  </w:t>
            </w:r>
          </w:p>
          <w:p w:rsidR="003D0A91" w:rsidRDefault="003D0A91" w:rsidP="003A2AA1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sz w:val="20"/>
                <w:szCs w:val="20"/>
                <w:lang w:eastAsia="en-US"/>
              </w:rPr>
              <w:t xml:space="preserve">где 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Y</w:t>
            </w:r>
            <w:r w:rsidRPr="00985D47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sz w:val="20"/>
                <w:szCs w:val="20"/>
                <w:lang w:eastAsia="en-US"/>
              </w:rPr>
              <w:t xml:space="preserve">  – прогнозируемый показатель на период 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t</w:t>
            </w:r>
            <w:r w:rsidRPr="00985D47">
              <w:rPr>
                <w:sz w:val="20"/>
                <w:szCs w:val="20"/>
                <w:lang w:eastAsia="en-US"/>
              </w:rPr>
              <w:t xml:space="preserve">, </w:t>
            </w:r>
          </w:p>
          <w:p w:rsidR="003D0A91" w:rsidRPr="00985D47" w:rsidRDefault="003D0A91" w:rsidP="003A2AA1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i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vertAlign w:val="subscript"/>
                <w:lang w:eastAsia="en-US"/>
              </w:rPr>
              <w:t>-1</w:t>
            </w:r>
            <w:r w:rsidRPr="00985D47">
              <w:rPr>
                <w:sz w:val="20"/>
                <w:szCs w:val="20"/>
                <w:lang w:eastAsia="en-US"/>
              </w:rPr>
              <w:t xml:space="preserve">, 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vertAlign w:val="subscript"/>
                <w:lang w:eastAsia="en-US"/>
              </w:rPr>
              <w:t>-2</w:t>
            </w:r>
            <w:r w:rsidRPr="00985D47">
              <w:rPr>
                <w:sz w:val="20"/>
                <w:szCs w:val="20"/>
                <w:lang w:eastAsia="en-US"/>
              </w:rPr>
              <w:t xml:space="preserve"> и 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vertAlign w:val="subscript"/>
                <w:lang w:eastAsia="en-US"/>
              </w:rPr>
              <w:t>-</w:t>
            </w:r>
            <w:r w:rsidRPr="00985D47">
              <w:rPr>
                <w:sz w:val="20"/>
                <w:szCs w:val="20"/>
                <w:vertAlign w:val="subscript"/>
                <w:lang w:eastAsia="en-US"/>
              </w:rPr>
              <w:t>3</w:t>
            </w:r>
            <w:r w:rsidRPr="00985D47">
              <w:rPr>
                <w:sz w:val="20"/>
                <w:szCs w:val="20"/>
                <w:lang w:eastAsia="en-US"/>
              </w:rPr>
              <w:t xml:space="preserve"> – значения данного показателя  за периоды 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lang w:eastAsia="en-US"/>
              </w:rPr>
              <w:t xml:space="preserve">-1, 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lang w:eastAsia="en-US"/>
              </w:rPr>
              <w:t xml:space="preserve">-2, 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lang w:eastAsia="en-US"/>
              </w:rPr>
              <w:t>-3</w:t>
            </w:r>
            <w:r w:rsidRPr="00985D47">
              <w:rPr>
                <w:sz w:val="20"/>
                <w:szCs w:val="20"/>
                <w:lang w:eastAsia="en-US"/>
              </w:rPr>
              <w:t>.</w:t>
            </w:r>
          </w:p>
          <w:p w:rsidR="003D0A91" w:rsidRPr="003A2AA1" w:rsidRDefault="003D0A91" w:rsidP="003A2AA1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  <w:lang w:eastAsia="en-US"/>
              </w:rPr>
            </w:pPr>
          </w:p>
        </w:tc>
      </w:tr>
      <w:tr w:rsidR="003D0A91" w:rsidRPr="00985D47" w:rsidTr="003A2AA1">
        <w:trPr>
          <w:cantSplit/>
          <w:jc w:val="center"/>
        </w:trPr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Default="003D0A91" w:rsidP="003A2A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901 1 16 23052 10 0000 140</w:t>
            </w:r>
          </w:p>
          <w:p w:rsidR="003D0A91" w:rsidRDefault="003D0A91" w:rsidP="003A2AA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Default="003D0A91" w:rsidP="003A2AA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сельских поселений</w:t>
            </w:r>
          </w:p>
          <w:p w:rsidR="003D0A91" w:rsidRDefault="003D0A91" w:rsidP="003A2AA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Pr="00985D47" w:rsidRDefault="003D0A91" w:rsidP="003A2AA1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sz w:val="20"/>
                <w:szCs w:val="20"/>
                <w:lang w:eastAsia="en-US"/>
              </w:rPr>
              <w:t>Усреднение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Pr="00985D47" w:rsidRDefault="003D0A91" w:rsidP="003A2AA1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i/>
                <w:sz w:val="20"/>
                <w:szCs w:val="20"/>
                <w:lang w:val="en-US" w:eastAsia="en-US"/>
              </w:rPr>
              <w:t>Y</w:t>
            </w:r>
            <w:r w:rsidRPr="00985D47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vertAlign w:val="subscript"/>
                <w:lang w:eastAsia="en-US"/>
              </w:rPr>
              <w:t xml:space="preserve"> </w:t>
            </w:r>
            <w:r w:rsidRPr="00985D47">
              <w:rPr>
                <w:i/>
                <w:sz w:val="20"/>
                <w:szCs w:val="20"/>
                <w:lang w:eastAsia="en-US"/>
              </w:rPr>
              <w:t>= (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vertAlign w:val="subscript"/>
                <w:lang w:eastAsia="en-US"/>
              </w:rPr>
              <w:t>-1</w:t>
            </w:r>
            <w:r w:rsidRPr="00985D47">
              <w:rPr>
                <w:i/>
                <w:sz w:val="20"/>
                <w:szCs w:val="20"/>
                <w:lang w:eastAsia="en-US"/>
              </w:rPr>
              <w:t>+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vertAlign w:val="subscript"/>
                <w:lang w:eastAsia="en-US"/>
              </w:rPr>
              <w:t>-2</w:t>
            </w:r>
            <w:r w:rsidRPr="00985D47">
              <w:rPr>
                <w:i/>
                <w:sz w:val="20"/>
                <w:szCs w:val="20"/>
                <w:lang w:eastAsia="en-US"/>
              </w:rPr>
              <w:t>+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vertAlign w:val="subscript"/>
                <w:lang w:eastAsia="en-US"/>
              </w:rPr>
              <w:t>-3</w:t>
            </w:r>
            <w:r w:rsidRPr="00985D47">
              <w:rPr>
                <w:i/>
                <w:sz w:val="20"/>
                <w:szCs w:val="20"/>
                <w:lang w:eastAsia="en-US"/>
              </w:rPr>
              <w:t>)/3</w:t>
            </w:r>
            <w:r w:rsidRPr="00985D47">
              <w:rPr>
                <w:sz w:val="20"/>
                <w:szCs w:val="20"/>
                <w:lang w:eastAsia="en-US"/>
              </w:rPr>
              <w:t xml:space="preserve">,  </w:t>
            </w:r>
          </w:p>
          <w:p w:rsidR="003D0A91" w:rsidRDefault="003D0A91" w:rsidP="003A2AA1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sz w:val="20"/>
                <w:szCs w:val="20"/>
                <w:lang w:eastAsia="en-US"/>
              </w:rPr>
              <w:t xml:space="preserve">где 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Y</w:t>
            </w:r>
            <w:r w:rsidRPr="00985D47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sz w:val="20"/>
                <w:szCs w:val="20"/>
                <w:lang w:eastAsia="en-US"/>
              </w:rPr>
              <w:t xml:space="preserve">  – прогнозируемый показатель на период 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t</w:t>
            </w:r>
            <w:r w:rsidRPr="00985D47">
              <w:rPr>
                <w:sz w:val="20"/>
                <w:szCs w:val="20"/>
                <w:lang w:eastAsia="en-US"/>
              </w:rPr>
              <w:t xml:space="preserve">, </w:t>
            </w:r>
          </w:p>
          <w:p w:rsidR="003D0A91" w:rsidRPr="00985D47" w:rsidRDefault="003D0A91" w:rsidP="003A2AA1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i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vertAlign w:val="subscript"/>
                <w:lang w:eastAsia="en-US"/>
              </w:rPr>
              <w:t>-1</w:t>
            </w:r>
            <w:r w:rsidRPr="00985D47">
              <w:rPr>
                <w:sz w:val="20"/>
                <w:szCs w:val="20"/>
                <w:lang w:eastAsia="en-US"/>
              </w:rPr>
              <w:t xml:space="preserve">, 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vertAlign w:val="subscript"/>
                <w:lang w:eastAsia="en-US"/>
              </w:rPr>
              <w:t>-2</w:t>
            </w:r>
            <w:r w:rsidRPr="00985D47">
              <w:rPr>
                <w:sz w:val="20"/>
                <w:szCs w:val="20"/>
                <w:lang w:eastAsia="en-US"/>
              </w:rPr>
              <w:t xml:space="preserve"> и 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vertAlign w:val="subscript"/>
                <w:lang w:eastAsia="en-US"/>
              </w:rPr>
              <w:t>-</w:t>
            </w:r>
            <w:r w:rsidRPr="00985D47">
              <w:rPr>
                <w:sz w:val="20"/>
                <w:szCs w:val="20"/>
                <w:vertAlign w:val="subscript"/>
                <w:lang w:eastAsia="en-US"/>
              </w:rPr>
              <w:t>3</w:t>
            </w:r>
            <w:r w:rsidRPr="00985D47">
              <w:rPr>
                <w:sz w:val="20"/>
                <w:szCs w:val="20"/>
                <w:lang w:eastAsia="en-US"/>
              </w:rPr>
              <w:t xml:space="preserve"> – значения данного показателя  за периоды 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lang w:eastAsia="en-US"/>
              </w:rPr>
              <w:t xml:space="preserve">-1, 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lang w:eastAsia="en-US"/>
              </w:rPr>
              <w:t xml:space="preserve">-2, 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lang w:eastAsia="en-US"/>
              </w:rPr>
              <w:t>-3</w:t>
            </w:r>
            <w:r w:rsidRPr="00985D47">
              <w:rPr>
                <w:sz w:val="20"/>
                <w:szCs w:val="20"/>
                <w:lang w:eastAsia="en-US"/>
              </w:rPr>
              <w:t>.</w:t>
            </w:r>
          </w:p>
          <w:p w:rsidR="003D0A91" w:rsidRPr="003A2AA1" w:rsidRDefault="003D0A91" w:rsidP="003A2AA1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  <w:lang w:eastAsia="en-US"/>
              </w:rPr>
            </w:pPr>
          </w:p>
        </w:tc>
      </w:tr>
      <w:tr w:rsidR="003D0A91" w:rsidRPr="00985D47" w:rsidTr="003A2AA1">
        <w:trPr>
          <w:cantSplit/>
          <w:jc w:val="center"/>
        </w:trPr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Default="003D0A91" w:rsidP="003A2A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901 1 16 32000 10 0000 140</w:t>
            </w:r>
          </w:p>
          <w:p w:rsidR="003D0A91" w:rsidRDefault="003D0A91" w:rsidP="003A2AA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Default="003D0A91" w:rsidP="003A2AA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  <w:p w:rsidR="003D0A91" w:rsidRDefault="003D0A91" w:rsidP="003A2AA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Pr="00985D47" w:rsidRDefault="003D0A91" w:rsidP="003A2AA1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sz w:val="20"/>
                <w:szCs w:val="20"/>
                <w:lang w:eastAsia="en-US"/>
              </w:rPr>
              <w:t>Усреднение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Pr="00985D47" w:rsidRDefault="003D0A91" w:rsidP="003A2AA1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i/>
                <w:sz w:val="20"/>
                <w:szCs w:val="20"/>
                <w:lang w:val="en-US" w:eastAsia="en-US"/>
              </w:rPr>
              <w:t>Y</w:t>
            </w:r>
            <w:r w:rsidRPr="00985D47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vertAlign w:val="subscript"/>
                <w:lang w:eastAsia="en-US"/>
              </w:rPr>
              <w:t xml:space="preserve"> </w:t>
            </w:r>
            <w:r w:rsidRPr="00985D47">
              <w:rPr>
                <w:i/>
                <w:sz w:val="20"/>
                <w:szCs w:val="20"/>
                <w:lang w:eastAsia="en-US"/>
              </w:rPr>
              <w:t>= (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vertAlign w:val="subscript"/>
                <w:lang w:eastAsia="en-US"/>
              </w:rPr>
              <w:t>-1</w:t>
            </w:r>
            <w:r w:rsidRPr="00985D47">
              <w:rPr>
                <w:i/>
                <w:sz w:val="20"/>
                <w:szCs w:val="20"/>
                <w:lang w:eastAsia="en-US"/>
              </w:rPr>
              <w:t>+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vertAlign w:val="subscript"/>
                <w:lang w:eastAsia="en-US"/>
              </w:rPr>
              <w:t>-2</w:t>
            </w:r>
            <w:r w:rsidRPr="00985D47">
              <w:rPr>
                <w:i/>
                <w:sz w:val="20"/>
                <w:szCs w:val="20"/>
                <w:lang w:eastAsia="en-US"/>
              </w:rPr>
              <w:t>+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vertAlign w:val="subscript"/>
                <w:lang w:eastAsia="en-US"/>
              </w:rPr>
              <w:t>-3</w:t>
            </w:r>
            <w:r w:rsidRPr="00985D47">
              <w:rPr>
                <w:i/>
                <w:sz w:val="20"/>
                <w:szCs w:val="20"/>
                <w:lang w:eastAsia="en-US"/>
              </w:rPr>
              <w:t>)/3</w:t>
            </w:r>
            <w:r w:rsidRPr="00985D47">
              <w:rPr>
                <w:sz w:val="20"/>
                <w:szCs w:val="20"/>
                <w:lang w:eastAsia="en-US"/>
              </w:rPr>
              <w:t xml:space="preserve">,  </w:t>
            </w:r>
          </w:p>
          <w:p w:rsidR="003D0A91" w:rsidRDefault="003D0A91" w:rsidP="003A2AA1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sz w:val="20"/>
                <w:szCs w:val="20"/>
                <w:lang w:eastAsia="en-US"/>
              </w:rPr>
              <w:t xml:space="preserve">где 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Y</w:t>
            </w:r>
            <w:r w:rsidRPr="00985D47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sz w:val="20"/>
                <w:szCs w:val="20"/>
                <w:lang w:eastAsia="en-US"/>
              </w:rPr>
              <w:t xml:space="preserve">  – прогнозируемый показатель на период 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t</w:t>
            </w:r>
            <w:r w:rsidRPr="00985D47">
              <w:rPr>
                <w:sz w:val="20"/>
                <w:szCs w:val="20"/>
                <w:lang w:eastAsia="en-US"/>
              </w:rPr>
              <w:t xml:space="preserve">, </w:t>
            </w:r>
          </w:p>
          <w:p w:rsidR="003D0A91" w:rsidRPr="00985D47" w:rsidRDefault="003D0A91" w:rsidP="003A2AA1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i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vertAlign w:val="subscript"/>
                <w:lang w:eastAsia="en-US"/>
              </w:rPr>
              <w:t>-1</w:t>
            </w:r>
            <w:r w:rsidRPr="00985D47">
              <w:rPr>
                <w:sz w:val="20"/>
                <w:szCs w:val="20"/>
                <w:lang w:eastAsia="en-US"/>
              </w:rPr>
              <w:t xml:space="preserve">, 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vertAlign w:val="subscript"/>
                <w:lang w:eastAsia="en-US"/>
              </w:rPr>
              <w:t>-2</w:t>
            </w:r>
            <w:r w:rsidRPr="00985D47">
              <w:rPr>
                <w:sz w:val="20"/>
                <w:szCs w:val="20"/>
                <w:lang w:eastAsia="en-US"/>
              </w:rPr>
              <w:t xml:space="preserve"> и 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vertAlign w:val="subscript"/>
                <w:lang w:eastAsia="en-US"/>
              </w:rPr>
              <w:t>-</w:t>
            </w:r>
            <w:r w:rsidRPr="00985D47">
              <w:rPr>
                <w:sz w:val="20"/>
                <w:szCs w:val="20"/>
                <w:vertAlign w:val="subscript"/>
                <w:lang w:eastAsia="en-US"/>
              </w:rPr>
              <w:t>3</w:t>
            </w:r>
            <w:r w:rsidRPr="00985D47">
              <w:rPr>
                <w:sz w:val="20"/>
                <w:szCs w:val="20"/>
                <w:lang w:eastAsia="en-US"/>
              </w:rPr>
              <w:t xml:space="preserve"> – значения данного показателя  за периоды 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lang w:eastAsia="en-US"/>
              </w:rPr>
              <w:t xml:space="preserve">-1, 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lang w:eastAsia="en-US"/>
              </w:rPr>
              <w:t xml:space="preserve">-2, 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lang w:eastAsia="en-US"/>
              </w:rPr>
              <w:t>-3</w:t>
            </w:r>
            <w:r w:rsidRPr="00985D47">
              <w:rPr>
                <w:sz w:val="20"/>
                <w:szCs w:val="20"/>
                <w:lang w:eastAsia="en-US"/>
              </w:rPr>
              <w:t>.</w:t>
            </w:r>
          </w:p>
          <w:p w:rsidR="003D0A91" w:rsidRPr="003A2AA1" w:rsidRDefault="003D0A91" w:rsidP="003A2AA1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  <w:lang w:eastAsia="en-US"/>
              </w:rPr>
            </w:pPr>
          </w:p>
        </w:tc>
      </w:tr>
      <w:tr w:rsidR="003D0A91" w:rsidRPr="00985D47" w:rsidTr="003A2AA1">
        <w:trPr>
          <w:cantSplit/>
          <w:jc w:val="center"/>
        </w:trPr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Default="003D0A91" w:rsidP="003A2A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901 1 16 51040 02 0000 140</w:t>
            </w:r>
          </w:p>
          <w:p w:rsidR="003D0A91" w:rsidRDefault="003D0A91" w:rsidP="003A2AA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Default="003D0A91" w:rsidP="003A2AA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  <w:p w:rsidR="003D0A91" w:rsidRDefault="003D0A91" w:rsidP="003A2AA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Pr="00985D47" w:rsidRDefault="003D0A91" w:rsidP="003A2AA1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sz w:val="20"/>
                <w:szCs w:val="20"/>
                <w:lang w:eastAsia="en-US"/>
              </w:rPr>
              <w:t>Усреднение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Pr="00985D47" w:rsidRDefault="003D0A91" w:rsidP="003A2AA1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i/>
                <w:sz w:val="20"/>
                <w:szCs w:val="20"/>
                <w:lang w:val="en-US" w:eastAsia="en-US"/>
              </w:rPr>
              <w:t>Y</w:t>
            </w:r>
            <w:r w:rsidRPr="00985D47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vertAlign w:val="subscript"/>
                <w:lang w:eastAsia="en-US"/>
              </w:rPr>
              <w:t xml:space="preserve"> </w:t>
            </w:r>
            <w:r w:rsidRPr="00985D47">
              <w:rPr>
                <w:i/>
                <w:sz w:val="20"/>
                <w:szCs w:val="20"/>
                <w:lang w:eastAsia="en-US"/>
              </w:rPr>
              <w:t>= (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vertAlign w:val="subscript"/>
                <w:lang w:eastAsia="en-US"/>
              </w:rPr>
              <w:t>-1</w:t>
            </w:r>
            <w:r w:rsidRPr="00985D47">
              <w:rPr>
                <w:i/>
                <w:sz w:val="20"/>
                <w:szCs w:val="20"/>
                <w:lang w:eastAsia="en-US"/>
              </w:rPr>
              <w:t>+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vertAlign w:val="subscript"/>
                <w:lang w:eastAsia="en-US"/>
              </w:rPr>
              <w:t>-2</w:t>
            </w:r>
            <w:r w:rsidRPr="00985D47">
              <w:rPr>
                <w:i/>
                <w:sz w:val="20"/>
                <w:szCs w:val="20"/>
                <w:lang w:eastAsia="en-US"/>
              </w:rPr>
              <w:t>+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vertAlign w:val="subscript"/>
                <w:lang w:eastAsia="en-US"/>
              </w:rPr>
              <w:t>-3</w:t>
            </w:r>
            <w:r w:rsidRPr="00985D47">
              <w:rPr>
                <w:i/>
                <w:sz w:val="20"/>
                <w:szCs w:val="20"/>
                <w:lang w:eastAsia="en-US"/>
              </w:rPr>
              <w:t>)/3</w:t>
            </w:r>
            <w:r w:rsidRPr="00985D47">
              <w:rPr>
                <w:sz w:val="20"/>
                <w:szCs w:val="20"/>
                <w:lang w:eastAsia="en-US"/>
              </w:rPr>
              <w:t xml:space="preserve">,  </w:t>
            </w:r>
          </w:p>
          <w:p w:rsidR="003D0A91" w:rsidRDefault="003D0A91" w:rsidP="003A2AA1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sz w:val="20"/>
                <w:szCs w:val="20"/>
                <w:lang w:eastAsia="en-US"/>
              </w:rPr>
              <w:t xml:space="preserve">где 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Y</w:t>
            </w:r>
            <w:r w:rsidRPr="00985D47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sz w:val="20"/>
                <w:szCs w:val="20"/>
                <w:lang w:eastAsia="en-US"/>
              </w:rPr>
              <w:t xml:space="preserve">  – прогнозируемый показатель на период 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t</w:t>
            </w:r>
            <w:r w:rsidRPr="00985D47">
              <w:rPr>
                <w:sz w:val="20"/>
                <w:szCs w:val="20"/>
                <w:lang w:eastAsia="en-US"/>
              </w:rPr>
              <w:t xml:space="preserve">, </w:t>
            </w:r>
          </w:p>
          <w:p w:rsidR="003D0A91" w:rsidRPr="00985D47" w:rsidRDefault="003D0A91" w:rsidP="003A2AA1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i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vertAlign w:val="subscript"/>
                <w:lang w:eastAsia="en-US"/>
              </w:rPr>
              <w:t>-1</w:t>
            </w:r>
            <w:r w:rsidRPr="00985D47">
              <w:rPr>
                <w:sz w:val="20"/>
                <w:szCs w:val="20"/>
                <w:lang w:eastAsia="en-US"/>
              </w:rPr>
              <w:t xml:space="preserve">, 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vertAlign w:val="subscript"/>
                <w:lang w:eastAsia="en-US"/>
              </w:rPr>
              <w:t>-2</w:t>
            </w:r>
            <w:r w:rsidRPr="00985D47">
              <w:rPr>
                <w:sz w:val="20"/>
                <w:szCs w:val="20"/>
                <w:lang w:eastAsia="en-US"/>
              </w:rPr>
              <w:t xml:space="preserve"> и 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vertAlign w:val="subscript"/>
                <w:lang w:eastAsia="en-US"/>
              </w:rPr>
              <w:t>-</w:t>
            </w:r>
            <w:r w:rsidRPr="00985D47">
              <w:rPr>
                <w:sz w:val="20"/>
                <w:szCs w:val="20"/>
                <w:vertAlign w:val="subscript"/>
                <w:lang w:eastAsia="en-US"/>
              </w:rPr>
              <w:t>3</w:t>
            </w:r>
            <w:r w:rsidRPr="00985D47">
              <w:rPr>
                <w:sz w:val="20"/>
                <w:szCs w:val="20"/>
                <w:lang w:eastAsia="en-US"/>
              </w:rPr>
              <w:t xml:space="preserve"> – значения данного показателя  за периоды 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lang w:eastAsia="en-US"/>
              </w:rPr>
              <w:t xml:space="preserve">-1, 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lang w:eastAsia="en-US"/>
              </w:rPr>
              <w:t xml:space="preserve">-2, 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lang w:eastAsia="en-US"/>
              </w:rPr>
              <w:t>-3</w:t>
            </w:r>
            <w:r w:rsidRPr="00985D47">
              <w:rPr>
                <w:sz w:val="20"/>
                <w:szCs w:val="20"/>
                <w:lang w:eastAsia="en-US"/>
              </w:rPr>
              <w:t>.</w:t>
            </w:r>
          </w:p>
          <w:p w:rsidR="003D0A91" w:rsidRPr="003A2AA1" w:rsidRDefault="003D0A91" w:rsidP="003A2AA1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  <w:lang w:eastAsia="en-US"/>
              </w:rPr>
            </w:pPr>
          </w:p>
        </w:tc>
      </w:tr>
      <w:tr w:rsidR="003D0A91" w:rsidRPr="00985D47" w:rsidTr="003A2AA1">
        <w:trPr>
          <w:cantSplit/>
          <w:jc w:val="center"/>
        </w:trPr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Default="003D0A91" w:rsidP="003A2A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901 1 16 90050 10 0000 140</w:t>
            </w:r>
          </w:p>
          <w:p w:rsidR="003D0A91" w:rsidRDefault="003D0A91" w:rsidP="003A2AA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Default="003D0A91" w:rsidP="00C1181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  <w:p w:rsidR="003D0A91" w:rsidRDefault="003D0A91" w:rsidP="00C1181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Pr="00985D47" w:rsidRDefault="003D0A91" w:rsidP="003A2AA1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sz w:val="20"/>
                <w:szCs w:val="20"/>
                <w:lang w:eastAsia="en-US"/>
              </w:rPr>
              <w:t>Усреднение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Pr="00985D47" w:rsidRDefault="003D0A91" w:rsidP="003A2AA1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i/>
                <w:sz w:val="20"/>
                <w:szCs w:val="20"/>
                <w:lang w:val="en-US" w:eastAsia="en-US"/>
              </w:rPr>
              <w:t>Y</w:t>
            </w:r>
            <w:r w:rsidRPr="00985D47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vertAlign w:val="subscript"/>
                <w:lang w:eastAsia="en-US"/>
              </w:rPr>
              <w:t xml:space="preserve"> </w:t>
            </w:r>
            <w:r w:rsidRPr="00985D47">
              <w:rPr>
                <w:i/>
                <w:sz w:val="20"/>
                <w:szCs w:val="20"/>
                <w:lang w:eastAsia="en-US"/>
              </w:rPr>
              <w:t>= (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vertAlign w:val="subscript"/>
                <w:lang w:eastAsia="en-US"/>
              </w:rPr>
              <w:t>-1</w:t>
            </w:r>
            <w:r w:rsidRPr="00985D47">
              <w:rPr>
                <w:i/>
                <w:sz w:val="20"/>
                <w:szCs w:val="20"/>
                <w:lang w:eastAsia="en-US"/>
              </w:rPr>
              <w:t>+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vertAlign w:val="subscript"/>
                <w:lang w:eastAsia="en-US"/>
              </w:rPr>
              <w:t>-2</w:t>
            </w:r>
            <w:r w:rsidRPr="00985D47">
              <w:rPr>
                <w:i/>
                <w:sz w:val="20"/>
                <w:szCs w:val="20"/>
                <w:lang w:eastAsia="en-US"/>
              </w:rPr>
              <w:t>+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vertAlign w:val="subscript"/>
                <w:lang w:eastAsia="en-US"/>
              </w:rPr>
              <w:t>-3</w:t>
            </w:r>
            <w:r w:rsidRPr="00985D47">
              <w:rPr>
                <w:i/>
                <w:sz w:val="20"/>
                <w:szCs w:val="20"/>
                <w:lang w:eastAsia="en-US"/>
              </w:rPr>
              <w:t>)/3</w:t>
            </w:r>
            <w:r w:rsidRPr="00985D47">
              <w:rPr>
                <w:sz w:val="20"/>
                <w:szCs w:val="20"/>
                <w:lang w:eastAsia="en-US"/>
              </w:rPr>
              <w:t xml:space="preserve">,  </w:t>
            </w:r>
          </w:p>
          <w:p w:rsidR="003D0A91" w:rsidRDefault="003D0A91" w:rsidP="003A2AA1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sz w:val="20"/>
                <w:szCs w:val="20"/>
                <w:lang w:eastAsia="en-US"/>
              </w:rPr>
              <w:t xml:space="preserve">где 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Y</w:t>
            </w:r>
            <w:r w:rsidRPr="00985D47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sz w:val="20"/>
                <w:szCs w:val="20"/>
                <w:lang w:eastAsia="en-US"/>
              </w:rPr>
              <w:t xml:space="preserve">  – прогнозируемый показатель на период 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t</w:t>
            </w:r>
            <w:r w:rsidRPr="00985D47">
              <w:rPr>
                <w:sz w:val="20"/>
                <w:szCs w:val="20"/>
                <w:lang w:eastAsia="en-US"/>
              </w:rPr>
              <w:t xml:space="preserve">, </w:t>
            </w:r>
          </w:p>
          <w:p w:rsidR="003D0A91" w:rsidRPr="00985D47" w:rsidRDefault="003D0A91" w:rsidP="003A2AA1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i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vertAlign w:val="subscript"/>
                <w:lang w:eastAsia="en-US"/>
              </w:rPr>
              <w:t>-1</w:t>
            </w:r>
            <w:r w:rsidRPr="00985D47">
              <w:rPr>
                <w:sz w:val="20"/>
                <w:szCs w:val="20"/>
                <w:lang w:eastAsia="en-US"/>
              </w:rPr>
              <w:t xml:space="preserve">, 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vertAlign w:val="subscript"/>
                <w:lang w:eastAsia="en-US"/>
              </w:rPr>
              <w:t>-2</w:t>
            </w:r>
            <w:r w:rsidRPr="00985D47">
              <w:rPr>
                <w:sz w:val="20"/>
                <w:szCs w:val="20"/>
                <w:lang w:eastAsia="en-US"/>
              </w:rPr>
              <w:t xml:space="preserve"> и 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vertAlign w:val="subscript"/>
                <w:lang w:eastAsia="en-US"/>
              </w:rPr>
              <w:t>-</w:t>
            </w:r>
            <w:r w:rsidRPr="00985D47">
              <w:rPr>
                <w:sz w:val="20"/>
                <w:szCs w:val="20"/>
                <w:vertAlign w:val="subscript"/>
                <w:lang w:eastAsia="en-US"/>
              </w:rPr>
              <w:t>3</w:t>
            </w:r>
            <w:r w:rsidRPr="00985D47">
              <w:rPr>
                <w:sz w:val="20"/>
                <w:szCs w:val="20"/>
                <w:lang w:eastAsia="en-US"/>
              </w:rPr>
              <w:t xml:space="preserve"> – значения данного показателя  за периоды 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lang w:eastAsia="en-US"/>
              </w:rPr>
              <w:t xml:space="preserve">-1, 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lang w:eastAsia="en-US"/>
              </w:rPr>
              <w:t xml:space="preserve">-2, 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lang w:eastAsia="en-US"/>
              </w:rPr>
              <w:t>-3</w:t>
            </w:r>
            <w:r w:rsidRPr="00985D47">
              <w:rPr>
                <w:sz w:val="20"/>
                <w:szCs w:val="20"/>
                <w:lang w:eastAsia="en-US"/>
              </w:rPr>
              <w:t>.</w:t>
            </w:r>
          </w:p>
          <w:p w:rsidR="003D0A91" w:rsidRPr="003A2AA1" w:rsidRDefault="003D0A91" w:rsidP="003A2AA1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  <w:lang w:eastAsia="en-US"/>
              </w:rPr>
            </w:pPr>
          </w:p>
        </w:tc>
      </w:tr>
      <w:tr w:rsidR="003D0A91" w:rsidRPr="00985D47" w:rsidTr="003A2AA1">
        <w:trPr>
          <w:cantSplit/>
          <w:jc w:val="center"/>
        </w:trPr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Default="003D0A91" w:rsidP="00C118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901 1 17 01050 10 0000 180</w:t>
            </w:r>
          </w:p>
          <w:p w:rsidR="003D0A91" w:rsidRDefault="003D0A91" w:rsidP="00C118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Default="003D0A91" w:rsidP="00C1181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Невыясненные поступления, зачисляемые в бюджеты сельских поселений</w:t>
            </w:r>
          </w:p>
          <w:p w:rsidR="003D0A91" w:rsidRDefault="003D0A91" w:rsidP="00C1181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Pr="00985D47" w:rsidRDefault="003D0A91" w:rsidP="003A2AA1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sz w:val="20"/>
                <w:szCs w:val="20"/>
                <w:lang w:eastAsia="en-US"/>
              </w:rPr>
              <w:t>Усреднение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Pr="00985D47" w:rsidRDefault="003D0A91" w:rsidP="003A2AA1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i/>
                <w:sz w:val="20"/>
                <w:szCs w:val="20"/>
                <w:lang w:val="en-US" w:eastAsia="en-US"/>
              </w:rPr>
              <w:t>Y</w:t>
            </w:r>
            <w:r w:rsidRPr="00985D47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vertAlign w:val="subscript"/>
                <w:lang w:eastAsia="en-US"/>
              </w:rPr>
              <w:t xml:space="preserve"> </w:t>
            </w:r>
            <w:r w:rsidRPr="00985D47">
              <w:rPr>
                <w:i/>
                <w:sz w:val="20"/>
                <w:szCs w:val="20"/>
                <w:lang w:eastAsia="en-US"/>
              </w:rPr>
              <w:t>= (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vertAlign w:val="subscript"/>
                <w:lang w:eastAsia="en-US"/>
              </w:rPr>
              <w:t>-1</w:t>
            </w:r>
            <w:r w:rsidRPr="00985D47">
              <w:rPr>
                <w:i/>
                <w:sz w:val="20"/>
                <w:szCs w:val="20"/>
                <w:lang w:eastAsia="en-US"/>
              </w:rPr>
              <w:t>+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vertAlign w:val="subscript"/>
                <w:lang w:eastAsia="en-US"/>
              </w:rPr>
              <w:t>-2</w:t>
            </w:r>
            <w:r w:rsidRPr="00985D47">
              <w:rPr>
                <w:i/>
                <w:sz w:val="20"/>
                <w:szCs w:val="20"/>
                <w:lang w:eastAsia="en-US"/>
              </w:rPr>
              <w:t>+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vertAlign w:val="subscript"/>
                <w:lang w:eastAsia="en-US"/>
              </w:rPr>
              <w:t>-3</w:t>
            </w:r>
            <w:r w:rsidRPr="00985D47">
              <w:rPr>
                <w:i/>
                <w:sz w:val="20"/>
                <w:szCs w:val="20"/>
                <w:lang w:eastAsia="en-US"/>
              </w:rPr>
              <w:t>)/3</w:t>
            </w:r>
            <w:r w:rsidRPr="00985D47">
              <w:rPr>
                <w:sz w:val="20"/>
                <w:szCs w:val="20"/>
                <w:lang w:eastAsia="en-US"/>
              </w:rPr>
              <w:t xml:space="preserve">,  </w:t>
            </w:r>
          </w:p>
          <w:p w:rsidR="003D0A91" w:rsidRDefault="003D0A91" w:rsidP="003A2AA1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sz w:val="20"/>
                <w:szCs w:val="20"/>
                <w:lang w:eastAsia="en-US"/>
              </w:rPr>
              <w:t xml:space="preserve">где 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Y</w:t>
            </w:r>
            <w:r w:rsidRPr="00985D47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sz w:val="20"/>
                <w:szCs w:val="20"/>
                <w:lang w:eastAsia="en-US"/>
              </w:rPr>
              <w:t xml:space="preserve">  – прогнозируемый показатель на период 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t</w:t>
            </w:r>
            <w:r w:rsidRPr="00985D47">
              <w:rPr>
                <w:sz w:val="20"/>
                <w:szCs w:val="20"/>
                <w:lang w:eastAsia="en-US"/>
              </w:rPr>
              <w:t xml:space="preserve">, </w:t>
            </w:r>
          </w:p>
          <w:p w:rsidR="003D0A91" w:rsidRPr="00985D47" w:rsidRDefault="003D0A91" w:rsidP="003A2AA1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i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vertAlign w:val="subscript"/>
                <w:lang w:eastAsia="en-US"/>
              </w:rPr>
              <w:t>-1</w:t>
            </w:r>
            <w:r w:rsidRPr="00985D47">
              <w:rPr>
                <w:sz w:val="20"/>
                <w:szCs w:val="20"/>
                <w:lang w:eastAsia="en-US"/>
              </w:rPr>
              <w:t xml:space="preserve">, 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vertAlign w:val="subscript"/>
                <w:lang w:eastAsia="en-US"/>
              </w:rPr>
              <w:t>-2</w:t>
            </w:r>
            <w:r w:rsidRPr="00985D47">
              <w:rPr>
                <w:sz w:val="20"/>
                <w:szCs w:val="20"/>
                <w:lang w:eastAsia="en-US"/>
              </w:rPr>
              <w:t xml:space="preserve"> и 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vertAlign w:val="subscript"/>
                <w:lang w:eastAsia="en-US"/>
              </w:rPr>
              <w:t>-</w:t>
            </w:r>
            <w:r w:rsidRPr="00985D47">
              <w:rPr>
                <w:sz w:val="20"/>
                <w:szCs w:val="20"/>
                <w:vertAlign w:val="subscript"/>
                <w:lang w:eastAsia="en-US"/>
              </w:rPr>
              <w:t>3</w:t>
            </w:r>
            <w:r w:rsidRPr="00985D47">
              <w:rPr>
                <w:sz w:val="20"/>
                <w:szCs w:val="20"/>
                <w:lang w:eastAsia="en-US"/>
              </w:rPr>
              <w:t xml:space="preserve"> – значения данного показателя  за периоды 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lang w:eastAsia="en-US"/>
              </w:rPr>
              <w:t xml:space="preserve">-1, 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lang w:eastAsia="en-US"/>
              </w:rPr>
              <w:t xml:space="preserve">-2, 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lang w:eastAsia="en-US"/>
              </w:rPr>
              <w:t>-3</w:t>
            </w:r>
            <w:r w:rsidRPr="00985D47">
              <w:rPr>
                <w:sz w:val="20"/>
                <w:szCs w:val="20"/>
                <w:lang w:eastAsia="en-US"/>
              </w:rPr>
              <w:t>.</w:t>
            </w:r>
          </w:p>
          <w:p w:rsidR="003D0A91" w:rsidRPr="003A2AA1" w:rsidRDefault="003D0A91" w:rsidP="003A2AA1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  <w:lang w:eastAsia="en-US"/>
              </w:rPr>
            </w:pPr>
          </w:p>
        </w:tc>
      </w:tr>
      <w:tr w:rsidR="003D0A91" w:rsidRPr="00985D47" w:rsidTr="003A2AA1">
        <w:trPr>
          <w:cantSplit/>
          <w:jc w:val="center"/>
        </w:trPr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Default="003D0A91" w:rsidP="00C118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901 1 17 05050 10 0000 180</w:t>
            </w:r>
          </w:p>
          <w:p w:rsidR="003D0A91" w:rsidRDefault="003D0A91" w:rsidP="00C118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Default="003D0A91" w:rsidP="00C1181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неналоговые доходы бюджетов сельских поселений</w:t>
            </w:r>
          </w:p>
          <w:p w:rsidR="003D0A91" w:rsidRDefault="003D0A91" w:rsidP="00C1181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Pr="00985D47" w:rsidRDefault="003D0A91" w:rsidP="003A2AA1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sz w:val="20"/>
                <w:szCs w:val="20"/>
                <w:lang w:eastAsia="en-US"/>
              </w:rPr>
              <w:t>Усреднение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Pr="00985D47" w:rsidRDefault="003D0A91" w:rsidP="003A2AA1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i/>
                <w:sz w:val="20"/>
                <w:szCs w:val="20"/>
                <w:lang w:val="en-US" w:eastAsia="en-US"/>
              </w:rPr>
              <w:t>Y</w:t>
            </w:r>
            <w:r w:rsidRPr="00985D47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vertAlign w:val="subscript"/>
                <w:lang w:eastAsia="en-US"/>
              </w:rPr>
              <w:t xml:space="preserve"> </w:t>
            </w:r>
            <w:r w:rsidRPr="00985D47">
              <w:rPr>
                <w:i/>
                <w:sz w:val="20"/>
                <w:szCs w:val="20"/>
                <w:lang w:eastAsia="en-US"/>
              </w:rPr>
              <w:t>= (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vertAlign w:val="subscript"/>
                <w:lang w:eastAsia="en-US"/>
              </w:rPr>
              <w:t>-1</w:t>
            </w:r>
            <w:r w:rsidRPr="00985D47">
              <w:rPr>
                <w:i/>
                <w:sz w:val="20"/>
                <w:szCs w:val="20"/>
                <w:lang w:eastAsia="en-US"/>
              </w:rPr>
              <w:t>+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vertAlign w:val="subscript"/>
                <w:lang w:eastAsia="en-US"/>
              </w:rPr>
              <w:t>-2</w:t>
            </w:r>
            <w:r w:rsidRPr="00985D47">
              <w:rPr>
                <w:i/>
                <w:sz w:val="20"/>
                <w:szCs w:val="20"/>
                <w:lang w:eastAsia="en-US"/>
              </w:rPr>
              <w:t>+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vertAlign w:val="subscript"/>
                <w:lang w:eastAsia="en-US"/>
              </w:rPr>
              <w:t>-3</w:t>
            </w:r>
            <w:r w:rsidRPr="00985D47">
              <w:rPr>
                <w:i/>
                <w:sz w:val="20"/>
                <w:szCs w:val="20"/>
                <w:lang w:eastAsia="en-US"/>
              </w:rPr>
              <w:t>)/3</w:t>
            </w:r>
            <w:r w:rsidRPr="00985D47">
              <w:rPr>
                <w:sz w:val="20"/>
                <w:szCs w:val="20"/>
                <w:lang w:eastAsia="en-US"/>
              </w:rPr>
              <w:t xml:space="preserve">,  </w:t>
            </w:r>
          </w:p>
          <w:p w:rsidR="003D0A91" w:rsidRDefault="003D0A91" w:rsidP="003A2AA1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sz w:val="20"/>
                <w:szCs w:val="20"/>
                <w:lang w:eastAsia="en-US"/>
              </w:rPr>
              <w:t xml:space="preserve">где 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Y</w:t>
            </w:r>
            <w:r w:rsidRPr="00985D47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sz w:val="20"/>
                <w:szCs w:val="20"/>
                <w:lang w:eastAsia="en-US"/>
              </w:rPr>
              <w:t xml:space="preserve">  – прогнозируемый показатель на период 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t</w:t>
            </w:r>
            <w:r w:rsidRPr="00985D47">
              <w:rPr>
                <w:sz w:val="20"/>
                <w:szCs w:val="20"/>
                <w:lang w:eastAsia="en-US"/>
              </w:rPr>
              <w:t xml:space="preserve">, </w:t>
            </w:r>
          </w:p>
          <w:p w:rsidR="003D0A91" w:rsidRPr="00985D47" w:rsidRDefault="003D0A91" w:rsidP="003A2AA1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i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vertAlign w:val="subscript"/>
                <w:lang w:eastAsia="en-US"/>
              </w:rPr>
              <w:t>-1</w:t>
            </w:r>
            <w:r w:rsidRPr="00985D47">
              <w:rPr>
                <w:sz w:val="20"/>
                <w:szCs w:val="20"/>
                <w:lang w:eastAsia="en-US"/>
              </w:rPr>
              <w:t xml:space="preserve">, 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vertAlign w:val="subscript"/>
                <w:lang w:eastAsia="en-US"/>
              </w:rPr>
              <w:t>-2</w:t>
            </w:r>
            <w:r w:rsidRPr="00985D47">
              <w:rPr>
                <w:sz w:val="20"/>
                <w:szCs w:val="20"/>
                <w:lang w:eastAsia="en-US"/>
              </w:rPr>
              <w:t xml:space="preserve"> и 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vertAlign w:val="subscript"/>
                <w:lang w:eastAsia="en-US"/>
              </w:rPr>
              <w:t>-</w:t>
            </w:r>
            <w:r w:rsidRPr="00985D47">
              <w:rPr>
                <w:sz w:val="20"/>
                <w:szCs w:val="20"/>
                <w:vertAlign w:val="subscript"/>
                <w:lang w:eastAsia="en-US"/>
              </w:rPr>
              <w:t>3</w:t>
            </w:r>
            <w:r w:rsidRPr="00985D47">
              <w:rPr>
                <w:sz w:val="20"/>
                <w:szCs w:val="20"/>
                <w:lang w:eastAsia="en-US"/>
              </w:rPr>
              <w:t xml:space="preserve"> – значения данного показателя  за периоды 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lang w:eastAsia="en-US"/>
              </w:rPr>
              <w:t xml:space="preserve">-1, 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lang w:eastAsia="en-US"/>
              </w:rPr>
              <w:t xml:space="preserve">-2, 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lang w:eastAsia="en-US"/>
              </w:rPr>
              <w:t>-3</w:t>
            </w:r>
            <w:r w:rsidRPr="00985D47">
              <w:rPr>
                <w:sz w:val="20"/>
                <w:szCs w:val="20"/>
                <w:lang w:eastAsia="en-US"/>
              </w:rPr>
              <w:t>.</w:t>
            </w:r>
          </w:p>
          <w:p w:rsidR="003D0A91" w:rsidRPr="003A2AA1" w:rsidRDefault="003D0A91" w:rsidP="003A2AA1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  <w:lang w:eastAsia="en-US"/>
              </w:rPr>
            </w:pPr>
          </w:p>
        </w:tc>
      </w:tr>
      <w:tr w:rsidR="003D0A91" w:rsidRPr="00985D47" w:rsidTr="003A2AA1">
        <w:trPr>
          <w:cantSplit/>
          <w:jc w:val="center"/>
        </w:trPr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Default="003D0A91" w:rsidP="00C118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901 1 18 05000 10 0000 180</w:t>
            </w:r>
          </w:p>
          <w:p w:rsidR="003D0A91" w:rsidRDefault="003D0A91" w:rsidP="00C118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Default="003D0A91" w:rsidP="00C1181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Поступления в бюджеты сельских поселений (перечисления из бюджетов сельских поселений) по урегулированию расчетов между бюджетами бюджетной системы Российской Федерации по распределенным доходам</w:t>
            </w:r>
          </w:p>
          <w:p w:rsidR="003D0A91" w:rsidRDefault="003D0A91" w:rsidP="00C1181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Pr="00985D47" w:rsidRDefault="003D0A91" w:rsidP="003A2AA1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sz w:val="20"/>
                <w:szCs w:val="20"/>
                <w:lang w:eastAsia="en-US"/>
              </w:rPr>
              <w:t>Усреднение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Pr="00985D47" w:rsidRDefault="003D0A91" w:rsidP="003A2AA1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i/>
                <w:sz w:val="20"/>
                <w:szCs w:val="20"/>
                <w:lang w:val="en-US" w:eastAsia="en-US"/>
              </w:rPr>
              <w:t>Y</w:t>
            </w:r>
            <w:r w:rsidRPr="00985D47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vertAlign w:val="subscript"/>
                <w:lang w:eastAsia="en-US"/>
              </w:rPr>
              <w:t xml:space="preserve"> </w:t>
            </w:r>
            <w:r w:rsidRPr="00985D47">
              <w:rPr>
                <w:i/>
                <w:sz w:val="20"/>
                <w:szCs w:val="20"/>
                <w:lang w:eastAsia="en-US"/>
              </w:rPr>
              <w:t>= (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vertAlign w:val="subscript"/>
                <w:lang w:eastAsia="en-US"/>
              </w:rPr>
              <w:t>-1</w:t>
            </w:r>
            <w:r w:rsidRPr="00985D47">
              <w:rPr>
                <w:i/>
                <w:sz w:val="20"/>
                <w:szCs w:val="20"/>
                <w:lang w:eastAsia="en-US"/>
              </w:rPr>
              <w:t>+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vertAlign w:val="subscript"/>
                <w:lang w:eastAsia="en-US"/>
              </w:rPr>
              <w:t>-2</w:t>
            </w:r>
            <w:r w:rsidRPr="00985D47">
              <w:rPr>
                <w:i/>
                <w:sz w:val="20"/>
                <w:szCs w:val="20"/>
                <w:lang w:eastAsia="en-US"/>
              </w:rPr>
              <w:t>+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vertAlign w:val="subscript"/>
                <w:lang w:eastAsia="en-US"/>
              </w:rPr>
              <w:t>-3</w:t>
            </w:r>
            <w:r w:rsidRPr="00985D47">
              <w:rPr>
                <w:i/>
                <w:sz w:val="20"/>
                <w:szCs w:val="20"/>
                <w:lang w:eastAsia="en-US"/>
              </w:rPr>
              <w:t>)/3</w:t>
            </w:r>
            <w:r w:rsidRPr="00985D47">
              <w:rPr>
                <w:sz w:val="20"/>
                <w:szCs w:val="20"/>
                <w:lang w:eastAsia="en-US"/>
              </w:rPr>
              <w:t xml:space="preserve">,  </w:t>
            </w:r>
          </w:p>
          <w:p w:rsidR="003D0A91" w:rsidRDefault="003D0A91" w:rsidP="003A2AA1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sz w:val="20"/>
                <w:szCs w:val="20"/>
                <w:lang w:eastAsia="en-US"/>
              </w:rPr>
              <w:t xml:space="preserve">где 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Y</w:t>
            </w:r>
            <w:r w:rsidRPr="00985D47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sz w:val="20"/>
                <w:szCs w:val="20"/>
                <w:lang w:eastAsia="en-US"/>
              </w:rPr>
              <w:t xml:space="preserve">  – прогнозируемый показатель на период 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t</w:t>
            </w:r>
            <w:r w:rsidRPr="00985D47">
              <w:rPr>
                <w:sz w:val="20"/>
                <w:szCs w:val="20"/>
                <w:lang w:eastAsia="en-US"/>
              </w:rPr>
              <w:t xml:space="preserve">, </w:t>
            </w:r>
          </w:p>
          <w:p w:rsidR="003D0A91" w:rsidRPr="00985D47" w:rsidRDefault="003D0A91" w:rsidP="003A2AA1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i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vertAlign w:val="subscript"/>
                <w:lang w:eastAsia="en-US"/>
              </w:rPr>
              <w:t>-1</w:t>
            </w:r>
            <w:r w:rsidRPr="00985D47">
              <w:rPr>
                <w:sz w:val="20"/>
                <w:szCs w:val="20"/>
                <w:lang w:eastAsia="en-US"/>
              </w:rPr>
              <w:t xml:space="preserve">, 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vertAlign w:val="subscript"/>
                <w:lang w:eastAsia="en-US"/>
              </w:rPr>
              <w:t>-2</w:t>
            </w:r>
            <w:r w:rsidRPr="00985D47">
              <w:rPr>
                <w:sz w:val="20"/>
                <w:szCs w:val="20"/>
                <w:lang w:eastAsia="en-US"/>
              </w:rPr>
              <w:t xml:space="preserve"> и 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vertAlign w:val="subscript"/>
                <w:lang w:eastAsia="en-US"/>
              </w:rPr>
              <w:t>-</w:t>
            </w:r>
            <w:r w:rsidRPr="00985D47">
              <w:rPr>
                <w:sz w:val="20"/>
                <w:szCs w:val="20"/>
                <w:vertAlign w:val="subscript"/>
                <w:lang w:eastAsia="en-US"/>
              </w:rPr>
              <w:t>3</w:t>
            </w:r>
            <w:r w:rsidRPr="00985D47">
              <w:rPr>
                <w:sz w:val="20"/>
                <w:szCs w:val="20"/>
                <w:lang w:eastAsia="en-US"/>
              </w:rPr>
              <w:t xml:space="preserve"> – значения данного показателя  за периоды 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lang w:eastAsia="en-US"/>
              </w:rPr>
              <w:t xml:space="preserve">-1, 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lang w:eastAsia="en-US"/>
              </w:rPr>
              <w:t xml:space="preserve">-2, 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t</w:t>
            </w:r>
            <w:r w:rsidRPr="00985D47">
              <w:rPr>
                <w:i/>
                <w:sz w:val="20"/>
                <w:szCs w:val="20"/>
                <w:lang w:eastAsia="en-US"/>
              </w:rPr>
              <w:t>-3</w:t>
            </w:r>
            <w:r w:rsidRPr="00985D47">
              <w:rPr>
                <w:sz w:val="20"/>
                <w:szCs w:val="20"/>
                <w:lang w:eastAsia="en-US"/>
              </w:rPr>
              <w:t>.</w:t>
            </w:r>
          </w:p>
          <w:p w:rsidR="003D0A91" w:rsidRPr="003A2AA1" w:rsidRDefault="003D0A91" w:rsidP="003A2AA1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  <w:lang w:eastAsia="en-US"/>
              </w:rPr>
            </w:pPr>
          </w:p>
        </w:tc>
      </w:tr>
      <w:tr w:rsidR="003D0A91" w:rsidRPr="00985D47" w:rsidTr="003A2AA1">
        <w:trPr>
          <w:cantSplit/>
          <w:jc w:val="center"/>
        </w:trPr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Default="003D0A91" w:rsidP="00C1181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901 2 02 01001 10 0000 151</w:t>
            </w:r>
          </w:p>
          <w:p w:rsidR="003D0A91" w:rsidRDefault="003D0A91" w:rsidP="00C118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Default="003D0A91" w:rsidP="00C1181F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Дотации бюджетам сельских поселений на выравнивание  бюджетной обеспеченности</w:t>
            </w:r>
          </w:p>
          <w:p w:rsidR="003D0A91" w:rsidRDefault="003D0A91" w:rsidP="00C1181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Pr="00985D47" w:rsidRDefault="003D0A91" w:rsidP="003A2AA1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sz w:val="20"/>
                <w:szCs w:val="20"/>
                <w:lang w:eastAsia="en-US"/>
              </w:rPr>
              <w:t>На основании утвержденного объема расходов соответствующего бюджета*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Pr="00C1181F" w:rsidRDefault="003D0A91" w:rsidP="003A2AA1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Объем соответствующих дотаций прогнозируются на основе </w:t>
            </w:r>
            <w:r w:rsidRPr="00A95165">
              <w:rPr>
                <w:sz w:val="20"/>
                <w:szCs w:val="20"/>
                <w:lang w:eastAsia="en-US"/>
              </w:rPr>
              <w:t>нормативны</w:t>
            </w:r>
            <w:r>
              <w:rPr>
                <w:sz w:val="20"/>
                <w:szCs w:val="20"/>
                <w:lang w:eastAsia="en-US"/>
              </w:rPr>
              <w:t>х</w:t>
            </w:r>
            <w:r w:rsidRPr="00A95165">
              <w:rPr>
                <w:sz w:val="20"/>
                <w:szCs w:val="20"/>
                <w:lang w:eastAsia="en-US"/>
              </w:rPr>
              <w:t xml:space="preserve"> правовы</w:t>
            </w:r>
            <w:r>
              <w:rPr>
                <w:sz w:val="20"/>
                <w:szCs w:val="20"/>
                <w:lang w:eastAsia="en-US"/>
              </w:rPr>
              <w:t>х</w:t>
            </w:r>
            <w:r w:rsidRPr="00A95165">
              <w:rPr>
                <w:sz w:val="20"/>
                <w:szCs w:val="20"/>
                <w:lang w:eastAsia="en-US"/>
              </w:rPr>
              <w:t xml:space="preserve"> акт</w:t>
            </w:r>
            <w:r>
              <w:rPr>
                <w:sz w:val="20"/>
                <w:szCs w:val="20"/>
                <w:lang w:eastAsia="en-US"/>
              </w:rPr>
              <w:t>ов муниципального района</w:t>
            </w:r>
            <w:r w:rsidRPr="00A95165">
              <w:rPr>
                <w:sz w:val="20"/>
                <w:szCs w:val="20"/>
                <w:lang w:eastAsia="en-US"/>
              </w:rPr>
              <w:t>, регулирующи</w:t>
            </w:r>
            <w:r>
              <w:rPr>
                <w:sz w:val="20"/>
                <w:szCs w:val="20"/>
                <w:lang w:eastAsia="en-US"/>
              </w:rPr>
              <w:t>х</w:t>
            </w:r>
            <w:r w:rsidRPr="00A95165">
              <w:rPr>
                <w:sz w:val="20"/>
                <w:szCs w:val="20"/>
                <w:lang w:eastAsia="en-US"/>
              </w:rPr>
              <w:t xml:space="preserve"> предоставление </w:t>
            </w:r>
            <w:r>
              <w:rPr>
                <w:sz w:val="20"/>
                <w:szCs w:val="20"/>
                <w:lang w:eastAsia="en-US"/>
              </w:rPr>
              <w:t>дотаций сельским поселениям (в том числе, устанавливающих объем дотаций и методику их распределения).</w:t>
            </w:r>
          </w:p>
        </w:tc>
      </w:tr>
      <w:tr w:rsidR="003D0A91" w:rsidRPr="00985D47" w:rsidTr="007249EE">
        <w:trPr>
          <w:cantSplit/>
          <w:trHeight w:val="938"/>
          <w:jc w:val="center"/>
        </w:trPr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Default="003D0A91" w:rsidP="00C1181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901 2 02 01003 10 0000 151</w:t>
            </w:r>
          </w:p>
          <w:p w:rsidR="003D0A91" w:rsidRDefault="003D0A91" w:rsidP="00C118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Default="003D0A91" w:rsidP="00C1181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Дотации бюджетам сельских поселений на поддержку мер по обеспечению сбалансированности бюджетов</w:t>
            </w:r>
          </w:p>
          <w:p w:rsidR="003D0A91" w:rsidRDefault="003D0A91" w:rsidP="00C1181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Pr="00985D47" w:rsidRDefault="003D0A91" w:rsidP="003A2AA1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sz w:val="20"/>
                <w:szCs w:val="20"/>
                <w:lang w:eastAsia="en-US"/>
              </w:rPr>
              <w:t>На основании утвержденного объема расходов соответствующего бюджета*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Pr="00C1181F" w:rsidRDefault="003D0A91" w:rsidP="003A2AA1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Объем соответствующих дотаций прогнозируются на основе </w:t>
            </w:r>
            <w:r w:rsidRPr="00A95165">
              <w:rPr>
                <w:sz w:val="20"/>
                <w:szCs w:val="20"/>
                <w:lang w:eastAsia="en-US"/>
              </w:rPr>
              <w:t>нормативны</w:t>
            </w:r>
            <w:r>
              <w:rPr>
                <w:sz w:val="20"/>
                <w:szCs w:val="20"/>
                <w:lang w:eastAsia="en-US"/>
              </w:rPr>
              <w:t>х</w:t>
            </w:r>
            <w:r w:rsidRPr="00A95165">
              <w:rPr>
                <w:sz w:val="20"/>
                <w:szCs w:val="20"/>
                <w:lang w:eastAsia="en-US"/>
              </w:rPr>
              <w:t xml:space="preserve"> правовы</w:t>
            </w:r>
            <w:r>
              <w:rPr>
                <w:sz w:val="20"/>
                <w:szCs w:val="20"/>
                <w:lang w:eastAsia="en-US"/>
              </w:rPr>
              <w:t>х</w:t>
            </w:r>
            <w:r w:rsidRPr="00A95165">
              <w:rPr>
                <w:sz w:val="20"/>
                <w:szCs w:val="20"/>
                <w:lang w:eastAsia="en-US"/>
              </w:rPr>
              <w:t xml:space="preserve"> акт</w:t>
            </w:r>
            <w:r>
              <w:rPr>
                <w:sz w:val="20"/>
                <w:szCs w:val="20"/>
                <w:lang w:eastAsia="en-US"/>
              </w:rPr>
              <w:t>ов муниципального района</w:t>
            </w:r>
            <w:r w:rsidRPr="00A95165">
              <w:rPr>
                <w:sz w:val="20"/>
                <w:szCs w:val="20"/>
                <w:lang w:eastAsia="en-US"/>
              </w:rPr>
              <w:t>, регулирующи</w:t>
            </w:r>
            <w:r>
              <w:rPr>
                <w:sz w:val="20"/>
                <w:szCs w:val="20"/>
                <w:lang w:eastAsia="en-US"/>
              </w:rPr>
              <w:t>х</w:t>
            </w:r>
            <w:r w:rsidRPr="00A95165">
              <w:rPr>
                <w:sz w:val="20"/>
                <w:szCs w:val="20"/>
                <w:lang w:eastAsia="en-US"/>
              </w:rPr>
              <w:t xml:space="preserve"> предоставление </w:t>
            </w:r>
            <w:r>
              <w:rPr>
                <w:sz w:val="20"/>
                <w:szCs w:val="20"/>
                <w:lang w:eastAsia="en-US"/>
              </w:rPr>
              <w:t>дотаций сельским поселениям (в том числе, устанавливающих объем дотаций и методику их распределения).</w:t>
            </w:r>
          </w:p>
        </w:tc>
      </w:tr>
      <w:tr w:rsidR="003D0A91" w:rsidRPr="00985D47" w:rsidTr="003A2AA1">
        <w:trPr>
          <w:cantSplit/>
          <w:jc w:val="center"/>
        </w:trPr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Default="003D0A91" w:rsidP="00C1181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901 2 02 01999 10 0000 151</w:t>
            </w:r>
          </w:p>
          <w:p w:rsidR="003D0A91" w:rsidRDefault="003D0A91" w:rsidP="00C118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Default="003D0A91" w:rsidP="00C1181F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Прочие дотации бюджетам сельских поселений</w:t>
            </w:r>
          </w:p>
          <w:p w:rsidR="003D0A91" w:rsidRDefault="003D0A91" w:rsidP="00C1181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Pr="00985D47" w:rsidRDefault="003D0A91" w:rsidP="003A2AA1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sz w:val="20"/>
                <w:szCs w:val="20"/>
                <w:lang w:eastAsia="en-US"/>
              </w:rPr>
              <w:t>На основании утвержденного объема расходов соответствующего бюджета*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Pr="00C1181F" w:rsidRDefault="003D0A91" w:rsidP="003A2AA1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Объем соответствующих дотаций прогнозируются на основе </w:t>
            </w:r>
            <w:r w:rsidRPr="00A95165">
              <w:rPr>
                <w:sz w:val="20"/>
                <w:szCs w:val="20"/>
                <w:lang w:eastAsia="en-US"/>
              </w:rPr>
              <w:t>нормативны</w:t>
            </w:r>
            <w:r>
              <w:rPr>
                <w:sz w:val="20"/>
                <w:szCs w:val="20"/>
                <w:lang w:eastAsia="en-US"/>
              </w:rPr>
              <w:t>х</w:t>
            </w:r>
            <w:r w:rsidRPr="00A95165">
              <w:rPr>
                <w:sz w:val="20"/>
                <w:szCs w:val="20"/>
                <w:lang w:eastAsia="en-US"/>
              </w:rPr>
              <w:t xml:space="preserve"> правовы</w:t>
            </w:r>
            <w:r>
              <w:rPr>
                <w:sz w:val="20"/>
                <w:szCs w:val="20"/>
                <w:lang w:eastAsia="en-US"/>
              </w:rPr>
              <w:t>х</w:t>
            </w:r>
            <w:r w:rsidRPr="00A95165">
              <w:rPr>
                <w:sz w:val="20"/>
                <w:szCs w:val="20"/>
                <w:lang w:eastAsia="en-US"/>
              </w:rPr>
              <w:t xml:space="preserve"> акт</w:t>
            </w:r>
            <w:r>
              <w:rPr>
                <w:sz w:val="20"/>
                <w:szCs w:val="20"/>
                <w:lang w:eastAsia="en-US"/>
              </w:rPr>
              <w:t>ов муниципального района</w:t>
            </w:r>
            <w:r w:rsidRPr="00A95165">
              <w:rPr>
                <w:sz w:val="20"/>
                <w:szCs w:val="20"/>
                <w:lang w:eastAsia="en-US"/>
              </w:rPr>
              <w:t>, регулирующи</w:t>
            </w:r>
            <w:r>
              <w:rPr>
                <w:sz w:val="20"/>
                <w:szCs w:val="20"/>
                <w:lang w:eastAsia="en-US"/>
              </w:rPr>
              <w:t>х</w:t>
            </w:r>
            <w:r w:rsidRPr="00A95165">
              <w:rPr>
                <w:sz w:val="20"/>
                <w:szCs w:val="20"/>
                <w:lang w:eastAsia="en-US"/>
              </w:rPr>
              <w:t xml:space="preserve"> предоставление </w:t>
            </w:r>
            <w:r>
              <w:rPr>
                <w:sz w:val="20"/>
                <w:szCs w:val="20"/>
                <w:lang w:eastAsia="en-US"/>
              </w:rPr>
              <w:t>дотаций сельским поселениям (в том числе, устанавливающих объем дотаций и методику их распределения).</w:t>
            </w:r>
          </w:p>
        </w:tc>
      </w:tr>
      <w:tr w:rsidR="003D0A91" w:rsidRPr="00985D47" w:rsidTr="003A2AA1">
        <w:trPr>
          <w:cantSplit/>
          <w:jc w:val="center"/>
        </w:trPr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Default="003D0A91" w:rsidP="00C1181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901 2 02 02109 10 0000 151</w:t>
            </w:r>
          </w:p>
          <w:p w:rsidR="003D0A91" w:rsidRDefault="003D0A91" w:rsidP="00C118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Default="003D0A91" w:rsidP="00C1181F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Субсидии бюджетам сельских поселений на проведение капитального ремонта многоквартирных домов</w:t>
            </w:r>
          </w:p>
          <w:p w:rsidR="003D0A91" w:rsidRDefault="003D0A91" w:rsidP="00C1181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Pr="00985D47" w:rsidRDefault="003D0A91" w:rsidP="003A2AA1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sz w:val="20"/>
                <w:szCs w:val="20"/>
                <w:lang w:eastAsia="en-US"/>
              </w:rPr>
              <w:t>На основании утвержденного объема расходов соответствующего бюджета*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Pr="00C1181F" w:rsidRDefault="003D0A91" w:rsidP="003A2AA1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Объем соответствующих дотаций прогнозируются на основе </w:t>
            </w:r>
            <w:r w:rsidRPr="00A95165">
              <w:rPr>
                <w:sz w:val="20"/>
                <w:szCs w:val="20"/>
                <w:lang w:eastAsia="en-US"/>
              </w:rPr>
              <w:t>нормативны</w:t>
            </w:r>
            <w:r>
              <w:rPr>
                <w:sz w:val="20"/>
                <w:szCs w:val="20"/>
                <w:lang w:eastAsia="en-US"/>
              </w:rPr>
              <w:t>х</w:t>
            </w:r>
            <w:r w:rsidRPr="00A95165">
              <w:rPr>
                <w:sz w:val="20"/>
                <w:szCs w:val="20"/>
                <w:lang w:eastAsia="en-US"/>
              </w:rPr>
              <w:t xml:space="preserve"> правовы</w:t>
            </w:r>
            <w:r>
              <w:rPr>
                <w:sz w:val="20"/>
                <w:szCs w:val="20"/>
                <w:lang w:eastAsia="en-US"/>
              </w:rPr>
              <w:t>х</w:t>
            </w:r>
            <w:r w:rsidRPr="00A95165">
              <w:rPr>
                <w:sz w:val="20"/>
                <w:szCs w:val="20"/>
                <w:lang w:eastAsia="en-US"/>
              </w:rPr>
              <w:t xml:space="preserve"> акт</w:t>
            </w:r>
            <w:r>
              <w:rPr>
                <w:sz w:val="20"/>
                <w:szCs w:val="20"/>
                <w:lang w:eastAsia="en-US"/>
              </w:rPr>
              <w:t>ов муниципального района</w:t>
            </w:r>
            <w:r w:rsidRPr="00A95165">
              <w:rPr>
                <w:sz w:val="20"/>
                <w:szCs w:val="20"/>
                <w:lang w:eastAsia="en-US"/>
              </w:rPr>
              <w:t>, регулирующи</w:t>
            </w:r>
            <w:r>
              <w:rPr>
                <w:sz w:val="20"/>
                <w:szCs w:val="20"/>
                <w:lang w:eastAsia="en-US"/>
              </w:rPr>
              <w:t>х</w:t>
            </w:r>
            <w:r w:rsidRPr="00A95165">
              <w:rPr>
                <w:sz w:val="20"/>
                <w:szCs w:val="20"/>
                <w:lang w:eastAsia="en-US"/>
              </w:rPr>
              <w:t xml:space="preserve"> предоставление </w:t>
            </w:r>
            <w:r>
              <w:rPr>
                <w:sz w:val="20"/>
                <w:szCs w:val="20"/>
                <w:lang w:eastAsia="en-US"/>
              </w:rPr>
              <w:t>дотаций сельским поселениям (в том числе, устанавливающих объем дотаций и методику их распределения).</w:t>
            </w:r>
          </w:p>
        </w:tc>
      </w:tr>
      <w:tr w:rsidR="003D0A91" w:rsidRPr="00985D47" w:rsidTr="003A2AA1">
        <w:trPr>
          <w:cantSplit/>
          <w:jc w:val="center"/>
        </w:trPr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Default="003D0A91" w:rsidP="00C1181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901 2 02 02999 10 0000 151</w:t>
            </w:r>
          </w:p>
          <w:p w:rsidR="003D0A91" w:rsidRDefault="003D0A91" w:rsidP="00C118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Default="003D0A91" w:rsidP="00C1181F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Прочие субсидии бюджетам сельских поселений</w:t>
            </w:r>
          </w:p>
          <w:p w:rsidR="003D0A91" w:rsidRDefault="003D0A91" w:rsidP="00C1181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Pr="00985D47" w:rsidRDefault="003D0A91" w:rsidP="003A2AA1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sz w:val="20"/>
                <w:szCs w:val="20"/>
                <w:lang w:eastAsia="en-US"/>
              </w:rPr>
              <w:t>На основании утвержденного объема расходов соответствующего бюджета*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Pr="00C1181F" w:rsidRDefault="003D0A91" w:rsidP="003A2AA1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Объем соответствующих дотаций прогнозируются на основе </w:t>
            </w:r>
            <w:r w:rsidRPr="00A95165">
              <w:rPr>
                <w:sz w:val="20"/>
                <w:szCs w:val="20"/>
                <w:lang w:eastAsia="en-US"/>
              </w:rPr>
              <w:t>нормативны</w:t>
            </w:r>
            <w:r>
              <w:rPr>
                <w:sz w:val="20"/>
                <w:szCs w:val="20"/>
                <w:lang w:eastAsia="en-US"/>
              </w:rPr>
              <w:t>х</w:t>
            </w:r>
            <w:r w:rsidRPr="00A95165">
              <w:rPr>
                <w:sz w:val="20"/>
                <w:szCs w:val="20"/>
                <w:lang w:eastAsia="en-US"/>
              </w:rPr>
              <w:t xml:space="preserve"> правовы</w:t>
            </w:r>
            <w:r>
              <w:rPr>
                <w:sz w:val="20"/>
                <w:szCs w:val="20"/>
                <w:lang w:eastAsia="en-US"/>
              </w:rPr>
              <w:t>х</w:t>
            </w:r>
            <w:r w:rsidRPr="00A95165">
              <w:rPr>
                <w:sz w:val="20"/>
                <w:szCs w:val="20"/>
                <w:lang w:eastAsia="en-US"/>
              </w:rPr>
              <w:t xml:space="preserve"> акт</w:t>
            </w:r>
            <w:r>
              <w:rPr>
                <w:sz w:val="20"/>
                <w:szCs w:val="20"/>
                <w:lang w:eastAsia="en-US"/>
              </w:rPr>
              <w:t>ов муниципального района</w:t>
            </w:r>
            <w:r w:rsidRPr="00A95165">
              <w:rPr>
                <w:sz w:val="20"/>
                <w:szCs w:val="20"/>
                <w:lang w:eastAsia="en-US"/>
              </w:rPr>
              <w:t>, регулирующи</w:t>
            </w:r>
            <w:r>
              <w:rPr>
                <w:sz w:val="20"/>
                <w:szCs w:val="20"/>
                <w:lang w:eastAsia="en-US"/>
              </w:rPr>
              <w:t>х</w:t>
            </w:r>
            <w:r w:rsidRPr="00A95165">
              <w:rPr>
                <w:sz w:val="20"/>
                <w:szCs w:val="20"/>
                <w:lang w:eastAsia="en-US"/>
              </w:rPr>
              <w:t xml:space="preserve"> предоставление </w:t>
            </w:r>
            <w:r>
              <w:rPr>
                <w:sz w:val="20"/>
                <w:szCs w:val="20"/>
                <w:lang w:eastAsia="en-US"/>
              </w:rPr>
              <w:t>дотаций сельским поселениям (в том числе, устанавливающих объем дотаций и методику их распределения).</w:t>
            </w:r>
          </w:p>
        </w:tc>
      </w:tr>
      <w:tr w:rsidR="003D0A91" w:rsidRPr="00985D47" w:rsidTr="003A2AA1">
        <w:trPr>
          <w:cantSplit/>
          <w:jc w:val="center"/>
        </w:trPr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Default="003D0A91" w:rsidP="00C1181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901 2 02 03015 10 0000 151</w:t>
            </w:r>
          </w:p>
          <w:p w:rsidR="003D0A91" w:rsidRDefault="003D0A91" w:rsidP="00C118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Default="003D0A91" w:rsidP="00C1181F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  <w:p w:rsidR="003D0A91" w:rsidRDefault="003D0A91" w:rsidP="00C1181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Pr="00985D47" w:rsidRDefault="003D0A91" w:rsidP="003A2AA1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sz w:val="20"/>
                <w:szCs w:val="20"/>
                <w:lang w:eastAsia="en-US"/>
              </w:rPr>
              <w:t>На основании утвержденного объема расходов соответствующего бюджета*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Pr="00C1181F" w:rsidRDefault="003D0A91" w:rsidP="003A2AA1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Объем соответствующих дотаций прогнозируются на основе </w:t>
            </w:r>
            <w:r w:rsidRPr="00A95165">
              <w:rPr>
                <w:sz w:val="20"/>
                <w:szCs w:val="20"/>
                <w:lang w:eastAsia="en-US"/>
              </w:rPr>
              <w:t>нормативны</w:t>
            </w:r>
            <w:r>
              <w:rPr>
                <w:sz w:val="20"/>
                <w:szCs w:val="20"/>
                <w:lang w:eastAsia="en-US"/>
              </w:rPr>
              <w:t>х</w:t>
            </w:r>
            <w:r w:rsidRPr="00A95165">
              <w:rPr>
                <w:sz w:val="20"/>
                <w:szCs w:val="20"/>
                <w:lang w:eastAsia="en-US"/>
              </w:rPr>
              <w:t xml:space="preserve"> правовы</w:t>
            </w:r>
            <w:r>
              <w:rPr>
                <w:sz w:val="20"/>
                <w:szCs w:val="20"/>
                <w:lang w:eastAsia="en-US"/>
              </w:rPr>
              <w:t>х</w:t>
            </w:r>
            <w:r w:rsidRPr="00A95165">
              <w:rPr>
                <w:sz w:val="20"/>
                <w:szCs w:val="20"/>
                <w:lang w:eastAsia="en-US"/>
              </w:rPr>
              <w:t xml:space="preserve"> акт</w:t>
            </w:r>
            <w:r>
              <w:rPr>
                <w:sz w:val="20"/>
                <w:szCs w:val="20"/>
                <w:lang w:eastAsia="en-US"/>
              </w:rPr>
              <w:t>ов муниципального района</w:t>
            </w:r>
            <w:r w:rsidRPr="00A95165">
              <w:rPr>
                <w:sz w:val="20"/>
                <w:szCs w:val="20"/>
                <w:lang w:eastAsia="en-US"/>
              </w:rPr>
              <w:t>, регулирующи</w:t>
            </w:r>
            <w:r>
              <w:rPr>
                <w:sz w:val="20"/>
                <w:szCs w:val="20"/>
                <w:lang w:eastAsia="en-US"/>
              </w:rPr>
              <w:t>х</w:t>
            </w:r>
            <w:r w:rsidRPr="00A95165">
              <w:rPr>
                <w:sz w:val="20"/>
                <w:szCs w:val="20"/>
                <w:lang w:eastAsia="en-US"/>
              </w:rPr>
              <w:t xml:space="preserve"> предоставление </w:t>
            </w:r>
            <w:r>
              <w:rPr>
                <w:sz w:val="20"/>
                <w:szCs w:val="20"/>
                <w:lang w:eastAsia="en-US"/>
              </w:rPr>
              <w:t>дотаций сельским поселениям (в том числе, устанавливающих объем дотаций и методику их распределения).</w:t>
            </w:r>
          </w:p>
        </w:tc>
      </w:tr>
      <w:tr w:rsidR="003D0A91" w:rsidRPr="00985D47" w:rsidTr="003A2AA1">
        <w:trPr>
          <w:cantSplit/>
          <w:trHeight w:val="1040"/>
          <w:jc w:val="center"/>
        </w:trPr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Default="003D0A91" w:rsidP="005653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901 2 02 03024 10 0000 151</w:t>
            </w:r>
          </w:p>
          <w:p w:rsidR="003D0A91" w:rsidRPr="00985D47" w:rsidRDefault="003D0A91" w:rsidP="00FD6F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Default="003D0A91" w:rsidP="00565357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  <w:p w:rsidR="003D0A91" w:rsidRPr="00FD6F09" w:rsidRDefault="003D0A91" w:rsidP="003A315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Pr="00985D47" w:rsidRDefault="003D0A91" w:rsidP="00985D47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sz w:val="20"/>
                <w:szCs w:val="20"/>
                <w:lang w:eastAsia="en-US"/>
              </w:rPr>
              <w:t>На основании утвержденного объема расходов соответствующего бюджета*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Pr="00985D47" w:rsidRDefault="003D0A91" w:rsidP="005D1989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Объем соответствующих дотаций прогнозируются на основе </w:t>
            </w:r>
            <w:r w:rsidRPr="00A95165">
              <w:rPr>
                <w:sz w:val="20"/>
                <w:szCs w:val="20"/>
                <w:lang w:eastAsia="en-US"/>
              </w:rPr>
              <w:t>нормативны</w:t>
            </w:r>
            <w:r>
              <w:rPr>
                <w:sz w:val="20"/>
                <w:szCs w:val="20"/>
                <w:lang w:eastAsia="en-US"/>
              </w:rPr>
              <w:t>х</w:t>
            </w:r>
            <w:r w:rsidRPr="00A95165">
              <w:rPr>
                <w:sz w:val="20"/>
                <w:szCs w:val="20"/>
                <w:lang w:eastAsia="en-US"/>
              </w:rPr>
              <w:t xml:space="preserve"> правовы</w:t>
            </w:r>
            <w:r>
              <w:rPr>
                <w:sz w:val="20"/>
                <w:szCs w:val="20"/>
                <w:lang w:eastAsia="en-US"/>
              </w:rPr>
              <w:t>х</w:t>
            </w:r>
            <w:r w:rsidRPr="00A95165">
              <w:rPr>
                <w:sz w:val="20"/>
                <w:szCs w:val="20"/>
                <w:lang w:eastAsia="en-US"/>
              </w:rPr>
              <w:t xml:space="preserve"> акт</w:t>
            </w:r>
            <w:r>
              <w:rPr>
                <w:sz w:val="20"/>
                <w:szCs w:val="20"/>
                <w:lang w:eastAsia="en-US"/>
              </w:rPr>
              <w:t>ов муниципального района</w:t>
            </w:r>
            <w:r w:rsidRPr="00A95165">
              <w:rPr>
                <w:sz w:val="20"/>
                <w:szCs w:val="20"/>
                <w:lang w:eastAsia="en-US"/>
              </w:rPr>
              <w:t>, регулирующи</w:t>
            </w:r>
            <w:r>
              <w:rPr>
                <w:sz w:val="20"/>
                <w:szCs w:val="20"/>
                <w:lang w:eastAsia="en-US"/>
              </w:rPr>
              <w:t>х</w:t>
            </w:r>
            <w:r w:rsidRPr="00A95165">
              <w:rPr>
                <w:sz w:val="20"/>
                <w:szCs w:val="20"/>
                <w:lang w:eastAsia="en-US"/>
              </w:rPr>
              <w:t xml:space="preserve"> предоставление </w:t>
            </w:r>
            <w:r>
              <w:rPr>
                <w:sz w:val="20"/>
                <w:szCs w:val="20"/>
                <w:lang w:eastAsia="en-US"/>
              </w:rPr>
              <w:t>дотаций сельским поселениям (в том числе, устанавливающих объем дотаций и методику их распределения).</w:t>
            </w:r>
          </w:p>
        </w:tc>
      </w:tr>
      <w:tr w:rsidR="003D0A91" w:rsidRPr="00985D47" w:rsidTr="003A2AA1">
        <w:trPr>
          <w:cantSplit/>
          <w:trHeight w:val="1040"/>
          <w:jc w:val="center"/>
        </w:trPr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Default="003D0A91" w:rsidP="005653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901 2 02 03999 10 0000 151</w:t>
            </w:r>
          </w:p>
          <w:p w:rsidR="003D0A91" w:rsidRDefault="003D0A91" w:rsidP="00FD6F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Default="003D0A91" w:rsidP="00565357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Прочие субвенции бюджетам сельских поселений</w:t>
            </w:r>
          </w:p>
          <w:p w:rsidR="003D0A91" w:rsidRPr="00FD6F09" w:rsidRDefault="003D0A91" w:rsidP="0001275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Pr="00985D47" w:rsidRDefault="003D0A91" w:rsidP="00985D47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sz w:val="20"/>
                <w:szCs w:val="20"/>
                <w:lang w:eastAsia="en-US"/>
              </w:rPr>
              <w:t>На основании утвержденного объема расходов соответствующего бюджета*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Default="003D0A91" w:rsidP="005D1989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Объем соответствующих дотаций прогнозируются на основе </w:t>
            </w:r>
            <w:r w:rsidRPr="00A95165">
              <w:rPr>
                <w:sz w:val="20"/>
                <w:szCs w:val="20"/>
                <w:lang w:eastAsia="en-US"/>
              </w:rPr>
              <w:t>нормативны</w:t>
            </w:r>
            <w:r>
              <w:rPr>
                <w:sz w:val="20"/>
                <w:szCs w:val="20"/>
                <w:lang w:eastAsia="en-US"/>
              </w:rPr>
              <w:t>х</w:t>
            </w:r>
            <w:r w:rsidRPr="00A95165">
              <w:rPr>
                <w:sz w:val="20"/>
                <w:szCs w:val="20"/>
                <w:lang w:eastAsia="en-US"/>
              </w:rPr>
              <w:t xml:space="preserve"> правовы</w:t>
            </w:r>
            <w:r>
              <w:rPr>
                <w:sz w:val="20"/>
                <w:szCs w:val="20"/>
                <w:lang w:eastAsia="en-US"/>
              </w:rPr>
              <w:t>х</w:t>
            </w:r>
            <w:r w:rsidRPr="00A95165">
              <w:rPr>
                <w:sz w:val="20"/>
                <w:szCs w:val="20"/>
                <w:lang w:eastAsia="en-US"/>
              </w:rPr>
              <w:t xml:space="preserve"> акт</w:t>
            </w:r>
            <w:r>
              <w:rPr>
                <w:sz w:val="20"/>
                <w:szCs w:val="20"/>
                <w:lang w:eastAsia="en-US"/>
              </w:rPr>
              <w:t>ов муниципального района</w:t>
            </w:r>
            <w:r w:rsidRPr="00A95165">
              <w:rPr>
                <w:sz w:val="20"/>
                <w:szCs w:val="20"/>
                <w:lang w:eastAsia="en-US"/>
              </w:rPr>
              <w:t>, регулирующи</w:t>
            </w:r>
            <w:r>
              <w:rPr>
                <w:sz w:val="20"/>
                <w:szCs w:val="20"/>
                <w:lang w:eastAsia="en-US"/>
              </w:rPr>
              <w:t>х</w:t>
            </w:r>
            <w:r w:rsidRPr="00A95165">
              <w:rPr>
                <w:sz w:val="20"/>
                <w:szCs w:val="20"/>
                <w:lang w:eastAsia="en-US"/>
              </w:rPr>
              <w:t xml:space="preserve"> предоставление </w:t>
            </w:r>
            <w:r>
              <w:rPr>
                <w:sz w:val="20"/>
                <w:szCs w:val="20"/>
                <w:lang w:eastAsia="en-US"/>
              </w:rPr>
              <w:t>дотаций сельским поселениям (в том числе, устанавливающих объем дотаций и методику их распределения).</w:t>
            </w:r>
          </w:p>
        </w:tc>
      </w:tr>
      <w:tr w:rsidR="003D0A91" w:rsidRPr="00985D47" w:rsidTr="003A2AA1">
        <w:trPr>
          <w:cantSplit/>
          <w:jc w:val="center"/>
        </w:trPr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Default="003D0A91" w:rsidP="005653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901 2 02 04012 10 0000 151 </w:t>
            </w:r>
          </w:p>
          <w:p w:rsidR="003D0A91" w:rsidRPr="00985D47" w:rsidRDefault="003D0A91" w:rsidP="002E2DA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Default="003D0A91" w:rsidP="00565357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 </w:t>
            </w:r>
          </w:p>
          <w:p w:rsidR="003D0A91" w:rsidRPr="002E2DA0" w:rsidRDefault="003D0A91" w:rsidP="003A315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Pr="00985D47" w:rsidRDefault="003D0A91" w:rsidP="00985D47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sz w:val="20"/>
                <w:szCs w:val="20"/>
                <w:lang w:eastAsia="en-US"/>
              </w:rPr>
              <w:t>На основании утвержденного объема расходов соответствующего бюджета*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Pr="00985D47" w:rsidRDefault="003D0A91" w:rsidP="003A315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Объем соответствующих дотаций прогнозируются на основе </w:t>
            </w:r>
            <w:r w:rsidRPr="00A95165">
              <w:rPr>
                <w:sz w:val="20"/>
                <w:szCs w:val="20"/>
                <w:lang w:eastAsia="en-US"/>
              </w:rPr>
              <w:t>нормативны</w:t>
            </w:r>
            <w:r>
              <w:rPr>
                <w:sz w:val="20"/>
                <w:szCs w:val="20"/>
                <w:lang w:eastAsia="en-US"/>
              </w:rPr>
              <w:t>х</w:t>
            </w:r>
            <w:r w:rsidRPr="00A95165">
              <w:rPr>
                <w:sz w:val="20"/>
                <w:szCs w:val="20"/>
                <w:lang w:eastAsia="en-US"/>
              </w:rPr>
              <w:t xml:space="preserve"> правовы</w:t>
            </w:r>
            <w:r>
              <w:rPr>
                <w:sz w:val="20"/>
                <w:szCs w:val="20"/>
                <w:lang w:eastAsia="en-US"/>
              </w:rPr>
              <w:t>х</w:t>
            </w:r>
            <w:r w:rsidRPr="00A95165">
              <w:rPr>
                <w:sz w:val="20"/>
                <w:szCs w:val="20"/>
                <w:lang w:eastAsia="en-US"/>
              </w:rPr>
              <w:t xml:space="preserve"> акт</w:t>
            </w:r>
            <w:r>
              <w:rPr>
                <w:sz w:val="20"/>
                <w:szCs w:val="20"/>
                <w:lang w:eastAsia="en-US"/>
              </w:rPr>
              <w:t>ов муниципального района</w:t>
            </w:r>
            <w:r w:rsidRPr="00A95165">
              <w:rPr>
                <w:sz w:val="20"/>
                <w:szCs w:val="20"/>
                <w:lang w:eastAsia="en-US"/>
              </w:rPr>
              <w:t>, регулирующи</w:t>
            </w:r>
            <w:r>
              <w:rPr>
                <w:sz w:val="20"/>
                <w:szCs w:val="20"/>
                <w:lang w:eastAsia="en-US"/>
              </w:rPr>
              <w:t>х</w:t>
            </w:r>
            <w:r w:rsidRPr="00A95165">
              <w:rPr>
                <w:sz w:val="20"/>
                <w:szCs w:val="20"/>
                <w:lang w:eastAsia="en-US"/>
              </w:rPr>
              <w:t xml:space="preserve"> предоставление </w:t>
            </w:r>
            <w:r>
              <w:rPr>
                <w:sz w:val="20"/>
                <w:szCs w:val="20"/>
                <w:lang w:eastAsia="en-US"/>
              </w:rPr>
              <w:t>дотаций сельским поселениям (в том числе, устанавливающих объем дотаций и методику их распределения).</w:t>
            </w:r>
          </w:p>
        </w:tc>
      </w:tr>
      <w:tr w:rsidR="003D0A91" w:rsidRPr="00985D47" w:rsidTr="003A2AA1">
        <w:trPr>
          <w:cantSplit/>
          <w:jc w:val="center"/>
        </w:trPr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Default="003D0A91" w:rsidP="005653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901 2 02 04014 10 0000 151 </w:t>
            </w:r>
          </w:p>
          <w:p w:rsidR="003D0A91" w:rsidRDefault="003D0A91" w:rsidP="00D95E0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Default="003D0A91" w:rsidP="00565357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  </w:t>
            </w:r>
          </w:p>
          <w:p w:rsidR="003D0A91" w:rsidRPr="002E2DA0" w:rsidRDefault="003D0A91" w:rsidP="003A315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Pr="00985D47" w:rsidRDefault="003D0A91" w:rsidP="00985D47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sz w:val="20"/>
                <w:szCs w:val="20"/>
                <w:lang w:eastAsia="en-US"/>
              </w:rPr>
              <w:t>На основании утвержденного объема расходов соответствующего бюджета*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Default="003D0A91" w:rsidP="003A315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Объем соответствующих дотаций прогнозируются на основе </w:t>
            </w:r>
            <w:r w:rsidRPr="00A95165">
              <w:rPr>
                <w:sz w:val="20"/>
                <w:szCs w:val="20"/>
                <w:lang w:eastAsia="en-US"/>
              </w:rPr>
              <w:t>нормативны</w:t>
            </w:r>
            <w:r>
              <w:rPr>
                <w:sz w:val="20"/>
                <w:szCs w:val="20"/>
                <w:lang w:eastAsia="en-US"/>
              </w:rPr>
              <w:t>х</w:t>
            </w:r>
            <w:r w:rsidRPr="00A95165">
              <w:rPr>
                <w:sz w:val="20"/>
                <w:szCs w:val="20"/>
                <w:lang w:eastAsia="en-US"/>
              </w:rPr>
              <w:t xml:space="preserve"> правовы</w:t>
            </w:r>
            <w:r>
              <w:rPr>
                <w:sz w:val="20"/>
                <w:szCs w:val="20"/>
                <w:lang w:eastAsia="en-US"/>
              </w:rPr>
              <w:t>х</w:t>
            </w:r>
            <w:r w:rsidRPr="00A95165">
              <w:rPr>
                <w:sz w:val="20"/>
                <w:szCs w:val="20"/>
                <w:lang w:eastAsia="en-US"/>
              </w:rPr>
              <w:t xml:space="preserve"> акт</w:t>
            </w:r>
            <w:r>
              <w:rPr>
                <w:sz w:val="20"/>
                <w:szCs w:val="20"/>
                <w:lang w:eastAsia="en-US"/>
              </w:rPr>
              <w:t>ов муниципального района</w:t>
            </w:r>
            <w:r w:rsidRPr="00A95165">
              <w:rPr>
                <w:sz w:val="20"/>
                <w:szCs w:val="20"/>
                <w:lang w:eastAsia="en-US"/>
              </w:rPr>
              <w:t>, регулирующи</w:t>
            </w:r>
            <w:r>
              <w:rPr>
                <w:sz w:val="20"/>
                <w:szCs w:val="20"/>
                <w:lang w:eastAsia="en-US"/>
              </w:rPr>
              <w:t>х</w:t>
            </w:r>
            <w:r w:rsidRPr="00A95165">
              <w:rPr>
                <w:sz w:val="20"/>
                <w:szCs w:val="20"/>
                <w:lang w:eastAsia="en-US"/>
              </w:rPr>
              <w:t xml:space="preserve"> предоставление </w:t>
            </w:r>
            <w:r>
              <w:rPr>
                <w:sz w:val="20"/>
                <w:szCs w:val="20"/>
                <w:lang w:eastAsia="en-US"/>
              </w:rPr>
              <w:t>дотаций сельским поселениям (в том числе, устанавливающих объем дотаций и методику их распределения).</w:t>
            </w:r>
          </w:p>
        </w:tc>
      </w:tr>
      <w:tr w:rsidR="003D0A91" w:rsidRPr="00985D47" w:rsidTr="003A2AA1">
        <w:trPr>
          <w:cantSplit/>
          <w:jc w:val="center"/>
        </w:trPr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Default="003D0A91" w:rsidP="005653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901 2 02 04029 10 0000 151</w:t>
            </w:r>
          </w:p>
          <w:p w:rsidR="003D0A91" w:rsidRPr="00985D47" w:rsidRDefault="003D0A91" w:rsidP="007271C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Default="003D0A91" w:rsidP="00565357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Межбюджетные трансферты, передаваемые бюджетам сельских поселений на реализацию дополнительных мероприятий в сфере занятости населения</w:t>
            </w:r>
          </w:p>
          <w:p w:rsidR="003D0A91" w:rsidRPr="00E320DB" w:rsidRDefault="003D0A91" w:rsidP="007271C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Pr="00985D47" w:rsidRDefault="003D0A91" w:rsidP="00985D47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sz w:val="20"/>
                <w:szCs w:val="20"/>
                <w:lang w:eastAsia="en-US"/>
              </w:rPr>
              <w:t>На основании утвержденного объема расходов соответствующего бюджета*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Pr="00985D47" w:rsidRDefault="003D0A91" w:rsidP="003A315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Объем соответствующих дотаций прогнозируются на основе </w:t>
            </w:r>
            <w:r w:rsidRPr="00A95165">
              <w:rPr>
                <w:sz w:val="20"/>
                <w:szCs w:val="20"/>
                <w:lang w:eastAsia="en-US"/>
              </w:rPr>
              <w:t>нормативны</w:t>
            </w:r>
            <w:r>
              <w:rPr>
                <w:sz w:val="20"/>
                <w:szCs w:val="20"/>
                <w:lang w:eastAsia="en-US"/>
              </w:rPr>
              <w:t>х</w:t>
            </w:r>
            <w:r w:rsidRPr="00A95165">
              <w:rPr>
                <w:sz w:val="20"/>
                <w:szCs w:val="20"/>
                <w:lang w:eastAsia="en-US"/>
              </w:rPr>
              <w:t xml:space="preserve"> правовы</w:t>
            </w:r>
            <w:r>
              <w:rPr>
                <w:sz w:val="20"/>
                <w:szCs w:val="20"/>
                <w:lang w:eastAsia="en-US"/>
              </w:rPr>
              <w:t>х</w:t>
            </w:r>
            <w:r w:rsidRPr="00A95165">
              <w:rPr>
                <w:sz w:val="20"/>
                <w:szCs w:val="20"/>
                <w:lang w:eastAsia="en-US"/>
              </w:rPr>
              <w:t xml:space="preserve"> акт</w:t>
            </w:r>
            <w:r>
              <w:rPr>
                <w:sz w:val="20"/>
                <w:szCs w:val="20"/>
                <w:lang w:eastAsia="en-US"/>
              </w:rPr>
              <w:t>ов муниципального района</w:t>
            </w:r>
            <w:r w:rsidRPr="00A95165">
              <w:rPr>
                <w:sz w:val="20"/>
                <w:szCs w:val="20"/>
                <w:lang w:eastAsia="en-US"/>
              </w:rPr>
              <w:t>, регулирующи</w:t>
            </w:r>
            <w:r>
              <w:rPr>
                <w:sz w:val="20"/>
                <w:szCs w:val="20"/>
                <w:lang w:eastAsia="en-US"/>
              </w:rPr>
              <w:t>х</w:t>
            </w:r>
            <w:r w:rsidRPr="00A95165">
              <w:rPr>
                <w:sz w:val="20"/>
                <w:szCs w:val="20"/>
                <w:lang w:eastAsia="en-US"/>
              </w:rPr>
              <w:t xml:space="preserve"> предоставление </w:t>
            </w:r>
            <w:r>
              <w:rPr>
                <w:sz w:val="20"/>
                <w:szCs w:val="20"/>
                <w:lang w:eastAsia="en-US"/>
              </w:rPr>
              <w:t>дотаций сельским поселениям (в том числе, устанавливающих объем дотаций и методику их распределения).</w:t>
            </w:r>
          </w:p>
        </w:tc>
      </w:tr>
      <w:tr w:rsidR="003D0A91" w:rsidRPr="00985D47" w:rsidTr="003A2AA1">
        <w:trPr>
          <w:cantSplit/>
          <w:jc w:val="center"/>
        </w:trPr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Default="003D0A91" w:rsidP="005653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901 2 02 04999 10 0000 151</w:t>
            </w:r>
          </w:p>
          <w:p w:rsidR="003D0A91" w:rsidRPr="00985D47" w:rsidRDefault="003D0A91" w:rsidP="00F37A9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Default="003D0A91" w:rsidP="00565357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Прочие межбюджетные трансферты, передаваемые бюджетам сельских поселений</w:t>
            </w:r>
          </w:p>
          <w:p w:rsidR="003D0A91" w:rsidRPr="00F37A94" w:rsidRDefault="003D0A91" w:rsidP="003A315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Pr="00985D47" w:rsidRDefault="003D0A91" w:rsidP="00985D47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sz w:val="20"/>
                <w:szCs w:val="20"/>
                <w:lang w:eastAsia="en-US"/>
              </w:rPr>
              <w:t>На основании утвержденного объема расходов соответствующего бюджета*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Pr="00985D47" w:rsidRDefault="003D0A91" w:rsidP="003A315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Объем соответствующих дотаций прогнозируются на основе </w:t>
            </w:r>
            <w:r w:rsidRPr="00A95165">
              <w:rPr>
                <w:sz w:val="20"/>
                <w:szCs w:val="20"/>
                <w:lang w:eastAsia="en-US"/>
              </w:rPr>
              <w:t>нормативны</w:t>
            </w:r>
            <w:r>
              <w:rPr>
                <w:sz w:val="20"/>
                <w:szCs w:val="20"/>
                <w:lang w:eastAsia="en-US"/>
              </w:rPr>
              <w:t>х</w:t>
            </w:r>
            <w:r w:rsidRPr="00A95165">
              <w:rPr>
                <w:sz w:val="20"/>
                <w:szCs w:val="20"/>
                <w:lang w:eastAsia="en-US"/>
              </w:rPr>
              <w:t xml:space="preserve"> правовы</w:t>
            </w:r>
            <w:r>
              <w:rPr>
                <w:sz w:val="20"/>
                <w:szCs w:val="20"/>
                <w:lang w:eastAsia="en-US"/>
              </w:rPr>
              <w:t>х</w:t>
            </w:r>
            <w:r w:rsidRPr="00A95165">
              <w:rPr>
                <w:sz w:val="20"/>
                <w:szCs w:val="20"/>
                <w:lang w:eastAsia="en-US"/>
              </w:rPr>
              <w:t xml:space="preserve"> акт</w:t>
            </w:r>
            <w:r>
              <w:rPr>
                <w:sz w:val="20"/>
                <w:szCs w:val="20"/>
                <w:lang w:eastAsia="en-US"/>
              </w:rPr>
              <w:t>ов муниципального района</w:t>
            </w:r>
            <w:r w:rsidRPr="00A95165">
              <w:rPr>
                <w:sz w:val="20"/>
                <w:szCs w:val="20"/>
                <w:lang w:eastAsia="en-US"/>
              </w:rPr>
              <w:t>, регулирующи</w:t>
            </w:r>
            <w:r>
              <w:rPr>
                <w:sz w:val="20"/>
                <w:szCs w:val="20"/>
                <w:lang w:eastAsia="en-US"/>
              </w:rPr>
              <w:t>х</w:t>
            </w:r>
            <w:r w:rsidRPr="00A95165">
              <w:rPr>
                <w:sz w:val="20"/>
                <w:szCs w:val="20"/>
                <w:lang w:eastAsia="en-US"/>
              </w:rPr>
              <w:t xml:space="preserve"> предоставление </w:t>
            </w:r>
            <w:r>
              <w:rPr>
                <w:sz w:val="20"/>
                <w:szCs w:val="20"/>
                <w:lang w:eastAsia="en-US"/>
              </w:rPr>
              <w:t>дотаций сельским поселениям (в том числе, устанавливающих объем дотаций и методику их распределения).</w:t>
            </w:r>
          </w:p>
        </w:tc>
      </w:tr>
      <w:tr w:rsidR="003D0A91" w:rsidRPr="00985D47" w:rsidTr="003A2AA1">
        <w:trPr>
          <w:cantSplit/>
          <w:jc w:val="center"/>
        </w:trPr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Default="003D0A91" w:rsidP="005653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901 2 02 09024 10 0000 151 </w:t>
            </w:r>
          </w:p>
          <w:p w:rsidR="003D0A91" w:rsidRPr="00985D47" w:rsidRDefault="003D0A91" w:rsidP="00CA63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Default="003D0A91" w:rsidP="00565357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Прочие безвозмездные поступления в бюджеты сельских поселений от бюджетов субъектов Российской Федерации</w:t>
            </w:r>
          </w:p>
          <w:p w:rsidR="003D0A91" w:rsidRPr="004E344D" w:rsidRDefault="003D0A91" w:rsidP="003A315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Pr="00985D47" w:rsidRDefault="003D0A91" w:rsidP="003A315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sz w:val="20"/>
                <w:szCs w:val="20"/>
                <w:lang w:eastAsia="en-US"/>
              </w:rPr>
              <w:t>На основании утвержденного объема расходов соответствующего бюджета*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Pr="00985D47" w:rsidRDefault="003D0A91" w:rsidP="003A315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Объем соответствующих дотаций прогнозируются на основе </w:t>
            </w:r>
            <w:r w:rsidRPr="00A95165">
              <w:rPr>
                <w:sz w:val="20"/>
                <w:szCs w:val="20"/>
                <w:lang w:eastAsia="en-US"/>
              </w:rPr>
              <w:t>нормативны</w:t>
            </w:r>
            <w:r>
              <w:rPr>
                <w:sz w:val="20"/>
                <w:szCs w:val="20"/>
                <w:lang w:eastAsia="en-US"/>
              </w:rPr>
              <w:t>х</w:t>
            </w:r>
            <w:r w:rsidRPr="00A95165">
              <w:rPr>
                <w:sz w:val="20"/>
                <w:szCs w:val="20"/>
                <w:lang w:eastAsia="en-US"/>
              </w:rPr>
              <w:t xml:space="preserve"> правовы</w:t>
            </w:r>
            <w:r>
              <w:rPr>
                <w:sz w:val="20"/>
                <w:szCs w:val="20"/>
                <w:lang w:eastAsia="en-US"/>
              </w:rPr>
              <w:t>х</w:t>
            </w:r>
            <w:r w:rsidRPr="00A95165">
              <w:rPr>
                <w:sz w:val="20"/>
                <w:szCs w:val="20"/>
                <w:lang w:eastAsia="en-US"/>
              </w:rPr>
              <w:t xml:space="preserve"> акт</w:t>
            </w:r>
            <w:r>
              <w:rPr>
                <w:sz w:val="20"/>
                <w:szCs w:val="20"/>
                <w:lang w:eastAsia="en-US"/>
              </w:rPr>
              <w:t>ов муниципального района</w:t>
            </w:r>
            <w:r w:rsidRPr="00A95165">
              <w:rPr>
                <w:sz w:val="20"/>
                <w:szCs w:val="20"/>
                <w:lang w:eastAsia="en-US"/>
              </w:rPr>
              <w:t>, регулирующи</w:t>
            </w:r>
            <w:r>
              <w:rPr>
                <w:sz w:val="20"/>
                <w:szCs w:val="20"/>
                <w:lang w:eastAsia="en-US"/>
              </w:rPr>
              <w:t>х</w:t>
            </w:r>
            <w:r w:rsidRPr="00A95165">
              <w:rPr>
                <w:sz w:val="20"/>
                <w:szCs w:val="20"/>
                <w:lang w:eastAsia="en-US"/>
              </w:rPr>
              <w:t xml:space="preserve"> предоставление </w:t>
            </w:r>
            <w:r>
              <w:rPr>
                <w:sz w:val="20"/>
                <w:szCs w:val="20"/>
                <w:lang w:eastAsia="en-US"/>
              </w:rPr>
              <w:t>дотаций сельским поселениям (в том числе, устанавливающих объем дотаций и методику их распределения).</w:t>
            </w:r>
          </w:p>
        </w:tc>
      </w:tr>
      <w:tr w:rsidR="003D0A91" w:rsidRPr="00985D47" w:rsidTr="003A2AA1">
        <w:trPr>
          <w:cantSplit/>
          <w:jc w:val="center"/>
        </w:trPr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Default="003D0A91" w:rsidP="005653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901 2 02 09054 10 0000 151 </w:t>
            </w:r>
          </w:p>
          <w:p w:rsidR="003D0A91" w:rsidRPr="00985D47" w:rsidRDefault="003D0A91" w:rsidP="00985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Default="003D0A91" w:rsidP="00565357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Прочие безвозмездные поступления в бюджеты сельских поселений от бюджетов муниципальных районов</w:t>
            </w:r>
          </w:p>
          <w:p w:rsidR="003D0A91" w:rsidRPr="00777C4A" w:rsidRDefault="003D0A91" w:rsidP="003A315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Pr="00985D47" w:rsidRDefault="003D0A91" w:rsidP="00985D47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sz w:val="20"/>
                <w:szCs w:val="20"/>
                <w:lang w:eastAsia="en-US"/>
              </w:rPr>
              <w:t>На основании утвержденного объема расходов соответствующего бюджета*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Pr="00985D47" w:rsidRDefault="003D0A91" w:rsidP="003A315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Объем соответствующих дотаций прогнозируются на основе </w:t>
            </w:r>
            <w:r w:rsidRPr="00A95165">
              <w:rPr>
                <w:sz w:val="20"/>
                <w:szCs w:val="20"/>
                <w:lang w:eastAsia="en-US"/>
              </w:rPr>
              <w:t>нормативны</w:t>
            </w:r>
            <w:r>
              <w:rPr>
                <w:sz w:val="20"/>
                <w:szCs w:val="20"/>
                <w:lang w:eastAsia="en-US"/>
              </w:rPr>
              <w:t>х</w:t>
            </w:r>
            <w:r w:rsidRPr="00A95165">
              <w:rPr>
                <w:sz w:val="20"/>
                <w:szCs w:val="20"/>
                <w:lang w:eastAsia="en-US"/>
              </w:rPr>
              <w:t xml:space="preserve"> правовы</w:t>
            </w:r>
            <w:r>
              <w:rPr>
                <w:sz w:val="20"/>
                <w:szCs w:val="20"/>
                <w:lang w:eastAsia="en-US"/>
              </w:rPr>
              <w:t>х</w:t>
            </w:r>
            <w:r w:rsidRPr="00A95165">
              <w:rPr>
                <w:sz w:val="20"/>
                <w:szCs w:val="20"/>
                <w:lang w:eastAsia="en-US"/>
              </w:rPr>
              <w:t xml:space="preserve"> акт</w:t>
            </w:r>
            <w:r>
              <w:rPr>
                <w:sz w:val="20"/>
                <w:szCs w:val="20"/>
                <w:lang w:eastAsia="en-US"/>
              </w:rPr>
              <w:t>ов муниципального района</w:t>
            </w:r>
            <w:r w:rsidRPr="00A95165">
              <w:rPr>
                <w:sz w:val="20"/>
                <w:szCs w:val="20"/>
                <w:lang w:eastAsia="en-US"/>
              </w:rPr>
              <w:t>, регулирующи</w:t>
            </w:r>
            <w:r>
              <w:rPr>
                <w:sz w:val="20"/>
                <w:szCs w:val="20"/>
                <w:lang w:eastAsia="en-US"/>
              </w:rPr>
              <w:t>х</w:t>
            </w:r>
            <w:r w:rsidRPr="00A95165">
              <w:rPr>
                <w:sz w:val="20"/>
                <w:szCs w:val="20"/>
                <w:lang w:eastAsia="en-US"/>
              </w:rPr>
              <w:t xml:space="preserve"> предоставление </w:t>
            </w:r>
            <w:r>
              <w:rPr>
                <w:sz w:val="20"/>
                <w:szCs w:val="20"/>
                <w:lang w:eastAsia="en-US"/>
              </w:rPr>
              <w:t>дотаций сельским поселениям (в том числе, устанавливающих объем дотаций и методику их распределения).</w:t>
            </w:r>
          </w:p>
        </w:tc>
      </w:tr>
      <w:tr w:rsidR="003D0A91" w:rsidRPr="00985D47" w:rsidTr="003A2AA1">
        <w:trPr>
          <w:cantSplit/>
          <w:jc w:val="center"/>
        </w:trPr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Default="003D0A91" w:rsidP="005653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901 2 03 05000 10 0000 180 </w:t>
            </w:r>
          </w:p>
          <w:p w:rsidR="003D0A91" w:rsidRPr="00985D47" w:rsidRDefault="003D0A91" w:rsidP="002F67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Default="003D0A91" w:rsidP="005653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Безвозмездные поступления от государственных (муниципальных) организаций в бюджеты сельских поселений</w:t>
            </w:r>
          </w:p>
          <w:p w:rsidR="003D0A91" w:rsidRPr="002F67D7" w:rsidRDefault="003D0A91" w:rsidP="003A315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Pr="00985D47" w:rsidRDefault="003D0A91" w:rsidP="00985D47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sz w:val="20"/>
                <w:szCs w:val="20"/>
                <w:lang w:eastAsia="en-US"/>
              </w:rPr>
              <w:t>Прямой расчет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Pr="003128A1" w:rsidRDefault="003D0A91" w:rsidP="00153B4E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3128A1">
              <w:rPr>
                <w:sz w:val="20"/>
                <w:szCs w:val="20"/>
                <w:lang w:eastAsia="en-US"/>
              </w:rPr>
              <w:fldChar w:fldCharType="begin"/>
            </w:r>
            <w:r w:rsidRPr="003128A1">
              <w:rPr>
                <w:sz w:val="20"/>
                <w:szCs w:val="20"/>
                <w:lang w:eastAsia="en-US"/>
              </w:rPr>
              <w:instrText xml:space="preserve"> QUOTE </w:instrText>
            </w:r>
            <w:r w:rsidRPr="00FB4537">
              <w:rPr>
                <w:sz w:val="20"/>
                <w:szCs w:val="20"/>
              </w:rPr>
              <w:pict>
                <v:shape id="_x0000_i1029" type="#_x0000_t75" style="width:54.75pt;height:30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253B9&quot;/&gt;&lt;wsp:rsid wsp:val=&quot;000054E8&quot;/&gt;&lt;wsp:rsid wsp:val=&quot;00012754&quot;/&gt;&lt;wsp:rsid wsp:val=&quot;00013B0F&quot;/&gt;&lt;wsp:rsid wsp:val=&quot;000164C7&quot;/&gt;&lt;wsp:rsid wsp:val=&quot;00016534&quot;/&gt;&lt;wsp:rsid wsp:val=&quot;00046569&quot;/&gt;&lt;wsp:rsid wsp:val=&quot;00054861&quot;/&gt;&lt;wsp:rsid wsp:val=&quot;000615C9&quot;/&gt;&lt;wsp:rsid wsp:val=&quot;00063DD2&quot;/&gt;&lt;wsp:rsid wsp:val=&quot;000657BC&quot;/&gt;&lt;wsp:rsid wsp:val=&quot;00076E03&quot;/&gt;&lt;wsp:rsid wsp:val=&quot;00081DB3&quot;/&gt;&lt;wsp:rsid wsp:val=&quot;00082FD6&quot;/&gt;&lt;wsp:rsid wsp:val=&quot;0009064A&quot;/&gt;&lt;wsp:rsid wsp:val=&quot;00092119&quot;/&gt;&lt;wsp:rsid wsp:val=&quot;000D671A&quot;/&gt;&lt;wsp:rsid wsp:val=&quot;000E0E06&quot;/&gt;&lt;wsp:rsid wsp:val=&quot;000E12F1&quot;/&gt;&lt;wsp:rsid wsp:val=&quot;000F1454&quot;/&gt;&lt;wsp:rsid wsp:val=&quot;000F6822&quot;/&gt;&lt;wsp:rsid wsp:val=&quot;0010064A&quot;/&gt;&lt;wsp:rsid wsp:val=&quot;001130BE&quot;/&gt;&lt;wsp:rsid wsp:val=&quot;00117285&quot;/&gt;&lt;wsp:rsid wsp:val=&quot;00120DBC&quot;/&gt;&lt;wsp:rsid wsp:val=&quot;00120F95&quot;/&gt;&lt;wsp:rsid wsp:val=&quot;001400E9&quot;/&gt;&lt;wsp:rsid wsp:val=&quot;001403D2&quot;/&gt;&lt;wsp:rsid wsp:val=&quot;001409C8&quot;/&gt;&lt;wsp:rsid wsp:val=&quot;00143E3D&quot;/&gt;&lt;wsp:rsid wsp:val=&quot;00154068&quot;/&gt;&lt;wsp:rsid wsp:val=&quot;00175E7B&quot;/&gt;&lt;wsp:rsid wsp:val=&quot;001C032C&quot;/&gt;&lt;wsp:rsid wsp:val=&quot;001C4435&quot;/&gt;&lt;wsp:rsid wsp:val=&quot;001E2771&quot;/&gt;&lt;wsp:rsid wsp:val=&quot;001F09C6&quot;/&gt;&lt;wsp:rsid wsp:val=&quot;001F6930&quot;/&gt;&lt;wsp:rsid wsp:val=&quot;001F7AE9&quot;/&gt;&lt;wsp:rsid wsp:val=&quot;002019E6&quot;/&gt;&lt;wsp:rsid wsp:val=&quot;00201BDB&quot;/&gt;&lt;wsp:rsid wsp:val=&quot;002256EF&quot;/&gt;&lt;wsp:rsid wsp:val=&quot;002404AF&quot;/&gt;&lt;wsp:rsid wsp:val=&quot;002466C4&quot;/&gt;&lt;wsp:rsid wsp:val=&quot;002541DE&quot;/&gt;&lt;wsp:rsid wsp:val=&quot;00281B07&quot;/&gt;&lt;wsp:rsid wsp:val=&quot;00281E28&quot;/&gt;&lt;wsp:rsid wsp:val=&quot;00290A38&quot;/&gt;&lt;wsp:rsid wsp:val=&quot;002A5449&quot;/&gt;&lt;wsp:rsid wsp:val=&quot;002B295D&quot;/&gt;&lt;wsp:rsid wsp:val=&quot;002B3E8E&quot;/&gt;&lt;wsp:rsid wsp:val=&quot;002B6DED&quot;/&gt;&lt;wsp:rsid wsp:val=&quot;002C37DB&quot;/&gt;&lt;wsp:rsid wsp:val=&quot;002D0FA2&quot;/&gt;&lt;wsp:rsid wsp:val=&quot;002D33C8&quot;/&gt;&lt;wsp:rsid wsp:val=&quot;002D4A68&quot;/&gt;&lt;wsp:rsid wsp:val=&quot;002D5482&quot;/&gt;&lt;wsp:rsid wsp:val=&quot;002E1B77&quot;/&gt;&lt;wsp:rsid wsp:val=&quot;002E2DA0&quot;/&gt;&lt;wsp:rsid wsp:val=&quot;002F6116&quot;/&gt;&lt;wsp:rsid wsp:val=&quot;002F67D7&quot;/&gt;&lt;wsp:rsid wsp:val=&quot;003001FF&quot;/&gt;&lt;wsp:rsid wsp:val=&quot;00311F5A&quot;/&gt;&lt;wsp:rsid wsp:val=&quot;003124DE&quot;/&gt;&lt;wsp:rsid wsp:val=&quot;00327FE7&quot;/&gt;&lt;wsp:rsid wsp:val=&quot;00335C43&quot;/&gt;&lt;wsp:rsid wsp:val=&quot;003568BA&quot;/&gt;&lt;wsp:rsid wsp:val=&quot;00364587&quot;/&gt;&lt;wsp:rsid wsp:val=&quot;0037277D&quot;/&gt;&lt;wsp:rsid wsp:val=&quot;00381B77&quot;/&gt;&lt;wsp:rsid wsp:val=&quot;00384D99&quot;/&gt;&lt;wsp:rsid wsp:val=&quot;00386E36&quot;/&gt;&lt;wsp:rsid wsp:val=&quot;0039171A&quot;/&gt;&lt;wsp:rsid wsp:val=&quot;0039206A&quot;/&gt;&lt;wsp:rsid wsp:val=&quot;003941C4&quot;/&gt;&lt;wsp:rsid wsp:val=&quot;003A0DD8&quot;/&gt;&lt;wsp:rsid wsp:val=&quot;003B70A8&quot;/&gt;&lt;wsp:rsid wsp:val=&quot;003E4320&quot;/&gt;&lt;wsp:rsid wsp:val=&quot;003E6657&quot;/&gt;&lt;wsp:rsid wsp:val=&quot;004227BB&quot;/&gt;&lt;wsp:rsid wsp:val=&quot;00442242&quot;/&gt;&lt;wsp:rsid wsp:val=&quot;00462396&quot;/&gt;&lt;wsp:rsid wsp:val=&quot;00477F21&quot;/&gt;&lt;wsp:rsid wsp:val=&quot;00480FF2&quot;/&gt;&lt;wsp:rsid wsp:val=&quot;004953C4&quot;/&gt;&lt;wsp:rsid wsp:val=&quot;004A78C4&quot;/&gt;&lt;wsp:rsid wsp:val=&quot;004C4A84&quot;/&gt;&lt;wsp:rsid wsp:val=&quot;004C78C8&quot;/&gt;&lt;wsp:rsid wsp:val=&quot;004D71C0&quot;/&gt;&lt;wsp:rsid wsp:val=&quot;004E344D&quot;/&gt;&lt;wsp:rsid wsp:val=&quot;004F6840&quot;/&gt;&lt;wsp:rsid wsp:val=&quot;004F724E&quot;/&gt;&lt;wsp:rsid wsp:val=&quot;00520DE6&quot;/&gt;&lt;wsp:rsid wsp:val=&quot;0052743B&quot;/&gt;&lt;wsp:rsid wsp:val=&quot;00545152&quot;/&gt;&lt;wsp:rsid wsp:val=&quot;005451C5&quot;/&gt;&lt;wsp:rsid wsp:val=&quot;005475A5&quot;/&gt;&lt;wsp:rsid wsp:val=&quot;00550411&quot;/&gt;&lt;wsp:rsid wsp:val=&quot;00564CF7&quot;/&gt;&lt;wsp:rsid wsp:val=&quot;005661E8&quot;/&gt;&lt;wsp:rsid wsp:val=&quot;00576B23&quot;/&gt;&lt;wsp:rsid wsp:val=&quot;00580326&quot;/&gt;&lt;wsp:rsid wsp:val=&quot;00586A72&quot;/&gt;&lt;wsp:rsid wsp:val=&quot;0059175D&quot;/&gt;&lt;wsp:rsid wsp:val=&quot;00591A95&quot;/&gt;&lt;wsp:rsid wsp:val=&quot;005974D2&quot;/&gt;&lt;wsp:rsid wsp:val=&quot;005A3796&quot;/&gt;&lt;wsp:rsid wsp:val=&quot;005A78F4&quot;/&gt;&lt;wsp:rsid wsp:val=&quot;005C4540&quot;/&gt;&lt;wsp:rsid wsp:val=&quot;005D1989&quot;/&gt;&lt;wsp:rsid wsp:val=&quot;005D6179&quot;/&gt;&lt;wsp:rsid wsp:val=&quot;005E7E28&quot;/&gt;&lt;wsp:rsid wsp:val=&quot;006023D7&quot;/&gt;&lt;wsp:rsid wsp:val=&quot;00610F53&quot;/&gt;&lt;wsp:rsid wsp:val=&quot;006318A2&quot;/&gt;&lt;wsp:rsid wsp:val=&quot;00643DF8&quot;/&gt;&lt;wsp:rsid wsp:val=&quot;006448F5&quot;/&gt;&lt;wsp:rsid wsp:val=&quot;00656F29&quot;/&gt;&lt;wsp:rsid wsp:val=&quot;006614D6&quot;/&gt;&lt;wsp:rsid wsp:val=&quot;00662D56&quot;/&gt;&lt;wsp:rsid wsp:val=&quot;00670DF9&quot;/&gt;&lt;wsp:rsid wsp:val=&quot;00672EB5&quot;/&gt;&lt;wsp:rsid wsp:val=&quot;00676ED0&quot;/&gt;&lt;wsp:rsid wsp:val=&quot;00684E7D&quot;/&gt;&lt;wsp:rsid wsp:val=&quot;00696E49&quot;/&gt;&lt;wsp:rsid wsp:val=&quot;006A6E4C&quot;/&gt;&lt;wsp:rsid wsp:val=&quot;006A751C&quot;/&gt;&lt;wsp:rsid wsp:val=&quot;006C6BBA&quot;/&gt;&lt;wsp:rsid wsp:val=&quot;006D41A4&quot;/&gt;&lt;wsp:rsid wsp:val=&quot;006D612D&quot;/&gt;&lt;wsp:rsid wsp:val=&quot;006E1028&quot;/&gt;&lt;wsp:rsid wsp:val=&quot;006F4204&quot;/&gt;&lt;wsp:rsid wsp:val=&quot;006F5F03&quot;/&gt;&lt;wsp:rsid wsp:val=&quot;006F7F9B&quot;/&gt;&lt;wsp:rsid wsp:val=&quot;007271C9&quot;/&gt;&lt;wsp:rsid wsp:val=&quot;007360B1&quot;/&gt;&lt;wsp:rsid wsp:val=&quot;00746581&quot;/&gt;&lt;wsp:rsid wsp:val=&quot;00751A38&quot;/&gt;&lt;wsp:rsid wsp:val=&quot;00757E3C&quot;/&gt;&lt;wsp:rsid wsp:val=&quot;0077602C&quot;/&gt;&lt;wsp:rsid wsp:val=&quot;00777C4A&quot;/&gt;&lt;wsp:rsid wsp:val=&quot;00780511&quot;/&gt;&lt;wsp:rsid wsp:val=&quot;00781C7C&quot;/&gt;&lt;wsp:rsid wsp:val=&quot;007A1FB7&quot;/&gt;&lt;wsp:rsid wsp:val=&quot;007B0AFE&quot;/&gt;&lt;wsp:rsid wsp:val=&quot;007D05F9&quot;/&gt;&lt;wsp:rsid wsp:val=&quot;007D22C0&quot;/&gt;&lt;wsp:rsid wsp:val=&quot;008140A1&quot;/&gt;&lt;wsp:rsid wsp:val=&quot;00822482&quot;/&gt;&lt;wsp:rsid wsp:val=&quot;00822EC4&quot;/&gt;&lt;wsp:rsid wsp:val=&quot;00824166&quot;/&gt;&lt;wsp:rsid wsp:val=&quot;008374EA&quot;/&gt;&lt;wsp:rsid wsp:val=&quot;00840350&quot;/&gt;&lt;wsp:rsid wsp:val=&quot;00841EA2&quot;/&gt;&lt;wsp:rsid wsp:val=&quot;00855315&quot;/&gt;&lt;wsp:rsid wsp:val=&quot;008638F9&quot;/&gt;&lt;wsp:rsid wsp:val=&quot;008658FD&quot;/&gt;&lt;wsp:rsid wsp:val=&quot;008710E1&quot;/&gt;&lt;wsp:rsid wsp:val=&quot;00880111&quot;/&gt;&lt;wsp:rsid wsp:val=&quot;00891159&quot;/&gt;&lt;wsp:rsid wsp:val=&quot;008A61F7&quot;/&gt;&lt;wsp:rsid wsp:val=&quot;008B2AA3&quot;/&gt;&lt;wsp:rsid wsp:val=&quot;008B47CE&quot;/&gt;&lt;wsp:rsid wsp:val=&quot;008B6773&quot;/&gt;&lt;wsp:rsid wsp:val=&quot;008C0669&quot;/&gt;&lt;wsp:rsid wsp:val=&quot;008C3293&quot;/&gt;&lt;wsp:rsid wsp:val=&quot;008C41BD&quot;/&gt;&lt;wsp:rsid wsp:val=&quot;008D187D&quot;/&gt;&lt;wsp:rsid wsp:val=&quot;008D45B2&quot;/&gt;&lt;wsp:rsid wsp:val=&quot;008D73FF&quot;/&gt;&lt;wsp:rsid wsp:val=&quot;008E136E&quot;/&gt;&lt;wsp:rsid wsp:val=&quot;008E4628&quot;/&gt;&lt;wsp:rsid wsp:val=&quot;008F5939&quot;/&gt;&lt;wsp:rsid wsp:val=&quot;00906400&quot;/&gt;&lt;wsp:rsid wsp:val=&quot;009178B4&quot;/&gt;&lt;wsp:rsid wsp:val=&quot;00926D80&quot;/&gt;&lt;wsp:rsid wsp:val=&quot;00947A83&quot;/&gt;&lt;wsp:rsid wsp:val=&quot;0095462C&quot;/&gt;&lt;wsp:rsid wsp:val=&quot;0096414D&quot;/&gt;&lt;wsp:rsid wsp:val=&quot;009678ED&quot;/&gt;&lt;wsp:rsid wsp:val=&quot;00971857&quot;/&gt;&lt;wsp:rsid wsp:val=&quot;00974139&quot;/&gt;&lt;wsp:rsid wsp:val=&quot;00985D47&quot;/&gt;&lt;wsp:rsid wsp:val=&quot;00987E78&quot;/&gt;&lt;wsp:rsid wsp:val=&quot;009938EB&quot;/&gt;&lt;wsp:rsid wsp:val=&quot;00997603&quot;/&gt;&lt;wsp:rsid wsp:val=&quot;00997A58&quot;/&gt;&lt;wsp:rsid wsp:val=&quot;009A3B63&quot;/&gt;&lt;wsp:rsid wsp:val=&quot;009B744C&quot;/&gt;&lt;wsp:rsid wsp:val=&quot;009C7C8E&quot;/&gt;&lt;wsp:rsid wsp:val=&quot;009D402E&quot;/&gt;&lt;wsp:rsid wsp:val=&quot;009E0BD6&quot;/&gt;&lt;wsp:rsid wsp:val=&quot;009F70B1&quot;/&gt;&lt;wsp:rsid wsp:val=&quot;00A02771&quot;/&gt;&lt;wsp:rsid wsp:val=&quot;00A13FC4&quot;/&gt;&lt;wsp:rsid wsp:val=&quot;00A25DAE&quot;/&gt;&lt;wsp:rsid wsp:val=&quot;00A344AB&quot;/&gt;&lt;wsp:rsid wsp:val=&quot;00A34A82&quot;/&gt;&lt;wsp:rsid wsp:val=&quot;00A434FF&quot;/&gt;&lt;wsp:rsid wsp:val=&quot;00A5381B&quot;/&gt;&lt;wsp:rsid wsp:val=&quot;00A539F3&quot;/&gt;&lt;wsp:rsid wsp:val=&quot;00A62868&quot;/&gt;&lt;wsp:rsid wsp:val=&quot;00A67556&quot;/&gt;&lt;wsp:rsid wsp:val=&quot;00A81ACF&quot;/&gt;&lt;wsp:rsid wsp:val=&quot;00A95165&quot;/&gt;&lt;wsp:rsid wsp:val=&quot;00A972AF&quot;/&gt;&lt;wsp:rsid wsp:val=&quot;00A97D6E&quot;/&gt;&lt;wsp:rsid wsp:val=&quot;00AA1F29&quot;/&gt;&lt;wsp:rsid wsp:val=&quot;00AA6CC4&quot;/&gt;&lt;wsp:rsid wsp:val=&quot;00B12809&quot;/&gt;&lt;wsp:rsid wsp:val=&quot;00B203C3&quot;/&gt;&lt;wsp:rsid wsp:val=&quot;00B331CD&quot;/&gt;&lt;wsp:rsid wsp:val=&quot;00B34E77&quot;/&gt;&lt;wsp:rsid wsp:val=&quot;00B4366D&quot;/&gt;&lt;wsp:rsid wsp:val=&quot;00B443A2&quot;/&gt;&lt;wsp:rsid wsp:val=&quot;00B464EB&quot;/&gt;&lt;wsp:rsid wsp:val=&quot;00B6380C&quot;/&gt;&lt;wsp:rsid wsp:val=&quot;00B72A3C&quot;/&gt;&lt;wsp:rsid wsp:val=&quot;00B90B9D&quot;/&gt;&lt;wsp:rsid wsp:val=&quot;00B91863&quot;/&gt;&lt;wsp:rsid wsp:val=&quot;00B91971&quot;/&gt;&lt;wsp:rsid wsp:val=&quot;00BA284D&quot;/&gt;&lt;wsp:rsid wsp:val=&quot;00BA36ED&quot;/&gt;&lt;wsp:rsid wsp:val=&quot;00BB0F1C&quot;/&gt;&lt;wsp:rsid wsp:val=&quot;00BC3299&quot;/&gt;&lt;wsp:rsid wsp:val=&quot;00BD0768&quot;/&gt;&lt;wsp:rsid wsp:val=&quot;00BE7D73&quot;/&gt;&lt;wsp:rsid wsp:val=&quot;00C01A61&quot;/&gt;&lt;wsp:rsid wsp:val=&quot;00C05488&quot;/&gt;&lt;wsp:rsid wsp:val=&quot;00C12361&quot;/&gt;&lt;wsp:rsid wsp:val=&quot;00C20B53&quot;/&gt;&lt;wsp:rsid wsp:val=&quot;00C30E46&quot;/&gt;&lt;wsp:rsid wsp:val=&quot;00C41882&quot;/&gt;&lt;wsp:rsid wsp:val=&quot;00C60E15&quot;/&gt;&lt;wsp:rsid wsp:val=&quot;00C61644&quot;/&gt;&lt;wsp:rsid wsp:val=&quot;00C61D77&quot;/&gt;&lt;wsp:rsid wsp:val=&quot;00C6789D&quot;/&gt;&lt;wsp:rsid wsp:val=&quot;00C77011&quot;/&gt;&lt;wsp:rsid wsp:val=&quot;00C8240D&quot;/&gt;&lt;wsp:rsid wsp:val=&quot;00C8252C&quot;/&gt;&lt;wsp:rsid wsp:val=&quot;00C92789&quot;/&gt;&lt;wsp:rsid wsp:val=&quot;00C95D90&quot;/&gt;&lt;wsp:rsid wsp:val=&quot;00CA421D&quot;/&gt;&lt;wsp:rsid wsp:val=&quot;00CA63F3&quot;/&gt;&lt;wsp:rsid wsp:val=&quot;00CA6F0F&quot;/&gt;&lt;wsp:rsid wsp:val=&quot;00CB1A33&quot;/&gt;&lt;wsp:rsid wsp:val=&quot;00CB5316&quot;/&gt;&lt;wsp:rsid wsp:val=&quot;00CD7B81&quot;/&gt;&lt;wsp:rsid wsp:val=&quot;00CE2F5A&quot;/&gt;&lt;wsp:rsid wsp:val=&quot;00CF15E7&quot;/&gt;&lt;wsp:rsid wsp:val=&quot;00D05782&quot;/&gt;&lt;wsp:rsid wsp:val=&quot;00D07FA9&quot;/&gt;&lt;wsp:rsid wsp:val=&quot;00D13E34&quot;/&gt;&lt;wsp:rsid wsp:val=&quot;00D21197&quot;/&gt;&lt;wsp:rsid wsp:val=&quot;00D253B9&quot;/&gt;&lt;wsp:rsid wsp:val=&quot;00D31B30&quot;/&gt;&lt;wsp:rsid wsp:val=&quot;00D3319E&quot;/&gt;&lt;wsp:rsid wsp:val=&quot;00D33A02&quot;/&gt;&lt;wsp:rsid wsp:val=&quot;00D34B67&quot;/&gt;&lt;wsp:rsid wsp:val=&quot;00D4493A&quot;/&gt;&lt;wsp:rsid wsp:val=&quot;00D479E4&quot;/&gt;&lt;wsp:rsid wsp:val=&quot;00D51BCE&quot;/&gt;&lt;wsp:rsid wsp:val=&quot;00D53ECE&quot;/&gt;&lt;wsp:rsid wsp:val=&quot;00D62970&quot;/&gt;&lt;wsp:rsid wsp:val=&quot;00D65E4C&quot;/&gt;&lt;wsp:rsid wsp:val=&quot;00D75FD2&quot;/&gt;&lt;wsp:rsid wsp:val=&quot;00D91B72&quot;/&gt;&lt;wsp:rsid wsp:val=&quot;00D95E05&quot;/&gt;&lt;wsp:rsid wsp:val=&quot;00DA52F7&quot;/&gt;&lt;wsp:rsid wsp:val=&quot;00DB29ED&quot;/&gt;&lt;wsp:rsid wsp:val=&quot;00DC3772&quot;/&gt;&lt;wsp:rsid wsp:val=&quot;00DC406B&quot;/&gt;&lt;wsp:rsid wsp:val=&quot;00DC5E58&quot;/&gt;&lt;wsp:rsid wsp:val=&quot;00DD360A&quot;/&gt;&lt;wsp:rsid wsp:val=&quot;00DD3853&quot;/&gt;&lt;wsp:rsid wsp:val=&quot;00E0084B&quot;/&gt;&lt;wsp:rsid wsp:val=&quot;00E31244&quot;/&gt;&lt;wsp:rsid wsp:val=&quot;00E320DB&quot;/&gt;&lt;wsp:rsid wsp:val=&quot;00E374EC&quot;/&gt;&lt;wsp:rsid wsp:val=&quot;00E434D2&quot;/&gt;&lt;wsp:rsid wsp:val=&quot;00E435AA&quot;/&gt;&lt;wsp:rsid wsp:val=&quot;00E5574E&quot;/&gt;&lt;wsp:rsid wsp:val=&quot;00E60A7A&quot;/&gt;&lt;wsp:rsid wsp:val=&quot;00E734EF&quot;/&gt;&lt;wsp:rsid wsp:val=&quot;00E74840&quot;/&gt;&lt;wsp:rsid wsp:val=&quot;00E76092&quot;/&gt;&lt;wsp:rsid wsp:val=&quot;00E82CBC&quot;/&gt;&lt;wsp:rsid wsp:val=&quot;00E87855&quot;/&gt;&lt;wsp:rsid wsp:val=&quot;00EB77F9&quot;/&gt;&lt;wsp:rsid wsp:val=&quot;00EC18FA&quot;/&gt;&lt;wsp:rsid wsp:val=&quot;00EC1FC5&quot;/&gt;&lt;wsp:rsid wsp:val=&quot;00ED530A&quot;/&gt;&lt;wsp:rsid wsp:val=&quot;00EF68CC&quot;/&gt;&lt;wsp:rsid wsp:val=&quot;00F02691&quot;/&gt;&lt;wsp:rsid wsp:val=&quot;00F118B6&quot;/&gt;&lt;wsp:rsid wsp:val=&quot;00F14532&quot;/&gt;&lt;wsp:rsid wsp:val=&quot;00F1647C&quot;/&gt;&lt;wsp:rsid wsp:val=&quot;00F37A94&quot;/&gt;&lt;wsp:rsid wsp:val=&quot;00F413E7&quot;/&gt;&lt;wsp:rsid wsp:val=&quot;00F4187A&quot;/&gt;&lt;wsp:rsid wsp:val=&quot;00F41A9F&quot;/&gt;&lt;wsp:rsid wsp:val=&quot;00F423A3&quot;/&gt;&lt;wsp:rsid wsp:val=&quot;00F65D66&quot;/&gt;&lt;wsp:rsid wsp:val=&quot;00F8127F&quot;/&gt;&lt;wsp:rsid wsp:val=&quot;00F979F9&quot;/&gt;&lt;wsp:rsid wsp:val=&quot;00FA6E46&quot;/&gt;&lt;wsp:rsid wsp:val=&quot;00FB0556&quot;/&gt;&lt;wsp:rsid wsp:val=&quot;00FB30C2&quot;/&gt;&lt;wsp:rsid wsp:val=&quot;00FB5C01&quot;/&gt;&lt;wsp:rsid wsp:val=&quot;00FC1F7D&quot;/&gt;&lt;wsp:rsid wsp:val=&quot;00FC4A2E&quot;/&gt;&lt;wsp:rsid wsp:val=&quot;00FD6F09&quot;/&gt;&lt;wsp:rsid wsp:val=&quot;00FE1FBF&quot;/&gt;&lt;wsp:rsid wsp:val=&quot;00FE4BE2&quot;/&gt;&lt;wsp:rsid wsp:val=&quot;00FE5480&quot;/&gt;&lt;wsp:rsid wsp:val=&quot;00FF4B0C&quot;/&gt;&lt;/wsp:rsids&gt;&lt;/w:docPr&gt;&lt;w:body&gt;&lt;w:p wsp:rsidR=&quot;00000000&quot; wsp:rsidRDefault=&quot;008C41BD&quot;&gt;&lt;m:oMathPara&gt;&lt;m:oMath&gt;&lt;m:sSub&gt;&lt;m:sSubPr&gt;&lt;m:ctrlPr&gt;&lt;w:rPr&gt;&lt;w:rFonts w:ascii=&quot;Cambria Math&quot; w:fareast=&quot;Calibri&quot; w:h-ansi=&quot;Cambria Math&quot;/&gt;&lt;wx:font wx:val=&quot;Cambria Math&quot;/&gt;&lt;w:i/&gt;&lt;w:sz w:val=&quot;20&quot;/&gt;&lt;w:sz-cs w:val=&quot;20&quot;/&gt;&lt;w:lang w:fareast=&quot;EN-US&quot;/&gt;&lt;/w:rPr&gt;&lt;/m:ctrlPr&gt;&lt;/m:sSubPr&gt;&lt;m:e&gt;&lt;m:r&gt;&lt;w:rPr&gt;&lt;w:rFonts w:ascii=&quot;Cambria Math&quot; w:fareast=&quot;Calibri&quot; w:h-ansi=&quot;Cambria Math&quot;/&gt;&lt;wx:font wx:val=&quot;Cambria Math&quot;/&gt;&lt;w:i/&gt;&lt;w:sz w:val=&quot;20&quot;/&gt;&lt;w:sz-cs w:val=&quot;20&quot;/&gt;&lt;w:lang w:val=&quot;EN-US&quot; w:fareast=&quot;EN-US&quot;/&gt;&lt;/w:rPr&gt;&lt;m:t&gt;Y&lt;/m:t&gt;&lt;/m:r&gt;&lt;m:ctrlPr&gt;&lt;w:rPr&gt;&lt;w:rFonts w:ascii=&quot;Cambria Math&quot; w:fareast=&quot;Calibri&quot; w:h-ansi=&quot;Cambria Math&quot;/&gt;&lt;wx:font wx:val=&quot;Cambria Math&quot;/&gt;&lt;w:i/&gt;&lt;w:sz w:val=&quot;20&quot;/&gt;&lt;w:sz-cs w:val=&quot;20&quot;/&gt;&lt;w:lang w:val=&quot;EN-US&quot; w:fareast=&quot;EN-US&quot;/&gt;&lt;/w:rPr&gt;&lt;/m:ctrlPr&gt;&lt;/m:e&gt;&lt;m:sub&gt;&lt;m:r&gt;&lt;w:rPr&gt;&lt;w:rFonts w:ascii=&quot;Cambria Math&quot; w:fareast=&quot;Calibri&quot; w:h-ansi=&quot;Cambria Math&quot;/&gt;&lt;wx:font wx:val=&quot;Cambria Math&quot;/&gt;&lt;w:i/&gt;&lt;w:sz w:val=&quot;20&quot;/&gt;&lt;w:sz-cs w:val=&quot;20&quot;/&gt;&lt;w:lang w:fareast=&quot;EN-US&quot;/&gt;&lt;/w:rPr&gt;&lt;m:t&gt;t&lt;/m:t&gt;&lt;/m:r&gt;&lt;/m:sub&gt;&lt;/m:sSub&gt;&lt;m:r&gt;&lt;w:rPr&gt;&lt;w:rFonts w:ascii=&quot;Cambria Math&quot; w:fareast=&quot;Calibri&quot; w:h-ansi=&quot;Cambria Math&quot;/&gt;&lt;wx:font wx:val=&quot;Cambria Math&quot;/&gt;&lt;w:i/&gt;&lt;w:sz w:val=&quot;20&quot;/&gt;&lt;w:sz-cs w:val=&quot;20&quot;/&gt;&lt;w:lang w:fareast=&quot;EN-US&quot;/&gt;&lt;/w:rPr&gt;&lt;m:t&gt;=&lt;/m:t&gt;&lt;/m:r&gt;&lt;m:nary&gt;&lt;m:naryPr&gt;&lt;m:chr m:val=&quot;в€‘&quot;/&gt;&lt;m:limLoc m:val=&quot;undOvr&quot;/&gt;&lt;m:supHide m:val=&quot;on&quot;/&gt;&lt;m:ctrlPr&gt;&lt;w:rPr&gt;&lt;w:rFonts w:ascii=&quot;Cambria Math&quot; w:fareast=&quot;Calibri&quot; w:h-ansi=&quot;Cambria Math&quot;/&gt;&lt;wx:font wx:val=&quot;Cambria Math&quot;/&gt;&lt;w:i/&gt;&lt;w:sz w:val=&quot;20&quot;/&gt;&lt;w:sz-cs w:val=&quot;20&quot;/&gt;&lt;w:lang w:val=&quot;EN-US&quot; w:fareast=&quot;EN-US&quot;/&gt;&lt;/w:rPr&gt;&lt;/m:ctrlPr&gt;&lt;/m:naryPr&gt;&lt;m:sub&gt;&lt;m:r&gt;&lt;w:rPr&gt;&lt;w:rFonts w:ascii=&quot;Cambria Math&quot; w:fareast=&quot;Calibri&quot; w:h-ansi=&quot;Cambria Math&quot;/&gt;&lt;wx:font wx:val=&quot;Cambria Math&quot;/&gt;&lt;w:i/&gt;&lt;w:sz w:val=&quot;20&quot;/&gt;&lt;w:sz-cs w:val=&quot;20&quot;/&gt;&lt;w:lang w:val=&quot;EN-US&quot; w:fareast=&quot;EN-US&quot;/&gt;&lt;/w:rPr&gt;&lt;m:t&gt;k&lt;/m:t&gt;&lt;/m:r&gt;&lt;/m:sub&gt;&lt;m:sup/&gt;&lt;m:e&gt;&lt;m:sSub&gt;&lt;m:sSubPr&gt;&lt;m:ctrlPr&gt;&lt;w:rPr&gt;&lt;w:rFonts w:ascii=&quot;Cambria Math&quot; w:fareast=&quot;Calibri&quot; w:h-ansi=&quot;Cambria Math&quot;/&gt;&lt;wx:font wx:val=&quot;Cambria Math&quot;/&gt;&lt;w:i/&gt;&lt;w:sz w:val=&quot;20&quot;/&gt;&lt;w:sz-cs w:val=&quot;20&quot;/&gt;&lt;w:lang w:fareast=&quot;EN-US&quot;/&gt;&lt;/w:rPr&gt;&lt;/m:ctrlPr&gt;&lt;/m:sSubPr&gt;&lt;m:e&gt;&lt;m:r&gt;&lt;w:rPr&gt;&lt;w:rFonts w:ascii=&quot;Cambria Math&quot; w:fareast=&quot;Calibri&quot; w:h-ansi=&quot;Cambria Math&quot;/&gt;&lt;wx:font wx:val=&quot;Cambria Math&quot;/&gt;&lt;w:i/&gt;&lt;w:sz w:val=&quot;20&quot;/&gt;&lt;w:sz-cs w:val=&quot;20&quot;/&gt;&lt;w:lang w:val=&quot;EN-US&quot; w:fareast=&quot;EN-US&quot;/&gt;&lt;/w:rPr&gt;&lt;m:t&gt;X&lt;/m:t&gt;&lt;/m:r&gt;&lt;m:ctrlPr&gt;&lt;w:rPr&gt;&lt;w:rFonts w:ascii=&quot;Cambria Math&quot; w:fareast=&quot;Calibri&quot; w:h-ansi=&quot;Cambria Math&quot;/&gt;&lt;wx:font wx:val=&quot;Cambria Math&quot;/&gt;&lt;w:i/&gt;&lt;w:sz w:val=&quot;20&quot;/&gt;&lt;w:sz-cs w:val=&quot;20&quot;/&gt;&lt;w:lang w:val=&quot;EN-US&quot; w:fareast=&quot;EN-US&quot;/&gt;&lt;/w:rPr&gt;&lt;/m:ctrlPr&gt;&lt;/m:e&gt;&lt;m:sub&gt;&lt;m:r&gt;&lt;w:rPr&gt;&lt;w:rFonts w:ascii=&quot;Cambria Math&quot; w:fareast=&quot;Calibri&quot; w:h-ansi=&quot;Cambria Math&quot;/&gt;&lt;wx:font wx:val=&quot;Cambria Math&quot;/&gt;&lt;w:i/&gt;&lt;w:sz w:val=&quot;20&quot;/&gt;&lt;w:sz-cs w:val=&quot;20&quot;/&gt;&lt;w:lang w:fareast=&quot;EN-US&quot;/&gt;&lt;/w:rPr&gt;&lt;m:t&gt;t,k&lt;/m:t&gt;&lt;/m:r&gt;&lt;/m:sub&gt;&lt;/m:sSub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7" o:title="" chromakey="white"/>
                </v:shape>
              </w:pict>
            </w:r>
            <w:r w:rsidRPr="003128A1">
              <w:rPr>
                <w:sz w:val="20"/>
                <w:szCs w:val="20"/>
                <w:lang w:eastAsia="en-US"/>
              </w:rPr>
              <w:instrText xml:space="preserve"> </w:instrText>
            </w:r>
            <w:r w:rsidRPr="003128A1">
              <w:rPr>
                <w:sz w:val="20"/>
                <w:szCs w:val="20"/>
                <w:lang w:eastAsia="en-US"/>
              </w:rPr>
              <w:fldChar w:fldCharType="separate"/>
            </w:r>
            <w:r w:rsidRPr="00FB4537">
              <w:rPr>
                <w:sz w:val="20"/>
                <w:szCs w:val="20"/>
              </w:rPr>
              <w:pict>
                <v:shape id="_x0000_i1030" type="#_x0000_t75" style="width:54.75pt;height:30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253B9&quot;/&gt;&lt;wsp:rsid wsp:val=&quot;000054E8&quot;/&gt;&lt;wsp:rsid wsp:val=&quot;00012754&quot;/&gt;&lt;wsp:rsid wsp:val=&quot;00013B0F&quot;/&gt;&lt;wsp:rsid wsp:val=&quot;000164C7&quot;/&gt;&lt;wsp:rsid wsp:val=&quot;00016534&quot;/&gt;&lt;wsp:rsid wsp:val=&quot;00046569&quot;/&gt;&lt;wsp:rsid wsp:val=&quot;00054861&quot;/&gt;&lt;wsp:rsid wsp:val=&quot;000615C9&quot;/&gt;&lt;wsp:rsid wsp:val=&quot;00063DD2&quot;/&gt;&lt;wsp:rsid wsp:val=&quot;000657BC&quot;/&gt;&lt;wsp:rsid wsp:val=&quot;00076E03&quot;/&gt;&lt;wsp:rsid wsp:val=&quot;00081DB3&quot;/&gt;&lt;wsp:rsid wsp:val=&quot;00082FD6&quot;/&gt;&lt;wsp:rsid wsp:val=&quot;0009064A&quot;/&gt;&lt;wsp:rsid wsp:val=&quot;00092119&quot;/&gt;&lt;wsp:rsid wsp:val=&quot;000D671A&quot;/&gt;&lt;wsp:rsid wsp:val=&quot;000E0E06&quot;/&gt;&lt;wsp:rsid wsp:val=&quot;000E12F1&quot;/&gt;&lt;wsp:rsid wsp:val=&quot;000F1454&quot;/&gt;&lt;wsp:rsid wsp:val=&quot;000F6822&quot;/&gt;&lt;wsp:rsid wsp:val=&quot;0010064A&quot;/&gt;&lt;wsp:rsid wsp:val=&quot;001130BE&quot;/&gt;&lt;wsp:rsid wsp:val=&quot;00117285&quot;/&gt;&lt;wsp:rsid wsp:val=&quot;00120DBC&quot;/&gt;&lt;wsp:rsid wsp:val=&quot;00120F95&quot;/&gt;&lt;wsp:rsid wsp:val=&quot;001400E9&quot;/&gt;&lt;wsp:rsid wsp:val=&quot;001403D2&quot;/&gt;&lt;wsp:rsid wsp:val=&quot;001409C8&quot;/&gt;&lt;wsp:rsid wsp:val=&quot;00143E3D&quot;/&gt;&lt;wsp:rsid wsp:val=&quot;00154068&quot;/&gt;&lt;wsp:rsid wsp:val=&quot;00175E7B&quot;/&gt;&lt;wsp:rsid wsp:val=&quot;001C032C&quot;/&gt;&lt;wsp:rsid wsp:val=&quot;001C4435&quot;/&gt;&lt;wsp:rsid wsp:val=&quot;001E2771&quot;/&gt;&lt;wsp:rsid wsp:val=&quot;001F09C6&quot;/&gt;&lt;wsp:rsid wsp:val=&quot;001F6930&quot;/&gt;&lt;wsp:rsid wsp:val=&quot;001F7AE9&quot;/&gt;&lt;wsp:rsid wsp:val=&quot;002019E6&quot;/&gt;&lt;wsp:rsid wsp:val=&quot;00201BDB&quot;/&gt;&lt;wsp:rsid wsp:val=&quot;002256EF&quot;/&gt;&lt;wsp:rsid wsp:val=&quot;002404AF&quot;/&gt;&lt;wsp:rsid wsp:val=&quot;002466C4&quot;/&gt;&lt;wsp:rsid wsp:val=&quot;002541DE&quot;/&gt;&lt;wsp:rsid wsp:val=&quot;00281B07&quot;/&gt;&lt;wsp:rsid wsp:val=&quot;00281E28&quot;/&gt;&lt;wsp:rsid wsp:val=&quot;00290A38&quot;/&gt;&lt;wsp:rsid wsp:val=&quot;002A5449&quot;/&gt;&lt;wsp:rsid wsp:val=&quot;002B295D&quot;/&gt;&lt;wsp:rsid wsp:val=&quot;002B3E8E&quot;/&gt;&lt;wsp:rsid wsp:val=&quot;002B6DED&quot;/&gt;&lt;wsp:rsid wsp:val=&quot;002C37DB&quot;/&gt;&lt;wsp:rsid wsp:val=&quot;002D0FA2&quot;/&gt;&lt;wsp:rsid wsp:val=&quot;002D33C8&quot;/&gt;&lt;wsp:rsid wsp:val=&quot;002D4A68&quot;/&gt;&lt;wsp:rsid wsp:val=&quot;002D5482&quot;/&gt;&lt;wsp:rsid wsp:val=&quot;002E1B77&quot;/&gt;&lt;wsp:rsid wsp:val=&quot;002E2DA0&quot;/&gt;&lt;wsp:rsid wsp:val=&quot;002F6116&quot;/&gt;&lt;wsp:rsid wsp:val=&quot;002F67D7&quot;/&gt;&lt;wsp:rsid wsp:val=&quot;003001FF&quot;/&gt;&lt;wsp:rsid wsp:val=&quot;00311F5A&quot;/&gt;&lt;wsp:rsid wsp:val=&quot;003124DE&quot;/&gt;&lt;wsp:rsid wsp:val=&quot;00327FE7&quot;/&gt;&lt;wsp:rsid wsp:val=&quot;00335C43&quot;/&gt;&lt;wsp:rsid wsp:val=&quot;003568BA&quot;/&gt;&lt;wsp:rsid wsp:val=&quot;00364587&quot;/&gt;&lt;wsp:rsid wsp:val=&quot;0037277D&quot;/&gt;&lt;wsp:rsid wsp:val=&quot;00381B77&quot;/&gt;&lt;wsp:rsid wsp:val=&quot;00384D99&quot;/&gt;&lt;wsp:rsid wsp:val=&quot;00386E36&quot;/&gt;&lt;wsp:rsid wsp:val=&quot;0039171A&quot;/&gt;&lt;wsp:rsid wsp:val=&quot;0039206A&quot;/&gt;&lt;wsp:rsid wsp:val=&quot;003941C4&quot;/&gt;&lt;wsp:rsid wsp:val=&quot;003A0DD8&quot;/&gt;&lt;wsp:rsid wsp:val=&quot;003B70A8&quot;/&gt;&lt;wsp:rsid wsp:val=&quot;003E4320&quot;/&gt;&lt;wsp:rsid wsp:val=&quot;003E6657&quot;/&gt;&lt;wsp:rsid wsp:val=&quot;004227BB&quot;/&gt;&lt;wsp:rsid wsp:val=&quot;00442242&quot;/&gt;&lt;wsp:rsid wsp:val=&quot;00462396&quot;/&gt;&lt;wsp:rsid wsp:val=&quot;00477F21&quot;/&gt;&lt;wsp:rsid wsp:val=&quot;00480FF2&quot;/&gt;&lt;wsp:rsid wsp:val=&quot;004953C4&quot;/&gt;&lt;wsp:rsid wsp:val=&quot;004A78C4&quot;/&gt;&lt;wsp:rsid wsp:val=&quot;004C4A84&quot;/&gt;&lt;wsp:rsid wsp:val=&quot;004C78C8&quot;/&gt;&lt;wsp:rsid wsp:val=&quot;004D71C0&quot;/&gt;&lt;wsp:rsid wsp:val=&quot;004E344D&quot;/&gt;&lt;wsp:rsid wsp:val=&quot;004F6840&quot;/&gt;&lt;wsp:rsid wsp:val=&quot;004F724E&quot;/&gt;&lt;wsp:rsid wsp:val=&quot;00520DE6&quot;/&gt;&lt;wsp:rsid wsp:val=&quot;0052743B&quot;/&gt;&lt;wsp:rsid wsp:val=&quot;00545152&quot;/&gt;&lt;wsp:rsid wsp:val=&quot;005451C5&quot;/&gt;&lt;wsp:rsid wsp:val=&quot;005475A5&quot;/&gt;&lt;wsp:rsid wsp:val=&quot;00550411&quot;/&gt;&lt;wsp:rsid wsp:val=&quot;00564CF7&quot;/&gt;&lt;wsp:rsid wsp:val=&quot;005661E8&quot;/&gt;&lt;wsp:rsid wsp:val=&quot;00576B23&quot;/&gt;&lt;wsp:rsid wsp:val=&quot;00580326&quot;/&gt;&lt;wsp:rsid wsp:val=&quot;00586A72&quot;/&gt;&lt;wsp:rsid wsp:val=&quot;0059175D&quot;/&gt;&lt;wsp:rsid wsp:val=&quot;00591A95&quot;/&gt;&lt;wsp:rsid wsp:val=&quot;005974D2&quot;/&gt;&lt;wsp:rsid wsp:val=&quot;005A3796&quot;/&gt;&lt;wsp:rsid wsp:val=&quot;005A78F4&quot;/&gt;&lt;wsp:rsid wsp:val=&quot;005C4540&quot;/&gt;&lt;wsp:rsid wsp:val=&quot;005D1989&quot;/&gt;&lt;wsp:rsid wsp:val=&quot;005D6179&quot;/&gt;&lt;wsp:rsid wsp:val=&quot;005E7E28&quot;/&gt;&lt;wsp:rsid wsp:val=&quot;006023D7&quot;/&gt;&lt;wsp:rsid wsp:val=&quot;00610F53&quot;/&gt;&lt;wsp:rsid wsp:val=&quot;006318A2&quot;/&gt;&lt;wsp:rsid wsp:val=&quot;00643DF8&quot;/&gt;&lt;wsp:rsid wsp:val=&quot;006448F5&quot;/&gt;&lt;wsp:rsid wsp:val=&quot;00656F29&quot;/&gt;&lt;wsp:rsid wsp:val=&quot;006614D6&quot;/&gt;&lt;wsp:rsid wsp:val=&quot;00662D56&quot;/&gt;&lt;wsp:rsid wsp:val=&quot;00670DF9&quot;/&gt;&lt;wsp:rsid wsp:val=&quot;00672EB5&quot;/&gt;&lt;wsp:rsid wsp:val=&quot;00676ED0&quot;/&gt;&lt;wsp:rsid wsp:val=&quot;00684E7D&quot;/&gt;&lt;wsp:rsid wsp:val=&quot;00696E49&quot;/&gt;&lt;wsp:rsid wsp:val=&quot;006A6E4C&quot;/&gt;&lt;wsp:rsid wsp:val=&quot;006A751C&quot;/&gt;&lt;wsp:rsid wsp:val=&quot;006C6BBA&quot;/&gt;&lt;wsp:rsid wsp:val=&quot;006D41A4&quot;/&gt;&lt;wsp:rsid wsp:val=&quot;006D612D&quot;/&gt;&lt;wsp:rsid wsp:val=&quot;006E1028&quot;/&gt;&lt;wsp:rsid wsp:val=&quot;006F4204&quot;/&gt;&lt;wsp:rsid wsp:val=&quot;006F5F03&quot;/&gt;&lt;wsp:rsid wsp:val=&quot;006F7F9B&quot;/&gt;&lt;wsp:rsid wsp:val=&quot;007271C9&quot;/&gt;&lt;wsp:rsid wsp:val=&quot;007360B1&quot;/&gt;&lt;wsp:rsid wsp:val=&quot;00746581&quot;/&gt;&lt;wsp:rsid wsp:val=&quot;00751A38&quot;/&gt;&lt;wsp:rsid wsp:val=&quot;00757E3C&quot;/&gt;&lt;wsp:rsid wsp:val=&quot;0077602C&quot;/&gt;&lt;wsp:rsid wsp:val=&quot;00777C4A&quot;/&gt;&lt;wsp:rsid wsp:val=&quot;00780511&quot;/&gt;&lt;wsp:rsid wsp:val=&quot;00781C7C&quot;/&gt;&lt;wsp:rsid wsp:val=&quot;007A1FB7&quot;/&gt;&lt;wsp:rsid wsp:val=&quot;007B0AFE&quot;/&gt;&lt;wsp:rsid wsp:val=&quot;007D05F9&quot;/&gt;&lt;wsp:rsid wsp:val=&quot;007D22C0&quot;/&gt;&lt;wsp:rsid wsp:val=&quot;008140A1&quot;/&gt;&lt;wsp:rsid wsp:val=&quot;00822482&quot;/&gt;&lt;wsp:rsid wsp:val=&quot;00822EC4&quot;/&gt;&lt;wsp:rsid wsp:val=&quot;00824166&quot;/&gt;&lt;wsp:rsid wsp:val=&quot;008374EA&quot;/&gt;&lt;wsp:rsid wsp:val=&quot;00840350&quot;/&gt;&lt;wsp:rsid wsp:val=&quot;00841EA2&quot;/&gt;&lt;wsp:rsid wsp:val=&quot;00855315&quot;/&gt;&lt;wsp:rsid wsp:val=&quot;008638F9&quot;/&gt;&lt;wsp:rsid wsp:val=&quot;008658FD&quot;/&gt;&lt;wsp:rsid wsp:val=&quot;008710E1&quot;/&gt;&lt;wsp:rsid wsp:val=&quot;00880111&quot;/&gt;&lt;wsp:rsid wsp:val=&quot;00891159&quot;/&gt;&lt;wsp:rsid wsp:val=&quot;008A61F7&quot;/&gt;&lt;wsp:rsid wsp:val=&quot;008B2AA3&quot;/&gt;&lt;wsp:rsid wsp:val=&quot;008B47CE&quot;/&gt;&lt;wsp:rsid wsp:val=&quot;008B6773&quot;/&gt;&lt;wsp:rsid wsp:val=&quot;008C0669&quot;/&gt;&lt;wsp:rsid wsp:val=&quot;008C3293&quot;/&gt;&lt;wsp:rsid wsp:val=&quot;008C41BD&quot;/&gt;&lt;wsp:rsid wsp:val=&quot;008D187D&quot;/&gt;&lt;wsp:rsid wsp:val=&quot;008D45B2&quot;/&gt;&lt;wsp:rsid wsp:val=&quot;008D73FF&quot;/&gt;&lt;wsp:rsid wsp:val=&quot;008E136E&quot;/&gt;&lt;wsp:rsid wsp:val=&quot;008E4628&quot;/&gt;&lt;wsp:rsid wsp:val=&quot;008F5939&quot;/&gt;&lt;wsp:rsid wsp:val=&quot;00906400&quot;/&gt;&lt;wsp:rsid wsp:val=&quot;009178B4&quot;/&gt;&lt;wsp:rsid wsp:val=&quot;00926D80&quot;/&gt;&lt;wsp:rsid wsp:val=&quot;00947A83&quot;/&gt;&lt;wsp:rsid wsp:val=&quot;0095462C&quot;/&gt;&lt;wsp:rsid wsp:val=&quot;0096414D&quot;/&gt;&lt;wsp:rsid wsp:val=&quot;009678ED&quot;/&gt;&lt;wsp:rsid wsp:val=&quot;00971857&quot;/&gt;&lt;wsp:rsid wsp:val=&quot;00974139&quot;/&gt;&lt;wsp:rsid wsp:val=&quot;00985D47&quot;/&gt;&lt;wsp:rsid wsp:val=&quot;00987E78&quot;/&gt;&lt;wsp:rsid wsp:val=&quot;009938EB&quot;/&gt;&lt;wsp:rsid wsp:val=&quot;00997603&quot;/&gt;&lt;wsp:rsid wsp:val=&quot;00997A58&quot;/&gt;&lt;wsp:rsid wsp:val=&quot;009A3B63&quot;/&gt;&lt;wsp:rsid wsp:val=&quot;009B744C&quot;/&gt;&lt;wsp:rsid wsp:val=&quot;009C7C8E&quot;/&gt;&lt;wsp:rsid wsp:val=&quot;009D402E&quot;/&gt;&lt;wsp:rsid wsp:val=&quot;009E0BD6&quot;/&gt;&lt;wsp:rsid wsp:val=&quot;009F70B1&quot;/&gt;&lt;wsp:rsid wsp:val=&quot;00A02771&quot;/&gt;&lt;wsp:rsid wsp:val=&quot;00A13FC4&quot;/&gt;&lt;wsp:rsid wsp:val=&quot;00A25DAE&quot;/&gt;&lt;wsp:rsid wsp:val=&quot;00A344AB&quot;/&gt;&lt;wsp:rsid wsp:val=&quot;00A34A82&quot;/&gt;&lt;wsp:rsid wsp:val=&quot;00A434FF&quot;/&gt;&lt;wsp:rsid wsp:val=&quot;00A5381B&quot;/&gt;&lt;wsp:rsid wsp:val=&quot;00A539F3&quot;/&gt;&lt;wsp:rsid wsp:val=&quot;00A62868&quot;/&gt;&lt;wsp:rsid wsp:val=&quot;00A67556&quot;/&gt;&lt;wsp:rsid wsp:val=&quot;00A81ACF&quot;/&gt;&lt;wsp:rsid wsp:val=&quot;00A95165&quot;/&gt;&lt;wsp:rsid wsp:val=&quot;00A972AF&quot;/&gt;&lt;wsp:rsid wsp:val=&quot;00A97D6E&quot;/&gt;&lt;wsp:rsid wsp:val=&quot;00AA1F29&quot;/&gt;&lt;wsp:rsid wsp:val=&quot;00AA6CC4&quot;/&gt;&lt;wsp:rsid wsp:val=&quot;00B12809&quot;/&gt;&lt;wsp:rsid wsp:val=&quot;00B203C3&quot;/&gt;&lt;wsp:rsid wsp:val=&quot;00B331CD&quot;/&gt;&lt;wsp:rsid wsp:val=&quot;00B34E77&quot;/&gt;&lt;wsp:rsid wsp:val=&quot;00B4366D&quot;/&gt;&lt;wsp:rsid wsp:val=&quot;00B443A2&quot;/&gt;&lt;wsp:rsid wsp:val=&quot;00B464EB&quot;/&gt;&lt;wsp:rsid wsp:val=&quot;00B6380C&quot;/&gt;&lt;wsp:rsid wsp:val=&quot;00B72A3C&quot;/&gt;&lt;wsp:rsid wsp:val=&quot;00B90B9D&quot;/&gt;&lt;wsp:rsid wsp:val=&quot;00B91863&quot;/&gt;&lt;wsp:rsid wsp:val=&quot;00B91971&quot;/&gt;&lt;wsp:rsid wsp:val=&quot;00BA284D&quot;/&gt;&lt;wsp:rsid wsp:val=&quot;00BA36ED&quot;/&gt;&lt;wsp:rsid wsp:val=&quot;00BB0F1C&quot;/&gt;&lt;wsp:rsid wsp:val=&quot;00BC3299&quot;/&gt;&lt;wsp:rsid wsp:val=&quot;00BD0768&quot;/&gt;&lt;wsp:rsid wsp:val=&quot;00BE7D73&quot;/&gt;&lt;wsp:rsid wsp:val=&quot;00C01A61&quot;/&gt;&lt;wsp:rsid wsp:val=&quot;00C05488&quot;/&gt;&lt;wsp:rsid wsp:val=&quot;00C12361&quot;/&gt;&lt;wsp:rsid wsp:val=&quot;00C20B53&quot;/&gt;&lt;wsp:rsid wsp:val=&quot;00C30E46&quot;/&gt;&lt;wsp:rsid wsp:val=&quot;00C41882&quot;/&gt;&lt;wsp:rsid wsp:val=&quot;00C60E15&quot;/&gt;&lt;wsp:rsid wsp:val=&quot;00C61644&quot;/&gt;&lt;wsp:rsid wsp:val=&quot;00C61D77&quot;/&gt;&lt;wsp:rsid wsp:val=&quot;00C6789D&quot;/&gt;&lt;wsp:rsid wsp:val=&quot;00C77011&quot;/&gt;&lt;wsp:rsid wsp:val=&quot;00C8240D&quot;/&gt;&lt;wsp:rsid wsp:val=&quot;00C8252C&quot;/&gt;&lt;wsp:rsid wsp:val=&quot;00C92789&quot;/&gt;&lt;wsp:rsid wsp:val=&quot;00C95D90&quot;/&gt;&lt;wsp:rsid wsp:val=&quot;00CA421D&quot;/&gt;&lt;wsp:rsid wsp:val=&quot;00CA63F3&quot;/&gt;&lt;wsp:rsid wsp:val=&quot;00CA6F0F&quot;/&gt;&lt;wsp:rsid wsp:val=&quot;00CB1A33&quot;/&gt;&lt;wsp:rsid wsp:val=&quot;00CB5316&quot;/&gt;&lt;wsp:rsid wsp:val=&quot;00CD7B81&quot;/&gt;&lt;wsp:rsid wsp:val=&quot;00CE2F5A&quot;/&gt;&lt;wsp:rsid wsp:val=&quot;00CF15E7&quot;/&gt;&lt;wsp:rsid wsp:val=&quot;00D05782&quot;/&gt;&lt;wsp:rsid wsp:val=&quot;00D07FA9&quot;/&gt;&lt;wsp:rsid wsp:val=&quot;00D13E34&quot;/&gt;&lt;wsp:rsid wsp:val=&quot;00D21197&quot;/&gt;&lt;wsp:rsid wsp:val=&quot;00D253B9&quot;/&gt;&lt;wsp:rsid wsp:val=&quot;00D31B30&quot;/&gt;&lt;wsp:rsid wsp:val=&quot;00D3319E&quot;/&gt;&lt;wsp:rsid wsp:val=&quot;00D33A02&quot;/&gt;&lt;wsp:rsid wsp:val=&quot;00D34B67&quot;/&gt;&lt;wsp:rsid wsp:val=&quot;00D4493A&quot;/&gt;&lt;wsp:rsid wsp:val=&quot;00D479E4&quot;/&gt;&lt;wsp:rsid wsp:val=&quot;00D51BCE&quot;/&gt;&lt;wsp:rsid wsp:val=&quot;00D53ECE&quot;/&gt;&lt;wsp:rsid wsp:val=&quot;00D62970&quot;/&gt;&lt;wsp:rsid wsp:val=&quot;00D65E4C&quot;/&gt;&lt;wsp:rsid wsp:val=&quot;00D75FD2&quot;/&gt;&lt;wsp:rsid wsp:val=&quot;00D91B72&quot;/&gt;&lt;wsp:rsid wsp:val=&quot;00D95E05&quot;/&gt;&lt;wsp:rsid wsp:val=&quot;00DA52F7&quot;/&gt;&lt;wsp:rsid wsp:val=&quot;00DB29ED&quot;/&gt;&lt;wsp:rsid wsp:val=&quot;00DC3772&quot;/&gt;&lt;wsp:rsid wsp:val=&quot;00DC406B&quot;/&gt;&lt;wsp:rsid wsp:val=&quot;00DC5E58&quot;/&gt;&lt;wsp:rsid wsp:val=&quot;00DD360A&quot;/&gt;&lt;wsp:rsid wsp:val=&quot;00DD3853&quot;/&gt;&lt;wsp:rsid wsp:val=&quot;00E0084B&quot;/&gt;&lt;wsp:rsid wsp:val=&quot;00E31244&quot;/&gt;&lt;wsp:rsid wsp:val=&quot;00E320DB&quot;/&gt;&lt;wsp:rsid wsp:val=&quot;00E374EC&quot;/&gt;&lt;wsp:rsid wsp:val=&quot;00E434D2&quot;/&gt;&lt;wsp:rsid wsp:val=&quot;00E435AA&quot;/&gt;&lt;wsp:rsid wsp:val=&quot;00E5574E&quot;/&gt;&lt;wsp:rsid wsp:val=&quot;00E60A7A&quot;/&gt;&lt;wsp:rsid wsp:val=&quot;00E734EF&quot;/&gt;&lt;wsp:rsid wsp:val=&quot;00E74840&quot;/&gt;&lt;wsp:rsid wsp:val=&quot;00E76092&quot;/&gt;&lt;wsp:rsid wsp:val=&quot;00E82CBC&quot;/&gt;&lt;wsp:rsid wsp:val=&quot;00E87855&quot;/&gt;&lt;wsp:rsid wsp:val=&quot;00EB77F9&quot;/&gt;&lt;wsp:rsid wsp:val=&quot;00EC18FA&quot;/&gt;&lt;wsp:rsid wsp:val=&quot;00EC1FC5&quot;/&gt;&lt;wsp:rsid wsp:val=&quot;00ED530A&quot;/&gt;&lt;wsp:rsid wsp:val=&quot;00EF68CC&quot;/&gt;&lt;wsp:rsid wsp:val=&quot;00F02691&quot;/&gt;&lt;wsp:rsid wsp:val=&quot;00F118B6&quot;/&gt;&lt;wsp:rsid wsp:val=&quot;00F14532&quot;/&gt;&lt;wsp:rsid wsp:val=&quot;00F1647C&quot;/&gt;&lt;wsp:rsid wsp:val=&quot;00F37A94&quot;/&gt;&lt;wsp:rsid wsp:val=&quot;00F413E7&quot;/&gt;&lt;wsp:rsid wsp:val=&quot;00F4187A&quot;/&gt;&lt;wsp:rsid wsp:val=&quot;00F41A9F&quot;/&gt;&lt;wsp:rsid wsp:val=&quot;00F423A3&quot;/&gt;&lt;wsp:rsid wsp:val=&quot;00F65D66&quot;/&gt;&lt;wsp:rsid wsp:val=&quot;00F8127F&quot;/&gt;&lt;wsp:rsid wsp:val=&quot;00F979F9&quot;/&gt;&lt;wsp:rsid wsp:val=&quot;00FA6E46&quot;/&gt;&lt;wsp:rsid wsp:val=&quot;00FB0556&quot;/&gt;&lt;wsp:rsid wsp:val=&quot;00FB30C2&quot;/&gt;&lt;wsp:rsid wsp:val=&quot;00FB5C01&quot;/&gt;&lt;wsp:rsid wsp:val=&quot;00FC1F7D&quot;/&gt;&lt;wsp:rsid wsp:val=&quot;00FC4A2E&quot;/&gt;&lt;wsp:rsid wsp:val=&quot;00FD6F09&quot;/&gt;&lt;wsp:rsid wsp:val=&quot;00FE1FBF&quot;/&gt;&lt;wsp:rsid wsp:val=&quot;00FE4BE2&quot;/&gt;&lt;wsp:rsid wsp:val=&quot;00FE5480&quot;/&gt;&lt;wsp:rsid wsp:val=&quot;00FF4B0C&quot;/&gt;&lt;/wsp:rsids&gt;&lt;/w:docPr&gt;&lt;w:body&gt;&lt;w:p wsp:rsidR=&quot;00000000&quot; wsp:rsidRDefault=&quot;008C41BD&quot;&gt;&lt;m:oMathPara&gt;&lt;m:oMath&gt;&lt;m:sSub&gt;&lt;m:sSubPr&gt;&lt;m:ctrlPr&gt;&lt;w:rPr&gt;&lt;w:rFonts w:ascii=&quot;Cambria Math&quot; w:fareast=&quot;Calibri&quot; w:h-ansi=&quot;Cambria Math&quot;/&gt;&lt;wx:font wx:val=&quot;Cambria Math&quot;/&gt;&lt;w:i/&gt;&lt;w:sz w:val=&quot;20&quot;/&gt;&lt;w:sz-cs w:val=&quot;20&quot;/&gt;&lt;w:lang w:fareast=&quot;EN-US&quot;/&gt;&lt;/w:rPr&gt;&lt;/m:ctrlPr&gt;&lt;/m:sSubPr&gt;&lt;m:e&gt;&lt;m:r&gt;&lt;w:rPr&gt;&lt;w:rFonts w:ascii=&quot;Cambria Math&quot; w:fareast=&quot;Calibri&quot; w:h-ansi=&quot;Cambria Math&quot;/&gt;&lt;wx:font wx:val=&quot;Cambria Math&quot;/&gt;&lt;w:i/&gt;&lt;w:sz w:val=&quot;20&quot;/&gt;&lt;w:sz-cs w:val=&quot;20&quot;/&gt;&lt;w:lang w:val=&quot;EN-US&quot; w:fareast=&quot;EN-US&quot;/&gt;&lt;/w:rPr&gt;&lt;m:t&gt;Y&lt;/m:t&gt;&lt;/m:r&gt;&lt;m:ctrlPr&gt;&lt;w:rPr&gt;&lt;w:rFonts w:ascii=&quot;Cambria Math&quot; w:fareast=&quot;Calibri&quot; w:h-ansi=&quot;Cambria Math&quot;/&gt;&lt;wx:font wx:val=&quot;Cambria Math&quot;/&gt;&lt;w:i/&gt;&lt;w:sz w:val=&quot;20&quot;/&gt;&lt;w:sz-cs w:val=&quot;20&quot;/&gt;&lt;w:lang w:val=&quot;EN-US&quot; w:fareast=&quot;EN-US&quot;/&gt;&lt;/w:rPr&gt;&lt;/m:ctrlPr&gt;&lt;/m:e&gt;&lt;m:sub&gt;&lt;m:r&gt;&lt;w:rPr&gt;&lt;w:rFonts w:ascii=&quot;Cambria Math&quot; w:fareast=&quot;Calibri&quot; w:h-ansi=&quot;Cambria Math&quot;/&gt;&lt;wx:font wx:val=&quot;Cambria Math&quot;/&gt;&lt;w:i/&gt;&lt;w:sz w:val=&quot;20&quot;/&gt;&lt;w:sz-cs w:val=&quot;20&quot;/&gt;&lt;w:lang w:fareast=&quot;EN-US&quot;/&gt;&lt;/w:rPr&gt;&lt;m:t&gt;t&lt;/m:t&gt;&lt;/m:r&gt;&lt;/m:sub&gt;&lt;/m:sSub&gt;&lt;m:r&gt;&lt;w:rPr&gt;&lt;w:rFonts w:ascii=&quot;Cambria Math&quot; w:fareast=&quot;Calibri&quot; w:h-ansi=&quot;Cambria Math&quot;/&gt;&lt;wx:font wx:val=&quot;Cambria Math&quot;/&gt;&lt;w:i/&gt;&lt;w:sz w:val=&quot;20&quot;/&gt;&lt;w:sz-cs w:val=&quot;20&quot;/&gt;&lt;w:lang w:fareast=&quot;EN-US&quot;/&gt;&lt;/w:rPr&gt;&lt;m:t&gt;=&lt;/m:t&gt;&lt;/m:r&gt;&lt;m:nary&gt;&lt;m:naryPr&gt;&lt;m:chr m:val=&quot;в€‘&quot;/&gt;&lt;m:limLoc m:val=&quot;undOvr&quot;/&gt;&lt;m:supHide m:val=&quot;on&quot;/&gt;&lt;m:ctrlPr&gt;&lt;w:rPr&gt;&lt;w:rFonts w:ascii=&quot;Cambria Math&quot; w:fareast=&quot;Calibri&quot; w:h-ansi=&quot;Cambria Math&quot;/&gt;&lt;wx:font wx:val=&quot;Cambria Math&quot;/&gt;&lt;w:i/&gt;&lt;w:sz w:val=&quot;20&quot;/&gt;&lt;w:sz-cs w:val=&quot;20&quot;/&gt;&lt;w:lang w:val=&quot;EN-US&quot; w:fareast=&quot;EN-US&quot;/&gt;&lt;/w:rPr&gt;&lt;/m:ctrlPr&gt;&lt;/m:naryPr&gt;&lt;m:sub&gt;&lt;m:r&gt;&lt;w:rPr&gt;&lt;w:rFonts w:ascii=&quot;Cambria Math&quot; w:fareast=&quot;Calibri&quot; w:h-ansi=&quot;Cambria Math&quot;/&gt;&lt;wx:font wx:val=&quot;Cambria Math&quot;/&gt;&lt;w:i/&gt;&lt;w:sz w:val=&quot;20&quot;/&gt;&lt;w:sz-cs w:val=&quot;20&quot;/&gt;&lt;w:lang w:val=&quot;EN-US&quot; w:fareast=&quot;EN-US&quot;/&gt;&lt;/w:rPr&gt;&lt;m:t&gt;k&lt;/m:t&gt;&lt;/m:r&gt;&lt;/m:sub&gt;&lt;m:sup/&gt;&lt;m:e&gt;&lt;m:sSub&gt;&lt;m:sSubPr&gt;&lt;m:ctrlPr&gt;&lt;w:rPr&gt;&lt;w:rFonts w:ascii=&quot;Cambria Math&quot; w:fareast=&quot;Calibri&quot; w:h-ansi=&quot;Cambria Math&quot;/&gt;&lt;wx:font wx:val=&quot;Cambria Math&quot;/&gt;&lt;w:i/&gt;&lt;w:sz w:val=&quot;20&quot;/&gt;&lt;w:sz-cs w:val=&quot;20&quot;/&gt;&lt;w:lang w:fareast=&quot;EN-US&quot;/&gt;&lt;/w:rPr&gt;&lt;/m:ctrlPr&gt;&lt;/m:sSubPr&gt;&lt;m:e&gt;&lt;m:r&gt;&lt;w:rPr&gt;&lt;w:rFonts w:ascii=&quot;Cambria Math&quot; w:fareast=&quot;Calibri&quot; w:h-ansi=&quot;Cambria Math&quot;/&gt;&lt;wx:font wx:val=&quot;Cambria Math&quot;/&gt;&lt;w:i/&gt;&lt;w:sz w:val=&quot;20&quot;/&gt;&lt;w:sz-cs w:val=&quot;20&quot;/&gt;&lt;w:lang w:val=&quot;EN-US&quot; w:fareast=&quot;EN-US&quot;/&gt;&lt;/w:rPr&gt;&lt;m:t&gt;X&lt;/m:t&gt;&lt;/m:r&gt;&lt;m:ctrlPr&gt;&lt;w:rPr&gt;&lt;w:rFonts w:ascii=&quot;Cambria Math&quot; w:fareast=&quot;Calibri&quot; w:h-ansi=&quot;Cambria Math&quot;/&gt;&lt;wx:font wx:val=&quot;Cambria Math&quot;/&gt;&lt;w:i/&gt;&lt;w:sz w:val=&quot;20&quot;/&gt;&lt;w:sz-cs w:val=&quot;20&quot;/&gt;&lt;w:lang w:val=&quot;EN-US&quot; w:fareast=&quot;EN-US&quot;/&gt;&lt;/w:rPr&gt;&lt;/m:ctrlPr&gt;&lt;/m:e&gt;&lt;m:sub&gt;&lt;m:r&gt;&lt;w:rPr&gt;&lt;w:rFonts w:ascii=&quot;Cambria Math&quot; w:fareast=&quot;Calibri&quot; w:h-ansi=&quot;Cambria Math&quot;/&gt;&lt;wx:font wx:val=&quot;Cambria Math&quot;/&gt;&lt;w:i/&gt;&lt;w:sz w:val=&quot;20&quot;/&gt;&lt;w:sz-cs w:val=&quot;20&quot;/&gt;&lt;w:lang w:fareast=&quot;EN-US&quot;/&gt;&lt;/w:rPr&gt;&lt;m:t&gt;t,k&lt;/m:t&gt;&lt;/m:r&gt;&lt;/m:sub&gt;&lt;/m:sSub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7" o:title="" chromakey="white"/>
                </v:shape>
              </w:pict>
            </w:r>
            <w:r w:rsidRPr="003128A1">
              <w:rPr>
                <w:sz w:val="20"/>
                <w:szCs w:val="20"/>
                <w:lang w:eastAsia="en-US"/>
              </w:rPr>
              <w:fldChar w:fldCharType="end"/>
            </w:r>
            <w:r w:rsidRPr="003128A1">
              <w:rPr>
                <w:sz w:val="20"/>
                <w:szCs w:val="20"/>
                <w:lang w:eastAsia="en-US"/>
              </w:rPr>
              <w:t xml:space="preserve"> </w:t>
            </w:r>
          </w:p>
          <w:p w:rsidR="003D0A91" w:rsidRPr="003128A1" w:rsidRDefault="003D0A91" w:rsidP="003041B8">
            <w:pPr>
              <w:jc w:val="both"/>
              <w:rPr>
                <w:sz w:val="20"/>
                <w:szCs w:val="20"/>
              </w:rPr>
            </w:pPr>
            <w:r w:rsidRPr="003128A1">
              <w:rPr>
                <w:sz w:val="20"/>
                <w:szCs w:val="20"/>
                <w:lang w:eastAsia="en-US"/>
              </w:rPr>
              <w:t xml:space="preserve">где </w:t>
            </w:r>
            <w:r w:rsidRPr="003128A1">
              <w:rPr>
                <w:i/>
                <w:sz w:val="20"/>
                <w:szCs w:val="20"/>
                <w:lang w:val="en-US" w:eastAsia="en-US"/>
              </w:rPr>
              <w:t>Y</w:t>
            </w:r>
            <w:r w:rsidRPr="003128A1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3128A1">
              <w:rPr>
                <w:sz w:val="20"/>
                <w:szCs w:val="20"/>
                <w:lang w:eastAsia="en-US"/>
              </w:rPr>
              <w:t xml:space="preserve"> – сумма</w:t>
            </w:r>
            <w:r w:rsidRPr="003128A1">
              <w:rPr>
                <w:sz w:val="20"/>
                <w:szCs w:val="20"/>
              </w:rPr>
              <w:t xml:space="preserve"> безвозмездных поступлений от государственных (муниципальных) организаций в бюджеты сельских поселений, </w:t>
            </w:r>
            <w:r w:rsidRPr="003128A1">
              <w:rPr>
                <w:sz w:val="20"/>
                <w:szCs w:val="20"/>
                <w:lang w:eastAsia="en-US"/>
              </w:rPr>
              <w:t xml:space="preserve">предоставляемых государственными (муниципальными) организациями в период </w:t>
            </w:r>
            <w:r w:rsidRPr="003128A1">
              <w:rPr>
                <w:i/>
                <w:sz w:val="20"/>
                <w:szCs w:val="20"/>
                <w:lang w:val="en-US" w:eastAsia="en-US"/>
              </w:rPr>
              <w:t>t</w:t>
            </w:r>
            <w:r w:rsidRPr="003128A1">
              <w:rPr>
                <w:sz w:val="20"/>
                <w:szCs w:val="20"/>
                <w:lang w:eastAsia="en-US"/>
              </w:rPr>
              <w:t xml:space="preserve">, получателям средств сельских поселений </w:t>
            </w:r>
          </w:p>
          <w:p w:rsidR="003D0A91" w:rsidRPr="003128A1" w:rsidRDefault="003D0A91" w:rsidP="000E269C">
            <w:pPr>
              <w:jc w:val="both"/>
              <w:rPr>
                <w:sz w:val="20"/>
                <w:szCs w:val="20"/>
              </w:rPr>
            </w:pPr>
            <w:r w:rsidRPr="003128A1">
              <w:rPr>
                <w:i/>
                <w:sz w:val="20"/>
                <w:szCs w:val="20"/>
                <w:lang w:val="en-US" w:eastAsia="en-US"/>
              </w:rPr>
              <w:t>X</w:t>
            </w:r>
            <w:r w:rsidRPr="003128A1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3128A1">
              <w:rPr>
                <w:i/>
                <w:sz w:val="20"/>
                <w:szCs w:val="20"/>
                <w:vertAlign w:val="subscript"/>
                <w:lang w:eastAsia="en-US"/>
              </w:rPr>
              <w:t>,</w:t>
            </w:r>
            <w:r w:rsidRPr="003128A1">
              <w:rPr>
                <w:i/>
                <w:sz w:val="20"/>
                <w:szCs w:val="20"/>
                <w:vertAlign w:val="subscript"/>
                <w:lang w:val="en-US" w:eastAsia="en-US"/>
              </w:rPr>
              <w:t>k</w:t>
            </w:r>
            <w:r w:rsidRPr="003128A1">
              <w:rPr>
                <w:sz w:val="20"/>
                <w:szCs w:val="20"/>
                <w:vertAlign w:val="subscript"/>
                <w:lang w:eastAsia="en-US"/>
              </w:rPr>
              <w:t xml:space="preserve"> </w:t>
            </w:r>
            <w:r w:rsidRPr="003128A1">
              <w:rPr>
                <w:sz w:val="20"/>
                <w:szCs w:val="20"/>
                <w:lang w:eastAsia="en-US"/>
              </w:rPr>
              <w:t>— сумма</w:t>
            </w:r>
            <w:r w:rsidRPr="003128A1">
              <w:rPr>
                <w:sz w:val="20"/>
                <w:szCs w:val="20"/>
              </w:rPr>
              <w:t xml:space="preserve"> безвозмездных поступлений от государственных (муниципальных) организаций в бюджеты сельских поселений,</w:t>
            </w:r>
            <w:r w:rsidRPr="003128A1">
              <w:rPr>
                <w:sz w:val="20"/>
                <w:szCs w:val="20"/>
                <w:lang w:eastAsia="en-US"/>
              </w:rPr>
              <w:t xml:space="preserve"> предоставляемых государственными (муниципальными) организациями по договору (контракту, соглашению) </w:t>
            </w:r>
            <w:r w:rsidRPr="003128A1">
              <w:rPr>
                <w:i/>
                <w:sz w:val="20"/>
                <w:szCs w:val="20"/>
                <w:lang w:val="en-US" w:eastAsia="en-US"/>
              </w:rPr>
              <w:t>k</w:t>
            </w:r>
            <w:r w:rsidRPr="003128A1">
              <w:rPr>
                <w:sz w:val="20"/>
                <w:szCs w:val="20"/>
                <w:lang w:eastAsia="en-US"/>
              </w:rPr>
              <w:t xml:space="preserve"> в период , получателям средств сельских поселений </w:t>
            </w:r>
          </w:p>
          <w:p w:rsidR="003D0A91" w:rsidRPr="003041B8" w:rsidRDefault="003D0A91" w:rsidP="003041B8">
            <w:pPr>
              <w:jc w:val="both"/>
              <w:rPr>
                <w:sz w:val="18"/>
                <w:szCs w:val="18"/>
              </w:rPr>
            </w:pPr>
            <w:r w:rsidRPr="00880111">
              <w:rPr>
                <w:sz w:val="20"/>
                <w:szCs w:val="20"/>
                <w:lang w:eastAsia="en-US"/>
              </w:rPr>
              <w:t xml:space="preserve"> </w:t>
            </w:r>
          </w:p>
        </w:tc>
      </w:tr>
      <w:tr w:rsidR="003D0A91" w:rsidRPr="00985D47" w:rsidTr="003A2AA1">
        <w:trPr>
          <w:cantSplit/>
          <w:jc w:val="center"/>
        </w:trPr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Default="003D0A91" w:rsidP="005653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901 2 07 05000 10 0000 180</w:t>
            </w:r>
          </w:p>
          <w:p w:rsidR="003D0A91" w:rsidRPr="00985D47" w:rsidRDefault="003D0A91" w:rsidP="002F67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Default="003D0A91" w:rsidP="00565357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Прочие безвозмездные поступления в бюджеты сельских поселений</w:t>
            </w:r>
          </w:p>
          <w:p w:rsidR="003D0A91" w:rsidRPr="002F67D7" w:rsidRDefault="003D0A91" w:rsidP="003A315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Pr="00985D47" w:rsidRDefault="003D0A91" w:rsidP="00985D47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sz w:val="20"/>
                <w:szCs w:val="20"/>
                <w:lang w:eastAsia="en-US"/>
              </w:rPr>
              <w:t>Прямой расчет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Pr="003128A1" w:rsidRDefault="003D0A91" w:rsidP="00153B4E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3128A1">
              <w:rPr>
                <w:sz w:val="20"/>
                <w:szCs w:val="20"/>
                <w:lang w:eastAsia="en-US"/>
              </w:rPr>
              <w:fldChar w:fldCharType="begin"/>
            </w:r>
            <w:r w:rsidRPr="003128A1">
              <w:rPr>
                <w:sz w:val="20"/>
                <w:szCs w:val="20"/>
                <w:lang w:eastAsia="en-US"/>
              </w:rPr>
              <w:instrText xml:space="preserve"> QUOTE </w:instrText>
            </w:r>
            <w:r w:rsidRPr="00FB4537">
              <w:rPr>
                <w:sz w:val="20"/>
                <w:szCs w:val="20"/>
              </w:rPr>
              <w:pict>
                <v:shape id="_x0000_i1031" type="#_x0000_t75" style="width:54.75pt;height:30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253B9&quot;/&gt;&lt;wsp:rsid wsp:val=&quot;000054E8&quot;/&gt;&lt;wsp:rsid wsp:val=&quot;00012754&quot;/&gt;&lt;wsp:rsid wsp:val=&quot;00013B0F&quot;/&gt;&lt;wsp:rsid wsp:val=&quot;000164C7&quot;/&gt;&lt;wsp:rsid wsp:val=&quot;00016534&quot;/&gt;&lt;wsp:rsid wsp:val=&quot;00046569&quot;/&gt;&lt;wsp:rsid wsp:val=&quot;00054861&quot;/&gt;&lt;wsp:rsid wsp:val=&quot;000615C9&quot;/&gt;&lt;wsp:rsid wsp:val=&quot;00063DD2&quot;/&gt;&lt;wsp:rsid wsp:val=&quot;000657BC&quot;/&gt;&lt;wsp:rsid wsp:val=&quot;00076E03&quot;/&gt;&lt;wsp:rsid wsp:val=&quot;00081DB3&quot;/&gt;&lt;wsp:rsid wsp:val=&quot;00082FD6&quot;/&gt;&lt;wsp:rsid wsp:val=&quot;0009064A&quot;/&gt;&lt;wsp:rsid wsp:val=&quot;00092119&quot;/&gt;&lt;wsp:rsid wsp:val=&quot;000D671A&quot;/&gt;&lt;wsp:rsid wsp:val=&quot;000E0E06&quot;/&gt;&lt;wsp:rsid wsp:val=&quot;000E12F1&quot;/&gt;&lt;wsp:rsid wsp:val=&quot;000F1454&quot;/&gt;&lt;wsp:rsid wsp:val=&quot;000F6822&quot;/&gt;&lt;wsp:rsid wsp:val=&quot;0010064A&quot;/&gt;&lt;wsp:rsid wsp:val=&quot;001130BE&quot;/&gt;&lt;wsp:rsid wsp:val=&quot;00117285&quot;/&gt;&lt;wsp:rsid wsp:val=&quot;00120DBC&quot;/&gt;&lt;wsp:rsid wsp:val=&quot;00120F95&quot;/&gt;&lt;wsp:rsid wsp:val=&quot;001400E9&quot;/&gt;&lt;wsp:rsid wsp:val=&quot;001403D2&quot;/&gt;&lt;wsp:rsid wsp:val=&quot;001409C8&quot;/&gt;&lt;wsp:rsid wsp:val=&quot;00143E3D&quot;/&gt;&lt;wsp:rsid wsp:val=&quot;00154068&quot;/&gt;&lt;wsp:rsid wsp:val=&quot;00175E7B&quot;/&gt;&lt;wsp:rsid wsp:val=&quot;001C032C&quot;/&gt;&lt;wsp:rsid wsp:val=&quot;001C4435&quot;/&gt;&lt;wsp:rsid wsp:val=&quot;001E2771&quot;/&gt;&lt;wsp:rsid wsp:val=&quot;001F09C6&quot;/&gt;&lt;wsp:rsid wsp:val=&quot;001F6930&quot;/&gt;&lt;wsp:rsid wsp:val=&quot;001F7AE9&quot;/&gt;&lt;wsp:rsid wsp:val=&quot;002019E6&quot;/&gt;&lt;wsp:rsid wsp:val=&quot;00201BDB&quot;/&gt;&lt;wsp:rsid wsp:val=&quot;002256EF&quot;/&gt;&lt;wsp:rsid wsp:val=&quot;002404AF&quot;/&gt;&lt;wsp:rsid wsp:val=&quot;002466C4&quot;/&gt;&lt;wsp:rsid wsp:val=&quot;002541DE&quot;/&gt;&lt;wsp:rsid wsp:val=&quot;00281B07&quot;/&gt;&lt;wsp:rsid wsp:val=&quot;00281E28&quot;/&gt;&lt;wsp:rsid wsp:val=&quot;00290A38&quot;/&gt;&lt;wsp:rsid wsp:val=&quot;002A5449&quot;/&gt;&lt;wsp:rsid wsp:val=&quot;002B295D&quot;/&gt;&lt;wsp:rsid wsp:val=&quot;002B3E8E&quot;/&gt;&lt;wsp:rsid wsp:val=&quot;002B6DED&quot;/&gt;&lt;wsp:rsid wsp:val=&quot;002C37DB&quot;/&gt;&lt;wsp:rsid wsp:val=&quot;002D0FA2&quot;/&gt;&lt;wsp:rsid wsp:val=&quot;002D33C8&quot;/&gt;&lt;wsp:rsid wsp:val=&quot;002D4A68&quot;/&gt;&lt;wsp:rsid wsp:val=&quot;002D5482&quot;/&gt;&lt;wsp:rsid wsp:val=&quot;002E1B77&quot;/&gt;&lt;wsp:rsid wsp:val=&quot;002E2DA0&quot;/&gt;&lt;wsp:rsid wsp:val=&quot;002F6116&quot;/&gt;&lt;wsp:rsid wsp:val=&quot;002F67D7&quot;/&gt;&lt;wsp:rsid wsp:val=&quot;003001FF&quot;/&gt;&lt;wsp:rsid wsp:val=&quot;00311F5A&quot;/&gt;&lt;wsp:rsid wsp:val=&quot;003124DE&quot;/&gt;&lt;wsp:rsid wsp:val=&quot;00327FE7&quot;/&gt;&lt;wsp:rsid wsp:val=&quot;00335C43&quot;/&gt;&lt;wsp:rsid wsp:val=&quot;003568BA&quot;/&gt;&lt;wsp:rsid wsp:val=&quot;00364587&quot;/&gt;&lt;wsp:rsid wsp:val=&quot;0037277D&quot;/&gt;&lt;wsp:rsid wsp:val=&quot;00381B77&quot;/&gt;&lt;wsp:rsid wsp:val=&quot;00384D99&quot;/&gt;&lt;wsp:rsid wsp:val=&quot;00386E36&quot;/&gt;&lt;wsp:rsid wsp:val=&quot;0039171A&quot;/&gt;&lt;wsp:rsid wsp:val=&quot;0039206A&quot;/&gt;&lt;wsp:rsid wsp:val=&quot;003941C4&quot;/&gt;&lt;wsp:rsid wsp:val=&quot;003A0DD8&quot;/&gt;&lt;wsp:rsid wsp:val=&quot;003B70A8&quot;/&gt;&lt;wsp:rsid wsp:val=&quot;003E4320&quot;/&gt;&lt;wsp:rsid wsp:val=&quot;003E6657&quot;/&gt;&lt;wsp:rsid wsp:val=&quot;004227BB&quot;/&gt;&lt;wsp:rsid wsp:val=&quot;00442242&quot;/&gt;&lt;wsp:rsid wsp:val=&quot;00462396&quot;/&gt;&lt;wsp:rsid wsp:val=&quot;00477F21&quot;/&gt;&lt;wsp:rsid wsp:val=&quot;00480FF2&quot;/&gt;&lt;wsp:rsid wsp:val=&quot;004953C4&quot;/&gt;&lt;wsp:rsid wsp:val=&quot;004A78C4&quot;/&gt;&lt;wsp:rsid wsp:val=&quot;004C4A84&quot;/&gt;&lt;wsp:rsid wsp:val=&quot;004C78C8&quot;/&gt;&lt;wsp:rsid wsp:val=&quot;004D71C0&quot;/&gt;&lt;wsp:rsid wsp:val=&quot;004E344D&quot;/&gt;&lt;wsp:rsid wsp:val=&quot;004F6840&quot;/&gt;&lt;wsp:rsid wsp:val=&quot;004F724E&quot;/&gt;&lt;wsp:rsid wsp:val=&quot;00520DE6&quot;/&gt;&lt;wsp:rsid wsp:val=&quot;0052743B&quot;/&gt;&lt;wsp:rsid wsp:val=&quot;00545152&quot;/&gt;&lt;wsp:rsid wsp:val=&quot;005451C5&quot;/&gt;&lt;wsp:rsid wsp:val=&quot;005475A5&quot;/&gt;&lt;wsp:rsid wsp:val=&quot;00550411&quot;/&gt;&lt;wsp:rsid wsp:val=&quot;00564CF7&quot;/&gt;&lt;wsp:rsid wsp:val=&quot;005661E8&quot;/&gt;&lt;wsp:rsid wsp:val=&quot;00576B23&quot;/&gt;&lt;wsp:rsid wsp:val=&quot;00580326&quot;/&gt;&lt;wsp:rsid wsp:val=&quot;00586A72&quot;/&gt;&lt;wsp:rsid wsp:val=&quot;0059175D&quot;/&gt;&lt;wsp:rsid wsp:val=&quot;00591A95&quot;/&gt;&lt;wsp:rsid wsp:val=&quot;005974D2&quot;/&gt;&lt;wsp:rsid wsp:val=&quot;005A3796&quot;/&gt;&lt;wsp:rsid wsp:val=&quot;005A78F4&quot;/&gt;&lt;wsp:rsid wsp:val=&quot;005C4540&quot;/&gt;&lt;wsp:rsid wsp:val=&quot;005D1989&quot;/&gt;&lt;wsp:rsid wsp:val=&quot;005D6179&quot;/&gt;&lt;wsp:rsid wsp:val=&quot;005E7E28&quot;/&gt;&lt;wsp:rsid wsp:val=&quot;006023D7&quot;/&gt;&lt;wsp:rsid wsp:val=&quot;00610F53&quot;/&gt;&lt;wsp:rsid wsp:val=&quot;006318A2&quot;/&gt;&lt;wsp:rsid wsp:val=&quot;00643DF8&quot;/&gt;&lt;wsp:rsid wsp:val=&quot;006448F5&quot;/&gt;&lt;wsp:rsid wsp:val=&quot;00656F29&quot;/&gt;&lt;wsp:rsid wsp:val=&quot;006614D6&quot;/&gt;&lt;wsp:rsid wsp:val=&quot;00662D56&quot;/&gt;&lt;wsp:rsid wsp:val=&quot;00670DF9&quot;/&gt;&lt;wsp:rsid wsp:val=&quot;00672EB5&quot;/&gt;&lt;wsp:rsid wsp:val=&quot;00676ED0&quot;/&gt;&lt;wsp:rsid wsp:val=&quot;00684E7D&quot;/&gt;&lt;wsp:rsid wsp:val=&quot;00696E49&quot;/&gt;&lt;wsp:rsid wsp:val=&quot;006A6E4C&quot;/&gt;&lt;wsp:rsid wsp:val=&quot;006A751C&quot;/&gt;&lt;wsp:rsid wsp:val=&quot;006C6BBA&quot;/&gt;&lt;wsp:rsid wsp:val=&quot;006D41A4&quot;/&gt;&lt;wsp:rsid wsp:val=&quot;006D612D&quot;/&gt;&lt;wsp:rsid wsp:val=&quot;006E1028&quot;/&gt;&lt;wsp:rsid wsp:val=&quot;006F4204&quot;/&gt;&lt;wsp:rsid wsp:val=&quot;006F5F03&quot;/&gt;&lt;wsp:rsid wsp:val=&quot;006F7F9B&quot;/&gt;&lt;wsp:rsid wsp:val=&quot;007271C9&quot;/&gt;&lt;wsp:rsid wsp:val=&quot;007360B1&quot;/&gt;&lt;wsp:rsid wsp:val=&quot;00746581&quot;/&gt;&lt;wsp:rsid wsp:val=&quot;00751A38&quot;/&gt;&lt;wsp:rsid wsp:val=&quot;00757E3C&quot;/&gt;&lt;wsp:rsid wsp:val=&quot;0077602C&quot;/&gt;&lt;wsp:rsid wsp:val=&quot;00777C4A&quot;/&gt;&lt;wsp:rsid wsp:val=&quot;00780511&quot;/&gt;&lt;wsp:rsid wsp:val=&quot;00781C7C&quot;/&gt;&lt;wsp:rsid wsp:val=&quot;007A1FB7&quot;/&gt;&lt;wsp:rsid wsp:val=&quot;007B0AFE&quot;/&gt;&lt;wsp:rsid wsp:val=&quot;007D05F9&quot;/&gt;&lt;wsp:rsid wsp:val=&quot;007D22C0&quot;/&gt;&lt;wsp:rsid wsp:val=&quot;008140A1&quot;/&gt;&lt;wsp:rsid wsp:val=&quot;00822482&quot;/&gt;&lt;wsp:rsid wsp:val=&quot;00822EC4&quot;/&gt;&lt;wsp:rsid wsp:val=&quot;00824166&quot;/&gt;&lt;wsp:rsid wsp:val=&quot;008374EA&quot;/&gt;&lt;wsp:rsid wsp:val=&quot;00840350&quot;/&gt;&lt;wsp:rsid wsp:val=&quot;00841EA2&quot;/&gt;&lt;wsp:rsid wsp:val=&quot;00855315&quot;/&gt;&lt;wsp:rsid wsp:val=&quot;008638F9&quot;/&gt;&lt;wsp:rsid wsp:val=&quot;008658FD&quot;/&gt;&lt;wsp:rsid wsp:val=&quot;008710E1&quot;/&gt;&lt;wsp:rsid wsp:val=&quot;00880111&quot;/&gt;&lt;wsp:rsid wsp:val=&quot;00891159&quot;/&gt;&lt;wsp:rsid wsp:val=&quot;008A61F7&quot;/&gt;&lt;wsp:rsid wsp:val=&quot;008B2AA3&quot;/&gt;&lt;wsp:rsid wsp:val=&quot;008B47CE&quot;/&gt;&lt;wsp:rsid wsp:val=&quot;008B6773&quot;/&gt;&lt;wsp:rsid wsp:val=&quot;008C0669&quot;/&gt;&lt;wsp:rsid wsp:val=&quot;008C3293&quot;/&gt;&lt;wsp:rsid wsp:val=&quot;008C41BD&quot;/&gt;&lt;wsp:rsid wsp:val=&quot;008D187D&quot;/&gt;&lt;wsp:rsid wsp:val=&quot;008D45B2&quot;/&gt;&lt;wsp:rsid wsp:val=&quot;008D73FF&quot;/&gt;&lt;wsp:rsid wsp:val=&quot;008E136E&quot;/&gt;&lt;wsp:rsid wsp:val=&quot;008E4628&quot;/&gt;&lt;wsp:rsid wsp:val=&quot;008F5939&quot;/&gt;&lt;wsp:rsid wsp:val=&quot;00906400&quot;/&gt;&lt;wsp:rsid wsp:val=&quot;009178B4&quot;/&gt;&lt;wsp:rsid wsp:val=&quot;00926D80&quot;/&gt;&lt;wsp:rsid wsp:val=&quot;00947A83&quot;/&gt;&lt;wsp:rsid wsp:val=&quot;0095462C&quot;/&gt;&lt;wsp:rsid wsp:val=&quot;0096414D&quot;/&gt;&lt;wsp:rsid wsp:val=&quot;009678ED&quot;/&gt;&lt;wsp:rsid wsp:val=&quot;00971857&quot;/&gt;&lt;wsp:rsid wsp:val=&quot;00974139&quot;/&gt;&lt;wsp:rsid wsp:val=&quot;00985D47&quot;/&gt;&lt;wsp:rsid wsp:val=&quot;00987E78&quot;/&gt;&lt;wsp:rsid wsp:val=&quot;009938EB&quot;/&gt;&lt;wsp:rsid wsp:val=&quot;00997603&quot;/&gt;&lt;wsp:rsid wsp:val=&quot;00997A58&quot;/&gt;&lt;wsp:rsid wsp:val=&quot;009A3B63&quot;/&gt;&lt;wsp:rsid wsp:val=&quot;009B744C&quot;/&gt;&lt;wsp:rsid wsp:val=&quot;009C7C8E&quot;/&gt;&lt;wsp:rsid wsp:val=&quot;009D402E&quot;/&gt;&lt;wsp:rsid wsp:val=&quot;009E0BD6&quot;/&gt;&lt;wsp:rsid wsp:val=&quot;009F70B1&quot;/&gt;&lt;wsp:rsid wsp:val=&quot;00A02771&quot;/&gt;&lt;wsp:rsid wsp:val=&quot;00A13FC4&quot;/&gt;&lt;wsp:rsid wsp:val=&quot;00A25DAE&quot;/&gt;&lt;wsp:rsid wsp:val=&quot;00A344AB&quot;/&gt;&lt;wsp:rsid wsp:val=&quot;00A34A82&quot;/&gt;&lt;wsp:rsid wsp:val=&quot;00A434FF&quot;/&gt;&lt;wsp:rsid wsp:val=&quot;00A5381B&quot;/&gt;&lt;wsp:rsid wsp:val=&quot;00A539F3&quot;/&gt;&lt;wsp:rsid wsp:val=&quot;00A62868&quot;/&gt;&lt;wsp:rsid wsp:val=&quot;00A67556&quot;/&gt;&lt;wsp:rsid wsp:val=&quot;00A81ACF&quot;/&gt;&lt;wsp:rsid wsp:val=&quot;00A95165&quot;/&gt;&lt;wsp:rsid wsp:val=&quot;00A972AF&quot;/&gt;&lt;wsp:rsid wsp:val=&quot;00A97D6E&quot;/&gt;&lt;wsp:rsid wsp:val=&quot;00AA1F29&quot;/&gt;&lt;wsp:rsid wsp:val=&quot;00AA6CC4&quot;/&gt;&lt;wsp:rsid wsp:val=&quot;00B12809&quot;/&gt;&lt;wsp:rsid wsp:val=&quot;00B203C3&quot;/&gt;&lt;wsp:rsid wsp:val=&quot;00B331CD&quot;/&gt;&lt;wsp:rsid wsp:val=&quot;00B34E77&quot;/&gt;&lt;wsp:rsid wsp:val=&quot;00B4366D&quot;/&gt;&lt;wsp:rsid wsp:val=&quot;00B443A2&quot;/&gt;&lt;wsp:rsid wsp:val=&quot;00B464EB&quot;/&gt;&lt;wsp:rsid wsp:val=&quot;00B6380C&quot;/&gt;&lt;wsp:rsid wsp:val=&quot;00B72A3C&quot;/&gt;&lt;wsp:rsid wsp:val=&quot;00B90B9D&quot;/&gt;&lt;wsp:rsid wsp:val=&quot;00B91863&quot;/&gt;&lt;wsp:rsid wsp:val=&quot;00B91971&quot;/&gt;&lt;wsp:rsid wsp:val=&quot;00BA284D&quot;/&gt;&lt;wsp:rsid wsp:val=&quot;00BA36ED&quot;/&gt;&lt;wsp:rsid wsp:val=&quot;00BB0F1C&quot;/&gt;&lt;wsp:rsid wsp:val=&quot;00BC3299&quot;/&gt;&lt;wsp:rsid wsp:val=&quot;00BD0768&quot;/&gt;&lt;wsp:rsid wsp:val=&quot;00BE7D73&quot;/&gt;&lt;wsp:rsid wsp:val=&quot;00C01A61&quot;/&gt;&lt;wsp:rsid wsp:val=&quot;00C05488&quot;/&gt;&lt;wsp:rsid wsp:val=&quot;00C12361&quot;/&gt;&lt;wsp:rsid wsp:val=&quot;00C20B53&quot;/&gt;&lt;wsp:rsid wsp:val=&quot;00C30E46&quot;/&gt;&lt;wsp:rsid wsp:val=&quot;00C41882&quot;/&gt;&lt;wsp:rsid wsp:val=&quot;00C60E15&quot;/&gt;&lt;wsp:rsid wsp:val=&quot;00C61644&quot;/&gt;&lt;wsp:rsid wsp:val=&quot;00C61D77&quot;/&gt;&lt;wsp:rsid wsp:val=&quot;00C6789D&quot;/&gt;&lt;wsp:rsid wsp:val=&quot;00C77011&quot;/&gt;&lt;wsp:rsid wsp:val=&quot;00C8240D&quot;/&gt;&lt;wsp:rsid wsp:val=&quot;00C8252C&quot;/&gt;&lt;wsp:rsid wsp:val=&quot;00C92789&quot;/&gt;&lt;wsp:rsid wsp:val=&quot;00C95D90&quot;/&gt;&lt;wsp:rsid wsp:val=&quot;00CA421D&quot;/&gt;&lt;wsp:rsid wsp:val=&quot;00CA63F3&quot;/&gt;&lt;wsp:rsid wsp:val=&quot;00CA6F0F&quot;/&gt;&lt;wsp:rsid wsp:val=&quot;00CB1A33&quot;/&gt;&lt;wsp:rsid wsp:val=&quot;00CB5316&quot;/&gt;&lt;wsp:rsid wsp:val=&quot;00CD7B81&quot;/&gt;&lt;wsp:rsid wsp:val=&quot;00CE2F5A&quot;/&gt;&lt;wsp:rsid wsp:val=&quot;00CF15E7&quot;/&gt;&lt;wsp:rsid wsp:val=&quot;00D05782&quot;/&gt;&lt;wsp:rsid wsp:val=&quot;00D07FA9&quot;/&gt;&lt;wsp:rsid wsp:val=&quot;00D13E34&quot;/&gt;&lt;wsp:rsid wsp:val=&quot;00D21197&quot;/&gt;&lt;wsp:rsid wsp:val=&quot;00D253B9&quot;/&gt;&lt;wsp:rsid wsp:val=&quot;00D31B30&quot;/&gt;&lt;wsp:rsid wsp:val=&quot;00D3319E&quot;/&gt;&lt;wsp:rsid wsp:val=&quot;00D33A02&quot;/&gt;&lt;wsp:rsid wsp:val=&quot;00D34B67&quot;/&gt;&lt;wsp:rsid wsp:val=&quot;00D4493A&quot;/&gt;&lt;wsp:rsid wsp:val=&quot;00D479E4&quot;/&gt;&lt;wsp:rsid wsp:val=&quot;00D51BCE&quot;/&gt;&lt;wsp:rsid wsp:val=&quot;00D53ECE&quot;/&gt;&lt;wsp:rsid wsp:val=&quot;00D62970&quot;/&gt;&lt;wsp:rsid wsp:val=&quot;00D65E4C&quot;/&gt;&lt;wsp:rsid wsp:val=&quot;00D75FD2&quot;/&gt;&lt;wsp:rsid wsp:val=&quot;00D91B72&quot;/&gt;&lt;wsp:rsid wsp:val=&quot;00D95E05&quot;/&gt;&lt;wsp:rsid wsp:val=&quot;00DA52F7&quot;/&gt;&lt;wsp:rsid wsp:val=&quot;00DB29ED&quot;/&gt;&lt;wsp:rsid wsp:val=&quot;00DC3772&quot;/&gt;&lt;wsp:rsid wsp:val=&quot;00DC406B&quot;/&gt;&lt;wsp:rsid wsp:val=&quot;00DC5E58&quot;/&gt;&lt;wsp:rsid wsp:val=&quot;00DD360A&quot;/&gt;&lt;wsp:rsid wsp:val=&quot;00DD3853&quot;/&gt;&lt;wsp:rsid wsp:val=&quot;00E0084B&quot;/&gt;&lt;wsp:rsid wsp:val=&quot;00E31244&quot;/&gt;&lt;wsp:rsid wsp:val=&quot;00E320DB&quot;/&gt;&lt;wsp:rsid wsp:val=&quot;00E374EC&quot;/&gt;&lt;wsp:rsid wsp:val=&quot;00E434D2&quot;/&gt;&lt;wsp:rsid wsp:val=&quot;00E435AA&quot;/&gt;&lt;wsp:rsid wsp:val=&quot;00E5574E&quot;/&gt;&lt;wsp:rsid wsp:val=&quot;00E60A7A&quot;/&gt;&lt;wsp:rsid wsp:val=&quot;00E734EF&quot;/&gt;&lt;wsp:rsid wsp:val=&quot;00E74840&quot;/&gt;&lt;wsp:rsid wsp:val=&quot;00E76092&quot;/&gt;&lt;wsp:rsid wsp:val=&quot;00E82CBC&quot;/&gt;&lt;wsp:rsid wsp:val=&quot;00E87855&quot;/&gt;&lt;wsp:rsid wsp:val=&quot;00EB77F9&quot;/&gt;&lt;wsp:rsid wsp:val=&quot;00EC18FA&quot;/&gt;&lt;wsp:rsid wsp:val=&quot;00EC1FC5&quot;/&gt;&lt;wsp:rsid wsp:val=&quot;00ED530A&quot;/&gt;&lt;wsp:rsid wsp:val=&quot;00EF68CC&quot;/&gt;&lt;wsp:rsid wsp:val=&quot;00F02691&quot;/&gt;&lt;wsp:rsid wsp:val=&quot;00F118B6&quot;/&gt;&lt;wsp:rsid wsp:val=&quot;00F14532&quot;/&gt;&lt;wsp:rsid wsp:val=&quot;00F1647C&quot;/&gt;&lt;wsp:rsid wsp:val=&quot;00F37A94&quot;/&gt;&lt;wsp:rsid wsp:val=&quot;00F413E7&quot;/&gt;&lt;wsp:rsid wsp:val=&quot;00F4187A&quot;/&gt;&lt;wsp:rsid wsp:val=&quot;00F41A9F&quot;/&gt;&lt;wsp:rsid wsp:val=&quot;00F423A3&quot;/&gt;&lt;wsp:rsid wsp:val=&quot;00F65D66&quot;/&gt;&lt;wsp:rsid wsp:val=&quot;00F8127F&quot;/&gt;&lt;wsp:rsid wsp:val=&quot;00F979F9&quot;/&gt;&lt;wsp:rsid wsp:val=&quot;00FA6E46&quot;/&gt;&lt;wsp:rsid wsp:val=&quot;00FB0556&quot;/&gt;&lt;wsp:rsid wsp:val=&quot;00FB30C2&quot;/&gt;&lt;wsp:rsid wsp:val=&quot;00FB5C01&quot;/&gt;&lt;wsp:rsid wsp:val=&quot;00FC1F7D&quot;/&gt;&lt;wsp:rsid wsp:val=&quot;00FC4A2E&quot;/&gt;&lt;wsp:rsid wsp:val=&quot;00FD6F09&quot;/&gt;&lt;wsp:rsid wsp:val=&quot;00FE1FBF&quot;/&gt;&lt;wsp:rsid wsp:val=&quot;00FE4BE2&quot;/&gt;&lt;wsp:rsid wsp:val=&quot;00FE5480&quot;/&gt;&lt;wsp:rsid wsp:val=&quot;00FF4B0C&quot;/&gt;&lt;/wsp:rsids&gt;&lt;/w:docPr&gt;&lt;w:body&gt;&lt;w:p wsp:rsidR=&quot;00000000&quot; wsp:rsidRDefault=&quot;008C41BD&quot;&gt;&lt;m:oMathPara&gt;&lt;m:oMath&gt;&lt;m:sSub&gt;&lt;m:sSubPr&gt;&lt;m:ctrlPr&gt;&lt;w:rPr&gt;&lt;w:rFonts w:ascii=&quot;Cambria Math&quot; w:fareast=&quot;Calibri&quot; w:h-ansi=&quot;Cambria Math&quot;/&gt;&lt;wx:font wx:val=&quot;Cambria Math&quot;/&gt;&lt;w:i/&gt;&lt;w:sz w:val=&quot;20&quot;/&gt;&lt;w:sz-cs w:val=&quot;20&quot;/&gt;&lt;w:lang w:fareast=&quot;EN-US&quot;/&gt;&lt;/w:rPr&gt;&lt;/m:ctrlPr&gt;&lt;/m:sSubPr&gt;&lt;m:e&gt;&lt;m:r&gt;&lt;w:rPr&gt;&lt;w:rFonts w:ascii=&quot;Cambria Math&quot; w:fareast=&quot;Calibri&quot; w:h-ansi=&quot;Cambria Math&quot;/&gt;&lt;wx:font wx:val=&quot;Cambria Math&quot;/&gt;&lt;w:i/&gt;&lt;w:sz w:val=&quot;20&quot;/&gt;&lt;w:sz-cs w:val=&quot;20&quot;/&gt;&lt;w:lang w:val=&quot;EN-US&quot; w:fareast=&quot;EN-US&quot;/&gt;&lt;/w:rPr&gt;&lt;m:t&gt;Y&lt;/m:t&gt;&lt;/m:r&gt;&lt;m:ctrlPr&gt;&lt;w:rPr&gt;&lt;w:rFonts w:ascii=&quot;Cambria Math&quot; w:fareast=&quot;Calibri&quot; w:h-ansi=&quot;Cambria Math&quot;/&gt;&lt;wx:font wx:val=&quot;Cambria Math&quot;/&gt;&lt;w:i/&gt;&lt;w:sz w:val=&quot;20&quot;/&gt;&lt;w:sz-cs w:val=&quot;20&quot;/&gt;&lt;w:lang w:val=&quot;EN-US&quot; w:fareast=&quot;EN-US&quot;/&gt;&lt;/w:rPr&gt;&lt;/m:ctrlPr&gt;&lt;/m:e&gt;&lt;m:sub&gt;&lt;m:r&gt;&lt;w:rPr&gt;&lt;w:rFonts w:ascii=&quot;Cambria Math&quot; w:fareast=&quot;Calibri&quot; w:h-ansi=&quot;Cambria Math&quot;/&gt;&lt;wx:font wx:val=&quot;Cambria Math&quot;/&gt;&lt;w:i/&gt;&lt;w:sz w:val=&quot;20&quot;/&gt;&lt;w:sz-cs w:val=&quot;20&quot;/&gt;&lt;w:lang w:fareast=&quot;EN-US&quot;/&gt;&lt;/w:rPr&gt;&lt;m:t&gt;t&lt;/m:t&gt;&lt;/m:r&gt;&lt;/m:sub&gt;&lt;/m:sSub&gt;&lt;m:r&gt;&lt;w:rPr&gt;&lt;w:rFonts w:ascii=&quot;Cambria Math&quot; w:fareast=&quot;Calibri&quot; w:h-ansi=&quot;Cambria Math&quot;/&gt;&lt;wx:font wx:val=&quot;Cambria Math&quot;/&gt;&lt;w:i/&gt;&lt;w:sz w:val=&quot;20&quot;/&gt;&lt;w:sz-cs w:val=&quot;20&quot;/&gt;&lt;w:lang w:fareast=&quot;EN-US&quot;/&gt;&lt;/w:rPr&gt;&lt;m:t&gt;=&lt;/m:t&gt;&lt;/m:r&gt;&lt;m:nary&gt;&lt;m:naryPr&gt;&lt;m:chr m:val=&quot;в€‘&quot;/&gt;&lt;m:limLoc m:val=&quot;undOvr&quot;/&gt;&lt;m:supHide m:val=&quot;on&quot;/&gt;&lt;m:ctrlPr&gt;&lt;w:rPr&gt;&lt;w:rFonts w:ascii=&quot;Cambria Math&quot; w:fareast=&quot;Calibri&quot; w:h-ansi=&quot;Cambria Math&quot;/&gt;&lt;wx:font wx:val=&quot;Cambria Math&quot;/&gt;&lt;w:i/&gt;&lt;w:sz w:val=&quot;20&quot;/&gt;&lt;w:sz-cs w:val=&quot;20&quot;/&gt;&lt;w:lang w:val=&quot;EN-US&quot; w:fareast=&quot;EN-US&quot;/&gt;&lt;/w:rPr&gt;&lt;/m:ctrlPr&gt;&lt;/m:naryPr&gt;&lt;m:sub&gt;&lt;m:r&gt;&lt;w:rPr&gt;&lt;w:rFonts w:ascii=&quot;Cambria Math&quot; w:fareast=&quot;Calibri&quot; w:h-ansi=&quot;Cambria Math&quot;/&gt;&lt;wx:font wx:val=&quot;Cambria Math&quot;/&gt;&lt;w:i/&gt;&lt;w:sz w:val=&quot;20&quot;/&gt;&lt;w:sz-cs w:val=&quot;20&quot;/&gt;&lt;w:lang w:val=&quot;EN-US&quot; w:fareast=&quot;EN-US&quot;/&gt;&lt;/w:rPr&gt;&lt;m:t&gt;k&lt;/m:t&gt;&lt;/m:r&gt;&lt;/m:sub&gt;&lt;m:sup/&gt;&lt;m:e&gt;&lt;m:sSub&gt;&lt;m:sSubPr&gt;&lt;m:ctrlPr&gt;&lt;w:rPr&gt;&lt;w:rFonts w:ascii=&quot;Cambria Math&quot; w:fareast=&quot;Calibri&quot; w:h-ansi=&quot;Cambria Math&quot;/&gt;&lt;wx:font wx:val=&quot;Cambria Math&quot;/&gt;&lt;w:i/&gt;&lt;w:sz w:val=&quot;20&quot;/&gt;&lt;w:sz-cs w:val=&quot;20&quot;/&gt;&lt;w:lang w:fareast=&quot;EN-US&quot;/&gt;&lt;/w:rPr&gt;&lt;/m:ctrlPr&gt;&lt;/m:sSubPr&gt;&lt;m:e&gt;&lt;m:r&gt;&lt;w:rPr&gt;&lt;w:rFonts w:ascii=&quot;Cambria Math&quot; w:fareast=&quot;Calibri&quot; w:h-ansi=&quot;Cambria Math&quot;/&gt;&lt;wx:font wx:val=&quot;Cambria Math&quot;/&gt;&lt;w:i/&gt;&lt;w:sz w:val=&quot;20&quot;/&gt;&lt;w:sz-cs w:val=&quot;20&quot;/&gt;&lt;w:lang w:val=&quot;EN-US&quot; w:fareast=&quot;EN-US&quot;/&gt;&lt;/w:rPr&gt;&lt;m:t&gt;X&lt;/m:t&gt;&lt;/m:r&gt;&lt;m:ctrlPr&gt;&lt;w:rPr&gt;&lt;w:rFonts w:ascii=&quot;Cambria Math&quot; w:fareast=&quot;Calibri&quot; w:h-ansi=&quot;Cambria Math&quot;/&gt;&lt;wx:font wx:val=&quot;Cambria Math&quot;/&gt;&lt;w:i/&gt;&lt;w:sz w:val=&quot;20&quot;/&gt;&lt;w:sz-cs w:val=&quot;20&quot;/&gt;&lt;w:lang w:val=&quot;EN-US&quot; w:fareast=&quot;EN-US&quot;/&gt;&lt;/w:rPr&gt;&lt;/m:ctrlPr&gt;&lt;/m:e&gt;&lt;m:sub&gt;&lt;m:r&gt;&lt;w:rPr&gt;&lt;w:rFonts w:ascii=&quot;Cambria Math&quot; w:fareast=&quot;Calibri&quot; w:h-ansi=&quot;Cambria Math&quot;/&gt;&lt;wx:font wx:val=&quot;Cambria Math&quot;/&gt;&lt;w:i/&gt;&lt;w:sz w:val=&quot;20&quot;/&gt;&lt;w:sz-cs w:val=&quot;20&quot;/&gt;&lt;w:lang w:fareast=&quot;EN-US&quot;/&gt;&lt;/w:rPr&gt;&lt;m:t&gt;t,k&lt;/m:t&gt;&lt;/m:r&gt;&lt;/m:sub&gt;&lt;/m:sSub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7" o:title="" chromakey="white"/>
                </v:shape>
              </w:pict>
            </w:r>
            <w:r w:rsidRPr="003128A1">
              <w:rPr>
                <w:sz w:val="20"/>
                <w:szCs w:val="20"/>
                <w:lang w:eastAsia="en-US"/>
              </w:rPr>
              <w:instrText xml:space="preserve"> </w:instrText>
            </w:r>
            <w:r w:rsidRPr="003128A1">
              <w:rPr>
                <w:sz w:val="20"/>
                <w:szCs w:val="20"/>
                <w:lang w:eastAsia="en-US"/>
              </w:rPr>
              <w:fldChar w:fldCharType="separate"/>
            </w:r>
            <w:r w:rsidRPr="00FB4537">
              <w:rPr>
                <w:sz w:val="20"/>
                <w:szCs w:val="20"/>
              </w:rPr>
              <w:pict>
                <v:shape id="_x0000_i1032" type="#_x0000_t75" style="width:54.75pt;height:30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253B9&quot;/&gt;&lt;wsp:rsid wsp:val=&quot;000054E8&quot;/&gt;&lt;wsp:rsid wsp:val=&quot;00012754&quot;/&gt;&lt;wsp:rsid wsp:val=&quot;00013B0F&quot;/&gt;&lt;wsp:rsid wsp:val=&quot;000164C7&quot;/&gt;&lt;wsp:rsid wsp:val=&quot;00016534&quot;/&gt;&lt;wsp:rsid wsp:val=&quot;00046569&quot;/&gt;&lt;wsp:rsid wsp:val=&quot;00054861&quot;/&gt;&lt;wsp:rsid wsp:val=&quot;000615C9&quot;/&gt;&lt;wsp:rsid wsp:val=&quot;00063DD2&quot;/&gt;&lt;wsp:rsid wsp:val=&quot;000657BC&quot;/&gt;&lt;wsp:rsid wsp:val=&quot;00076E03&quot;/&gt;&lt;wsp:rsid wsp:val=&quot;00081DB3&quot;/&gt;&lt;wsp:rsid wsp:val=&quot;00082FD6&quot;/&gt;&lt;wsp:rsid wsp:val=&quot;0009064A&quot;/&gt;&lt;wsp:rsid wsp:val=&quot;00092119&quot;/&gt;&lt;wsp:rsid wsp:val=&quot;000D671A&quot;/&gt;&lt;wsp:rsid wsp:val=&quot;000E0E06&quot;/&gt;&lt;wsp:rsid wsp:val=&quot;000E12F1&quot;/&gt;&lt;wsp:rsid wsp:val=&quot;000F1454&quot;/&gt;&lt;wsp:rsid wsp:val=&quot;000F6822&quot;/&gt;&lt;wsp:rsid wsp:val=&quot;0010064A&quot;/&gt;&lt;wsp:rsid wsp:val=&quot;001130BE&quot;/&gt;&lt;wsp:rsid wsp:val=&quot;00117285&quot;/&gt;&lt;wsp:rsid wsp:val=&quot;00120DBC&quot;/&gt;&lt;wsp:rsid wsp:val=&quot;00120F95&quot;/&gt;&lt;wsp:rsid wsp:val=&quot;001400E9&quot;/&gt;&lt;wsp:rsid wsp:val=&quot;001403D2&quot;/&gt;&lt;wsp:rsid wsp:val=&quot;001409C8&quot;/&gt;&lt;wsp:rsid wsp:val=&quot;00143E3D&quot;/&gt;&lt;wsp:rsid wsp:val=&quot;00154068&quot;/&gt;&lt;wsp:rsid wsp:val=&quot;00175E7B&quot;/&gt;&lt;wsp:rsid wsp:val=&quot;001C032C&quot;/&gt;&lt;wsp:rsid wsp:val=&quot;001C4435&quot;/&gt;&lt;wsp:rsid wsp:val=&quot;001E2771&quot;/&gt;&lt;wsp:rsid wsp:val=&quot;001F09C6&quot;/&gt;&lt;wsp:rsid wsp:val=&quot;001F6930&quot;/&gt;&lt;wsp:rsid wsp:val=&quot;001F7AE9&quot;/&gt;&lt;wsp:rsid wsp:val=&quot;002019E6&quot;/&gt;&lt;wsp:rsid wsp:val=&quot;00201BDB&quot;/&gt;&lt;wsp:rsid wsp:val=&quot;002256EF&quot;/&gt;&lt;wsp:rsid wsp:val=&quot;002404AF&quot;/&gt;&lt;wsp:rsid wsp:val=&quot;002466C4&quot;/&gt;&lt;wsp:rsid wsp:val=&quot;002541DE&quot;/&gt;&lt;wsp:rsid wsp:val=&quot;00281B07&quot;/&gt;&lt;wsp:rsid wsp:val=&quot;00281E28&quot;/&gt;&lt;wsp:rsid wsp:val=&quot;00290A38&quot;/&gt;&lt;wsp:rsid wsp:val=&quot;002A5449&quot;/&gt;&lt;wsp:rsid wsp:val=&quot;002B295D&quot;/&gt;&lt;wsp:rsid wsp:val=&quot;002B3E8E&quot;/&gt;&lt;wsp:rsid wsp:val=&quot;002B6DED&quot;/&gt;&lt;wsp:rsid wsp:val=&quot;002C37DB&quot;/&gt;&lt;wsp:rsid wsp:val=&quot;002D0FA2&quot;/&gt;&lt;wsp:rsid wsp:val=&quot;002D33C8&quot;/&gt;&lt;wsp:rsid wsp:val=&quot;002D4A68&quot;/&gt;&lt;wsp:rsid wsp:val=&quot;002D5482&quot;/&gt;&lt;wsp:rsid wsp:val=&quot;002E1B77&quot;/&gt;&lt;wsp:rsid wsp:val=&quot;002E2DA0&quot;/&gt;&lt;wsp:rsid wsp:val=&quot;002F6116&quot;/&gt;&lt;wsp:rsid wsp:val=&quot;002F67D7&quot;/&gt;&lt;wsp:rsid wsp:val=&quot;003001FF&quot;/&gt;&lt;wsp:rsid wsp:val=&quot;00311F5A&quot;/&gt;&lt;wsp:rsid wsp:val=&quot;003124DE&quot;/&gt;&lt;wsp:rsid wsp:val=&quot;00327FE7&quot;/&gt;&lt;wsp:rsid wsp:val=&quot;00335C43&quot;/&gt;&lt;wsp:rsid wsp:val=&quot;003568BA&quot;/&gt;&lt;wsp:rsid wsp:val=&quot;00364587&quot;/&gt;&lt;wsp:rsid wsp:val=&quot;0037277D&quot;/&gt;&lt;wsp:rsid wsp:val=&quot;00381B77&quot;/&gt;&lt;wsp:rsid wsp:val=&quot;00384D99&quot;/&gt;&lt;wsp:rsid wsp:val=&quot;00386E36&quot;/&gt;&lt;wsp:rsid wsp:val=&quot;0039171A&quot;/&gt;&lt;wsp:rsid wsp:val=&quot;0039206A&quot;/&gt;&lt;wsp:rsid wsp:val=&quot;003941C4&quot;/&gt;&lt;wsp:rsid wsp:val=&quot;003A0DD8&quot;/&gt;&lt;wsp:rsid wsp:val=&quot;003B70A8&quot;/&gt;&lt;wsp:rsid wsp:val=&quot;003E4320&quot;/&gt;&lt;wsp:rsid wsp:val=&quot;003E6657&quot;/&gt;&lt;wsp:rsid wsp:val=&quot;004227BB&quot;/&gt;&lt;wsp:rsid wsp:val=&quot;00442242&quot;/&gt;&lt;wsp:rsid wsp:val=&quot;00462396&quot;/&gt;&lt;wsp:rsid wsp:val=&quot;00477F21&quot;/&gt;&lt;wsp:rsid wsp:val=&quot;00480FF2&quot;/&gt;&lt;wsp:rsid wsp:val=&quot;004953C4&quot;/&gt;&lt;wsp:rsid wsp:val=&quot;004A78C4&quot;/&gt;&lt;wsp:rsid wsp:val=&quot;004C4A84&quot;/&gt;&lt;wsp:rsid wsp:val=&quot;004C78C8&quot;/&gt;&lt;wsp:rsid wsp:val=&quot;004D71C0&quot;/&gt;&lt;wsp:rsid wsp:val=&quot;004E344D&quot;/&gt;&lt;wsp:rsid wsp:val=&quot;004F6840&quot;/&gt;&lt;wsp:rsid wsp:val=&quot;004F724E&quot;/&gt;&lt;wsp:rsid wsp:val=&quot;00520DE6&quot;/&gt;&lt;wsp:rsid wsp:val=&quot;0052743B&quot;/&gt;&lt;wsp:rsid wsp:val=&quot;00545152&quot;/&gt;&lt;wsp:rsid wsp:val=&quot;005451C5&quot;/&gt;&lt;wsp:rsid wsp:val=&quot;005475A5&quot;/&gt;&lt;wsp:rsid wsp:val=&quot;00550411&quot;/&gt;&lt;wsp:rsid wsp:val=&quot;00564CF7&quot;/&gt;&lt;wsp:rsid wsp:val=&quot;005661E8&quot;/&gt;&lt;wsp:rsid wsp:val=&quot;00576B23&quot;/&gt;&lt;wsp:rsid wsp:val=&quot;00580326&quot;/&gt;&lt;wsp:rsid wsp:val=&quot;00586A72&quot;/&gt;&lt;wsp:rsid wsp:val=&quot;0059175D&quot;/&gt;&lt;wsp:rsid wsp:val=&quot;00591A95&quot;/&gt;&lt;wsp:rsid wsp:val=&quot;005974D2&quot;/&gt;&lt;wsp:rsid wsp:val=&quot;005A3796&quot;/&gt;&lt;wsp:rsid wsp:val=&quot;005A78F4&quot;/&gt;&lt;wsp:rsid wsp:val=&quot;005C4540&quot;/&gt;&lt;wsp:rsid wsp:val=&quot;005D1989&quot;/&gt;&lt;wsp:rsid wsp:val=&quot;005D6179&quot;/&gt;&lt;wsp:rsid wsp:val=&quot;005E7E28&quot;/&gt;&lt;wsp:rsid wsp:val=&quot;006023D7&quot;/&gt;&lt;wsp:rsid wsp:val=&quot;00610F53&quot;/&gt;&lt;wsp:rsid wsp:val=&quot;006318A2&quot;/&gt;&lt;wsp:rsid wsp:val=&quot;00643DF8&quot;/&gt;&lt;wsp:rsid wsp:val=&quot;006448F5&quot;/&gt;&lt;wsp:rsid wsp:val=&quot;00656F29&quot;/&gt;&lt;wsp:rsid wsp:val=&quot;006614D6&quot;/&gt;&lt;wsp:rsid wsp:val=&quot;00662D56&quot;/&gt;&lt;wsp:rsid wsp:val=&quot;00670DF9&quot;/&gt;&lt;wsp:rsid wsp:val=&quot;00672EB5&quot;/&gt;&lt;wsp:rsid wsp:val=&quot;00676ED0&quot;/&gt;&lt;wsp:rsid wsp:val=&quot;00684E7D&quot;/&gt;&lt;wsp:rsid wsp:val=&quot;00696E49&quot;/&gt;&lt;wsp:rsid wsp:val=&quot;006A6E4C&quot;/&gt;&lt;wsp:rsid wsp:val=&quot;006A751C&quot;/&gt;&lt;wsp:rsid wsp:val=&quot;006C6BBA&quot;/&gt;&lt;wsp:rsid wsp:val=&quot;006D41A4&quot;/&gt;&lt;wsp:rsid wsp:val=&quot;006D612D&quot;/&gt;&lt;wsp:rsid wsp:val=&quot;006E1028&quot;/&gt;&lt;wsp:rsid wsp:val=&quot;006F4204&quot;/&gt;&lt;wsp:rsid wsp:val=&quot;006F5F03&quot;/&gt;&lt;wsp:rsid wsp:val=&quot;006F7F9B&quot;/&gt;&lt;wsp:rsid wsp:val=&quot;007271C9&quot;/&gt;&lt;wsp:rsid wsp:val=&quot;007360B1&quot;/&gt;&lt;wsp:rsid wsp:val=&quot;00746581&quot;/&gt;&lt;wsp:rsid wsp:val=&quot;00751A38&quot;/&gt;&lt;wsp:rsid wsp:val=&quot;00757E3C&quot;/&gt;&lt;wsp:rsid wsp:val=&quot;0077602C&quot;/&gt;&lt;wsp:rsid wsp:val=&quot;00777C4A&quot;/&gt;&lt;wsp:rsid wsp:val=&quot;00780511&quot;/&gt;&lt;wsp:rsid wsp:val=&quot;00781C7C&quot;/&gt;&lt;wsp:rsid wsp:val=&quot;007A1FB7&quot;/&gt;&lt;wsp:rsid wsp:val=&quot;007B0AFE&quot;/&gt;&lt;wsp:rsid wsp:val=&quot;007D05F9&quot;/&gt;&lt;wsp:rsid wsp:val=&quot;007D22C0&quot;/&gt;&lt;wsp:rsid wsp:val=&quot;008140A1&quot;/&gt;&lt;wsp:rsid wsp:val=&quot;00822482&quot;/&gt;&lt;wsp:rsid wsp:val=&quot;00822EC4&quot;/&gt;&lt;wsp:rsid wsp:val=&quot;00824166&quot;/&gt;&lt;wsp:rsid wsp:val=&quot;008374EA&quot;/&gt;&lt;wsp:rsid wsp:val=&quot;00840350&quot;/&gt;&lt;wsp:rsid wsp:val=&quot;00841EA2&quot;/&gt;&lt;wsp:rsid wsp:val=&quot;00855315&quot;/&gt;&lt;wsp:rsid wsp:val=&quot;008638F9&quot;/&gt;&lt;wsp:rsid wsp:val=&quot;008658FD&quot;/&gt;&lt;wsp:rsid wsp:val=&quot;008710E1&quot;/&gt;&lt;wsp:rsid wsp:val=&quot;00880111&quot;/&gt;&lt;wsp:rsid wsp:val=&quot;00891159&quot;/&gt;&lt;wsp:rsid wsp:val=&quot;008A61F7&quot;/&gt;&lt;wsp:rsid wsp:val=&quot;008B2AA3&quot;/&gt;&lt;wsp:rsid wsp:val=&quot;008B47CE&quot;/&gt;&lt;wsp:rsid wsp:val=&quot;008B6773&quot;/&gt;&lt;wsp:rsid wsp:val=&quot;008C0669&quot;/&gt;&lt;wsp:rsid wsp:val=&quot;008C3293&quot;/&gt;&lt;wsp:rsid wsp:val=&quot;008C41BD&quot;/&gt;&lt;wsp:rsid wsp:val=&quot;008D187D&quot;/&gt;&lt;wsp:rsid wsp:val=&quot;008D45B2&quot;/&gt;&lt;wsp:rsid wsp:val=&quot;008D73FF&quot;/&gt;&lt;wsp:rsid wsp:val=&quot;008E136E&quot;/&gt;&lt;wsp:rsid wsp:val=&quot;008E4628&quot;/&gt;&lt;wsp:rsid wsp:val=&quot;008F5939&quot;/&gt;&lt;wsp:rsid wsp:val=&quot;00906400&quot;/&gt;&lt;wsp:rsid wsp:val=&quot;009178B4&quot;/&gt;&lt;wsp:rsid wsp:val=&quot;00926D80&quot;/&gt;&lt;wsp:rsid wsp:val=&quot;00947A83&quot;/&gt;&lt;wsp:rsid wsp:val=&quot;0095462C&quot;/&gt;&lt;wsp:rsid wsp:val=&quot;0096414D&quot;/&gt;&lt;wsp:rsid wsp:val=&quot;009678ED&quot;/&gt;&lt;wsp:rsid wsp:val=&quot;00971857&quot;/&gt;&lt;wsp:rsid wsp:val=&quot;00974139&quot;/&gt;&lt;wsp:rsid wsp:val=&quot;00985D47&quot;/&gt;&lt;wsp:rsid wsp:val=&quot;00987E78&quot;/&gt;&lt;wsp:rsid wsp:val=&quot;009938EB&quot;/&gt;&lt;wsp:rsid wsp:val=&quot;00997603&quot;/&gt;&lt;wsp:rsid wsp:val=&quot;00997A58&quot;/&gt;&lt;wsp:rsid wsp:val=&quot;009A3B63&quot;/&gt;&lt;wsp:rsid wsp:val=&quot;009B744C&quot;/&gt;&lt;wsp:rsid wsp:val=&quot;009C7C8E&quot;/&gt;&lt;wsp:rsid wsp:val=&quot;009D402E&quot;/&gt;&lt;wsp:rsid wsp:val=&quot;009E0BD6&quot;/&gt;&lt;wsp:rsid wsp:val=&quot;009F70B1&quot;/&gt;&lt;wsp:rsid wsp:val=&quot;00A02771&quot;/&gt;&lt;wsp:rsid wsp:val=&quot;00A13FC4&quot;/&gt;&lt;wsp:rsid wsp:val=&quot;00A25DAE&quot;/&gt;&lt;wsp:rsid wsp:val=&quot;00A344AB&quot;/&gt;&lt;wsp:rsid wsp:val=&quot;00A34A82&quot;/&gt;&lt;wsp:rsid wsp:val=&quot;00A434FF&quot;/&gt;&lt;wsp:rsid wsp:val=&quot;00A5381B&quot;/&gt;&lt;wsp:rsid wsp:val=&quot;00A539F3&quot;/&gt;&lt;wsp:rsid wsp:val=&quot;00A62868&quot;/&gt;&lt;wsp:rsid wsp:val=&quot;00A67556&quot;/&gt;&lt;wsp:rsid wsp:val=&quot;00A81ACF&quot;/&gt;&lt;wsp:rsid wsp:val=&quot;00A95165&quot;/&gt;&lt;wsp:rsid wsp:val=&quot;00A972AF&quot;/&gt;&lt;wsp:rsid wsp:val=&quot;00A97D6E&quot;/&gt;&lt;wsp:rsid wsp:val=&quot;00AA1F29&quot;/&gt;&lt;wsp:rsid wsp:val=&quot;00AA6CC4&quot;/&gt;&lt;wsp:rsid wsp:val=&quot;00B12809&quot;/&gt;&lt;wsp:rsid wsp:val=&quot;00B203C3&quot;/&gt;&lt;wsp:rsid wsp:val=&quot;00B331CD&quot;/&gt;&lt;wsp:rsid wsp:val=&quot;00B34E77&quot;/&gt;&lt;wsp:rsid wsp:val=&quot;00B4366D&quot;/&gt;&lt;wsp:rsid wsp:val=&quot;00B443A2&quot;/&gt;&lt;wsp:rsid wsp:val=&quot;00B464EB&quot;/&gt;&lt;wsp:rsid wsp:val=&quot;00B6380C&quot;/&gt;&lt;wsp:rsid wsp:val=&quot;00B72A3C&quot;/&gt;&lt;wsp:rsid wsp:val=&quot;00B90B9D&quot;/&gt;&lt;wsp:rsid wsp:val=&quot;00B91863&quot;/&gt;&lt;wsp:rsid wsp:val=&quot;00B91971&quot;/&gt;&lt;wsp:rsid wsp:val=&quot;00BA284D&quot;/&gt;&lt;wsp:rsid wsp:val=&quot;00BA36ED&quot;/&gt;&lt;wsp:rsid wsp:val=&quot;00BB0F1C&quot;/&gt;&lt;wsp:rsid wsp:val=&quot;00BC3299&quot;/&gt;&lt;wsp:rsid wsp:val=&quot;00BD0768&quot;/&gt;&lt;wsp:rsid wsp:val=&quot;00BE7D73&quot;/&gt;&lt;wsp:rsid wsp:val=&quot;00C01A61&quot;/&gt;&lt;wsp:rsid wsp:val=&quot;00C05488&quot;/&gt;&lt;wsp:rsid wsp:val=&quot;00C12361&quot;/&gt;&lt;wsp:rsid wsp:val=&quot;00C20B53&quot;/&gt;&lt;wsp:rsid wsp:val=&quot;00C30E46&quot;/&gt;&lt;wsp:rsid wsp:val=&quot;00C41882&quot;/&gt;&lt;wsp:rsid wsp:val=&quot;00C60E15&quot;/&gt;&lt;wsp:rsid wsp:val=&quot;00C61644&quot;/&gt;&lt;wsp:rsid wsp:val=&quot;00C61D77&quot;/&gt;&lt;wsp:rsid wsp:val=&quot;00C6789D&quot;/&gt;&lt;wsp:rsid wsp:val=&quot;00C77011&quot;/&gt;&lt;wsp:rsid wsp:val=&quot;00C8240D&quot;/&gt;&lt;wsp:rsid wsp:val=&quot;00C8252C&quot;/&gt;&lt;wsp:rsid wsp:val=&quot;00C92789&quot;/&gt;&lt;wsp:rsid wsp:val=&quot;00C95D90&quot;/&gt;&lt;wsp:rsid wsp:val=&quot;00CA421D&quot;/&gt;&lt;wsp:rsid wsp:val=&quot;00CA63F3&quot;/&gt;&lt;wsp:rsid wsp:val=&quot;00CA6F0F&quot;/&gt;&lt;wsp:rsid wsp:val=&quot;00CB1A33&quot;/&gt;&lt;wsp:rsid wsp:val=&quot;00CB5316&quot;/&gt;&lt;wsp:rsid wsp:val=&quot;00CD7B81&quot;/&gt;&lt;wsp:rsid wsp:val=&quot;00CE2F5A&quot;/&gt;&lt;wsp:rsid wsp:val=&quot;00CF15E7&quot;/&gt;&lt;wsp:rsid wsp:val=&quot;00D05782&quot;/&gt;&lt;wsp:rsid wsp:val=&quot;00D07FA9&quot;/&gt;&lt;wsp:rsid wsp:val=&quot;00D13E34&quot;/&gt;&lt;wsp:rsid wsp:val=&quot;00D21197&quot;/&gt;&lt;wsp:rsid wsp:val=&quot;00D253B9&quot;/&gt;&lt;wsp:rsid wsp:val=&quot;00D31B30&quot;/&gt;&lt;wsp:rsid wsp:val=&quot;00D3319E&quot;/&gt;&lt;wsp:rsid wsp:val=&quot;00D33A02&quot;/&gt;&lt;wsp:rsid wsp:val=&quot;00D34B67&quot;/&gt;&lt;wsp:rsid wsp:val=&quot;00D4493A&quot;/&gt;&lt;wsp:rsid wsp:val=&quot;00D479E4&quot;/&gt;&lt;wsp:rsid wsp:val=&quot;00D51BCE&quot;/&gt;&lt;wsp:rsid wsp:val=&quot;00D53ECE&quot;/&gt;&lt;wsp:rsid wsp:val=&quot;00D62970&quot;/&gt;&lt;wsp:rsid wsp:val=&quot;00D65E4C&quot;/&gt;&lt;wsp:rsid wsp:val=&quot;00D75FD2&quot;/&gt;&lt;wsp:rsid wsp:val=&quot;00D91B72&quot;/&gt;&lt;wsp:rsid wsp:val=&quot;00D95E05&quot;/&gt;&lt;wsp:rsid wsp:val=&quot;00DA52F7&quot;/&gt;&lt;wsp:rsid wsp:val=&quot;00DB29ED&quot;/&gt;&lt;wsp:rsid wsp:val=&quot;00DC3772&quot;/&gt;&lt;wsp:rsid wsp:val=&quot;00DC406B&quot;/&gt;&lt;wsp:rsid wsp:val=&quot;00DC5E58&quot;/&gt;&lt;wsp:rsid wsp:val=&quot;00DD360A&quot;/&gt;&lt;wsp:rsid wsp:val=&quot;00DD3853&quot;/&gt;&lt;wsp:rsid wsp:val=&quot;00E0084B&quot;/&gt;&lt;wsp:rsid wsp:val=&quot;00E31244&quot;/&gt;&lt;wsp:rsid wsp:val=&quot;00E320DB&quot;/&gt;&lt;wsp:rsid wsp:val=&quot;00E374EC&quot;/&gt;&lt;wsp:rsid wsp:val=&quot;00E434D2&quot;/&gt;&lt;wsp:rsid wsp:val=&quot;00E435AA&quot;/&gt;&lt;wsp:rsid wsp:val=&quot;00E5574E&quot;/&gt;&lt;wsp:rsid wsp:val=&quot;00E60A7A&quot;/&gt;&lt;wsp:rsid wsp:val=&quot;00E734EF&quot;/&gt;&lt;wsp:rsid wsp:val=&quot;00E74840&quot;/&gt;&lt;wsp:rsid wsp:val=&quot;00E76092&quot;/&gt;&lt;wsp:rsid wsp:val=&quot;00E82CBC&quot;/&gt;&lt;wsp:rsid wsp:val=&quot;00E87855&quot;/&gt;&lt;wsp:rsid wsp:val=&quot;00EB77F9&quot;/&gt;&lt;wsp:rsid wsp:val=&quot;00EC18FA&quot;/&gt;&lt;wsp:rsid wsp:val=&quot;00EC1FC5&quot;/&gt;&lt;wsp:rsid wsp:val=&quot;00ED530A&quot;/&gt;&lt;wsp:rsid wsp:val=&quot;00EF68CC&quot;/&gt;&lt;wsp:rsid wsp:val=&quot;00F02691&quot;/&gt;&lt;wsp:rsid wsp:val=&quot;00F118B6&quot;/&gt;&lt;wsp:rsid wsp:val=&quot;00F14532&quot;/&gt;&lt;wsp:rsid wsp:val=&quot;00F1647C&quot;/&gt;&lt;wsp:rsid wsp:val=&quot;00F37A94&quot;/&gt;&lt;wsp:rsid wsp:val=&quot;00F413E7&quot;/&gt;&lt;wsp:rsid wsp:val=&quot;00F4187A&quot;/&gt;&lt;wsp:rsid wsp:val=&quot;00F41A9F&quot;/&gt;&lt;wsp:rsid wsp:val=&quot;00F423A3&quot;/&gt;&lt;wsp:rsid wsp:val=&quot;00F65D66&quot;/&gt;&lt;wsp:rsid wsp:val=&quot;00F8127F&quot;/&gt;&lt;wsp:rsid wsp:val=&quot;00F979F9&quot;/&gt;&lt;wsp:rsid wsp:val=&quot;00FA6E46&quot;/&gt;&lt;wsp:rsid wsp:val=&quot;00FB0556&quot;/&gt;&lt;wsp:rsid wsp:val=&quot;00FB30C2&quot;/&gt;&lt;wsp:rsid wsp:val=&quot;00FB5C01&quot;/&gt;&lt;wsp:rsid wsp:val=&quot;00FC1F7D&quot;/&gt;&lt;wsp:rsid wsp:val=&quot;00FC4A2E&quot;/&gt;&lt;wsp:rsid wsp:val=&quot;00FD6F09&quot;/&gt;&lt;wsp:rsid wsp:val=&quot;00FE1FBF&quot;/&gt;&lt;wsp:rsid wsp:val=&quot;00FE4BE2&quot;/&gt;&lt;wsp:rsid wsp:val=&quot;00FE5480&quot;/&gt;&lt;wsp:rsid wsp:val=&quot;00FF4B0C&quot;/&gt;&lt;/wsp:rsids&gt;&lt;/w:docPr&gt;&lt;w:body&gt;&lt;w:p wsp:rsidR=&quot;00000000&quot; wsp:rsidRDefault=&quot;008C41BD&quot;&gt;&lt;m:oMathPara&gt;&lt;m:oMath&gt;&lt;m:sSub&gt;&lt;m:sSubPr&gt;&lt;m:ctrlPr&gt;&lt;w:rPr&gt;&lt;w:rFonts w:ascii=&quot;Cambria Math&quot; w:fareast=&quot;Calibri&quot; w:h-ansi=&quot;Cambria Math&quot;/&gt;&lt;wx:font wx:val=&quot;Cambria Math&quot;/&gt;&lt;w:i/&gt;&lt;w:sz w:val=&quot;20&quot;/&gt;&lt;w:sz-cs w:val=&quot;20&quot;/&gt;&lt;w:lang w:fareast=&quot;EN-US&quot;/&gt;&lt;/w:rPr&gt;&lt;/m:ctrlPr&gt;&lt;/m:sSubPr&gt;&lt;m:e&gt;&lt;m:r&gt;&lt;w:rPr&gt;&lt;w:rFonts w:ascii=&quot;Cambria Math&quot; w:fareast=&quot;Calibri&quot; w:h-ansi=&quot;Cambria Math&quot;/&gt;&lt;wx:font wx:val=&quot;Cambria Math&quot;/&gt;&lt;w:i/&gt;&lt;w:sz w:val=&quot;20&quot;/&gt;&lt;w:sz-cs w:val=&quot;20&quot;/&gt;&lt;w:lang w:val=&quot;EN-US&quot; w:fareast=&quot;EN-US&quot;/&gt;&lt;/w:rPr&gt;&lt;m:t&gt;Y&lt;/m:t&gt;&lt;/m:r&gt;&lt;m:ctrlPr&gt;&lt;w:rPr&gt;&lt;w:rFonts w:ascii=&quot;Cambria Math&quot; w:fareast=&quot;Calibri&quot; w:h-ansi=&quot;Cambria Math&quot;/&gt;&lt;wx:font wx:val=&quot;Cambria Math&quot;/&gt;&lt;w:i/&gt;&lt;w:sz w:val=&quot;20&quot;/&gt;&lt;w:sz-cs w:val=&quot;20&quot;/&gt;&lt;w:lang w:val=&quot;EN-US&quot; w:fareast=&quot;EN-US&quot;/&gt;&lt;/w:rPr&gt;&lt;/m:ctrlPr&gt;&lt;/m:e&gt;&lt;m:sub&gt;&lt;m:r&gt;&lt;w:rPr&gt;&lt;w:rFonts w:ascii=&quot;Cambria Math&quot; w:fareast=&quot;Calibri&quot; w:h-ansi=&quot;Cambria Math&quot;/&gt;&lt;wx:font wx:val=&quot;Cambria Math&quot;/&gt;&lt;w:i/&gt;&lt;w:sz w:val=&quot;20&quot;/&gt;&lt;w:sz-cs w:val=&quot;20&quot;/&gt;&lt;w:lang w:fareast=&quot;EN-US&quot;/&gt;&lt;/w:rPr&gt;&lt;m:t&gt;t&lt;/m:t&gt;&lt;/m:r&gt;&lt;/m:sub&gt;&lt;/m:sSub&gt;&lt;m:r&gt;&lt;w:rPr&gt;&lt;w:rFonts w:ascii=&quot;Cambria Math&quot; w:fareast=&quot;Calibri&quot; w:h-ansi=&quot;Cambria Math&quot;/&gt;&lt;wx:font wx:val=&quot;Cambria Math&quot;/&gt;&lt;w:i/&gt;&lt;w:sz w:val=&quot;20&quot;/&gt;&lt;w:sz-cs w:val=&quot;20&quot;/&gt;&lt;w:lang w:fareast=&quot;EN-US&quot;/&gt;&lt;/w:rPr&gt;&lt;m:t&gt;=&lt;/m:t&gt;&lt;/m:r&gt;&lt;m:nary&gt;&lt;m:naryPr&gt;&lt;m:chr m:val=&quot;в€‘&quot;/&gt;&lt;m:limLoc m:val=&quot;undOvr&quot;/&gt;&lt;m:supHide m:val=&quot;on&quot;/&gt;&lt;m:ctrlPr&gt;&lt;w:rPr&gt;&lt;w:rFonts w:ascii=&quot;Cambria Math&quot; w:fareast=&quot;Calibri&quot; w:h-ansi=&quot;Cambria Math&quot;/&gt;&lt;wx:font wx:val=&quot;Cambria Math&quot;/&gt;&lt;w:i/&gt;&lt;w:sz w:val=&quot;20&quot;/&gt;&lt;w:sz-cs w:val=&quot;20&quot;/&gt;&lt;w:lang w:val=&quot;EN-US&quot; w:fareast=&quot;EN-US&quot;/&gt;&lt;/w:rPr&gt;&lt;/m:ctrlPr&gt;&lt;/m:naryPr&gt;&lt;m:sub&gt;&lt;m:r&gt;&lt;w:rPr&gt;&lt;w:rFonts w:ascii=&quot;Cambria Math&quot; w:fareast=&quot;Calibri&quot; w:h-ansi=&quot;Cambria Math&quot;/&gt;&lt;wx:font wx:val=&quot;Cambria Math&quot;/&gt;&lt;w:i/&gt;&lt;w:sz w:val=&quot;20&quot;/&gt;&lt;w:sz-cs w:val=&quot;20&quot;/&gt;&lt;w:lang w:val=&quot;EN-US&quot; w:fareast=&quot;EN-US&quot;/&gt;&lt;/w:rPr&gt;&lt;m:t&gt;k&lt;/m:t&gt;&lt;/m:r&gt;&lt;/m:sub&gt;&lt;m:sup/&gt;&lt;m:e&gt;&lt;m:sSub&gt;&lt;m:sSubPr&gt;&lt;m:ctrlPr&gt;&lt;w:rPr&gt;&lt;w:rFonts w:ascii=&quot;Cambria Math&quot; w:fareast=&quot;Calibri&quot; w:h-ansi=&quot;Cambria Math&quot;/&gt;&lt;wx:font wx:val=&quot;Cambria Math&quot;/&gt;&lt;w:i/&gt;&lt;w:sz w:val=&quot;20&quot;/&gt;&lt;w:sz-cs w:val=&quot;20&quot;/&gt;&lt;w:lang w:fareast=&quot;EN-US&quot;/&gt;&lt;/w:rPr&gt;&lt;/m:ctrlPr&gt;&lt;/m:sSubPr&gt;&lt;m:e&gt;&lt;m:r&gt;&lt;w:rPr&gt;&lt;w:rFonts w:ascii=&quot;Cambria Math&quot; w:fareast=&quot;Calibri&quot; w:h-ansi=&quot;Cambria Math&quot;/&gt;&lt;wx:font wx:val=&quot;Cambria Math&quot;/&gt;&lt;w:i/&gt;&lt;w:sz w:val=&quot;20&quot;/&gt;&lt;w:sz-cs w:val=&quot;20&quot;/&gt;&lt;w:lang w:val=&quot;EN-US&quot; w:fareast=&quot;EN-US&quot;/&gt;&lt;/w:rPr&gt;&lt;m:t&gt;X&lt;/m:t&gt;&lt;/m:r&gt;&lt;m:ctrlPr&gt;&lt;w:rPr&gt;&lt;w:rFonts w:ascii=&quot;Cambria Math&quot; w:fareast=&quot;Calibri&quot; w:h-ansi=&quot;Cambria Math&quot;/&gt;&lt;wx:font wx:val=&quot;Cambria Math&quot;/&gt;&lt;w:i/&gt;&lt;w:sz w:val=&quot;20&quot;/&gt;&lt;w:sz-cs w:val=&quot;20&quot;/&gt;&lt;w:lang w:val=&quot;EN-US&quot; w:fareast=&quot;EN-US&quot;/&gt;&lt;/w:rPr&gt;&lt;/m:ctrlPr&gt;&lt;/m:e&gt;&lt;m:sub&gt;&lt;m:r&gt;&lt;w:rPr&gt;&lt;w:rFonts w:ascii=&quot;Cambria Math&quot; w:fareast=&quot;Calibri&quot; w:h-ansi=&quot;Cambria Math&quot;/&gt;&lt;wx:font wx:val=&quot;Cambria Math&quot;/&gt;&lt;w:i/&gt;&lt;w:sz w:val=&quot;20&quot;/&gt;&lt;w:sz-cs w:val=&quot;20&quot;/&gt;&lt;w:lang w:fareast=&quot;EN-US&quot;/&gt;&lt;/w:rPr&gt;&lt;m:t&gt;t,k&lt;/m:t&gt;&lt;/m:r&gt;&lt;/m:sub&gt;&lt;/m:sSub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7" o:title="" chromakey="white"/>
                </v:shape>
              </w:pict>
            </w:r>
            <w:r w:rsidRPr="003128A1">
              <w:rPr>
                <w:sz w:val="20"/>
                <w:szCs w:val="20"/>
                <w:lang w:eastAsia="en-US"/>
              </w:rPr>
              <w:fldChar w:fldCharType="end"/>
            </w:r>
            <w:r w:rsidRPr="003128A1">
              <w:rPr>
                <w:sz w:val="20"/>
                <w:szCs w:val="20"/>
                <w:lang w:eastAsia="en-US"/>
              </w:rPr>
              <w:t xml:space="preserve">, </w:t>
            </w:r>
          </w:p>
          <w:p w:rsidR="003D0A91" w:rsidRPr="003128A1" w:rsidRDefault="003D0A91" w:rsidP="000E269C">
            <w:pPr>
              <w:jc w:val="both"/>
              <w:rPr>
                <w:color w:val="000000"/>
                <w:sz w:val="20"/>
                <w:szCs w:val="20"/>
              </w:rPr>
            </w:pPr>
            <w:r w:rsidRPr="003128A1">
              <w:rPr>
                <w:sz w:val="20"/>
                <w:szCs w:val="20"/>
                <w:lang w:eastAsia="en-US"/>
              </w:rPr>
              <w:t xml:space="preserve">где </w:t>
            </w:r>
            <w:r w:rsidRPr="003128A1">
              <w:rPr>
                <w:i/>
                <w:sz w:val="20"/>
                <w:szCs w:val="20"/>
                <w:lang w:val="en-US" w:eastAsia="en-US"/>
              </w:rPr>
              <w:t>Y</w:t>
            </w:r>
            <w:r w:rsidRPr="003128A1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3128A1">
              <w:rPr>
                <w:sz w:val="20"/>
                <w:szCs w:val="20"/>
                <w:lang w:eastAsia="en-US"/>
              </w:rPr>
              <w:t xml:space="preserve"> – сумма</w:t>
            </w:r>
            <w:r w:rsidRPr="003128A1">
              <w:rPr>
                <w:color w:val="000000"/>
                <w:sz w:val="20"/>
                <w:szCs w:val="20"/>
              </w:rPr>
              <w:t xml:space="preserve"> прочих безвозмездных поступлений в бюджеты сельских поселений</w:t>
            </w:r>
          </w:p>
          <w:p w:rsidR="003D0A91" w:rsidRPr="003128A1" w:rsidRDefault="003D0A91" w:rsidP="00153B4E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3128A1">
              <w:rPr>
                <w:sz w:val="20"/>
                <w:szCs w:val="20"/>
                <w:lang w:eastAsia="en-US"/>
              </w:rPr>
              <w:t xml:space="preserve">  предоставляемых государственными (муниципальными) организациями в период </w:t>
            </w:r>
            <w:r w:rsidRPr="003128A1">
              <w:rPr>
                <w:i/>
                <w:sz w:val="20"/>
                <w:szCs w:val="20"/>
                <w:lang w:val="en-US" w:eastAsia="en-US"/>
              </w:rPr>
              <w:t>t</w:t>
            </w:r>
            <w:r w:rsidRPr="003128A1">
              <w:rPr>
                <w:sz w:val="20"/>
                <w:szCs w:val="20"/>
                <w:lang w:eastAsia="en-US"/>
              </w:rPr>
              <w:t xml:space="preserve">, получателям средств сельских поселений </w:t>
            </w:r>
          </w:p>
          <w:p w:rsidR="003D0A91" w:rsidRPr="007249EE" w:rsidRDefault="003D0A91" w:rsidP="007249EE">
            <w:pPr>
              <w:jc w:val="both"/>
              <w:rPr>
                <w:color w:val="000000"/>
                <w:sz w:val="20"/>
                <w:szCs w:val="20"/>
              </w:rPr>
            </w:pPr>
            <w:r w:rsidRPr="003128A1">
              <w:rPr>
                <w:i/>
                <w:sz w:val="20"/>
                <w:szCs w:val="20"/>
                <w:lang w:val="en-US" w:eastAsia="en-US"/>
              </w:rPr>
              <w:t>X</w:t>
            </w:r>
            <w:r w:rsidRPr="003128A1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3128A1">
              <w:rPr>
                <w:i/>
                <w:sz w:val="20"/>
                <w:szCs w:val="20"/>
                <w:vertAlign w:val="subscript"/>
                <w:lang w:eastAsia="en-US"/>
              </w:rPr>
              <w:t>,</w:t>
            </w:r>
            <w:r w:rsidRPr="003128A1">
              <w:rPr>
                <w:i/>
                <w:sz w:val="20"/>
                <w:szCs w:val="20"/>
                <w:vertAlign w:val="subscript"/>
                <w:lang w:val="en-US" w:eastAsia="en-US"/>
              </w:rPr>
              <w:t>k</w:t>
            </w:r>
            <w:r w:rsidRPr="003128A1">
              <w:rPr>
                <w:sz w:val="20"/>
                <w:szCs w:val="20"/>
                <w:vertAlign w:val="subscript"/>
                <w:lang w:eastAsia="en-US"/>
              </w:rPr>
              <w:t xml:space="preserve"> </w:t>
            </w:r>
            <w:r w:rsidRPr="003128A1">
              <w:rPr>
                <w:sz w:val="20"/>
                <w:szCs w:val="20"/>
                <w:lang w:eastAsia="en-US"/>
              </w:rPr>
              <w:t>— сумма</w:t>
            </w:r>
            <w:r w:rsidRPr="003128A1">
              <w:rPr>
                <w:color w:val="000000"/>
                <w:sz w:val="20"/>
                <w:szCs w:val="20"/>
              </w:rPr>
              <w:t xml:space="preserve"> прочих безвозмездных поступлений в бюджеты сельских поселений</w:t>
            </w:r>
            <w:r w:rsidRPr="003128A1">
              <w:rPr>
                <w:sz w:val="20"/>
                <w:szCs w:val="20"/>
                <w:lang w:eastAsia="en-US"/>
              </w:rPr>
              <w:t xml:space="preserve">, предоставляемых государственными (муниципальными) организациями по договору (контракту, соглашению) </w:t>
            </w:r>
            <w:r w:rsidRPr="003128A1">
              <w:rPr>
                <w:i/>
                <w:sz w:val="20"/>
                <w:szCs w:val="20"/>
                <w:lang w:val="en-US" w:eastAsia="en-US"/>
              </w:rPr>
              <w:t>k</w:t>
            </w:r>
            <w:r w:rsidRPr="003128A1">
              <w:rPr>
                <w:sz w:val="20"/>
                <w:szCs w:val="20"/>
                <w:lang w:eastAsia="en-US"/>
              </w:rPr>
              <w:t xml:space="preserve"> в период , получателям средств сельских поселений.</w:t>
            </w:r>
          </w:p>
        </w:tc>
      </w:tr>
      <w:tr w:rsidR="003D0A91" w:rsidRPr="00985D47" w:rsidTr="003A2AA1">
        <w:trPr>
          <w:cantSplit/>
          <w:jc w:val="center"/>
        </w:trPr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Default="003D0A91" w:rsidP="005653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901 2 07 05030 10 0000 180</w:t>
            </w:r>
          </w:p>
          <w:p w:rsidR="003D0A91" w:rsidRDefault="003D0A91" w:rsidP="00D75FD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Default="003D0A91" w:rsidP="00153B4E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Прочие безвозмездные поступления в бюджеты сельских поселений</w:t>
            </w:r>
          </w:p>
          <w:p w:rsidR="003D0A91" w:rsidRPr="002F67D7" w:rsidRDefault="003D0A91" w:rsidP="003A315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Pr="00985D47" w:rsidRDefault="003D0A91" w:rsidP="00985D47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sz w:val="20"/>
                <w:szCs w:val="20"/>
                <w:lang w:eastAsia="en-US"/>
              </w:rPr>
              <w:t>Прямой расчет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Pr="003128A1" w:rsidRDefault="003D0A91" w:rsidP="000E269C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3128A1">
              <w:rPr>
                <w:sz w:val="20"/>
                <w:szCs w:val="20"/>
                <w:lang w:eastAsia="en-US"/>
              </w:rPr>
              <w:fldChar w:fldCharType="begin"/>
            </w:r>
            <w:r w:rsidRPr="003128A1">
              <w:rPr>
                <w:sz w:val="20"/>
                <w:szCs w:val="20"/>
                <w:lang w:eastAsia="en-US"/>
              </w:rPr>
              <w:instrText xml:space="preserve"> QUOTE </w:instrText>
            </w:r>
            <w:r w:rsidRPr="00FB4537">
              <w:rPr>
                <w:sz w:val="20"/>
                <w:szCs w:val="20"/>
              </w:rPr>
              <w:pict>
                <v:shape id="_x0000_i1033" type="#_x0000_t75" style="width:54.75pt;height:30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253B9&quot;/&gt;&lt;wsp:rsid wsp:val=&quot;000054E8&quot;/&gt;&lt;wsp:rsid wsp:val=&quot;00012754&quot;/&gt;&lt;wsp:rsid wsp:val=&quot;00013B0F&quot;/&gt;&lt;wsp:rsid wsp:val=&quot;000164C7&quot;/&gt;&lt;wsp:rsid wsp:val=&quot;00016534&quot;/&gt;&lt;wsp:rsid wsp:val=&quot;00046569&quot;/&gt;&lt;wsp:rsid wsp:val=&quot;00054861&quot;/&gt;&lt;wsp:rsid wsp:val=&quot;000615C9&quot;/&gt;&lt;wsp:rsid wsp:val=&quot;00063DD2&quot;/&gt;&lt;wsp:rsid wsp:val=&quot;000657BC&quot;/&gt;&lt;wsp:rsid wsp:val=&quot;00076E03&quot;/&gt;&lt;wsp:rsid wsp:val=&quot;00081DB3&quot;/&gt;&lt;wsp:rsid wsp:val=&quot;00082FD6&quot;/&gt;&lt;wsp:rsid wsp:val=&quot;0009064A&quot;/&gt;&lt;wsp:rsid wsp:val=&quot;00092119&quot;/&gt;&lt;wsp:rsid wsp:val=&quot;000D671A&quot;/&gt;&lt;wsp:rsid wsp:val=&quot;000E0E06&quot;/&gt;&lt;wsp:rsid wsp:val=&quot;000E12F1&quot;/&gt;&lt;wsp:rsid wsp:val=&quot;000F1454&quot;/&gt;&lt;wsp:rsid wsp:val=&quot;000F6822&quot;/&gt;&lt;wsp:rsid wsp:val=&quot;0010064A&quot;/&gt;&lt;wsp:rsid wsp:val=&quot;001130BE&quot;/&gt;&lt;wsp:rsid wsp:val=&quot;00117285&quot;/&gt;&lt;wsp:rsid wsp:val=&quot;00120DBC&quot;/&gt;&lt;wsp:rsid wsp:val=&quot;00120F95&quot;/&gt;&lt;wsp:rsid wsp:val=&quot;001400E9&quot;/&gt;&lt;wsp:rsid wsp:val=&quot;001403D2&quot;/&gt;&lt;wsp:rsid wsp:val=&quot;001409C8&quot;/&gt;&lt;wsp:rsid wsp:val=&quot;00143E3D&quot;/&gt;&lt;wsp:rsid wsp:val=&quot;00154068&quot;/&gt;&lt;wsp:rsid wsp:val=&quot;00175E7B&quot;/&gt;&lt;wsp:rsid wsp:val=&quot;001C032C&quot;/&gt;&lt;wsp:rsid wsp:val=&quot;001C4435&quot;/&gt;&lt;wsp:rsid wsp:val=&quot;001E2771&quot;/&gt;&lt;wsp:rsid wsp:val=&quot;001F09C6&quot;/&gt;&lt;wsp:rsid wsp:val=&quot;001F6930&quot;/&gt;&lt;wsp:rsid wsp:val=&quot;001F7AE9&quot;/&gt;&lt;wsp:rsid wsp:val=&quot;002019E6&quot;/&gt;&lt;wsp:rsid wsp:val=&quot;00201BDB&quot;/&gt;&lt;wsp:rsid wsp:val=&quot;002256EF&quot;/&gt;&lt;wsp:rsid wsp:val=&quot;002404AF&quot;/&gt;&lt;wsp:rsid wsp:val=&quot;002466C4&quot;/&gt;&lt;wsp:rsid wsp:val=&quot;002541DE&quot;/&gt;&lt;wsp:rsid wsp:val=&quot;00281B07&quot;/&gt;&lt;wsp:rsid wsp:val=&quot;00281E28&quot;/&gt;&lt;wsp:rsid wsp:val=&quot;00290A38&quot;/&gt;&lt;wsp:rsid wsp:val=&quot;002A5449&quot;/&gt;&lt;wsp:rsid wsp:val=&quot;002B295D&quot;/&gt;&lt;wsp:rsid wsp:val=&quot;002B3E8E&quot;/&gt;&lt;wsp:rsid wsp:val=&quot;002B6DED&quot;/&gt;&lt;wsp:rsid wsp:val=&quot;002C37DB&quot;/&gt;&lt;wsp:rsid wsp:val=&quot;002D0FA2&quot;/&gt;&lt;wsp:rsid wsp:val=&quot;002D33C8&quot;/&gt;&lt;wsp:rsid wsp:val=&quot;002D4A68&quot;/&gt;&lt;wsp:rsid wsp:val=&quot;002D5482&quot;/&gt;&lt;wsp:rsid wsp:val=&quot;002E1B77&quot;/&gt;&lt;wsp:rsid wsp:val=&quot;002E2DA0&quot;/&gt;&lt;wsp:rsid wsp:val=&quot;002F6116&quot;/&gt;&lt;wsp:rsid wsp:val=&quot;002F67D7&quot;/&gt;&lt;wsp:rsid wsp:val=&quot;003001FF&quot;/&gt;&lt;wsp:rsid wsp:val=&quot;00311F5A&quot;/&gt;&lt;wsp:rsid wsp:val=&quot;003124DE&quot;/&gt;&lt;wsp:rsid wsp:val=&quot;00327FE7&quot;/&gt;&lt;wsp:rsid wsp:val=&quot;00335C43&quot;/&gt;&lt;wsp:rsid wsp:val=&quot;003568BA&quot;/&gt;&lt;wsp:rsid wsp:val=&quot;00364587&quot;/&gt;&lt;wsp:rsid wsp:val=&quot;0037277D&quot;/&gt;&lt;wsp:rsid wsp:val=&quot;00381B77&quot;/&gt;&lt;wsp:rsid wsp:val=&quot;00384D99&quot;/&gt;&lt;wsp:rsid wsp:val=&quot;00386E36&quot;/&gt;&lt;wsp:rsid wsp:val=&quot;0039171A&quot;/&gt;&lt;wsp:rsid wsp:val=&quot;0039206A&quot;/&gt;&lt;wsp:rsid wsp:val=&quot;003941C4&quot;/&gt;&lt;wsp:rsid wsp:val=&quot;003A0DD8&quot;/&gt;&lt;wsp:rsid wsp:val=&quot;003B70A8&quot;/&gt;&lt;wsp:rsid wsp:val=&quot;003E4320&quot;/&gt;&lt;wsp:rsid wsp:val=&quot;003E6657&quot;/&gt;&lt;wsp:rsid wsp:val=&quot;004227BB&quot;/&gt;&lt;wsp:rsid wsp:val=&quot;00442242&quot;/&gt;&lt;wsp:rsid wsp:val=&quot;00462396&quot;/&gt;&lt;wsp:rsid wsp:val=&quot;00477F21&quot;/&gt;&lt;wsp:rsid wsp:val=&quot;00480FF2&quot;/&gt;&lt;wsp:rsid wsp:val=&quot;004953C4&quot;/&gt;&lt;wsp:rsid wsp:val=&quot;004A78C4&quot;/&gt;&lt;wsp:rsid wsp:val=&quot;004C4A84&quot;/&gt;&lt;wsp:rsid wsp:val=&quot;004C78C8&quot;/&gt;&lt;wsp:rsid wsp:val=&quot;004D71C0&quot;/&gt;&lt;wsp:rsid wsp:val=&quot;004E344D&quot;/&gt;&lt;wsp:rsid wsp:val=&quot;004F6840&quot;/&gt;&lt;wsp:rsid wsp:val=&quot;004F724E&quot;/&gt;&lt;wsp:rsid wsp:val=&quot;00520DE6&quot;/&gt;&lt;wsp:rsid wsp:val=&quot;0052743B&quot;/&gt;&lt;wsp:rsid wsp:val=&quot;00545152&quot;/&gt;&lt;wsp:rsid wsp:val=&quot;005451C5&quot;/&gt;&lt;wsp:rsid wsp:val=&quot;005475A5&quot;/&gt;&lt;wsp:rsid wsp:val=&quot;00550411&quot;/&gt;&lt;wsp:rsid wsp:val=&quot;00564CF7&quot;/&gt;&lt;wsp:rsid wsp:val=&quot;005661E8&quot;/&gt;&lt;wsp:rsid wsp:val=&quot;00576B23&quot;/&gt;&lt;wsp:rsid wsp:val=&quot;00580326&quot;/&gt;&lt;wsp:rsid wsp:val=&quot;00586A72&quot;/&gt;&lt;wsp:rsid wsp:val=&quot;0059175D&quot;/&gt;&lt;wsp:rsid wsp:val=&quot;00591A95&quot;/&gt;&lt;wsp:rsid wsp:val=&quot;005974D2&quot;/&gt;&lt;wsp:rsid wsp:val=&quot;005A3796&quot;/&gt;&lt;wsp:rsid wsp:val=&quot;005A78F4&quot;/&gt;&lt;wsp:rsid wsp:val=&quot;005C4540&quot;/&gt;&lt;wsp:rsid wsp:val=&quot;005D1989&quot;/&gt;&lt;wsp:rsid wsp:val=&quot;005D6179&quot;/&gt;&lt;wsp:rsid wsp:val=&quot;005E7E28&quot;/&gt;&lt;wsp:rsid wsp:val=&quot;006023D7&quot;/&gt;&lt;wsp:rsid wsp:val=&quot;00610F53&quot;/&gt;&lt;wsp:rsid wsp:val=&quot;006318A2&quot;/&gt;&lt;wsp:rsid wsp:val=&quot;00643DF8&quot;/&gt;&lt;wsp:rsid wsp:val=&quot;006448F5&quot;/&gt;&lt;wsp:rsid wsp:val=&quot;00656F29&quot;/&gt;&lt;wsp:rsid wsp:val=&quot;006614D6&quot;/&gt;&lt;wsp:rsid wsp:val=&quot;00662D56&quot;/&gt;&lt;wsp:rsid wsp:val=&quot;00670DF9&quot;/&gt;&lt;wsp:rsid wsp:val=&quot;00672EB5&quot;/&gt;&lt;wsp:rsid wsp:val=&quot;00676ED0&quot;/&gt;&lt;wsp:rsid wsp:val=&quot;00684E7D&quot;/&gt;&lt;wsp:rsid wsp:val=&quot;00696E49&quot;/&gt;&lt;wsp:rsid wsp:val=&quot;006A6E4C&quot;/&gt;&lt;wsp:rsid wsp:val=&quot;006A751C&quot;/&gt;&lt;wsp:rsid wsp:val=&quot;006C6BBA&quot;/&gt;&lt;wsp:rsid wsp:val=&quot;006D41A4&quot;/&gt;&lt;wsp:rsid wsp:val=&quot;006D612D&quot;/&gt;&lt;wsp:rsid wsp:val=&quot;006E1028&quot;/&gt;&lt;wsp:rsid wsp:val=&quot;006F4204&quot;/&gt;&lt;wsp:rsid wsp:val=&quot;006F5F03&quot;/&gt;&lt;wsp:rsid wsp:val=&quot;006F7F9B&quot;/&gt;&lt;wsp:rsid wsp:val=&quot;007271C9&quot;/&gt;&lt;wsp:rsid wsp:val=&quot;007360B1&quot;/&gt;&lt;wsp:rsid wsp:val=&quot;00746581&quot;/&gt;&lt;wsp:rsid wsp:val=&quot;00751A38&quot;/&gt;&lt;wsp:rsid wsp:val=&quot;00757E3C&quot;/&gt;&lt;wsp:rsid wsp:val=&quot;0077602C&quot;/&gt;&lt;wsp:rsid wsp:val=&quot;00777C4A&quot;/&gt;&lt;wsp:rsid wsp:val=&quot;00780511&quot;/&gt;&lt;wsp:rsid wsp:val=&quot;00781C7C&quot;/&gt;&lt;wsp:rsid wsp:val=&quot;007A1FB7&quot;/&gt;&lt;wsp:rsid wsp:val=&quot;007B0AFE&quot;/&gt;&lt;wsp:rsid wsp:val=&quot;007D05F9&quot;/&gt;&lt;wsp:rsid wsp:val=&quot;007D22C0&quot;/&gt;&lt;wsp:rsid wsp:val=&quot;008140A1&quot;/&gt;&lt;wsp:rsid wsp:val=&quot;00822482&quot;/&gt;&lt;wsp:rsid wsp:val=&quot;00822EC4&quot;/&gt;&lt;wsp:rsid wsp:val=&quot;00824166&quot;/&gt;&lt;wsp:rsid wsp:val=&quot;008374EA&quot;/&gt;&lt;wsp:rsid wsp:val=&quot;00840350&quot;/&gt;&lt;wsp:rsid wsp:val=&quot;00841EA2&quot;/&gt;&lt;wsp:rsid wsp:val=&quot;00855315&quot;/&gt;&lt;wsp:rsid wsp:val=&quot;008638F9&quot;/&gt;&lt;wsp:rsid wsp:val=&quot;008658FD&quot;/&gt;&lt;wsp:rsid wsp:val=&quot;008710E1&quot;/&gt;&lt;wsp:rsid wsp:val=&quot;00880111&quot;/&gt;&lt;wsp:rsid wsp:val=&quot;00891159&quot;/&gt;&lt;wsp:rsid wsp:val=&quot;008A61F7&quot;/&gt;&lt;wsp:rsid wsp:val=&quot;008B2AA3&quot;/&gt;&lt;wsp:rsid wsp:val=&quot;008B47CE&quot;/&gt;&lt;wsp:rsid wsp:val=&quot;008B6773&quot;/&gt;&lt;wsp:rsid wsp:val=&quot;008C0669&quot;/&gt;&lt;wsp:rsid wsp:val=&quot;008C3293&quot;/&gt;&lt;wsp:rsid wsp:val=&quot;008C41BD&quot;/&gt;&lt;wsp:rsid wsp:val=&quot;008D187D&quot;/&gt;&lt;wsp:rsid wsp:val=&quot;008D45B2&quot;/&gt;&lt;wsp:rsid wsp:val=&quot;008D73FF&quot;/&gt;&lt;wsp:rsid wsp:val=&quot;008E136E&quot;/&gt;&lt;wsp:rsid wsp:val=&quot;008E4628&quot;/&gt;&lt;wsp:rsid wsp:val=&quot;008F5939&quot;/&gt;&lt;wsp:rsid wsp:val=&quot;00906400&quot;/&gt;&lt;wsp:rsid wsp:val=&quot;009178B4&quot;/&gt;&lt;wsp:rsid wsp:val=&quot;00926D80&quot;/&gt;&lt;wsp:rsid wsp:val=&quot;00947A83&quot;/&gt;&lt;wsp:rsid wsp:val=&quot;0095462C&quot;/&gt;&lt;wsp:rsid wsp:val=&quot;0096414D&quot;/&gt;&lt;wsp:rsid wsp:val=&quot;009678ED&quot;/&gt;&lt;wsp:rsid wsp:val=&quot;00971857&quot;/&gt;&lt;wsp:rsid wsp:val=&quot;00974139&quot;/&gt;&lt;wsp:rsid wsp:val=&quot;00985D47&quot;/&gt;&lt;wsp:rsid wsp:val=&quot;00987E78&quot;/&gt;&lt;wsp:rsid wsp:val=&quot;009938EB&quot;/&gt;&lt;wsp:rsid wsp:val=&quot;00997603&quot;/&gt;&lt;wsp:rsid wsp:val=&quot;00997A58&quot;/&gt;&lt;wsp:rsid wsp:val=&quot;009A3B63&quot;/&gt;&lt;wsp:rsid wsp:val=&quot;009B744C&quot;/&gt;&lt;wsp:rsid wsp:val=&quot;009C7C8E&quot;/&gt;&lt;wsp:rsid wsp:val=&quot;009D402E&quot;/&gt;&lt;wsp:rsid wsp:val=&quot;009E0BD6&quot;/&gt;&lt;wsp:rsid wsp:val=&quot;009F70B1&quot;/&gt;&lt;wsp:rsid wsp:val=&quot;00A02771&quot;/&gt;&lt;wsp:rsid wsp:val=&quot;00A13FC4&quot;/&gt;&lt;wsp:rsid wsp:val=&quot;00A25DAE&quot;/&gt;&lt;wsp:rsid wsp:val=&quot;00A344AB&quot;/&gt;&lt;wsp:rsid wsp:val=&quot;00A34A82&quot;/&gt;&lt;wsp:rsid wsp:val=&quot;00A434FF&quot;/&gt;&lt;wsp:rsid wsp:val=&quot;00A5381B&quot;/&gt;&lt;wsp:rsid wsp:val=&quot;00A539F3&quot;/&gt;&lt;wsp:rsid wsp:val=&quot;00A62868&quot;/&gt;&lt;wsp:rsid wsp:val=&quot;00A67556&quot;/&gt;&lt;wsp:rsid wsp:val=&quot;00A81ACF&quot;/&gt;&lt;wsp:rsid wsp:val=&quot;00A95165&quot;/&gt;&lt;wsp:rsid wsp:val=&quot;00A972AF&quot;/&gt;&lt;wsp:rsid wsp:val=&quot;00A97D6E&quot;/&gt;&lt;wsp:rsid wsp:val=&quot;00AA1F29&quot;/&gt;&lt;wsp:rsid wsp:val=&quot;00AA6CC4&quot;/&gt;&lt;wsp:rsid wsp:val=&quot;00B12809&quot;/&gt;&lt;wsp:rsid wsp:val=&quot;00B203C3&quot;/&gt;&lt;wsp:rsid wsp:val=&quot;00B331CD&quot;/&gt;&lt;wsp:rsid wsp:val=&quot;00B34E77&quot;/&gt;&lt;wsp:rsid wsp:val=&quot;00B4366D&quot;/&gt;&lt;wsp:rsid wsp:val=&quot;00B443A2&quot;/&gt;&lt;wsp:rsid wsp:val=&quot;00B464EB&quot;/&gt;&lt;wsp:rsid wsp:val=&quot;00B6380C&quot;/&gt;&lt;wsp:rsid wsp:val=&quot;00B72A3C&quot;/&gt;&lt;wsp:rsid wsp:val=&quot;00B90B9D&quot;/&gt;&lt;wsp:rsid wsp:val=&quot;00B91863&quot;/&gt;&lt;wsp:rsid wsp:val=&quot;00B91971&quot;/&gt;&lt;wsp:rsid wsp:val=&quot;00BA284D&quot;/&gt;&lt;wsp:rsid wsp:val=&quot;00BA36ED&quot;/&gt;&lt;wsp:rsid wsp:val=&quot;00BB0F1C&quot;/&gt;&lt;wsp:rsid wsp:val=&quot;00BC3299&quot;/&gt;&lt;wsp:rsid wsp:val=&quot;00BD0768&quot;/&gt;&lt;wsp:rsid wsp:val=&quot;00BE7D73&quot;/&gt;&lt;wsp:rsid wsp:val=&quot;00C01A61&quot;/&gt;&lt;wsp:rsid wsp:val=&quot;00C05488&quot;/&gt;&lt;wsp:rsid wsp:val=&quot;00C12361&quot;/&gt;&lt;wsp:rsid wsp:val=&quot;00C20B53&quot;/&gt;&lt;wsp:rsid wsp:val=&quot;00C30E46&quot;/&gt;&lt;wsp:rsid wsp:val=&quot;00C41882&quot;/&gt;&lt;wsp:rsid wsp:val=&quot;00C60E15&quot;/&gt;&lt;wsp:rsid wsp:val=&quot;00C61644&quot;/&gt;&lt;wsp:rsid wsp:val=&quot;00C61D77&quot;/&gt;&lt;wsp:rsid wsp:val=&quot;00C6789D&quot;/&gt;&lt;wsp:rsid wsp:val=&quot;00C77011&quot;/&gt;&lt;wsp:rsid wsp:val=&quot;00C8240D&quot;/&gt;&lt;wsp:rsid wsp:val=&quot;00C8252C&quot;/&gt;&lt;wsp:rsid wsp:val=&quot;00C92789&quot;/&gt;&lt;wsp:rsid wsp:val=&quot;00C95D90&quot;/&gt;&lt;wsp:rsid wsp:val=&quot;00CA421D&quot;/&gt;&lt;wsp:rsid wsp:val=&quot;00CA63F3&quot;/&gt;&lt;wsp:rsid wsp:val=&quot;00CA6F0F&quot;/&gt;&lt;wsp:rsid wsp:val=&quot;00CB1A33&quot;/&gt;&lt;wsp:rsid wsp:val=&quot;00CB5316&quot;/&gt;&lt;wsp:rsid wsp:val=&quot;00CD7B81&quot;/&gt;&lt;wsp:rsid wsp:val=&quot;00CE2F5A&quot;/&gt;&lt;wsp:rsid wsp:val=&quot;00CF15E7&quot;/&gt;&lt;wsp:rsid wsp:val=&quot;00D05782&quot;/&gt;&lt;wsp:rsid wsp:val=&quot;00D07FA9&quot;/&gt;&lt;wsp:rsid wsp:val=&quot;00D13E34&quot;/&gt;&lt;wsp:rsid wsp:val=&quot;00D21197&quot;/&gt;&lt;wsp:rsid wsp:val=&quot;00D253B9&quot;/&gt;&lt;wsp:rsid wsp:val=&quot;00D31B30&quot;/&gt;&lt;wsp:rsid wsp:val=&quot;00D3319E&quot;/&gt;&lt;wsp:rsid wsp:val=&quot;00D33A02&quot;/&gt;&lt;wsp:rsid wsp:val=&quot;00D34B67&quot;/&gt;&lt;wsp:rsid wsp:val=&quot;00D4493A&quot;/&gt;&lt;wsp:rsid wsp:val=&quot;00D479E4&quot;/&gt;&lt;wsp:rsid wsp:val=&quot;00D51BCE&quot;/&gt;&lt;wsp:rsid wsp:val=&quot;00D53ECE&quot;/&gt;&lt;wsp:rsid wsp:val=&quot;00D62970&quot;/&gt;&lt;wsp:rsid wsp:val=&quot;00D65E4C&quot;/&gt;&lt;wsp:rsid wsp:val=&quot;00D75FD2&quot;/&gt;&lt;wsp:rsid wsp:val=&quot;00D91B72&quot;/&gt;&lt;wsp:rsid wsp:val=&quot;00D95E05&quot;/&gt;&lt;wsp:rsid wsp:val=&quot;00DA52F7&quot;/&gt;&lt;wsp:rsid wsp:val=&quot;00DB29ED&quot;/&gt;&lt;wsp:rsid wsp:val=&quot;00DC3772&quot;/&gt;&lt;wsp:rsid wsp:val=&quot;00DC406B&quot;/&gt;&lt;wsp:rsid wsp:val=&quot;00DC5E58&quot;/&gt;&lt;wsp:rsid wsp:val=&quot;00DD360A&quot;/&gt;&lt;wsp:rsid wsp:val=&quot;00DD3853&quot;/&gt;&lt;wsp:rsid wsp:val=&quot;00E0084B&quot;/&gt;&lt;wsp:rsid wsp:val=&quot;00E31244&quot;/&gt;&lt;wsp:rsid wsp:val=&quot;00E320DB&quot;/&gt;&lt;wsp:rsid wsp:val=&quot;00E374EC&quot;/&gt;&lt;wsp:rsid wsp:val=&quot;00E434D2&quot;/&gt;&lt;wsp:rsid wsp:val=&quot;00E435AA&quot;/&gt;&lt;wsp:rsid wsp:val=&quot;00E5574E&quot;/&gt;&lt;wsp:rsid wsp:val=&quot;00E60A7A&quot;/&gt;&lt;wsp:rsid wsp:val=&quot;00E734EF&quot;/&gt;&lt;wsp:rsid wsp:val=&quot;00E74840&quot;/&gt;&lt;wsp:rsid wsp:val=&quot;00E76092&quot;/&gt;&lt;wsp:rsid wsp:val=&quot;00E82CBC&quot;/&gt;&lt;wsp:rsid wsp:val=&quot;00E87855&quot;/&gt;&lt;wsp:rsid wsp:val=&quot;00EB77F9&quot;/&gt;&lt;wsp:rsid wsp:val=&quot;00EC18FA&quot;/&gt;&lt;wsp:rsid wsp:val=&quot;00EC1FC5&quot;/&gt;&lt;wsp:rsid wsp:val=&quot;00ED530A&quot;/&gt;&lt;wsp:rsid wsp:val=&quot;00EF68CC&quot;/&gt;&lt;wsp:rsid wsp:val=&quot;00F02691&quot;/&gt;&lt;wsp:rsid wsp:val=&quot;00F118B6&quot;/&gt;&lt;wsp:rsid wsp:val=&quot;00F14532&quot;/&gt;&lt;wsp:rsid wsp:val=&quot;00F1647C&quot;/&gt;&lt;wsp:rsid wsp:val=&quot;00F37A94&quot;/&gt;&lt;wsp:rsid wsp:val=&quot;00F413E7&quot;/&gt;&lt;wsp:rsid wsp:val=&quot;00F4187A&quot;/&gt;&lt;wsp:rsid wsp:val=&quot;00F41A9F&quot;/&gt;&lt;wsp:rsid wsp:val=&quot;00F423A3&quot;/&gt;&lt;wsp:rsid wsp:val=&quot;00F65D66&quot;/&gt;&lt;wsp:rsid wsp:val=&quot;00F8127F&quot;/&gt;&lt;wsp:rsid wsp:val=&quot;00F979F9&quot;/&gt;&lt;wsp:rsid wsp:val=&quot;00FA6E46&quot;/&gt;&lt;wsp:rsid wsp:val=&quot;00FB0556&quot;/&gt;&lt;wsp:rsid wsp:val=&quot;00FB30C2&quot;/&gt;&lt;wsp:rsid wsp:val=&quot;00FB5C01&quot;/&gt;&lt;wsp:rsid wsp:val=&quot;00FC1F7D&quot;/&gt;&lt;wsp:rsid wsp:val=&quot;00FC4A2E&quot;/&gt;&lt;wsp:rsid wsp:val=&quot;00FD6F09&quot;/&gt;&lt;wsp:rsid wsp:val=&quot;00FE1FBF&quot;/&gt;&lt;wsp:rsid wsp:val=&quot;00FE4BE2&quot;/&gt;&lt;wsp:rsid wsp:val=&quot;00FE5480&quot;/&gt;&lt;wsp:rsid wsp:val=&quot;00FF4B0C&quot;/&gt;&lt;/wsp:rsids&gt;&lt;/w:docPr&gt;&lt;w:body&gt;&lt;w:p wsp:rsidR=&quot;00000000&quot; wsp:rsidRDefault=&quot;008C41BD&quot;&gt;&lt;m:oMathPara&gt;&lt;m:oMath&gt;&lt;m:sSub&gt;&lt;m:sSubPr&gt;&lt;m:ctrlPr&gt;&lt;w:rPr&gt;&lt;w:rFonts w:ascii=&quot;Cambria Math&quot; w:fareast=&quot;Calibri&quot; w:h-ansi=&quot;Cambria Math&quot;/&gt;&lt;wx:font wx:val=&quot;Cambria Math&quot;/&gt;&lt;w:i/&gt;&lt;w:sz w:val=&quot;20&quot;/&gt;&lt;w:sz-cs w:val=&quot;20&quot;/&gt;&lt;w:lang w:fareast=&quot;EN-US&quot;/&gt;&lt;/w:rPr&gt;&lt;/m:ctrlPr&gt;&lt;/m:sSubPr&gt;&lt;m:e&gt;&lt;m:r&gt;&lt;w:rPr&gt;&lt;w:rFonts w:ascii=&quot;Cambria Math&quot; w:fareast=&quot;Calibri&quot; w:h-ansi=&quot;Cambria Math&quot;/&gt;&lt;wx:font wx:val=&quot;Cambria Math&quot;/&gt;&lt;w:i/&gt;&lt;w:sz w:val=&quot;20&quot;/&gt;&lt;w:sz-cs w:val=&quot;20&quot;/&gt;&lt;w:lang w:val=&quot;EN-US&quot; w:fareast=&quot;EN-US&quot;/&gt;&lt;/w:rPr&gt;&lt;m:t&gt;Y&lt;/m:t&gt;&lt;/m:r&gt;&lt;m:ctrlPr&gt;&lt;w:rPr&gt;&lt;w:rFonts w:ascii=&quot;Cambria Math&quot; w:fareast=&quot;Calibri&quot; w:h-ansi=&quot;Cambria Math&quot;/&gt;&lt;wx:font wx:val=&quot;Cambria Math&quot;/&gt;&lt;w:i/&gt;&lt;w:sz w:val=&quot;20&quot;/&gt;&lt;w:sz-cs w:val=&quot;20&quot;/&gt;&lt;w:lang w:val=&quot;EN-US&quot; w:fareast=&quot;EN-US&quot;/&gt;&lt;/w:rPr&gt;&lt;/m:ctrlPr&gt;&lt;/m:e&gt;&lt;m:sub&gt;&lt;m:r&gt;&lt;w:rPr&gt;&lt;w:rFonts w:ascii=&quot;Cambria Math&quot; w:fareast=&quot;Calibri&quot; w:h-ansi=&quot;Cambria Math&quot;/&gt;&lt;wx:font wx:val=&quot;Cambria Math&quot;/&gt;&lt;w:i/&gt;&lt;w:sz w:val=&quot;20&quot;/&gt;&lt;w:sz-cs w:val=&quot;20&quot;/&gt;&lt;w:lang w:fareast=&quot;EN-US&quot;/&gt;&lt;/w:rPr&gt;&lt;m:t&gt;t&lt;/m:t&gt;&lt;/m:r&gt;&lt;/m:sub&gt;&lt;/m:sSub&gt;&lt;m:r&gt;&lt;w:rPr&gt;&lt;w:rFonts w:ascii=&quot;Cambria Math&quot; w:fareast=&quot;Calibri&quot; w:h-ansi=&quot;Cambria Math&quot;/&gt;&lt;wx:font wx:val=&quot;Cambria Math&quot;/&gt;&lt;w:i/&gt;&lt;w:sz w:val=&quot;20&quot;/&gt;&lt;w:sz-cs w:val=&quot;20&quot;/&gt;&lt;w:lang w:fareast=&quot;EN-US&quot;/&gt;&lt;/w:rPr&gt;&lt;m:t&gt;=&lt;/m:t&gt;&lt;/m:r&gt;&lt;m:nary&gt;&lt;m:naryPr&gt;&lt;m:chr m:val=&quot;в€‘&quot;/&gt;&lt;m:limLoc m:val=&quot;undOvr&quot;/&gt;&lt;m:supHide m:val=&quot;on&quot;/&gt;&lt;m:ctrlPr&gt;&lt;w:rPr&gt;&lt;w:rFonts w:ascii=&quot;Cambria Math&quot; w:fareast=&quot;Calibri&quot; w:h-ansi=&quot;Cambria Math&quot;/&gt;&lt;wx:font wx:val=&quot;Cambria Math&quot;/&gt;&lt;w:i/&gt;&lt;w:sz w:val=&quot;20&quot;/&gt;&lt;w:sz-cs w:val=&quot;20&quot;/&gt;&lt;w:lang w:val=&quot;EN-US&quot; w:fareast=&quot;EN-US&quot;/&gt;&lt;/w:rPr&gt;&lt;/m:ctrlPr&gt;&lt;/m:naryPr&gt;&lt;m:sub&gt;&lt;m:r&gt;&lt;w:rPr&gt;&lt;w:rFonts w:ascii=&quot;Cambria Math&quot; w:fareast=&quot;Calibri&quot; w:h-ansi=&quot;Cambria Math&quot;/&gt;&lt;wx:font wx:val=&quot;Cambria Math&quot;/&gt;&lt;w:i/&gt;&lt;w:sz w:val=&quot;20&quot;/&gt;&lt;w:sz-cs w:val=&quot;20&quot;/&gt;&lt;w:lang w:val=&quot;EN-US&quot; w:fareast=&quot;EN-US&quot;/&gt;&lt;/w:rPr&gt;&lt;m:t&gt;k&lt;/m:t&gt;&lt;/m:r&gt;&lt;/m:sub&gt;&lt;m:sup/&gt;&lt;m:e&gt;&lt;m:sSub&gt;&lt;m:sSubPr&gt;&lt;m:ctrlPr&gt;&lt;w:rPr&gt;&lt;w:rFonts w:ascii=&quot;Cambria Math&quot; w:fareast=&quot;Calibri&quot; w:h-ansi=&quot;Cambria Math&quot;/&gt;&lt;wx:font wx:val=&quot;Cambria Math&quot;/&gt;&lt;w:i/&gt;&lt;w:sz w:val=&quot;20&quot;/&gt;&lt;w:sz-cs w:val=&quot;20&quot;/&gt;&lt;w:lang w:fareast=&quot;EN-US&quot;/&gt;&lt;/w:rPr&gt;&lt;/m:ctrlPr&gt;&lt;/m:sSubPr&gt;&lt;m:e&gt;&lt;m:r&gt;&lt;w:rPr&gt;&lt;w:rFonts w:ascii=&quot;Cambria Math&quot; w:fareast=&quot;Calibri&quot; w:h-ansi=&quot;Cambria Math&quot;/&gt;&lt;wx:font wx:val=&quot;Cambria Math&quot;/&gt;&lt;w:i/&gt;&lt;w:sz w:val=&quot;20&quot;/&gt;&lt;w:sz-cs w:val=&quot;20&quot;/&gt;&lt;w:lang w:val=&quot;EN-US&quot; w:fareast=&quot;EN-US&quot;/&gt;&lt;/w:rPr&gt;&lt;m:t&gt;X&lt;/m:t&gt;&lt;/m:r&gt;&lt;m:ctrlPr&gt;&lt;w:rPr&gt;&lt;w:rFonts w:ascii=&quot;Cambria Math&quot; w:fareast=&quot;Calibri&quot; w:h-ansi=&quot;Cambria Math&quot;/&gt;&lt;wx:font wx:val=&quot;Cambria Math&quot;/&gt;&lt;w:i/&gt;&lt;w:sz w:val=&quot;20&quot;/&gt;&lt;w:sz-cs w:val=&quot;20&quot;/&gt;&lt;w:lang w:val=&quot;EN-US&quot; w:fareast=&quot;EN-US&quot;/&gt;&lt;/w:rPr&gt;&lt;/m:ctrlPr&gt;&lt;/m:e&gt;&lt;m:sub&gt;&lt;m:r&gt;&lt;w:rPr&gt;&lt;w:rFonts w:ascii=&quot;Cambria Math&quot; w:fareast=&quot;Calibri&quot; w:h-ansi=&quot;Cambria Math&quot;/&gt;&lt;wx:font wx:val=&quot;Cambria Math&quot;/&gt;&lt;w:i/&gt;&lt;w:sz w:val=&quot;20&quot;/&gt;&lt;w:sz-cs w:val=&quot;20&quot;/&gt;&lt;w:lang w:fareast=&quot;EN-US&quot;/&gt;&lt;/w:rPr&gt;&lt;m:t&gt;t,k&lt;/m:t&gt;&lt;/m:r&gt;&lt;/m:sub&gt;&lt;/m:sSub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7" o:title="" chromakey="white"/>
                </v:shape>
              </w:pict>
            </w:r>
            <w:r w:rsidRPr="003128A1">
              <w:rPr>
                <w:sz w:val="20"/>
                <w:szCs w:val="20"/>
                <w:lang w:eastAsia="en-US"/>
              </w:rPr>
              <w:instrText xml:space="preserve"> </w:instrText>
            </w:r>
            <w:r w:rsidRPr="003128A1">
              <w:rPr>
                <w:sz w:val="20"/>
                <w:szCs w:val="20"/>
                <w:lang w:eastAsia="en-US"/>
              </w:rPr>
              <w:fldChar w:fldCharType="separate"/>
            </w:r>
            <w:r w:rsidRPr="00FB4537">
              <w:rPr>
                <w:sz w:val="20"/>
                <w:szCs w:val="20"/>
              </w:rPr>
              <w:pict>
                <v:shape id="_x0000_i1034" type="#_x0000_t75" style="width:54.75pt;height:30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253B9&quot;/&gt;&lt;wsp:rsid wsp:val=&quot;000054E8&quot;/&gt;&lt;wsp:rsid wsp:val=&quot;00012754&quot;/&gt;&lt;wsp:rsid wsp:val=&quot;00013B0F&quot;/&gt;&lt;wsp:rsid wsp:val=&quot;000164C7&quot;/&gt;&lt;wsp:rsid wsp:val=&quot;00016534&quot;/&gt;&lt;wsp:rsid wsp:val=&quot;00046569&quot;/&gt;&lt;wsp:rsid wsp:val=&quot;00054861&quot;/&gt;&lt;wsp:rsid wsp:val=&quot;000615C9&quot;/&gt;&lt;wsp:rsid wsp:val=&quot;00063DD2&quot;/&gt;&lt;wsp:rsid wsp:val=&quot;000657BC&quot;/&gt;&lt;wsp:rsid wsp:val=&quot;00076E03&quot;/&gt;&lt;wsp:rsid wsp:val=&quot;00081DB3&quot;/&gt;&lt;wsp:rsid wsp:val=&quot;00082FD6&quot;/&gt;&lt;wsp:rsid wsp:val=&quot;0009064A&quot;/&gt;&lt;wsp:rsid wsp:val=&quot;00092119&quot;/&gt;&lt;wsp:rsid wsp:val=&quot;000D671A&quot;/&gt;&lt;wsp:rsid wsp:val=&quot;000E0E06&quot;/&gt;&lt;wsp:rsid wsp:val=&quot;000E12F1&quot;/&gt;&lt;wsp:rsid wsp:val=&quot;000F1454&quot;/&gt;&lt;wsp:rsid wsp:val=&quot;000F6822&quot;/&gt;&lt;wsp:rsid wsp:val=&quot;0010064A&quot;/&gt;&lt;wsp:rsid wsp:val=&quot;001130BE&quot;/&gt;&lt;wsp:rsid wsp:val=&quot;00117285&quot;/&gt;&lt;wsp:rsid wsp:val=&quot;00120DBC&quot;/&gt;&lt;wsp:rsid wsp:val=&quot;00120F95&quot;/&gt;&lt;wsp:rsid wsp:val=&quot;001400E9&quot;/&gt;&lt;wsp:rsid wsp:val=&quot;001403D2&quot;/&gt;&lt;wsp:rsid wsp:val=&quot;001409C8&quot;/&gt;&lt;wsp:rsid wsp:val=&quot;00143E3D&quot;/&gt;&lt;wsp:rsid wsp:val=&quot;00154068&quot;/&gt;&lt;wsp:rsid wsp:val=&quot;00175E7B&quot;/&gt;&lt;wsp:rsid wsp:val=&quot;001C032C&quot;/&gt;&lt;wsp:rsid wsp:val=&quot;001C4435&quot;/&gt;&lt;wsp:rsid wsp:val=&quot;001E2771&quot;/&gt;&lt;wsp:rsid wsp:val=&quot;001F09C6&quot;/&gt;&lt;wsp:rsid wsp:val=&quot;001F6930&quot;/&gt;&lt;wsp:rsid wsp:val=&quot;001F7AE9&quot;/&gt;&lt;wsp:rsid wsp:val=&quot;002019E6&quot;/&gt;&lt;wsp:rsid wsp:val=&quot;00201BDB&quot;/&gt;&lt;wsp:rsid wsp:val=&quot;002256EF&quot;/&gt;&lt;wsp:rsid wsp:val=&quot;002404AF&quot;/&gt;&lt;wsp:rsid wsp:val=&quot;002466C4&quot;/&gt;&lt;wsp:rsid wsp:val=&quot;002541DE&quot;/&gt;&lt;wsp:rsid wsp:val=&quot;00281B07&quot;/&gt;&lt;wsp:rsid wsp:val=&quot;00281E28&quot;/&gt;&lt;wsp:rsid wsp:val=&quot;00290A38&quot;/&gt;&lt;wsp:rsid wsp:val=&quot;002A5449&quot;/&gt;&lt;wsp:rsid wsp:val=&quot;002B295D&quot;/&gt;&lt;wsp:rsid wsp:val=&quot;002B3E8E&quot;/&gt;&lt;wsp:rsid wsp:val=&quot;002B6DED&quot;/&gt;&lt;wsp:rsid wsp:val=&quot;002C37DB&quot;/&gt;&lt;wsp:rsid wsp:val=&quot;002D0FA2&quot;/&gt;&lt;wsp:rsid wsp:val=&quot;002D33C8&quot;/&gt;&lt;wsp:rsid wsp:val=&quot;002D4A68&quot;/&gt;&lt;wsp:rsid wsp:val=&quot;002D5482&quot;/&gt;&lt;wsp:rsid wsp:val=&quot;002E1B77&quot;/&gt;&lt;wsp:rsid wsp:val=&quot;002E2DA0&quot;/&gt;&lt;wsp:rsid wsp:val=&quot;002F6116&quot;/&gt;&lt;wsp:rsid wsp:val=&quot;002F67D7&quot;/&gt;&lt;wsp:rsid wsp:val=&quot;003001FF&quot;/&gt;&lt;wsp:rsid wsp:val=&quot;00311F5A&quot;/&gt;&lt;wsp:rsid wsp:val=&quot;003124DE&quot;/&gt;&lt;wsp:rsid wsp:val=&quot;00327FE7&quot;/&gt;&lt;wsp:rsid wsp:val=&quot;00335C43&quot;/&gt;&lt;wsp:rsid wsp:val=&quot;003568BA&quot;/&gt;&lt;wsp:rsid wsp:val=&quot;00364587&quot;/&gt;&lt;wsp:rsid wsp:val=&quot;0037277D&quot;/&gt;&lt;wsp:rsid wsp:val=&quot;00381B77&quot;/&gt;&lt;wsp:rsid wsp:val=&quot;00384D99&quot;/&gt;&lt;wsp:rsid wsp:val=&quot;00386E36&quot;/&gt;&lt;wsp:rsid wsp:val=&quot;0039171A&quot;/&gt;&lt;wsp:rsid wsp:val=&quot;0039206A&quot;/&gt;&lt;wsp:rsid wsp:val=&quot;003941C4&quot;/&gt;&lt;wsp:rsid wsp:val=&quot;003A0DD8&quot;/&gt;&lt;wsp:rsid wsp:val=&quot;003B70A8&quot;/&gt;&lt;wsp:rsid wsp:val=&quot;003E4320&quot;/&gt;&lt;wsp:rsid wsp:val=&quot;003E6657&quot;/&gt;&lt;wsp:rsid wsp:val=&quot;004227BB&quot;/&gt;&lt;wsp:rsid wsp:val=&quot;00442242&quot;/&gt;&lt;wsp:rsid wsp:val=&quot;00462396&quot;/&gt;&lt;wsp:rsid wsp:val=&quot;00477F21&quot;/&gt;&lt;wsp:rsid wsp:val=&quot;00480FF2&quot;/&gt;&lt;wsp:rsid wsp:val=&quot;004953C4&quot;/&gt;&lt;wsp:rsid wsp:val=&quot;004A78C4&quot;/&gt;&lt;wsp:rsid wsp:val=&quot;004C4A84&quot;/&gt;&lt;wsp:rsid wsp:val=&quot;004C78C8&quot;/&gt;&lt;wsp:rsid wsp:val=&quot;004D71C0&quot;/&gt;&lt;wsp:rsid wsp:val=&quot;004E344D&quot;/&gt;&lt;wsp:rsid wsp:val=&quot;004F6840&quot;/&gt;&lt;wsp:rsid wsp:val=&quot;004F724E&quot;/&gt;&lt;wsp:rsid wsp:val=&quot;00520DE6&quot;/&gt;&lt;wsp:rsid wsp:val=&quot;0052743B&quot;/&gt;&lt;wsp:rsid wsp:val=&quot;00545152&quot;/&gt;&lt;wsp:rsid wsp:val=&quot;005451C5&quot;/&gt;&lt;wsp:rsid wsp:val=&quot;005475A5&quot;/&gt;&lt;wsp:rsid wsp:val=&quot;00550411&quot;/&gt;&lt;wsp:rsid wsp:val=&quot;00564CF7&quot;/&gt;&lt;wsp:rsid wsp:val=&quot;005661E8&quot;/&gt;&lt;wsp:rsid wsp:val=&quot;00576B23&quot;/&gt;&lt;wsp:rsid wsp:val=&quot;00580326&quot;/&gt;&lt;wsp:rsid wsp:val=&quot;00586A72&quot;/&gt;&lt;wsp:rsid wsp:val=&quot;0059175D&quot;/&gt;&lt;wsp:rsid wsp:val=&quot;00591A95&quot;/&gt;&lt;wsp:rsid wsp:val=&quot;005974D2&quot;/&gt;&lt;wsp:rsid wsp:val=&quot;005A3796&quot;/&gt;&lt;wsp:rsid wsp:val=&quot;005A78F4&quot;/&gt;&lt;wsp:rsid wsp:val=&quot;005C4540&quot;/&gt;&lt;wsp:rsid wsp:val=&quot;005D1989&quot;/&gt;&lt;wsp:rsid wsp:val=&quot;005D6179&quot;/&gt;&lt;wsp:rsid wsp:val=&quot;005E7E28&quot;/&gt;&lt;wsp:rsid wsp:val=&quot;006023D7&quot;/&gt;&lt;wsp:rsid wsp:val=&quot;00610F53&quot;/&gt;&lt;wsp:rsid wsp:val=&quot;006318A2&quot;/&gt;&lt;wsp:rsid wsp:val=&quot;00643DF8&quot;/&gt;&lt;wsp:rsid wsp:val=&quot;006448F5&quot;/&gt;&lt;wsp:rsid wsp:val=&quot;00656F29&quot;/&gt;&lt;wsp:rsid wsp:val=&quot;006614D6&quot;/&gt;&lt;wsp:rsid wsp:val=&quot;00662D56&quot;/&gt;&lt;wsp:rsid wsp:val=&quot;00670DF9&quot;/&gt;&lt;wsp:rsid wsp:val=&quot;00672EB5&quot;/&gt;&lt;wsp:rsid wsp:val=&quot;00676ED0&quot;/&gt;&lt;wsp:rsid wsp:val=&quot;00684E7D&quot;/&gt;&lt;wsp:rsid wsp:val=&quot;00696E49&quot;/&gt;&lt;wsp:rsid wsp:val=&quot;006A6E4C&quot;/&gt;&lt;wsp:rsid wsp:val=&quot;006A751C&quot;/&gt;&lt;wsp:rsid wsp:val=&quot;006C6BBA&quot;/&gt;&lt;wsp:rsid wsp:val=&quot;006D41A4&quot;/&gt;&lt;wsp:rsid wsp:val=&quot;006D612D&quot;/&gt;&lt;wsp:rsid wsp:val=&quot;006E1028&quot;/&gt;&lt;wsp:rsid wsp:val=&quot;006F4204&quot;/&gt;&lt;wsp:rsid wsp:val=&quot;006F5F03&quot;/&gt;&lt;wsp:rsid wsp:val=&quot;006F7F9B&quot;/&gt;&lt;wsp:rsid wsp:val=&quot;007271C9&quot;/&gt;&lt;wsp:rsid wsp:val=&quot;007360B1&quot;/&gt;&lt;wsp:rsid wsp:val=&quot;00746581&quot;/&gt;&lt;wsp:rsid wsp:val=&quot;00751A38&quot;/&gt;&lt;wsp:rsid wsp:val=&quot;00757E3C&quot;/&gt;&lt;wsp:rsid wsp:val=&quot;0077602C&quot;/&gt;&lt;wsp:rsid wsp:val=&quot;00777C4A&quot;/&gt;&lt;wsp:rsid wsp:val=&quot;00780511&quot;/&gt;&lt;wsp:rsid wsp:val=&quot;00781C7C&quot;/&gt;&lt;wsp:rsid wsp:val=&quot;007A1FB7&quot;/&gt;&lt;wsp:rsid wsp:val=&quot;007B0AFE&quot;/&gt;&lt;wsp:rsid wsp:val=&quot;007D05F9&quot;/&gt;&lt;wsp:rsid wsp:val=&quot;007D22C0&quot;/&gt;&lt;wsp:rsid wsp:val=&quot;008140A1&quot;/&gt;&lt;wsp:rsid wsp:val=&quot;00822482&quot;/&gt;&lt;wsp:rsid wsp:val=&quot;00822EC4&quot;/&gt;&lt;wsp:rsid wsp:val=&quot;00824166&quot;/&gt;&lt;wsp:rsid wsp:val=&quot;008374EA&quot;/&gt;&lt;wsp:rsid wsp:val=&quot;00840350&quot;/&gt;&lt;wsp:rsid wsp:val=&quot;00841EA2&quot;/&gt;&lt;wsp:rsid wsp:val=&quot;00855315&quot;/&gt;&lt;wsp:rsid wsp:val=&quot;008638F9&quot;/&gt;&lt;wsp:rsid wsp:val=&quot;008658FD&quot;/&gt;&lt;wsp:rsid wsp:val=&quot;008710E1&quot;/&gt;&lt;wsp:rsid wsp:val=&quot;00880111&quot;/&gt;&lt;wsp:rsid wsp:val=&quot;00891159&quot;/&gt;&lt;wsp:rsid wsp:val=&quot;008A61F7&quot;/&gt;&lt;wsp:rsid wsp:val=&quot;008B2AA3&quot;/&gt;&lt;wsp:rsid wsp:val=&quot;008B47CE&quot;/&gt;&lt;wsp:rsid wsp:val=&quot;008B6773&quot;/&gt;&lt;wsp:rsid wsp:val=&quot;008C0669&quot;/&gt;&lt;wsp:rsid wsp:val=&quot;008C3293&quot;/&gt;&lt;wsp:rsid wsp:val=&quot;008C41BD&quot;/&gt;&lt;wsp:rsid wsp:val=&quot;008D187D&quot;/&gt;&lt;wsp:rsid wsp:val=&quot;008D45B2&quot;/&gt;&lt;wsp:rsid wsp:val=&quot;008D73FF&quot;/&gt;&lt;wsp:rsid wsp:val=&quot;008E136E&quot;/&gt;&lt;wsp:rsid wsp:val=&quot;008E4628&quot;/&gt;&lt;wsp:rsid wsp:val=&quot;008F5939&quot;/&gt;&lt;wsp:rsid wsp:val=&quot;00906400&quot;/&gt;&lt;wsp:rsid wsp:val=&quot;009178B4&quot;/&gt;&lt;wsp:rsid wsp:val=&quot;00926D80&quot;/&gt;&lt;wsp:rsid wsp:val=&quot;00947A83&quot;/&gt;&lt;wsp:rsid wsp:val=&quot;0095462C&quot;/&gt;&lt;wsp:rsid wsp:val=&quot;0096414D&quot;/&gt;&lt;wsp:rsid wsp:val=&quot;009678ED&quot;/&gt;&lt;wsp:rsid wsp:val=&quot;00971857&quot;/&gt;&lt;wsp:rsid wsp:val=&quot;00974139&quot;/&gt;&lt;wsp:rsid wsp:val=&quot;00985D47&quot;/&gt;&lt;wsp:rsid wsp:val=&quot;00987E78&quot;/&gt;&lt;wsp:rsid wsp:val=&quot;009938EB&quot;/&gt;&lt;wsp:rsid wsp:val=&quot;00997603&quot;/&gt;&lt;wsp:rsid wsp:val=&quot;00997A58&quot;/&gt;&lt;wsp:rsid wsp:val=&quot;009A3B63&quot;/&gt;&lt;wsp:rsid wsp:val=&quot;009B744C&quot;/&gt;&lt;wsp:rsid wsp:val=&quot;009C7C8E&quot;/&gt;&lt;wsp:rsid wsp:val=&quot;009D402E&quot;/&gt;&lt;wsp:rsid wsp:val=&quot;009E0BD6&quot;/&gt;&lt;wsp:rsid wsp:val=&quot;009F70B1&quot;/&gt;&lt;wsp:rsid wsp:val=&quot;00A02771&quot;/&gt;&lt;wsp:rsid wsp:val=&quot;00A13FC4&quot;/&gt;&lt;wsp:rsid wsp:val=&quot;00A25DAE&quot;/&gt;&lt;wsp:rsid wsp:val=&quot;00A344AB&quot;/&gt;&lt;wsp:rsid wsp:val=&quot;00A34A82&quot;/&gt;&lt;wsp:rsid wsp:val=&quot;00A434FF&quot;/&gt;&lt;wsp:rsid wsp:val=&quot;00A5381B&quot;/&gt;&lt;wsp:rsid wsp:val=&quot;00A539F3&quot;/&gt;&lt;wsp:rsid wsp:val=&quot;00A62868&quot;/&gt;&lt;wsp:rsid wsp:val=&quot;00A67556&quot;/&gt;&lt;wsp:rsid wsp:val=&quot;00A81ACF&quot;/&gt;&lt;wsp:rsid wsp:val=&quot;00A95165&quot;/&gt;&lt;wsp:rsid wsp:val=&quot;00A972AF&quot;/&gt;&lt;wsp:rsid wsp:val=&quot;00A97D6E&quot;/&gt;&lt;wsp:rsid wsp:val=&quot;00AA1F29&quot;/&gt;&lt;wsp:rsid wsp:val=&quot;00AA6CC4&quot;/&gt;&lt;wsp:rsid wsp:val=&quot;00B12809&quot;/&gt;&lt;wsp:rsid wsp:val=&quot;00B203C3&quot;/&gt;&lt;wsp:rsid wsp:val=&quot;00B331CD&quot;/&gt;&lt;wsp:rsid wsp:val=&quot;00B34E77&quot;/&gt;&lt;wsp:rsid wsp:val=&quot;00B4366D&quot;/&gt;&lt;wsp:rsid wsp:val=&quot;00B443A2&quot;/&gt;&lt;wsp:rsid wsp:val=&quot;00B464EB&quot;/&gt;&lt;wsp:rsid wsp:val=&quot;00B6380C&quot;/&gt;&lt;wsp:rsid wsp:val=&quot;00B72A3C&quot;/&gt;&lt;wsp:rsid wsp:val=&quot;00B90B9D&quot;/&gt;&lt;wsp:rsid wsp:val=&quot;00B91863&quot;/&gt;&lt;wsp:rsid wsp:val=&quot;00B91971&quot;/&gt;&lt;wsp:rsid wsp:val=&quot;00BA284D&quot;/&gt;&lt;wsp:rsid wsp:val=&quot;00BA36ED&quot;/&gt;&lt;wsp:rsid wsp:val=&quot;00BB0F1C&quot;/&gt;&lt;wsp:rsid wsp:val=&quot;00BC3299&quot;/&gt;&lt;wsp:rsid wsp:val=&quot;00BD0768&quot;/&gt;&lt;wsp:rsid wsp:val=&quot;00BE7D73&quot;/&gt;&lt;wsp:rsid wsp:val=&quot;00C01A61&quot;/&gt;&lt;wsp:rsid wsp:val=&quot;00C05488&quot;/&gt;&lt;wsp:rsid wsp:val=&quot;00C12361&quot;/&gt;&lt;wsp:rsid wsp:val=&quot;00C20B53&quot;/&gt;&lt;wsp:rsid wsp:val=&quot;00C30E46&quot;/&gt;&lt;wsp:rsid wsp:val=&quot;00C41882&quot;/&gt;&lt;wsp:rsid wsp:val=&quot;00C60E15&quot;/&gt;&lt;wsp:rsid wsp:val=&quot;00C61644&quot;/&gt;&lt;wsp:rsid wsp:val=&quot;00C61D77&quot;/&gt;&lt;wsp:rsid wsp:val=&quot;00C6789D&quot;/&gt;&lt;wsp:rsid wsp:val=&quot;00C77011&quot;/&gt;&lt;wsp:rsid wsp:val=&quot;00C8240D&quot;/&gt;&lt;wsp:rsid wsp:val=&quot;00C8252C&quot;/&gt;&lt;wsp:rsid wsp:val=&quot;00C92789&quot;/&gt;&lt;wsp:rsid wsp:val=&quot;00C95D90&quot;/&gt;&lt;wsp:rsid wsp:val=&quot;00CA421D&quot;/&gt;&lt;wsp:rsid wsp:val=&quot;00CA63F3&quot;/&gt;&lt;wsp:rsid wsp:val=&quot;00CA6F0F&quot;/&gt;&lt;wsp:rsid wsp:val=&quot;00CB1A33&quot;/&gt;&lt;wsp:rsid wsp:val=&quot;00CB5316&quot;/&gt;&lt;wsp:rsid wsp:val=&quot;00CD7B81&quot;/&gt;&lt;wsp:rsid wsp:val=&quot;00CE2F5A&quot;/&gt;&lt;wsp:rsid wsp:val=&quot;00CF15E7&quot;/&gt;&lt;wsp:rsid wsp:val=&quot;00D05782&quot;/&gt;&lt;wsp:rsid wsp:val=&quot;00D07FA9&quot;/&gt;&lt;wsp:rsid wsp:val=&quot;00D13E34&quot;/&gt;&lt;wsp:rsid wsp:val=&quot;00D21197&quot;/&gt;&lt;wsp:rsid wsp:val=&quot;00D253B9&quot;/&gt;&lt;wsp:rsid wsp:val=&quot;00D31B30&quot;/&gt;&lt;wsp:rsid wsp:val=&quot;00D3319E&quot;/&gt;&lt;wsp:rsid wsp:val=&quot;00D33A02&quot;/&gt;&lt;wsp:rsid wsp:val=&quot;00D34B67&quot;/&gt;&lt;wsp:rsid wsp:val=&quot;00D4493A&quot;/&gt;&lt;wsp:rsid wsp:val=&quot;00D479E4&quot;/&gt;&lt;wsp:rsid wsp:val=&quot;00D51BCE&quot;/&gt;&lt;wsp:rsid wsp:val=&quot;00D53ECE&quot;/&gt;&lt;wsp:rsid wsp:val=&quot;00D62970&quot;/&gt;&lt;wsp:rsid wsp:val=&quot;00D65E4C&quot;/&gt;&lt;wsp:rsid wsp:val=&quot;00D75FD2&quot;/&gt;&lt;wsp:rsid wsp:val=&quot;00D91B72&quot;/&gt;&lt;wsp:rsid wsp:val=&quot;00D95E05&quot;/&gt;&lt;wsp:rsid wsp:val=&quot;00DA52F7&quot;/&gt;&lt;wsp:rsid wsp:val=&quot;00DB29ED&quot;/&gt;&lt;wsp:rsid wsp:val=&quot;00DC3772&quot;/&gt;&lt;wsp:rsid wsp:val=&quot;00DC406B&quot;/&gt;&lt;wsp:rsid wsp:val=&quot;00DC5E58&quot;/&gt;&lt;wsp:rsid wsp:val=&quot;00DD360A&quot;/&gt;&lt;wsp:rsid wsp:val=&quot;00DD3853&quot;/&gt;&lt;wsp:rsid wsp:val=&quot;00E0084B&quot;/&gt;&lt;wsp:rsid wsp:val=&quot;00E31244&quot;/&gt;&lt;wsp:rsid wsp:val=&quot;00E320DB&quot;/&gt;&lt;wsp:rsid wsp:val=&quot;00E374EC&quot;/&gt;&lt;wsp:rsid wsp:val=&quot;00E434D2&quot;/&gt;&lt;wsp:rsid wsp:val=&quot;00E435AA&quot;/&gt;&lt;wsp:rsid wsp:val=&quot;00E5574E&quot;/&gt;&lt;wsp:rsid wsp:val=&quot;00E60A7A&quot;/&gt;&lt;wsp:rsid wsp:val=&quot;00E734EF&quot;/&gt;&lt;wsp:rsid wsp:val=&quot;00E74840&quot;/&gt;&lt;wsp:rsid wsp:val=&quot;00E76092&quot;/&gt;&lt;wsp:rsid wsp:val=&quot;00E82CBC&quot;/&gt;&lt;wsp:rsid wsp:val=&quot;00E87855&quot;/&gt;&lt;wsp:rsid wsp:val=&quot;00EB77F9&quot;/&gt;&lt;wsp:rsid wsp:val=&quot;00EC18FA&quot;/&gt;&lt;wsp:rsid wsp:val=&quot;00EC1FC5&quot;/&gt;&lt;wsp:rsid wsp:val=&quot;00ED530A&quot;/&gt;&lt;wsp:rsid wsp:val=&quot;00EF68CC&quot;/&gt;&lt;wsp:rsid wsp:val=&quot;00F02691&quot;/&gt;&lt;wsp:rsid wsp:val=&quot;00F118B6&quot;/&gt;&lt;wsp:rsid wsp:val=&quot;00F14532&quot;/&gt;&lt;wsp:rsid wsp:val=&quot;00F1647C&quot;/&gt;&lt;wsp:rsid wsp:val=&quot;00F37A94&quot;/&gt;&lt;wsp:rsid wsp:val=&quot;00F413E7&quot;/&gt;&lt;wsp:rsid wsp:val=&quot;00F4187A&quot;/&gt;&lt;wsp:rsid wsp:val=&quot;00F41A9F&quot;/&gt;&lt;wsp:rsid wsp:val=&quot;00F423A3&quot;/&gt;&lt;wsp:rsid wsp:val=&quot;00F65D66&quot;/&gt;&lt;wsp:rsid wsp:val=&quot;00F8127F&quot;/&gt;&lt;wsp:rsid wsp:val=&quot;00F979F9&quot;/&gt;&lt;wsp:rsid wsp:val=&quot;00FA6E46&quot;/&gt;&lt;wsp:rsid wsp:val=&quot;00FB0556&quot;/&gt;&lt;wsp:rsid wsp:val=&quot;00FB30C2&quot;/&gt;&lt;wsp:rsid wsp:val=&quot;00FB5C01&quot;/&gt;&lt;wsp:rsid wsp:val=&quot;00FC1F7D&quot;/&gt;&lt;wsp:rsid wsp:val=&quot;00FC4A2E&quot;/&gt;&lt;wsp:rsid wsp:val=&quot;00FD6F09&quot;/&gt;&lt;wsp:rsid wsp:val=&quot;00FE1FBF&quot;/&gt;&lt;wsp:rsid wsp:val=&quot;00FE4BE2&quot;/&gt;&lt;wsp:rsid wsp:val=&quot;00FE5480&quot;/&gt;&lt;wsp:rsid wsp:val=&quot;00FF4B0C&quot;/&gt;&lt;/wsp:rsids&gt;&lt;/w:docPr&gt;&lt;w:body&gt;&lt;w:p wsp:rsidR=&quot;00000000&quot; wsp:rsidRDefault=&quot;008C41BD&quot;&gt;&lt;m:oMathPara&gt;&lt;m:oMath&gt;&lt;m:sSub&gt;&lt;m:sSubPr&gt;&lt;m:ctrlPr&gt;&lt;w:rPr&gt;&lt;w:rFonts w:ascii=&quot;Cambria Math&quot; w:fareast=&quot;Calibri&quot; w:h-ansi=&quot;Cambria Math&quot;/&gt;&lt;wx:font wx:val=&quot;Cambria Math&quot;/&gt;&lt;w:i/&gt;&lt;w:sz w:val=&quot;20&quot;/&gt;&lt;w:sz-cs w:val=&quot;20&quot;/&gt;&lt;w:lang w:fareast=&quot;EN-US&quot;/&gt;&lt;/w:rPr&gt;&lt;/m:ctrlPr&gt;&lt;/m:sSubPr&gt;&lt;m:e&gt;&lt;m:r&gt;&lt;w:rPr&gt;&lt;w:rFonts w:ascii=&quot;Cambria Math&quot; w:fareast=&quot;Calibri&quot; w:h-ansi=&quot;Cambria Math&quot;/&gt;&lt;wx:font wx:val=&quot;Cambria Math&quot;/&gt;&lt;w:i/&gt;&lt;w:sz w:val=&quot;20&quot;/&gt;&lt;w:sz-cs w:val=&quot;20&quot;/&gt;&lt;w:lang w:val=&quot;EN-US&quot; w:fareast=&quot;EN-US&quot;/&gt;&lt;/w:rPr&gt;&lt;m:t&gt;Y&lt;/m:t&gt;&lt;/m:r&gt;&lt;m:ctrlPr&gt;&lt;w:rPr&gt;&lt;w:rFonts w:ascii=&quot;Cambria Math&quot; w:fareast=&quot;Calibri&quot; w:h-ansi=&quot;Cambria Math&quot;/&gt;&lt;wx:font wx:val=&quot;Cambria Math&quot;/&gt;&lt;w:i/&gt;&lt;w:sz w:val=&quot;20&quot;/&gt;&lt;w:sz-cs w:val=&quot;20&quot;/&gt;&lt;w:lang w:val=&quot;EN-US&quot; w:fareast=&quot;EN-US&quot;/&gt;&lt;/w:rPr&gt;&lt;/m:ctrlPr&gt;&lt;/m:e&gt;&lt;m:sub&gt;&lt;m:r&gt;&lt;w:rPr&gt;&lt;w:rFonts w:ascii=&quot;Cambria Math&quot; w:fareast=&quot;Calibri&quot; w:h-ansi=&quot;Cambria Math&quot;/&gt;&lt;wx:font wx:val=&quot;Cambria Math&quot;/&gt;&lt;w:i/&gt;&lt;w:sz w:val=&quot;20&quot;/&gt;&lt;w:sz-cs w:val=&quot;20&quot;/&gt;&lt;w:lang w:fareast=&quot;EN-US&quot;/&gt;&lt;/w:rPr&gt;&lt;m:t&gt;t&lt;/m:t&gt;&lt;/m:r&gt;&lt;/m:sub&gt;&lt;/m:sSub&gt;&lt;m:r&gt;&lt;w:rPr&gt;&lt;w:rFonts w:ascii=&quot;Cambria Math&quot; w:fareast=&quot;Calibri&quot; w:h-ansi=&quot;Cambria Math&quot;/&gt;&lt;wx:font wx:val=&quot;Cambria Math&quot;/&gt;&lt;w:i/&gt;&lt;w:sz w:val=&quot;20&quot;/&gt;&lt;w:sz-cs w:val=&quot;20&quot;/&gt;&lt;w:lang w:fareast=&quot;EN-US&quot;/&gt;&lt;/w:rPr&gt;&lt;m:t&gt;=&lt;/m:t&gt;&lt;/m:r&gt;&lt;m:nary&gt;&lt;m:naryPr&gt;&lt;m:chr m:val=&quot;в€‘&quot;/&gt;&lt;m:limLoc m:val=&quot;undOvr&quot;/&gt;&lt;m:supHide m:val=&quot;on&quot;/&gt;&lt;m:ctrlPr&gt;&lt;w:rPr&gt;&lt;w:rFonts w:ascii=&quot;Cambria Math&quot; w:fareast=&quot;Calibri&quot; w:h-ansi=&quot;Cambria Math&quot;/&gt;&lt;wx:font wx:val=&quot;Cambria Math&quot;/&gt;&lt;w:i/&gt;&lt;w:sz w:val=&quot;20&quot;/&gt;&lt;w:sz-cs w:val=&quot;20&quot;/&gt;&lt;w:lang w:val=&quot;EN-US&quot; w:fareast=&quot;EN-US&quot;/&gt;&lt;/w:rPr&gt;&lt;/m:ctrlPr&gt;&lt;/m:naryPr&gt;&lt;m:sub&gt;&lt;m:r&gt;&lt;w:rPr&gt;&lt;w:rFonts w:ascii=&quot;Cambria Math&quot; w:fareast=&quot;Calibri&quot; w:h-ansi=&quot;Cambria Math&quot;/&gt;&lt;wx:font wx:val=&quot;Cambria Math&quot;/&gt;&lt;w:i/&gt;&lt;w:sz w:val=&quot;20&quot;/&gt;&lt;w:sz-cs w:val=&quot;20&quot;/&gt;&lt;w:lang w:val=&quot;EN-US&quot; w:fareast=&quot;EN-US&quot;/&gt;&lt;/w:rPr&gt;&lt;m:t&gt;k&lt;/m:t&gt;&lt;/m:r&gt;&lt;/m:sub&gt;&lt;m:sup/&gt;&lt;m:e&gt;&lt;m:sSub&gt;&lt;m:sSubPr&gt;&lt;m:ctrlPr&gt;&lt;w:rPr&gt;&lt;w:rFonts w:ascii=&quot;Cambria Math&quot; w:fareast=&quot;Calibri&quot; w:h-ansi=&quot;Cambria Math&quot;/&gt;&lt;wx:font wx:val=&quot;Cambria Math&quot;/&gt;&lt;w:i/&gt;&lt;w:sz w:val=&quot;20&quot;/&gt;&lt;w:sz-cs w:val=&quot;20&quot;/&gt;&lt;w:lang w:fareast=&quot;EN-US&quot;/&gt;&lt;/w:rPr&gt;&lt;/m:ctrlPr&gt;&lt;/m:sSubPr&gt;&lt;m:e&gt;&lt;m:r&gt;&lt;w:rPr&gt;&lt;w:rFonts w:ascii=&quot;Cambria Math&quot; w:fareast=&quot;Calibri&quot; w:h-ansi=&quot;Cambria Math&quot;/&gt;&lt;wx:font wx:val=&quot;Cambria Math&quot;/&gt;&lt;w:i/&gt;&lt;w:sz w:val=&quot;20&quot;/&gt;&lt;w:sz-cs w:val=&quot;20&quot;/&gt;&lt;w:lang w:val=&quot;EN-US&quot; w:fareast=&quot;EN-US&quot;/&gt;&lt;/w:rPr&gt;&lt;m:t&gt;X&lt;/m:t&gt;&lt;/m:r&gt;&lt;m:ctrlPr&gt;&lt;w:rPr&gt;&lt;w:rFonts w:ascii=&quot;Cambria Math&quot; w:fareast=&quot;Calibri&quot; w:h-ansi=&quot;Cambria Math&quot;/&gt;&lt;wx:font wx:val=&quot;Cambria Math&quot;/&gt;&lt;w:i/&gt;&lt;w:sz w:val=&quot;20&quot;/&gt;&lt;w:sz-cs w:val=&quot;20&quot;/&gt;&lt;w:lang w:val=&quot;EN-US&quot; w:fareast=&quot;EN-US&quot;/&gt;&lt;/w:rPr&gt;&lt;/m:ctrlPr&gt;&lt;/m:e&gt;&lt;m:sub&gt;&lt;m:r&gt;&lt;w:rPr&gt;&lt;w:rFonts w:ascii=&quot;Cambria Math&quot; w:fareast=&quot;Calibri&quot; w:h-ansi=&quot;Cambria Math&quot;/&gt;&lt;wx:font wx:val=&quot;Cambria Math&quot;/&gt;&lt;w:i/&gt;&lt;w:sz w:val=&quot;20&quot;/&gt;&lt;w:sz-cs w:val=&quot;20&quot;/&gt;&lt;w:lang w:fareast=&quot;EN-US&quot;/&gt;&lt;/w:rPr&gt;&lt;m:t&gt;t,k&lt;/m:t&gt;&lt;/m:r&gt;&lt;/m:sub&gt;&lt;/m:sSub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7" o:title="" chromakey="white"/>
                </v:shape>
              </w:pict>
            </w:r>
            <w:r w:rsidRPr="003128A1">
              <w:rPr>
                <w:sz w:val="20"/>
                <w:szCs w:val="20"/>
                <w:lang w:eastAsia="en-US"/>
              </w:rPr>
              <w:fldChar w:fldCharType="end"/>
            </w:r>
            <w:r w:rsidRPr="003128A1">
              <w:rPr>
                <w:sz w:val="20"/>
                <w:szCs w:val="20"/>
                <w:lang w:eastAsia="en-US"/>
              </w:rPr>
              <w:t xml:space="preserve">, </w:t>
            </w:r>
          </w:p>
          <w:p w:rsidR="003D0A91" w:rsidRPr="003128A1" w:rsidRDefault="003D0A91" w:rsidP="000E269C">
            <w:pPr>
              <w:jc w:val="both"/>
              <w:rPr>
                <w:color w:val="000000"/>
                <w:sz w:val="20"/>
                <w:szCs w:val="20"/>
              </w:rPr>
            </w:pPr>
            <w:r w:rsidRPr="003128A1">
              <w:rPr>
                <w:sz w:val="20"/>
                <w:szCs w:val="20"/>
                <w:lang w:eastAsia="en-US"/>
              </w:rPr>
              <w:t xml:space="preserve">где </w:t>
            </w:r>
            <w:r w:rsidRPr="003128A1">
              <w:rPr>
                <w:i/>
                <w:sz w:val="20"/>
                <w:szCs w:val="20"/>
                <w:lang w:val="en-US" w:eastAsia="en-US"/>
              </w:rPr>
              <w:t>Y</w:t>
            </w:r>
            <w:r w:rsidRPr="003128A1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3128A1">
              <w:rPr>
                <w:sz w:val="20"/>
                <w:szCs w:val="20"/>
                <w:lang w:eastAsia="en-US"/>
              </w:rPr>
              <w:t xml:space="preserve"> – сумма</w:t>
            </w:r>
            <w:r w:rsidRPr="003128A1">
              <w:rPr>
                <w:color w:val="000000"/>
                <w:sz w:val="20"/>
                <w:szCs w:val="20"/>
              </w:rPr>
              <w:t xml:space="preserve"> прочих безвозмездных поступлений в бюджеты сельских поселений</w:t>
            </w:r>
          </w:p>
          <w:p w:rsidR="003D0A91" w:rsidRPr="003128A1" w:rsidRDefault="003D0A91" w:rsidP="000E269C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3128A1">
              <w:rPr>
                <w:sz w:val="20"/>
                <w:szCs w:val="20"/>
                <w:lang w:eastAsia="en-US"/>
              </w:rPr>
              <w:t xml:space="preserve">  предоставляемых государственными (муниципальными) организациями в период </w:t>
            </w:r>
            <w:r w:rsidRPr="003128A1">
              <w:rPr>
                <w:i/>
                <w:sz w:val="20"/>
                <w:szCs w:val="20"/>
                <w:lang w:val="en-US" w:eastAsia="en-US"/>
              </w:rPr>
              <w:t>t</w:t>
            </w:r>
            <w:r w:rsidRPr="003128A1">
              <w:rPr>
                <w:sz w:val="20"/>
                <w:szCs w:val="20"/>
                <w:lang w:eastAsia="en-US"/>
              </w:rPr>
              <w:t xml:space="preserve">, получателям средств сельских поселений </w:t>
            </w:r>
          </w:p>
          <w:p w:rsidR="003D0A91" w:rsidRPr="003128A1" w:rsidRDefault="003D0A91" w:rsidP="000E269C">
            <w:pPr>
              <w:jc w:val="both"/>
              <w:rPr>
                <w:color w:val="000000"/>
                <w:sz w:val="20"/>
                <w:szCs w:val="20"/>
              </w:rPr>
            </w:pPr>
            <w:r w:rsidRPr="003128A1">
              <w:rPr>
                <w:i/>
                <w:sz w:val="20"/>
                <w:szCs w:val="20"/>
                <w:lang w:val="en-US" w:eastAsia="en-US"/>
              </w:rPr>
              <w:t>X</w:t>
            </w:r>
            <w:r w:rsidRPr="003128A1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3128A1">
              <w:rPr>
                <w:i/>
                <w:sz w:val="20"/>
                <w:szCs w:val="20"/>
                <w:vertAlign w:val="subscript"/>
                <w:lang w:eastAsia="en-US"/>
              </w:rPr>
              <w:t>,</w:t>
            </w:r>
            <w:r w:rsidRPr="003128A1">
              <w:rPr>
                <w:i/>
                <w:sz w:val="20"/>
                <w:szCs w:val="20"/>
                <w:vertAlign w:val="subscript"/>
                <w:lang w:val="en-US" w:eastAsia="en-US"/>
              </w:rPr>
              <w:t>k</w:t>
            </w:r>
            <w:r w:rsidRPr="003128A1">
              <w:rPr>
                <w:sz w:val="20"/>
                <w:szCs w:val="20"/>
                <w:vertAlign w:val="subscript"/>
                <w:lang w:eastAsia="en-US"/>
              </w:rPr>
              <w:t xml:space="preserve"> </w:t>
            </w:r>
            <w:r w:rsidRPr="003128A1">
              <w:rPr>
                <w:sz w:val="20"/>
                <w:szCs w:val="20"/>
                <w:lang w:eastAsia="en-US"/>
              </w:rPr>
              <w:t>— сумма</w:t>
            </w:r>
            <w:r w:rsidRPr="003128A1">
              <w:rPr>
                <w:color w:val="000000"/>
                <w:sz w:val="20"/>
                <w:szCs w:val="20"/>
              </w:rPr>
              <w:t xml:space="preserve"> прочих безвозмездных поступлений в бюджеты сельских поселений</w:t>
            </w:r>
          </w:p>
          <w:p w:rsidR="003D0A91" w:rsidRDefault="003D0A91" w:rsidP="000E269C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3128A1">
              <w:rPr>
                <w:sz w:val="20"/>
                <w:szCs w:val="20"/>
                <w:lang w:eastAsia="en-US"/>
              </w:rPr>
              <w:t xml:space="preserve"> , предоставляемых государственными (муниципальными) организациями по договору (контракту, соглашению) </w:t>
            </w:r>
            <w:r w:rsidRPr="003128A1">
              <w:rPr>
                <w:i/>
                <w:sz w:val="20"/>
                <w:szCs w:val="20"/>
                <w:lang w:val="en-US" w:eastAsia="en-US"/>
              </w:rPr>
              <w:t>k</w:t>
            </w:r>
            <w:r w:rsidRPr="003128A1">
              <w:rPr>
                <w:sz w:val="20"/>
                <w:szCs w:val="20"/>
                <w:lang w:eastAsia="en-US"/>
              </w:rPr>
              <w:t xml:space="preserve"> в период , получателям средств сельских поселений.</w:t>
            </w:r>
          </w:p>
        </w:tc>
      </w:tr>
      <w:tr w:rsidR="003D0A91" w:rsidRPr="00985D47" w:rsidTr="003A2AA1">
        <w:trPr>
          <w:cantSplit/>
          <w:jc w:val="center"/>
        </w:trPr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Default="003D0A91" w:rsidP="00153B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901 2 07 05030 10 0009 180</w:t>
            </w:r>
          </w:p>
          <w:p w:rsidR="003D0A91" w:rsidRDefault="003D0A91" w:rsidP="00CA42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Default="003D0A91" w:rsidP="00153B4E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Прочие безвозмездные поступления в бюджеты сельских  поселений (прочие доходы)</w:t>
            </w:r>
          </w:p>
          <w:p w:rsidR="003D0A91" w:rsidRPr="002F67D7" w:rsidRDefault="003D0A91" w:rsidP="003A315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Pr="00985D47" w:rsidRDefault="003D0A91" w:rsidP="00FC1DD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sz w:val="20"/>
                <w:szCs w:val="20"/>
                <w:lang w:eastAsia="en-US"/>
              </w:rPr>
              <w:t>Прямой расчет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Pr="003128A1" w:rsidRDefault="003D0A91" w:rsidP="000E269C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3128A1">
              <w:rPr>
                <w:sz w:val="20"/>
                <w:szCs w:val="20"/>
                <w:lang w:eastAsia="en-US"/>
              </w:rPr>
              <w:fldChar w:fldCharType="begin"/>
            </w:r>
            <w:r w:rsidRPr="003128A1">
              <w:rPr>
                <w:sz w:val="20"/>
                <w:szCs w:val="20"/>
                <w:lang w:eastAsia="en-US"/>
              </w:rPr>
              <w:instrText xml:space="preserve"> QUOTE </w:instrText>
            </w:r>
            <w:r w:rsidRPr="00FB4537">
              <w:rPr>
                <w:sz w:val="20"/>
                <w:szCs w:val="20"/>
              </w:rPr>
              <w:pict>
                <v:shape id="_x0000_i1035" type="#_x0000_t75" style="width:54.75pt;height:30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253B9&quot;/&gt;&lt;wsp:rsid wsp:val=&quot;000054E8&quot;/&gt;&lt;wsp:rsid wsp:val=&quot;00012754&quot;/&gt;&lt;wsp:rsid wsp:val=&quot;00013B0F&quot;/&gt;&lt;wsp:rsid wsp:val=&quot;000164C7&quot;/&gt;&lt;wsp:rsid wsp:val=&quot;00016534&quot;/&gt;&lt;wsp:rsid wsp:val=&quot;00046569&quot;/&gt;&lt;wsp:rsid wsp:val=&quot;00054861&quot;/&gt;&lt;wsp:rsid wsp:val=&quot;000615C9&quot;/&gt;&lt;wsp:rsid wsp:val=&quot;00063DD2&quot;/&gt;&lt;wsp:rsid wsp:val=&quot;000657BC&quot;/&gt;&lt;wsp:rsid wsp:val=&quot;00076E03&quot;/&gt;&lt;wsp:rsid wsp:val=&quot;00081DB3&quot;/&gt;&lt;wsp:rsid wsp:val=&quot;00082FD6&quot;/&gt;&lt;wsp:rsid wsp:val=&quot;0009064A&quot;/&gt;&lt;wsp:rsid wsp:val=&quot;00092119&quot;/&gt;&lt;wsp:rsid wsp:val=&quot;000D671A&quot;/&gt;&lt;wsp:rsid wsp:val=&quot;000E0E06&quot;/&gt;&lt;wsp:rsid wsp:val=&quot;000E12F1&quot;/&gt;&lt;wsp:rsid wsp:val=&quot;000F1454&quot;/&gt;&lt;wsp:rsid wsp:val=&quot;000F6822&quot;/&gt;&lt;wsp:rsid wsp:val=&quot;0010064A&quot;/&gt;&lt;wsp:rsid wsp:val=&quot;001130BE&quot;/&gt;&lt;wsp:rsid wsp:val=&quot;00117285&quot;/&gt;&lt;wsp:rsid wsp:val=&quot;00120DBC&quot;/&gt;&lt;wsp:rsid wsp:val=&quot;00120F95&quot;/&gt;&lt;wsp:rsid wsp:val=&quot;001400E9&quot;/&gt;&lt;wsp:rsid wsp:val=&quot;001403D2&quot;/&gt;&lt;wsp:rsid wsp:val=&quot;001409C8&quot;/&gt;&lt;wsp:rsid wsp:val=&quot;00143E3D&quot;/&gt;&lt;wsp:rsid wsp:val=&quot;00154068&quot;/&gt;&lt;wsp:rsid wsp:val=&quot;00175E7B&quot;/&gt;&lt;wsp:rsid wsp:val=&quot;001C032C&quot;/&gt;&lt;wsp:rsid wsp:val=&quot;001C4435&quot;/&gt;&lt;wsp:rsid wsp:val=&quot;001E2771&quot;/&gt;&lt;wsp:rsid wsp:val=&quot;001F09C6&quot;/&gt;&lt;wsp:rsid wsp:val=&quot;001F6930&quot;/&gt;&lt;wsp:rsid wsp:val=&quot;001F7AE9&quot;/&gt;&lt;wsp:rsid wsp:val=&quot;002019E6&quot;/&gt;&lt;wsp:rsid wsp:val=&quot;00201BDB&quot;/&gt;&lt;wsp:rsid wsp:val=&quot;002256EF&quot;/&gt;&lt;wsp:rsid wsp:val=&quot;002404AF&quot;/&gt;&lt;wsp:rsid wsp:val=&quot;002466C4&quot;/&gt;&lt;wsp:rsid wsp:val=&quot;002541DE&quot;/&gt;&lt;wsp:rsid wsp:val=&quot;00281B07&quot;/&gt;&lt;wsp:rsid wsp:val=&quot;00281E28&quot;/&gt;&lt;wsp:rsid wsp:val=&quot;00290A38&quot;/&gt;&lt;wsp:rsid wsp:val=&quot;002A5449&quot;/&gt;&lt;wsp:rsid wsp:val=&quot;002B295D&quot;/&gt;&lt;wsp:rsid wsp:val=&quot;002B3E8E&quot;/&gt;&lt;wsp:rsid wsp:val=&quot;002B6DED&quot;/&gt;&lt;wsp:rsid wsp:val=&quot;002C37DB&quot;/&gt;&lt;wsp:rsid wsp:val=&quot;002D0FA2&quot;/&gt;&lt;wsp:rsid wsp:val=&quot;002D33C8&quot;/&gt;&lt;wsp:rsid wsp:val=&quot;002D4A68&quot;/&gt;&lt;wsp:rsid wsp:val=&quot;002D5482&quot;/&gt;&lt;wsp:rsid wsp:val=&quot;002E1B77&quot;/&gt;&lt;wsp:rsid wsp:val=&quot;002E2DA0&quot;/&gt;&lt;wsp:rsid wsp:val=&quot;002F6116&quot;/&gt;&lt;wsp:rsid wsp:val=&quot;002F67D7&quot;/&gt;&lt;wsp:rsid wsp:val=&quot;003001FF&quot;/&gt;&lt;wsp:rsid wsp:val=&quot;00311F5A&quot;/&gt;&lt;wsp:rsid wsp:val=&quot;003124DE&quot;/&gt;&lt;wsp:rsid wsp:val=&quot;00327FE7&quot;/&gt;&lt;wsp:rsid wsp:val=&quot;00335C43&quot;/&gt;&lt;wsp:rsid wsp:val=&quot;003568BA&quot;/&gt;&lt;wsp:rsid wsp:val=&quot;00364587&quot;/&gt;&lt;wsp:rsid wsp:val=&quot;0037277D&quot;/&gt;&lt;wsp:rsid wsp:val=&quot;00381B77&quot;/&gt;&lt;wsp:rsid wsp:val=&quot;00384D99&quot;/&gt;&lt;wsp:rsid wsp:val=&quot;00386E36&quot;/&gt;&lt;wsp:rsid wsp:val=&quot;0039171A&quot;/&gt;&lt;wsp:rsid wsp:val=&quot;0039206A&quot;/&gt;&lt;wsp:rsid wsp:val=&quot;003941C4&quot;/&gt;&lt;wsp:rsid wsp:val=&quot;003A0DD8&quot;/&gt;&lt;wsp:rsid wsp:val=&quot;003B70A8&quot;/&gt;&lt;wsp:rsid wsp:val=&quot;003E4320&quot;/&gt;&lt;wsp:rsid wsp:val=&quot;003E6657&quot;/&gt;&lt;wsp:rsid wsp:val=&quot;004227BB&quot;/&gt;&lt;wsp:rsid wsp:val=&quot;00442242&quot;/&gt;&lt;wsp:rsid wsp:val=&quot;00462396&quot;/&gt;&lt;wsp:rsid wsp:val=&quot;00477F21&quot;/&gt;&lt;wsp:rsid wsp:val=&quot;00480FF2&quot;/&gt;&lt;wsp:rsid wsp:val=&quot;004953C4&quot;/&gt;&lt;wsp:rsid wsp:val=&quot;004A78C4&quot;/&gt;&lt;wsp:rsid wsp:val=&quot;004C4A84&quot;/&gt;&lt;wsp:rsid wsp:val=&quot;004C78C8&quot;/&gt;&lt;wsp:rsid wsp:val=&quot;004D71C0&quot;/&gt;&lt;wsp:rsid wsp:val=&quot;004E344D&quot;/&gt;&lt;wsp:rsid wsp:val=&quot;004F6840&quot;/&gt;&lt;wsp:rsid wsp:val=&quot;004F724E&quot;/&gt;&lt;wsp:rsid wsp:val=&quot;00520DE6&quot;/&gt;&lt;wsp:rsid wsp:val=&quot;0052743B&quot;/&gt;&lt;wsp:rsid wsp:val=&quot;00545152&quot;/&gt;&lt;wsp:rsid wsp:val=&quot;005451C5&quot;/&gt;&lt;wsp:rsid wsp:val=&quot;005475A5&quot;/&gt;&lt;wsp:rsid wsp:val=&quot;00550411&quot;/&gt;&lt;wsp:rsid wsp:val=&quot;00564CF7&quot;/&gt;&lt;wsp:rsid wsp:val=&quot;005661E8&quot;/&gt;&lt;wsp:rsid wsp:val=&quot;00576B23&quot;/&gt;&lt;wsp:rsid wsp:val=&quot;00580326&quot;/&gt;&lt;wsp:rsid wsp:val=&quot;00586A72&quot;/&gt;&lt;wsp:rsid wsp:val=&quot;0059175D&quot;/&gt;&lt;wsp:rsid wsp:val=&quot;00591A95&quot;/&gt;&lt;wsp:rsid wsp:val=&quot;005974D2&quot;/&gt;&lt;wsp:rsid wsp:val=&quot;005A3796&quot;/&gt;&lt;wsp:rsid wsp:val=&quot;005A78F4&quot;/&gt;&lt;wsp:rsid wsp:val=&quot;005C4540&quot;/&gt;&lt;wsp:rsid wsp:val=&quot;005D1989&quot;/&gt;&lt;wsp:rsid wsp:val=&quot;005D6179&quot;/&gt;&lt;wsp:rsid wsp:val=&quot;005E7E28&quot;/&gt;&lt;wsp:rsid wsp:val=&quot;006023D7&quot;/&gt;&lt;wsp:rsid wsp:val=&quot;00610F53&quot;/&gt;&lt;wsp:rsid wsp:val=&quot;006318A2&quot;/&gt;&lt;wsp:rsid wsp:val=&quot;00643DF8&quot;/&gt;&lt;wsp:rsid wsp:val=&quot;006448F5&quot;/&gt;&lt;wsp:rsid wsp:val=&quot;00656F29&quot;/&gt;&lt;wsp:rsid wsp:val=&quot;006614D6&quot;/&gt;&lt;wsp:rsid wsp:val=&quot;00662D56&quot;/&gt;&lt;wsp:rsid wsp:val=&quot;00670DF9&quot;/&gt;&lt;wsp:rsid wsp:val=&quot;00672EB5&quot;/&gt;&lt;wsp:rsid wsp:val=&quot;00676ED0&quot;/&gt;&lt;wsp:rsid wsp:val=&quot;00684E7D&quot;/&gt;&lt;wsp:rsid wsp:val=&quot;00696E49&quot;/&gt;&lt;wsp:rsid wsp:val=&quot;006A6E4C&quot;/&gt;&lt;wsp:rsid wsp:val=&quot;006A751C&quot;/&gt;&lt;wsp:rsid wsp:val=&quot;006C6BBA&quot;/&gt;&lt;wsp:rsid wsp:val=&quot;006D41A4&quot;/&gt;&lt;wsp:rsid wsp:val=&quot;006D612D&quot;/&gt;&lt;wsp:rsid wsp:val=&quot;006E1028&quot;/&gt;&lt;wsp:rsid wsp:val=&quot;006F4204&quot;/&gt;&lt;wsp:rsid wsp:val=&quot;006F5F03&quot;/&gt;&lt;wsp:rsid wsp:val=&quot;006F7F9B&quot;/&gt;&lt;wsp:rsid wsp:val=&quot;007271C9&quot;/&gt;&lt;wsp:rsid wsp:val=&quot;007360B1&quot;/&gt;&lt;wsp:rsid wsp:val=&quot;00746581&quot;/&gt;&lt;wsp:rsid wsp:val=&quot;00751A38&quot;/&gt;&lt;wsp:rsid wsp:val=&quot;00757E3C&quot;/&gt;&lt;wsp:rsid wsp:val=&quot;0077602C&quot;/&gt;&lt;wsp:rsid wsp:val=&quot;00777C4A&quot;/&gt;&lt;wsp:rsid wsp:val=&quot;00780511&quot;/&gt;&lt;wsp:rsid wsp:val=&quot;00781C7C&quot;/&gt;&lt;wsp:rsid wsp:val=&quot;007A1FB7&quot;/&gt;&lt;wsp:rsid wsp:val=&quot;007B0AFE&quot;/&gt;&lt;wsp:rsid wsp:val=&quot;007D05F9&quot;/&gt;&lt;wsp:rsid wsp:val=&quot;007D22C0&quot;/&gt;&lt;wsp:rsid wsp:val=&quot;008140A1&quot;/&gt;&lt;wsp:rsid wsp:val=&quot;00822482&quot;/&gt;&lt;wsp:rsid wsp:val=&quot;00822EC4&quot;/&gt;&lt;wsp:rsid wsp:val=&quot;00824166&quot;/&gt;&lt;wsp:rsid wsp:val=&quot;008374EA&quot;/&gt;&lt;wsp:rsid wsp:val=&quot;00840350&quot;/&gt;&lt;wsp:rsid wsp:val=&quot;00841EA2&quot;/&gt;&lt;wsp:rsid wsp:val=&quot;00855315&quot;/&gt;&lt;wsp:rsid wsp:val=&quot;008638F9&quot;/&gt;&lt;wsp:rsid wsp:val=&quot;008658FD&quot;/&gt;&lt;wsp:rsid wsp:val=&quot;008710E1&quot;/&gt;&lt;wsp:rsid wsp:val=&quot;00880111&quot;/&gt;&lt;wsp:rsid wsp:val=&quot;00891159&quot;/&gt;&lt;wsp:rsid wsp:val=&quot;008A61F7&quot;/&gt;&lt;wsp:rsid wsp:val=&quot;008B2AA3&quot;/&gt;&lt;wsp:rsid wsp:val=&quot;008B47CE&quot;/&gt;&lt;wsp:rsid wsp:val=&quot;008B6773&quot;/&gt;&lt;wsp:rsid wsp:val=&quot;008C0669&quot;/&gt;&lt;wsp:rsid wsp:val=&quot;008C3293&quot;/&gt;&lt;wsp:rsid wsp:val=&quot;008C41BD&quot;/&gt;&lt;wsp:rsid wsp:val=&quot;008D187D&quot;/&gt;&lt;wsp:rsid wsp:val=&quot;008D45B2&quot;/&gt;&lt;wsp:rsid wsp:val=&quot;008D73FF&quot;/&gt;&lt;wsp:rsid wsp:val=&quot;008E136E&quot;/&gt;&lt;wsp:rsid wsp:val=&quot;008E4628&quot;/&gt;&lt;wsp:rsid wsp:val=&quot;008F5939&quot;/&gt;&lt;wsp:rsid wsp:val=&quot;00906400&quot;/&gt;&lt;wsp:rsid wsp:val=&quot;009178B4&quot;/&gt;&lt;wsp:rsid wsp:val=&quot;00926D80&quot;/&gt;&lt;wsp:rsid wsp:val=&quot;00947A83&quot;/&gt;&lt;wsp:rsid wsp:val=&quot;0095462C&quot;/&gt;&lt;wsp:rsid wsp:val=&quot;0096414D&quot;/&gt;&lt;wsp:rsid wsp:val=&quot;009678ED&quot;/&gt;&lt;wsp:rsid wsp:val=&quot;00971857&quot;/&gt;&lt;wsp:rsid wsp:val=&quot;00974139&quot;/&gt;&lt;wsp:rsid wsp:val=&quot;00985D47&quot;/&gt;&lt;wsp:rsid wsp:val=&quot;00987E78&quot;/&gt;&lt;wsp:rsid wsp:val=&quot;009938EB&quot;/&gt;&lt;wsp:rsid wsp:val=&quot;00997603&quot;/&gt;&lt;wsp:rsid wsp:val=&quot;00997A58&quot;/&gt;&lt;wsp:rsid wsp:val=&quot;009A3B63&quot;/&gt;&lt;wsp:rsid wsp:val=&quot;009B744C&quot;/&gt;&lt;wsp:rsid wsp:val=&quot;009C7C8E&quot;/&gt;&lt;wsp:rsid wsp:val=&quot;009D402E&quot;/&gt;&lt;wsp:rsid wsp:val=&quot;009E0BD6&quot;/&gt;&lt;wsp:rsid wsp:val=&quot;009F70B1&quot;/&gt;&lt;wsp:rsid wsp:val=&quot;00A02771&quot;/&gt;&lt;wsp:rsid wsp:val=&quot;00A13FC4&quot;/&gt;&lt;wsp:rsid wsp:val=&quot;00A25DAE&quot;/&gt;&lt;wsp:rsid wsp:val=&quot;00A344AB&quot;/&gt;&lt;wsp:rsid wsp:val=&quot;00A34A82&quot;/&gt;&lt;wsp:rsid wsp:val=&quot;00A434FF&quot;/&gt;&lt;wsp:rsid wsp:val=&quot;00A5381B&quot;/&gt;&lt;wsp:rsid wsp:val=&quot;00A539F3&quot;/&gt;&lt;wsp:rsid wsp:val=&quot;00A62868&quot;/&gt;&lt;wsp:rsid wsp:val=&quot;00A67556&quot;/&gt;&lt;wsp:rsid wsp:val=&quot;00A81ACF&quot;/&gt;&lt;wsp:rsid wsp:val=&quot;00A95165&quot;/&gt;&lt;wsp:rsid wsp:val=&quot;00A972AF&quot;/&gt;&lt;wsp:rsid wsp:val=&quot;00A97D6E&quot;/&gt;&lt;wsp:rsid wsp:val=&quot;00AA1F29&quot;/&gt;&lt;wsp:rsid wsp:val=&quot;00AA6CC4&quot;/&gt;&lt;wsp:rsid wsp:val=&quot;00B12809&quot;/&gt;&lt;wsp:rsid wsp:val=&quot;00B203C3&quot;/&gt;&lt;wsp:rsid wsp:val=&quot;00B331CD&quot;/&gt;&lt;wsp:rsid wsp:val=&quot;00B34E77&quot;/&gt;&lt;wsp:rsid wsp:val=&quot;00B4366D&quot;/&gt;&lt;wsp:rsid wsp:val=&quot;00B443A2&quot;/&gt;&lt;wsp:rsid wsp:val=&quot;00B464EB&quot;/&gt;&lt;wsp:rsid wsp:val=&quot;00B6380C&quot;/&gt;&lt;wsp:rsid wsp:val=&quot;00B72A3C&quot;/&gt;&lt;wsp:rsid wsp:val=&quot;00B90B9D&quot;/&gt;&lt;wsp:rsid wsp:val=&quot;00B91863&quot;/&gt;&lt;wsp:rsid wsp:val=&quot;00B91971&quot;/&gt;&lt;wsp:rsid wsp:val=&quot;00BA284D&quot;/&gt;&lt;wsp:rsid wsp:val=&quot;00BA36ED&quot;/&gt;&lt;wsp:rsid wsp:val=&quot;00BB0F1C&quot;/&gt;&lt;wsp:rsid wsp:val=&quot;00BC3299&quot;/&gt;&lt;wsp:rsid wsp:val=&quot;00BD0768&quot;/&gt;&lt;wsp:rsid wsp:val=&quot;00BE7D73&quot;/&gt;&lt;wsp:rsid wsp:val=&quot;00C01A61&quot;/&gt;&lt;wsp:rsid wsp:val=&quot;00C05488&quot;/&gt;&lt;wsp:rsid wsp:val=&quot;00C12361&quot;/&gt;&lt;wsp:rsid wsp:val=&quot;00C20B53&quot;/&gt;&lt;wsp:rsid wsp:val=&quot;00C30E46&quot;/&gt;&lt;wsp:rsid wsp:val=&quot;00C41882&quot;/&gt;&lt;wsp:rsid wsp:val=&quot;00C60E15&quot;/&gt;&lt;wsp:rsid wsp:val=&quot;00C61644&quot;/&gt;&lt;wsp:rsid wsp:val=&quot;00C61D77&quot;/&gt;&lt;wsp:rsid wsp:val=&quot;00C6789D&quot;/&gt;&lt;wsp:rsid wsp:val=&quot;00C77011&quot;/&gt;&lt;wsp:rsid wsp:val=&quot;00C8240D&quot;/&gt;&lt;wsp:rsid wsp:val=&quot;00C8252C&quot;/&gt;&lt;wsp:rsid wsp:val=&quot;00C92789&quot;/&gt;&lt;wsp:rsid wsp:val=&quot;00C95D90&quot;/&gt;&lt;wsp:rsid wsp:val=&quot;00CA421D&quot;/&gt;&lt;wsp:rsid wsp:val=&quot;00CA63F3&quot;/&gt;&lt;wsp:rsid wsp:val=&quot;00CA6F0F&quot;/&gt;&lt;wsp:rsid wsp:val=&quot;00CB1A33&quot;/&gt;&lt;wsp:rsid wsp:val=&quot;00CB5316&quot;/&gt;&lt;wsp:rsid wsp:val=&quot;00CD7B81&quot;/&gt;&lt;wsp:rsid wsp:val=&quot;00CE2F5A&quot;/&gt;&lt;wsp:rsid wsp:val=&quot;00CF15E7&quot;/&gt;&lt;wsp:rsid wsp:val=&quot;00D05782&quot;/&gt;&lt;wsp:rsid wsp:val=&quot;00D07FA9&quot;/&gt;&lt;wsp:rsid wsp:val=&quot;00D13E34&quot;/&gt;&lt;wsp:rsid wsp:val=&quot;00D21197&quot;/&gt;&lt;wsp:rsid wsp:val=&quot;00D253B9&quot;/&gt;&lt;wsp:rsid wsp:val=&quot;00D31B30&quot;/&gt;&lt;wsp:rsid wsp:val=&quot;00D3319E&quot;/&gt;&lt;wsp:rsid wsp:val=&quot;00D33A02&quot;/&gt;&lt;wsp:rsid wsp:val=&quot;00D34B67&quot;/&gt;&lt;wsp:rsid wsp:val=&quot;00D4493A&quot;/&gt;&lt;wsp:rsid wsp:val=&quot;00D479E4&quot;/&gt;&lt;wsp:rsid wsp:val=&quot;00D51BCE&quot;/&gt;&lt;wsp:rsid wsp:val=&quot;00D53ECE&quot;/&gt;&lt;wsp:rsid wsp:val=&quot;00D62970&quot;/&gt;&lt;wsp:rsid wsp:val=&quot;00D65E4C&quot;/&gt;&lt;wsp:rsid wsp:val=&quot;00D75FD2&quot;/&gt;&lt;wsp:rsid wsp:val=&quot;00D91B72&quot;/&gt;&lt;wsp:rsid wsp:val=&quot;00D95E05&quot;/&gt;&lt;wsp:rsid wsp:val=&quot;00DA52F7&quot;/&gt;&lt;wsp:rsid wsp:val=&quot;00DB29ED&quot;/&gt;&lt;wsp:rsid wsp:val=&quot;00DC3772&quot;/&gt;&lt;wsp:rsid wsp:val=&quot;00DC406B&quot;/&gt;&lt;wsp:rsid wsp:val=&quot;00DC5E58&quot;/&gt;&lt;wsp:rsid wsp:val=&quot;00DD360A&quot;/&gt;&lt;wsp:rsid wsp:val=&quot;00DD3853&quot;/&gt;&lt;wsp:rsid wsp:val=&quot;00E0084B&quot;/&gt;&lt;wsp:rsid wsp:val=&quot;00E31244&quot;/&gt;&lt;wsp:rsid wsp:val=&quot;00E320DB&quot;/&gt;&lt;wsp:rsid wsp:val=&quot;00E374EC&quot;/&gt;&lt;wsp:rsid wsp:val=&quot;00E434D2&quot;/&gt;&lt;wsp:rsid wsp:val=&quot;00E435AA&quot;/&gt;&lt;wsp:rsid wsp:val=&quot;00E5574E&quot;/&gt;&lt;wsp:rsid wsp:val=&quot;00E60A7A&quot;/&gt;&lt;wsp:rsid wsp:val=&quot;00E734EF&quot;/&gt;&lt;wsp:rsid wsp:val=&quot;00E74840&quot;/&gt;&lt;wsp:rsid wsp:val=&quot;00E76092&quot;/&gt;&lt;wsp:rsid wsp:val=&quot;00E82CBC&quot;/&gt;&lt;wsp:rsid wsp:val=&quot;00E87855&quot;/&gt;&lt;wsp:rsid wsp:val=&quot;00EB77F9&quot;/&gt;&lt;wsp:rsid wsp:val=&quot;00EC18FA&quot;/&gt;&lt;wsp:rsid wsp:val=&quot;00EC1FC5&quot;/&gt;&lt;wsp:rsid wsp:val=&quot;00ED530A&quot;/&gt;&lt;wsp:rsid wsp:val=&quot;00EF68CC&quot;/&gt;&lt;wsp:rsid wsp:val=&quot;00F02691&quot;/&gt;&lt;wsp:rsid wsp:val=&quot;00F118B6&quot;/&gt;&lt;wsp:rsid wsp:val=&quot;00F14532&quot;/&gt;&lt;wsp:rsid wsp:val=&quot;00F1647C&quot;/&gt;&lt;wsp:rsid wsp:val=&quot;00F37A94&quot;/&gt;&lt;wsp:rsid wsp:val=&quot;00F413E7&quot;/&gt;&lt;wsp:rsid wsp:val=&quot;00F4187A&quot;/&gt;&lt;wsp:rsid wsp:val=&quot;00F41A9F&quot;/&gt;&lt;wsp:rsid wsp:val=&quot;00F423A3&quot;/&gt;&lt;wsp:rsid wsp:val=&quot;00F65D66&quot;/&gt;&lt;wsp:rsid wsp:val=&quot;00F8127F&quot;/&gt;&lt;wsp:rsid wsp:val=&quot;00F979F9&quot;/&gt;&lt;wsp:rsid wsp:val=&quot;00FA6E46&quot;/&gt;&lt;wsp:rsid wsp:val=&quot;00FB0556&quot;/&gt;&lt;wsp:rsid wsp:val=&quot;00FB30C2&quot;/&gt;&lt;wsp:rsid wsp:val=&quot;00FB5C01&quot;/&gt;&lt;wsp:rsid wsp:val=&quot;00FC1F7D&quot;/&gt;&lt;wsp:rsid wsp:val=&quot;00FC4A2E&quot;/&gt;&lt;wsp:rsid wsp:val=&quot;00FD6F09&quot;/&gt;&lt;wsp:rsid wsp:val=&quot;00FE1FBF&quot;/&gt;&lt;wsp:rsid wsp:val=&quot;00FE4BE2&quot;/&gt;&lt;wsp:rsid wsp:val=&quot;00FE5480&quot;/&gt;&lt;wsp:rsid wsp:val=&quot;00FF4B0C&quot;/&gt;&lt;/wsp:rsids&gt;&lt;/w:docPr&gt;&lt;w:body&gt;&lt;w:p wsp:rsidR=&quot;00000000&quot; wsp:rsidRDefault=&quot;008C41BD&quot;&gt;&lt;m:oMathPara&gt;&lt;m:oMath&gt;&lt;m:sSub&gt;&lt;m:sSubPr&gt;&lt;m:ctrlPr&gt;&lt;w:rPr&gt;&lt;w:rFonts w:ascii=&quot;Cambria Math&quot; w:fareast=&quot;Calibri&quot; w:h-ansi=&quot;Cambria Math&quot;/&gt;&lt;wx:font wx:val=&quot;Cambria Math&quot;/&gt;&lt;w:i/&gt;&lt;w:sz w:val=&quot;20&quot;/&gt;&lt;w:sz-cs w:val=&quot;20&quot;/&gt;&lt;w:lang w:fareast=&quot;EN-US&quot;/&gt;&lt;/w:rPr&gt;&lt;/m:ctrlPr&gt;&lt;/m:sSubPr&gt;&lt;m:e&gt;&lt;m:r&gt;&lt;w:rPr&gt;&lt;w:rFonts w:ascii=&quot;Cambria Math&quot; w:fareast=&quot;Calibri&quot; w:h-ansi=&quot;Cambria Math&quot;/&gt;&lt;wx:font wx:val=&quot;Cambria Math&quot;/&gt;&lt;w:i/&gt;&lt;w:sz w:val=&quot;20&quot;/&gt;&lt;w:sz-cs w:val=&quot;20&quot;/&gt;&lt;w:lang w:val=&quot;EN-US&quot; w:fareast=&quot;EN-US&quot;/&gt;&lt;/w:rPr&gt;&lt;m:t&gt;Y&lt;/m:t&gt;&lt;/m:r&gt;&lt;m:ctrlPr&gt;&lt;w:rPr&gt;&lt;w:rFonts w:ascii=&quot;Cambria Math&quot; w:fareast=&quot;Calibri&quot; w:h-ansi=&quot;Cambria Math&quot;/&gt;&lt;wx:font wx:val=&quot;Cambria Math&quot;/&gt;&lt;w:i/&gt;&lt;w:sz w:val=&quot;20&quot;/&gt;&lt;w:sz-cs w:val=&quot;20&quot;/&gt;&lt;w:lang w:val=&quot;EN-US&quot; w:fareast=&quot;EN-US&quot;/&gt;&lt;/w:rPr&gt;&lt;/m:ctrlPr&gt;&lt;/m:e&gt;&lt;m:sub&gt;&lt;m:r&gt;&lt;w:rPr&gt;&lt;w:rFonts w:ascii=&quot;Cambria Math&quot; w:fareast=&quot;Calibri&quot; w:h-ansi=&quot;Cambria Math&quot;/&gt;&lt;wx:font wx:val=&quot;Cambria Math&quot;/&gt;&lt;w:i/&gt;&lt;w:sz w:val=&quot;20&quot;/&gt;&lt;w:sz-cs w:val=&quot;20&quot;/&gt;&lt;w:lang w:fareast=&quot;EN-US&quot;/&gt;&lt;/w:rPr&gt;&lt;m:t&gt;t&lt;/m:t&gt;&lt;/m:r&gt;&lt;/m:sub&gt;&lt;/m:sSub&gt;&lt;m:r&gt;&lt;w:rPr&gt;&lt;w:rFonts w:ascii=&quot;Cambria Math&quot; w:fareast=&quot;Calibri&quot; w:h-ansi=&quot;Cambria Math&quot;/&gt;&lt;wx:font wx:val=&quot;Cambria Math&quot;/&gt;&lt;w:i/&gt;&lt;w:sz w:val=&quot;20&quot;/&gt;&lt;w:sz-cs w:val=&quot;20&quot;/&gt;&lt;w:lang w:fareast=&quot;EN-US&quot;/&gt;&lt;/w:rPr&gt;&lt;m:t&gt;=&lt;/m:t&gt;&lt;/m:r&gt;&lt;m:nary&gt;&lt;m:naryPr&gt;&lt;m:chr m:val=&quot;в€‘&quot;/&gt;&lt;m:limLoc m:val=&quot;undOvr&quot;/&gt;&lt;m:supHide m:val=&quot;on&quot;/&gt;&lt;m:ctrlPr&gt;&lt;w:rPr&gt;&lt;w:rFonts w:ascii=&quot;Cambria Math&quot; w:fareast=&quot;Calibri&quot; w:h-ansi=&quot;Cambria Math&quot;/&gt;&lt;wx:font wx:val=&quot;Cambria Math&quot;/&gt;&lt;w:i/&gt;&lt;w:sz w:val=&quot;20&quot;/&gt;&lt;w:sz-cs w:val=&quot;20&quot;/&gt;&lt;w:lang w:val=&quot;EN-US&quot; w:fareast=&quot;EN-US&quot;/&gt;&lt;/w:rPr&gt;&lt;/m:ctrlPr&gt;&lt;/m:naryPr&gt;&lt;m:sub&gt;&lt;m:r&gt;&lt;w:rPr&gt;&lt;w:rFonts w:ascii=&quot;Cambria Math&quot; w:fareast=&quot;Calibri&quot; w:h-ansi=&quot;Cambria Math&quot;/&gt;&lt;wx:font wx:val=&quot;Cambria Math&quot;/&gt;&lt;w:i/&gt;&lt;w:sz w:val=&quot;20&quot;/&gt;&lt;w:sz-cs w:val=&quot;20&quot;/&gt;&lt;w:lang w:val=&quot;EN-US&quot; w:fareast=&quot;EN-US&quot;/&gt;&lt;/w:rPr&gt;&lt;m:t&gt;k&lt;/m:t&gt;&lt;/m:r&gt;&lt;/m:sub&gt;&lt;m:sup/&gt;&lt;m:e&gt;&lt;m:sSub&gt;&lt;m:sSubPr&gt;&lt;m:ctrlPr&gt;&lt;w:rPr&gt;&lt;w:rFonts w:ascii=&quot;Cambria Math&quot; w:fareast=&quot;Calibri&quot; w:h-ansi=&quot;Cambria Math&quot;/&gt;&lt;wx:font wx:val=&quot;Cambria Math&quot;/&gt;&lt;w:i/&gt;&lt;w:sz w:val=&quot;20&quot;/&gt;&lt;w:sz-cs w:val=&quot;20&quot;/&gt;&lt;w:lang w:fareast=&quot;EN-US&quot;/&gt;&lt;/w:rPr&gt;&lt;/m:ctrlPr&gt;&lt;/m:sSubPr&gt;&lt;m:e&gt;&lt;m:r&gt;&lt;w:rPr&gt;&lt;w:rFonts w:ascii=&quot;Cambria Math&quot; w:fareast=&quot;Calibri&quot; w:h-ansi=&quot;Cambria Math&quot;/&gt;&lt;wx:font wx:val=&quot;Cambria Math&quot;/&gt;&lt;w:i/&gt;&lt;w:sz w:val=&quot;20&quot;/&gt;&lt;w:sz-cs w:val=&quot;20&quot;/&gt;&lt;w:lang w:val=&quot;EN-US&quot; w:fareast=&quot;EN-US&quot;/&gt;&lt;/w:rPr&gt;&lt;m:t&gt;X&lt;/m:t&gt;&lt;/m:r&gt;&lt;m:ctrlPr&gt;&lt;w:rPr&gt;&lt;w:rFonts w:ascii=&quot;Cambria Math&quot; w:fareast=&quot;Calibri&quot; w:h-ansi=&quot;Cambria Math&quot;/&gt;&lt;wx:font wx:val=&quot;Cambria Math&quot;/&gt;&lt;w:i/&gt;&lt;w:sz w:val=&quot;20&quot;/&gt;&lt;w:sz-cs w:val=&quot;20&quot;/&gt;&lt;w:lang w:val=&quot;EN-US&quot; w:fareast=&quot;EN-US&quot;/&gt;&lt;/w:rPr&gt;&lt;/m:ctrlPr&gt;&lt;/m:e&gt;&lt;m:sub&gt;&lt;m:r&gt;&lt;w:rPr&gt;&lt;w:rFonts w:ascii=&quot;Cambria Math&quot; w:fareast=&quot;Calibri&quot; w:h-ansi=&quot;Cambria Math&quot;/&gt;&lt;wx:font wx:val=&quot;Cambria Math&quot;/&gt;&lt;w:i/&gt;&lt;w:sz w:val=&quot;20&quot;/&gt;&lt;w:sz-cs w:val=&quot;20&quot;/&gt;&lt;w:lang w:fareast=&quot;EN-US&quot;/&gt;&lt;/w:rPr&gt;&lt;m:t&gt;t,k&lt;/m:t&gt;&lt;/m:r&gt;&lt;/m:sub&gt;&lt;/m:sSub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7" o:title="" chromakey="white"/>
                </v:shape>
              </w:pict>
            </w:r>
            <w:r w:rsidRPr="003128A1">
              <w:rPr>
                <w:sz w:val="20"/>
                <w:szCs w:val="20"/>
                <w:lang w:eastAsia="en-US"/>
              </w:rPr>
              <w:instrText xml:space="preserve"> </w:instrText>
            </w:r>
            <w:r w:rsidRPr="003128A1">
              <w:rPr>
                <w:sz w:val="20"/>
                <w:szCs w:val="20"/>
                <w:lang w:eastAsia="en-US"/>
              </w:rPr>
              <w:fldChar w:fldCharType="separate"/>
            </w:r>
            <w:r w:rsidRPr="00FB4537">
              <w:rPr>
                <w:sz w:val="20"/>
                <w:szCs w:val="20"/>
              </w:rPr>
              <w:pict>
                <v:shape id="_x0000_i1036" type="#_x0000_t75" style="width:54.75pt;height:30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253B9&quot;/&gt;&lt;wsp:rsid wsp:val=&quot;000054E8&quot;/&gt;&lt;wsp:rsid wsp:val=&quot;00012754&quot;/&gt;&lt;wsp:rsid wsp:val=&quot;00013B0F&quot;/&gt;&lt;wsp:rsid wsp:val=&quot;000164C7&quot;/&gt;&lt;wsp:rsid wsp:val=&quot;00016534&quot;/&gt;&lt;wsp:rsid wsp:val=&quot;00046569&quot;/&gt;&lt;wsp:rsid wsp:val=&quot;00054861&quot;/&gt;&lt;wsp:rsid wsp:val=&quot;000615C9&quot;/&gt;&lt;wsp:rsid wsp:val=&quot;00063DD2&quot;/&gt;&lt;wsp:rsid wsp:val=&quot;000657BC&quot;/&gt;&lt;wsp:rsid wsp:val=&quot;00076E03&quot;/&gt;&lt;wsp:rsid wsp:val=&quot;00081DB3&quot;/&gt;&lt;wsp:rsid wsp:val=&quot;00082FD6&quot;/&gt;&lt;wsp:rsid wsp:val=&quot;0009064A&quot;/&gt;&lt;wsp:rsid wsp:val=&quot;00092119&quot;/&gt;&lt;wsp:rsid wsp:val=&quot;000D671A&quot;/&gt;&lt;wsp:rsid wsp:val=&quot;000E0E06&quot;/&gt;&lt;wsp:rsid wsp:val=&quot;000E12F1&quot;/&gt;&lt;wsp:rsid wsp:val=&quot;000F1454&quot;/&gt;&lt;wsp:rsid wsp:val=&quot;000F6822&quot;/&gt;&lt;wsp:rsid wsp:val=&quot;0010064A&quot;/&gt;&lt;wsp:rsid wsp:val=&quot;001130BE&quot;/&gt;&lt;wsp:rsid wsp:val=&quot;00117285&quot;/&gt;&lt;wsp:rsid wsp:val=&quot;00120DBC&quot;/&gt;&lt;wsp:rsid wsp:val=&quot;00120F95&quot;/&gt;&lt;wsp:rsid wsp:val=&quot;001400E9&quot;/&gt;&lt;wsp:rsid wsp:val=&quot;001403D2&quot;/&gt;&lt;wsp:rsid wsp:val=&quot;001409C8&quot;/&gt;&lt;wsp:rsid wsp:val=&quot;00143E3D&quot;/&gt;&lt;wsp:rsid wsp:val=&quot;00154068&quot;/&gt;&lt;wsp:rsid wsp:val=&quot;00175E7B&quot;/&gt;&lt;wsp:rsid wsp:val=&quot;001C032C&quot;/&gt;&lt;wsp:rsid wsp:val=&quot;001C4435&quot;/&gt;&lt;wsp:rsid wsp:val=&quot;001E2771&quot;/&gt;&lt;wsp:rsid wsp:val=&quot;001F09C6&quot;/&gt;&lt;wsp:rsid wsp:val=&quot;001F6930&quot;/&gt;&lt;wsp:rsid wsp:val=&quot;001F7AE9&quot;/&gt;&lt;wsp:rsid wsp:val=&quot;002019E6&quot;/&gt;&lt;wsp:rsid wsp:val=&quot;00201BDB&quot;/&gt;&lt;wsp:rsid wsp:val=&quot;002256EF&quot;/&gt;&lt;wsp:rsid wsp:val=&quot;002404AF&quot;/&gt;&lt;wsp:rsid wsp:val=&quot;002466C4&quot;/&gt;&lt;wsp:rsid wsp:val=&quot;002541DE&quot;/&gt;&lt;wsp:rsid wsp:val=&quot;00281B07&quot;/&gt;&lt;wsp:rsid wsp:val=&quot;00281E28&quot;/&gt;&lt;wsp:rsid wsp:val=&quot;00290A38&quot;/&gt;&lt;wsp:rsid wsp:val=&quot;002A5449&quot;/&gt;&lt;wsp:rsid wsp:val=&quot;002B295D&quot;/&gt;&lt;wsp:rsid wsp:val=&quot;002B3E8E&quot;/&gt;&lt;wsp:rsid wsp:val=&quot;002B6DED&quot;/&gt;&lt;wsp:rsid wsp:val=&quot;002C37DB&quot;/&gt;&lt;wsp:rsid wsp:val=&quot;002D0FA2&quot;/&gt;&lt;wsp:rsid wsp:val=&quot;002D33C8&quot;/&gt;&lt;wsp:rsid wsp:val=&quot;002D4A68&quot;/&gt;&lt;wsp:rsid wsp:val=&quot;002D5482&quot;/&gt;&lt;wsp:rsid wsp:val=&quot;002E1B77&quot;/&gt;&lt;wsp:rsid wsp:val=&quot;002E2DA0&quot;/&gt;&lt;wsp:rsid wsp:val=&quot;002F6116&quot;/&gt;&lt;wsp:rsid wsp:val=&quot;002F67D7&quot;/&gt;&lt;wsp:rsid wsp:val=&quot;003001FF&quot;/&gt;&lt;wsp:rsid wsp:val=&quot;00311F5A&quot;/&gt;&lt;wsp:rsid wsp:val=&quot;003124DE&quot;/&gt;&lt;wsp:rsid wsp:val=&quot;00327FE7&quot;/&gt;&lt;wsp:rsid wsp:val=&quot;00335C43&quot;/&gt;&lt;wsp:rsid wsp:val=&quot;003568BA&quot;/&gt;&lt;wsp:rsid wsp:val=&quot;00364587&quot;/&gt;&lt;wsp:rsid wsp:val=&quot;0037277D&quot;/&gt;&lt;wsp:rsid wsp:val=&quot;00381B77&quot;/&gt;&lt;wsp:rsid wsp:val=&quot;00384D99&quot;/&gt;&lt;wsp:rsid wsp:val=&quot;00386E36&quot;/&gt;&lt;wsp:rsid wsp:val=&quot;0039171A&quot;/&gt;&lt;wsp:rsid wsp:val=&quot;0039206A&quot;/&gt;&lt;wsp:rsid wsp:val=&quot;003941C4&quot;/&gt;&lt;wsp:rsid wsp:val=&quot;003A0DD8&quot;/&gt;&lt;wsp:rsid wsp:val=&quot;003B70A8&quot;/&gt;&lt;wsp:rsid wsp:val=&quot;003E4320&quot;/&gt;&lt;wsp:rsid wsp:val=&quot;003E6657&quot;/&gt;&lt;wsp:rsid wsp:val=&quot;004227BB&quot;/&gt;&lt;wsp:rsid wsp:val=&quot;00442242&quot;/&gt;&lt;wsp:rsid wsp:val=&quot;00462396&quot;/&gt;&lt;wsp:rsid wsp:val=&quot;00477F21&quot;/&gt;&lt;wsp:rsid wsp:val=&quot;00480FF2&quot;/&gt;&lt;wsp:rsid wsp:val=&quot;004953C4&quot;/&gt;&lt;wsp:rsid wsp:val=&quot;004A78C4&quot;/&gt;&lt;wsp:rsid wsp:val=&quot;004C4A84&quot;/&gt;&lt;wsp:rsid wsp:val=&quot;004C78C8&quot;/&gt;&lt;wsp:rsid wsp:val=&quot;004D71C0&quot;/&gt;&lt;wsp:rsid wsp:val=&quot;004E344D&quot;/&gt;&lt;wsp:rsid wsp:val=&quot;004F6840&quot;/&gt;&lt;wsp:rsid wsp:val=&quot;004F724E&quot;/&gt;&lt;wsp:rsid wsp:val=&quot;00520DE6&quot;/&gt;&lt;wsp:rsid wsp:val=&quot;0052743B&quot;/&gt;&lt;wsp:rsid wsp:val=&quot;00545152&quot;/&gt;&lt;wsp:rsid wsp:val=&quot;005451C5&quot;/&gt;&lt;wsp:rsid wsp:val=&quot;005475A5&quot;/&gt;&lt;wsp:rsid wsp:val=&quot;00550411&quot;/&gt;&lt;wsp:rsid wsp:val=&quot;00564CF7&quot;/&gt;&lt;wsp:rsid wsp:val=&quot;005661E8&quot;/&gt;&lt;wsp:rsid wsp:val=&quot;00576B23&quot;/&gt;&lt;wsp:rsid wsp:val=&quot;00580326&quot;/&gt;&lt;wsp:rsid wsp:val=&quot;00586A72&quot;/&gt;&lt;wsp:rsid wsp:val=&quot;0059175D&quot;/&gt;&lt;wsp:rsid wsp:val=&quot;00591A95&quot;/&gt;&lt;wsp:rsid wsp:val=&quot;005974D2&quot;/&gt;&lt;wsp:rsid wsp:val=&quot;005A3796&quot;/&gt;&lt;wsp:rsid wsp:val=&quot;005A78F4&quot;/&gt;&lt;wsp:rsid wsp:val=&quot;005C4540&quot;/&gt;&lt;wsp:rsid wsp:val=&quot;005D1989&quot;/&gt;&lt;wsp:rsid wsp:val=&quot;005D6179&quot;/&gt;&lt;wsp:rsid wsp:val=&quot;005E7E28&quot;/&gt;&lt;wsp:rsid wsp:val=&quot;006023D7&quot;/&gt;&lt;wsp:rsid wsp:val=&quot;00610F53&quot;/&gt;&lt;wsp:rsid wsp:val=&quot;006318A2&quot;/&gt;&lt;wsp:rsid wsp:val=&quot;00643DF8&quot;/&gt;&lt;wsp:rsid wsp:val=&quot;006448F5&quot;/&gt;&lt;wsp:rsid wsp:val=&quot;00656F29&quot;/&gt;&lt;wsp:rsid wsp:val=&quot;006614D6&quot;/&gt;&lt;wsp:rsid wsp:val=&quot;00662D56&quot;/&gt;&lt;wsp:rsid wsp:val=&quot;00670DF9&quot;/&gt;&lt;wsp:rsid wsp:val=&quot;00672EB5&quot;/&gt;&lt;wsp:rsid wsp:val=&quot;00676ED0&quot;/&gt;&lt;wsp:rsid wsp:val=&quot;00684E7D&quot;/&gt;&lt;wsp:rsid wsp:val=&quot;00696E49&quot;/&gt;&lt;wsp:rsid wsp:val=&quot;006A6E4C&quot;/&gt;&lt;wsp:rsid wsp:val=&quot;006A751C&quot;/&gt;&lt;wsp:rsid wsp:val=&quot;006C6BBA&quot;/&gt;&lt;wsp:rsid wsp:val=&quot;006D41A4&quot;/&gt;&lt;wsp:rsid wsp:val=&quot;006D612D&quot;/&gt;&lt;wsp:rsid wsp:val=&quot;006E1028&quot;/&gt;&lt;wsp:rsid wsp:val=&quot;006F4204&quot;/&gt;&lt;wsp:rsid wsp:val=&quot;006F5F03&quot;/&gt;&lt;wsp:rsid wsp:val=&quot;006F7F9B&quot;/&gt;&lt;wsp:rsid wsp:val=&quot;007271C9&quot;/&gt;&lt;wsp:rsid wsp:val=&quot;007360B1&quot;/&gt;&lt;wsp:rsid wsp:val=&quot;00746581&quot;/&gt;&lt;wsp:rsid wsp:val=&quot;00751A38&quot;/&gt;&lt;wsp:rsid wsp:val=&quot;00757E3C&quot;/&gt;&lt;wsp:rsid wsp:val=&quot;0077602C&quot;/&gt;&lt;wsp:rsid wsp:val=&quot;00777C4A&quot;/&gt;&lt;wsp:rsid wsp:val=&quot;00780511&quot;/&gt;&lt;wsp:rsid wsp:val=&quot;00781C7C&quot;/&gt;&lt;wsp:rsid wsp:val=&quot;007A1FB7&quot;/&gt;&lt;wsp:rsid wsp:val=&quot;007B0AFE&quot;/&gt;&lt;wsp:rsid wsp:val=&quot;007D05F9&quot;/&gt;&lt;wsp:rsid wsp:val=&quot;007D22C0&quot;/&gt;&lt;wsp:rsid wsp:val=&quot;008140A1&quot;/&gt;&lt;wsp:rsid wsp:val=&quot;00822482&quot;/&gt;&lt;wsp:rsid wsp:val=&quot;00822EC4&quot;/&gt;&lt;wsp:rsid wsp:val=&quot;00824166&quot;/&gt;&lt;wsp:rsid wsp:val=&quot;008374EA&quot;/&gt;&lt;wsp:rsid wsp:val=&quot;00840350&quot;/&gt;&lt;wsp:rsid wsp:val=&quot;00841EA2&quot;/&gt;&lt;wsp:rsid wsp:val=&quot;00855315&quot;/&gt;&lt;wsp:rsid wsp:val=&quot;008638F9&quot;/&gt;&lt;wsp:rsid wsp:val=&quot;008658FD&quot;/&gt;&lt;wsp:rsid wsp:val=&quot;008710E1&quot;/&gt;&lt;wsp:rsid wsp:val=&quot;00880111&quot;/&gt;&lt;wsp:rsid wsp:val=&quot;00891159&quot;/&gt;&lt;wsp:rsid wsp:val=&quot;008A61F7&quot;/&gt;&lt;wsp:rsid wsp:val=&quot;008B2AA3&quot;/&gt;&lt;wsp:rsid wsp:val=&quot;008B47CE&quot;/&gt;&lt;wsp:rsid wsp:val=&quot;008B6773&quot;/&gt;&lt;wsp:rsid wsp:val=&quot;008C0669&quot;/&gt;&lt;wsp:rsid wsp:val=&quot;008C3293&quot;/&gt;&lt;wsp:rsid wsp:val=&quot;008C41BD&quot;/&gt;&lt;wsp:rsid wsp:val=&quot;008D187D&quot;/&gt;&lt;wsp:rsid wsp:val=&quot;008D45B2&quot;/&gt;&lt;wsp:rsid wsp:val=&quot;008D73FF&quot;/&gt;&lt;wsp:rsid wsp:val=&quot;008E136E&quot;/&gt;&lt;wsp:rsid wsp:val=&quot;008E4628&quot;/&gt;&lt;wsp:rsid wsp:val=&quot;008F5939&quot;/&gt;&lt;wsp:rsid wsp:val=&quot;00906400&quot;/&gt;&lt;wsp:rsid wsp:val=&quot;009178B4&quot;/&gt;&lt;wsp:rsid wsp:val=&quot;00926D80&quot;/&gt;&lt;wsp:rsid wsp:val=&quot;00947A83&quot;/&gt;&lt;wsp:rsid wsp:val=&quot;0095462C&quot;/&gt;&lt;wsp:rsid wsp:val=&quot;0096414D&quot;/&gt;&lt;wsp:rsid wsp:val=&quot;009678ED&quot;/&gt;&lt;wsp:rsid wsp:val=&quot;00971857&quot;/&gt;&lt;wsp:rsid wsp:val=&quot;00974139&quot;/&gt;&lt;wsp:rsid wsp:val=&quot;00985D47&quot;/&gt;&lt;wsp:rsid wsp:val=&quot;00987E78&quot;/&gt;&lt;wsp:rsid wsp:val=&quot;009938EB&quot;/&gt;&lt;wsp:rsid wsp:val=&quot;00997603&quot;/&gt;&lt;wsp:rsid wsp:val=&quot;00997A58&quot;/&gt;&lt;wsp:rsid wsp:val=&quot;009A3B63&quot;/&gt;&lt;wsp:rsid wsp:val=&quot;009B744C&quot;/&gt;&lt;wsp:rsid wsp:val=&quot;009C7C8E&quot;/&gt;&lt;wsp:rsid wsp:val=&quot;009D402E&quot;/&gt;&lt;wsp:rsid wsp:val=&quot;009E0BD6&quot;/&gt;&lt;wsp:rsid wsp:val=&quot;009F70B1&quot;/&gt;&lt;wsp:rsid wsp:val=&quot;00A02771&quot;/&gt;&lt;wsp:rsid wsp:val=&quot;00A13FC4&quot;/&gt;&lt;wsp:rsid wsp:val=&quot;00A25DAE&quot;/&gt;&lt;wsp:rsid wsp:val=&quot;00A344AB&quot;/&gt;&lt;wsp:rsid wsp:val=&quot;00A34A82&quot;/&gt;&lt;wsp:rsid wsp:val=&quot;00A434FF&quot;/&gt;&lt;wsp:rsid wsp:val=&quot;00A5381B&quot;/&gt;&lt;wsp:rsid wsp:val=&quot;00A539F3&quot;/&gt;&lt;wsp:rsid wsp:val=&quot;00A62868&quot;/&gt;&lt;wsp:rsid wsp:val=&quot;00A67556&quot;/&gt;&lt;wsp:rsid wsp:val=&quot;00A81ACF&quot;/&gt;&lt;wsp:rsid wsp:val=&quot;00A95165&quot;/&gt;&lt;wsp:rsid wsp:val=&quot;00A972AF&quot;/&gt;&lt;wsp:rsid wsp:val=&quot;00A97D6E&quot;/&gt;&lt;wsp:rsid wsp:val=&quot;00AA1F29&quot;/&gt;&lt;wsp:rsid wsp:val=&quot;00AA6CC4&quot;/&gt;&lt;wsp:rsid wsp:val=&quot;00B12809&quot;/&gt;&lt;wsp:rsid wsp:val=&quot;00B203C3&quot;/&gt;&lt;wsp:rsid wsp:val=&quot;00B331CD&quot;/&gt;&lt;wsp:rsid wsp:val=&quot;00B34E77&quot;/&gt;&lt;wsp:rsid wsp:val=&quot;00B4366D&quot;/&gt;&lt;wsp:rsid wsp:val=&quot;00B443A2&quot;/&gt;&lt;wsp:rsid wsp:val=&quot;00B464EB&quot;/&gt;&lt;wsp:rsid wsp:val=&quot;00B6380C&quot;/&gt;&lt;wsp:rsid wsp:val=&quot;00B72A3C&quot;/&gt;&lt;wsp:rsid wsp:val=&quot;00B90B9D&quot;/&gt;&lt;wsp:rsid wsp:val=&quot;00B91863&quot;/&gt;&lt;wsp:rsid wsp:val=&quot;00B91971&quot;/&gt;&lt;wsp:rsid wsp:val=&quot;00BA284D&quot;/&gt;&lt;wsp:rsid wsp:val=&quot;00BA36ED&quot;/&gt;&lt;wsp:rsid wsp:val=&quot;00BB0F1C&quot;/&gt;&lt;wsp:rsid wsp:val=&quot;00BC3299&quot;/&gt;&lt;wsp:rsid wsp:val=&quot;00BD0768&quot;/&gt;&lt;wsp:rsid wsp:val=&quot;00BE7D73&quot;/&gt;&lt;wsp:rsid wsp:val=&quot;00C01A61&quot;/&gt;&lt;wsp:rsid wsp:val=&quot;00C05488&quot;/&gt;&lt;wsp:rsid wsp:val=&quot;00C12361&quot;/&gt;&lt;wsp:rsid wsp:val=&quot;00C20B53&quot;/&gt;&lt;wsp:rsid wsp:val=&quot;00C30E46&quot;/&gt;&lt;wsp:rsid wsp:val=&quot;00C41882&quot;/&gt;&lt;wsp:rsid wsp:val=&quot;00C60E15&quot;/&gt;&lt;wsp:rsid wsp:val=&quot;00C61644&quot;/&gt;&lt;wsp:rsid wsp:val=&quot;00C61D77&quot;/&gt;&lt;wsp:rsid wsp:val=&quot;00C6789D&quot;/&gt;&lt;wsp:rsid wsp:val=&quot;00C77011&quot;/&gt;&lt;wsp:rsid wsp:val=&quot;00C8240D&quot;/&gt;&lt;wsp:rsid wsp:val=&quot;00C8252C&quot;/&gt;&lt;wsp:rsid wsp:val=&quot;00C92789&quot;/&gt;&lt;wsp:rsid wsp:val=&quot;00C95D90&quot;/&gt;&lt;wsp:rsid wsp:val=&quot;00CA421D&quot;/&gt;&lt;wsp:rsid wsp:val=&quot;00CA63F3&quot;/&gt;&lt;wsp:rsid wsp:val=&quot;00CA6F0F&quot;/&gt;&lt;wsp:rsid wsp:val=&quot;00CB1A33&quot;/&gt;&lt;wsp:rsid wsp:val=&quot;00CB5316&quot;/&gt;&lt;wsp:rsid wsp:val=&quot;00CD7B81&quot;/&gt;&lt;wsp:rsid wsp:val=&quot;00CE2F5A&quot;/&gt;&lt;wsp:rsid wsp:val=&quot;00CF15E7&quot;/&gt;&lt;wsp:rsid wsp:val=&quot;00D05782&quot;/&gt;&lt;wsp:rsid wsp:val=&quot;00D07FA9&quot;/&gt;&lt;wsp:rsid wsp:val=&quot;00D13E34&quot;/&gt;&lt;wsp:rsid wsp:val=&quot;00D21197&quot;/&gt;&lt;wsp:rsid wsp:val=&quot;00D253B9&quot;/&gt;&lt;wsp:rsid wsp:val=&quot;00D31B30&quot;/&gt;&lt;wsp:rsid wsp:val=&quot;00D3319E&quot;/&gt;&lt;wsp:rsid wsp:val=&quot;00D33A02&quot;/&gt;&lt;wsp:rsid wsp:val=&quot;00D34B67&quot;/&gt;&lt;wsp:rsid wsp:val=&quot;00D4493A&quot;/&gt;&lt;wsp:rsid wsp:val=&quot;00D479E4&quot;/&gt;&lt;wsp:rsid wsp:val=&quot;00D51BCE&quot;/&gt;&lt;wsp:rsid wsp:val=&quot;00D53ECE&quot;/&gt;&lt;wsp:rsid wsp:val=&quot;00D62970&quot;/&gt;&lt;wsp:rsid wsp:val=&quot;00D65E4C&quot;/&gt;&lt;wsp:rsid wsp:val=&quot;00D75FD2&quot;/&gt;&lt;wsp:rsid wsp:val=&quot;00D91B72&quot;/&gt;&lt;wsp:rsid wsp:val=&quot;00D95E05&quot;/&gt;&lt;wsp:rsid wsp:val=&quot;00DA52F7&quot;/&gt;&lt;wsp:rsid wsp:val=&quot;00DB29ED&quot;/&gt;&lt;wsp:rsid wsp:val=&quot;00DC3772&quot;/&gt;&lt;wsp:rsid wsp:val=&quot;00DC406B&quot;/&gt;&lt;wsp:rsid wsp:val=&quot;00DC5E58&quot;/&gt;&lt;wsp:rsid wsp:val=&quot;00DD360A&quot;/&gt;&lt;wsp:rsid wsp:val=&quot;00DD3853&quot;/&gt;&lt;wsp:rsid wsp:val=&quot;00E0084B&quot;/&gt;&lt;wsp:rsid wsp:val=&quot;00E31244&quot;/&gt;&lt;wsp:rsid wsp:val=&quot;00E320DB&quot;/&gt;&lt;wsp:rsid wsp:val=&quot;00E374EC&quot;/&gt;&lt;wsp:rsid wsp:val=&quot;00E434D2&quot;/&gt;&lt;wsp:rsid wsp:val=&quot;00E435AA&quot;/&gt;&lt;wsp:rsid wsp:val=&quot;00E5574E&quot;/&gt;&lt;wsp:rsid wsp:val=&quot;00E60A7A&quot;/&gt;&lt;wsp:rsid wsp:val=&quot;00E734EF&quot;/&gt;&lt;wsp:rsid wsp:val=&quot;00E74840&quot;/&gt;&lt;wsp:rsid wsp:val=&quot;00E76092&quot;/&gt;&lt;wsp:rsid wsp:val=&quot;00E82CBC&quot;/&gt;&lt;wsp:rsid wsp:val=&quot;00E87855&quot;/&gt;&lt;wsp:rsid wsp:val=&quot;00EB77F9&quot;/&gt;&lt;wsp:rsid wsp:val=&quot;00EC18FA&quot;/&gt;&lt;wsp:rsid wsp:val=&quot;00EC1FC5&quot;/&gt;&lt;wsp:rsid wsp:val=&quot;00ED530A&quot;/&gt;&lt;wsp:rsid wsp:val=&quot;00EF68CC&quot;/&gt;&lt;wsp:rsid wsp:val=&quot;00F02691&quot;/&gt;&lt;wsp:rsid wsp:val=&quot;00F118B6&quot;/&gt;&lt;wsp:rsid wsp:val=&quot;00F14532&quot;/&gt;&lt;wsp:rsid wsp:val=&quot;00F1647C&quot;/&gt;&lt;wsp:rsid wsp:val=&quot;00F37A94&quot;/&gt;&lt;wsp:rsid wsp:val=&quot;00F413E7&quot;/&gt;&lt;wsp:rsid wsp:val=&quot;00F4187A&quot;/&gt;&lt;wsp:rsid wsp:val=&quot;00F41A9F&quot;/&gt;&lt;wsp:rsid wsp:val=&quot;00F423A3&quot;/&gt;&lt;wsp:rsid wsp:val=&quot;00F65D66&quot;/&gt;&lt;wsp:rsid wsp:val=&quot;00F8127F&quot;/&gt;&lt;wsp:rsid wsp:val=&quot;00F979F9&quot;/&gt;&lt;wsp:rsid wsp:val=&quot;00FA6E46&quot;/&gt;&lt;wsp:rsid wsp:val=&quot;00FB0556&quot;/&gt;&lt;wsp:rsid wsp:val=&quot;00FB30C2&quot;/&gt;&lt;wsp:rsid wsp:val=&quot;00FB5C01&quot;/&gt;&lt;wsp:rsid wsp:val=&quot;00FC1F7D&quot;/&gt;&lt;wsp:rsid wsp:val=&quot;00FC4A2E&quot;/&gt;&lt;wsp:rsid wsp:val=&quot;00FD6F09&quot;/&gt;&lt;wsp:rsid wsp:val=&quot;00FE1FBF&quot;/&gt;&lt;wsp:rsid wsp:val=&quot;00FE4BE2&quot;/&gt;&lt;wsp:rsid wsp:val=&quot;00FE5480&quot;/&gt;&lt;wsp:rsid wsp:val=&quot;00FF4B0C&quot;/&gt;&lt;/wsp:rsids&gt;&lt;/w:docPr&gt;&lt;w:body&gt;&lt;w:p wsp:rsidR=&quot;00000000&quot; wsp:rsidRDefault=&quot;008C41BD&quot;&gt;&lt;m:oMathPara&gt;&lt;m:oMath&gt;&lt;m:sSub&gt;&lt;m:sSubPr&gt;&lt;m:ctrlPr&gt;&lt;w:rPr&gt;&lt;w:rFonts w:ascii=&quot;Cambria Math&quot; w:fareast=&quot;Calibri&quot; w:h-ansi=&quot;Cambria Math&quot;/&gt;&lt;wx:font wx:val=&quot;Cambria Math&quot;/&gt;&lt;w:i/&gt;&lt;w:sz w:val=&quot;20&quot;/&gt;&lt;w:sz-cs w:val=&quot;20&quot;/&gt;&lt;w:lang w:fareast=&quot;EN-US&quot;/&gt;&lt;/w:rPr&gt;&lt;/m:ctrlPr&gt;&lt;/m:sSubPr&gt;&lt;m:e&gt;&lt;m:r&gt;&lt;w:rPr&gt;&lt;w:rFonts w:ascii=&quot;Cambria Math&quot; w:fareast=&quot;Calibri&quot; w:h-ansi=&quot;Cambria Math&quot;/&gt;&lt;wx:font wx:val=&quot;Cambria Math&quot;/&gt;&lt;w:i/&gt;&lt;w:sz w:val=&quot;20&quot;/&gt;&lt;w:sz-cs w:val=&quot;20&quot;/&gt;&lt;w:lang w:val=&quot;EN-US&quot; w:fareast=&quot;EN-US&quot;/&gt;&lt;/w:rPr&gt;&lt;m:t&gt;Y&lt;/m:t&gt;&lt;/m:r&gt;&lt;m:ctrlPr&gt;&lt;w:rPr&gt;&lt;w:rFonts w:ascii=&quot;Cambria Math&quot; w:fareast=&quot;Calibri&quot; w:h-ansi=&quot;Cambria Math&quot;/&gt;&lt;wx:font wx:val=&quot;Cambria Math&quot;/&gt;&lt;w:i/&gt;&lt;w:sz w:val=&quot;20&quot;/&gt;&lt;w:sz-cs w:val=&quot;20&quot;/&gt;&lt;w:lang w:val=&quot;EN-US&quot; w:fareast=&quot;EN-US&quot;/&gt;&lt;/w:rPr&gt;&lt;/m:ctrlPr&gt;&lt;/m:e&gt;&lt;m:sub&gt;&lt;m:r&gt;&lt;w:rPr&gt;&lt;w:rFonts w:ascii=&quot;Cambria Math&quot; w:fareast=&quot;Calibri&quot; w:h-ansi=&quot;Cambria Math&quot;/&gt;&lt;wx:font wx:val=&quot;Cambria Math&quot;/&gt;&lt;w:i/&gt;&lt;w:sz w:val=&quot;20&quot;/&gt;&lt;w:sz-cs w:val=&quot;20&quot;/&gt;&lt;w:lang w:fareast=&quot;EN-US&quot;/&gt;&lt;/w:rPr&gt;&lt;m:t&gt;t&lt;/m:t&gt;&lt;/m:r&gt;&lt;/m:sub&gt;&lt;/m:sSub&gt;&lt;m:r&gt;&lt;w:rPr&gt;&lt;w:rFonts w:ascii=&quot;Cambria Math&quot; w:fareast=&quot;Calibri&quot; w:h-ansi=&quot;Cambria Math&quot;/&gt;&lt;wx:font wx:val=&quot;Cambria Math&quot;/&gt;&lt;w:i/&gt;&lt;w:sz w:val=&quot;20&quot;/&gt;&lt;w:sz-cs w:val=&quot;20&quot;/&gt;&lt;w:lang w:fareast=&quot;EN-US&quot;/&gt;&lt;/w:rPr&gt;&lt;m:t&gt;=&lt;/m:t&gt;&lt;/m:r&gt;&lt;m:nary&gt;&lt;m:naryPr&gt;&lt;m:chr m:val=&quot;в€‘&quot;/&gt;&lt;m:limLoc m:val=&quot;undOvr&quot;/&gt;&lt;m:supHide m:val=&quot;on&quot;/&gt;&lt;m:ctrlPr&gt;&lt;w:rPr&gt;&lt;w:rFonts w:ascii=&quot;Cambria Math&quot; w:fareast=&quot;Calibri&quot; w:h-ansi=&quot;Cambria Math&quot;/&gt;&lt;wx:font wx:val=&quot;Cambria Math&quot;/&gt;&lt;w:i/&gt;&lt;w:sz w:val=&quot;20&quot;/&gt;&lt;w:sz-cs w:val=&quot;20&quot;/&gt;&lt;w:lang w:val=&quot;EN-US&quot; w:fareast=&quot;EN-US&quot;/&gt;&lt;/w:rPr&gt;&lt;/m:ctrlPr&gt;&lt;/m:naryPr&gt;&lt;m:sub&gt;&lt;m:r&gt;&lt;w:rPr&gt;&lt;w:rFonts w:ascii=&quot;Cambria Math&quot; w:fareast=&quot;Calibri&quot; w:h-ansi=&quot;Cambria Math&quot;/&gt;&lt;wx:font wx:val=&quot;Cambria Math&quot;/&gt;&lt;w:i/&gt;&lt;w:sz w:val=&quot;20&quot;/&gt;&lt;w:sz-cs w:val=&quot;20&quot;/&gt;&lt;w:lang w:val=&quot;EN-US&quot; w:fareast=&quot;EN-US&quot;/&gt;&lt;/w:rPr&gt;&lt;m:t&gt;k&lt;/m:t&gt;&lt;/m:r&gt;&lt;/m:sub&gt;&lt;m:sup/&gt;&lt;m:e&gt;&lt;m:sSub&gt;&lt;m:sSubPr&gt;&lt;m:ctrlPr&gt;&lt;w:rPr&gt;&lt;w:rFonts w:ascii=&quot;Cambria Math&quot; w:fareast=&quot;Calibri&quot; w:h-ansi=&quot;Cambria Math&quot;/&gt;&lt;wx:font wx:val=&quot;Cambria Math&quot;/&gt;&lt;w:i/&gt;&lt;w:sz w:val=&quot;20&quot;/&gt;&lt;w:sz-cs w:val=&quot;20&quot;/&gt;&lt;w:lang w:fareast=&quot;EN-US&quot;/&gt;&lt;/w:rPr&gt;&lt;/m:ctrlPr&gt;&lt;/m:sSubPr&gt;&lt;m:e&gt;&lt;m:r&gt;&lt;w:rPr&gt;&lt;w:rFonts w:ascii=&quot;Cambria Math&quot; w:fareast=&quot;Calibri&quot; w:h-ansi=&quot;Cambria Math&quot;/&gt;&lt;wx:font wx:val=&quot;Cambria Math&quot;/&gt;&lt;w:i/&gt;&lt;w:sz w:val=&quot;20&quot;/&gt;&lt;w:sz-cs w:val=&quot;20&quot;/&gt;&lt;w:lang w:val=&quot;EN-US&quot; w:fareast=&quot;EN-US&quot;/&gt;&lt;/w:rPr&gt;&lt;m:t&gt;X&lt;/m:t&gt;&lt;/m:r&gt;&lt;m:ctrlPr&gt;&lt;w:rPr&gt;&lt;w:rFonts w:ascii=&quot;Cambria Math&quot; w:fareast=&quot;Calibri&quot; w:h-ansi=&quot;Cambria Math&quot;/&gt;&lt;wx:font wx:val=&quot;Cambria Math&quot;/&gt;&lt;w:i/&gt;&lt;w:sz w:val=&quot;20&quot;/&gt;&lt;w:sz-cs w:val=&quot;20&quot;/&gt;&lt;w:lang w:val=&quot;EN-US&quot; w:fareast=&quot;EN-US&quot;/&gt;&lt;/w:rPr&gt;&lt;/m:ctrlPr&gt;&lt;/m:e&gt;&lt;m:sub&gt;&lt;m:r&gt;&lt;w:rPr&gt;&lt;w:rFonts w:ascii=&quot;Cambria Math&quot; w:fareast=&quot;Calibri&quot; w:h-ansi=&quot;Cambria Math&quot;/&gt;&lt;wx:font wx:val=&quot;Cambria Math&quot;/&gt;&lt;w:i/&gt;&lt;w:sz w:val=&quot;20&quot;/&gt;&lt;w:sz-cs w:val=&quot;20&quot;/&gt;&lt;w:lang w:fareast=&quot;EN-US&quot;/&gt;&lt;/w:rPr&gt;&lt;m:t&gt;t,k&lt;/m:t&gt;&lt;/m:r&gt;&lt;/m:sub&gt;&lt;/m:sSub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7" o:title="" chromakey="white"/>
                </v:shape>
              </w:pict>
            </w:r>
            <w:r w:rsidRPr="003128A1">
              <w:rPr>
                <w:sz w:val="20"/>
                <w:szCs w:val="20"/>
                <w:lang w:eastAsia="en-US"/>
              </w:rPr>
              <w:fldChar w:fldCharType="end"/>
            </w:r>
            <w:r w:rsidRPr="003128A1">
              <w:rPr>
                <w:sz w:val="20"/>
                <w:szCs w:val="20"/>
                <w:lang w:eastAsia="en-US"/>
              </w:rPr>
              <w:t xml:space="preserve">, </w:t>
            </w:r>
          </w:p>
          <w:p w:rsidR="003D0A91" w:rsidRPr="003128A1" w:rsidRDefault="003D0A91" w:rsidP="000E269C">
            <w:pPr>
              <w:jc w:val="both"/>
              <w:rPr>
                <w:color w:val="000000"/>
                <w:sz w:val="20"/>
                <w:szCs w:val="20"/>
              </w:rPr>
            </w:pPr>
            <w:r w:rsidRPr="003128A1">
              <w:rPr>
                <w:sz w:val="20"/>
                <w:szCs w:val="20"/>
                <w:lang w:eastAsia="en-US"/>
              </w:rPr>
              <w:t xml:space="preserve">где </w:t>
            </w:r>
            <w:r w:rsidRPr="003128A1">
              <w:rPr>
                <w:i/>
                <w:sz w:val="20"/>
                <w:szCs w:val="20"/>
                <w:lang w:val="en-US" w:eastAsia="en-US"/>
              </w:rPr>
              <w:t>Y</w:t>
            </w:r>
            <w:r w:rsidRPr="003128A1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3128A1">
              <w:rPr>
                <w:sz w:val="20"/>
                <w:szCs w:val="20"/>
                <w:lang w:eastAsia="en-US"/>
              </w:rPr>
              <w:t xml:space="preserve"> – сумма </w:t>
            </w:r>
            <w:r w:rsidRPr="003128A1">
              <w:rPr>
                <w:color w:val="000000"/>
                <w:sz w:val="20"/>
                <w:szCs w:val="20"/>
              </w:rPr>
              <w:t>прочих безвозмездных поступлений в бюджеты сельских  поселений (прочие доходы)</w:t>
            </w:r>
            <w:r w:rsidRPr="003128A1">
              <w:rPr>
                <w:sz w:val="20"/>
                <w:szCs w:val="20"/>
                <w:lang w:eastAsia="en-US"/>
              </w:rPr>
              <w:t xml:space="preserve">,предоставляемых государственными (муниципальными) организациями в период </w:t>
            </w:r>
            <w:r w:rsidRPr="003128A1">
              <w:rPr>
                <w:i/>
                <w:sz w:val="20"/>
                <w:szCs w:val="20"/>
                <w:lang w:val="en-US" w:eastAsia="en-US"/>
              </w:rPr>
              <w:t>t</w:t>
            </w:r>
            <w:r w:rsidRPr="003128A1">
              <w:rPr>
                <w:sz w:val="20"/>
                <w:szCs w:val="20"/>
                <w:lang w:eastAsia="en-US"/>
              </w:rPr>
              <w:t xml:space="preserve">, получателям средств сельских поселений </w:t>
            </w:r>
          </w:p>
          <w:p w:rsidR="003D0A91" w:rsidRPr="000E269C" w:rsidRDefault="003D0A91" w:rsidP="000E269C">
            <w:pPr>
              <w:jc w:val="both"/>
              <w:rPr>
                <w:color w:val="000000"/>
                <w:sz w:val="18"/>
                <w:szCs w:val="18"/>
              </w:rPr>
            </w:pPr>
            <w:r w:rsidRPr="003128A1">
              <w:rPr>
                <w:i/>
                <w:sz w:val="20"/>
                <w:szCs w:val="20"/>
                <w:lang w:val="en-US" w:eastAsia="en-US"/>
              </w:rPr>
              <w:t>X</w:t>
            </w:r>
            <w:r w:rsidRPr="003128A1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3128A1">
              <w:rPr>
                <w:i/>
                <w:sz w:val="20"/>
                <w:szCs w:val="20"/>
                <w:vertAlign w:val="subscript"/>
                <w:lang w:eastAsia="en-US"/>
              </w:rPr>
              <w:t>,</w:t>
            </w:r>
            <w:r w:rsidRPr="003128A1">
              <w:rPr>
                <w:i/>
                <w:sz w:val="20"/>
                <w:szCs w:val="20"/>
                <w:vertAlign w:val="subscript"/>
                <w:lang w:val="en-US" w:eastAsia="en-US"/>
              </w:rPr>
              <w:t>k</w:t>
            </w:r>
            <w:r w:rsidRPr="003128A1">
              <w:rPr>
                <w:sz w:val="20"/>
                <w:szCs w:val="20"/>
                <w:vertAlign w:val="subscript"/>
                <w:lang w:eastAsia="en-US"/>
              </w:rPr>
              <w:t xml:space="preserve"> </w:t>
            </w:r>
            <w:r w:rsidRPr="003128A1">
              <w:rPr>
                <w:sz w:val="20"/>
                <w:szCs w:val="20"/>
                <w:lang w:eastAsia="en-US"/>
              </w:rPr>
              <w:t>— сумма</w:t>
            </w:r>
            <w:r w:rsidRPr="003128A1">
              <w:rPr>
                <w:color w:val="000000"/>
                <w:sz w:val="20"/>
                <w:szCs w:val="20"/>
              </w:rPr>
              <w:t xml:space="preserve"> прочих безвозмездных поступлений в бюджеты сельских  поселений (прочие доходы)</w:t>
            </w:r>
            <w:r w:rsidRPr="003128A1">
              <w:rPr>
                <w:sz w:val="20"/>
                <w:szCs w:val="20"/>
                <w:lang w:eastAsia="en-US"/>
              </w:rPr>
              <w:t xml:space="preserve">,предоставляемых государственными (муниципальными) организациями по договору (контракту, соглашению) </w:t>
            </w:r>
            <w:r w:rsidRPr="003128A1">
              <w:rPr>
                <w:i/>
                <w:sz w:val="20"/>
                <w:szCs w:val="20"/>
                <w:lang w:val="en-US" w:eastAsia="en-US"/>
              </w:rPr>
              <w:t>k</w:t>
            </w:r>
            <w:r w:rsidRPr="003128A1">
              <w:rPr>
                <w:sz w:val="20"/>
                <w:szCs w:val="20"/>
                <w:lang w:eastAsia="en-US"/>
              </w:rPr>
              <w:t xml:space="preserve"> в период , получателям средств сельских поселений.</w:t>
            </w:r>
          </w:p>
        </w:tc>
      </w:tr>
      <w:tr w:rsidR="003D0A91" w:rsidRPr="00985D47" w:rsidTr="003A2AA1">
        <w:trPr>
          <w:cantSplit/>
          <w:jc w:val="center"/>
        </w:trPr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Default="003D0A91" w:rsidP="00153B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901 2 07 05030 10 0053 180</w:t>
            </w:r>
          </w:p>
          <w:p w:rsidR="003D0A91" w:rsidRPr="00985D47" w:rsidRDefault="003D0A91" w:rsidP="002F67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Default="003D0A91" w:rsidP="00153B4E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Прочие безвозмездные поступления в бюджеты сельских поселений (средства безвозмездных поступлений и иной приносящей доход деятельности)</w:t>
            </w:r>
          </w:p>
          <w:p w:rsidR="003D0A91" w:rsidRPr="002F67D7" w:rsidRDefault="003D0A91" w:rsidP="003A315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Pr="00985D47" w:rsidRDefault="003D0A91" w:rsidP="00985D47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sz w:val="20"/>
                <w:szCs w:val="20"/>
                <w:lang w:eastAsia="en-US"/>
              </w:rPr>
              <w:t>Прямой расчет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Pr="003128A1" w:rsidRDefault="003D0A91" w:rsidP="00153B4E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3128A1">
              <w:rPr>
                <w:sz w:val="20"/>
                <w:szCs w:val="20"/>
                <w:lang w:eastAsia="en-US"/>
              </w:rPr>
              <w:fldChar w:fldCharType="begin"/>
            </w:r>
            <w:r w:rsidRPr="003128A1">
              <w:rPr>
                <w:sz w:val="20"/>
                <w:szCs w:val="20"/>
                <w:lang w:eastAsia="en-US"/>
              </w:rPr>
              <w:instrText xml:space="preserve"> QUOTE </w:instrText>
            </w:r>
            <w:r w:rsidRPr="00FB4537">
              <w:rPr>
                <w:sz w:val="20"/>
                <w:szCs w:val="20"/>
              </w:rPr>
              <w:pict>
                <v:shape id="_x0000_i1037" type="#_x0000_t75" style="width:54.75pt;height:30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253B9&quot;/&gt;&lt;wsp:rsid wsp:val=&quot;000054E8&quot;/&gt;&lt;wsp:rsid wsp:val=&quot;00012754&quot;/&gt;&lt;wsp:rsid wsp:val=&quot;00013B0F&quot;/&gt;&lt;wsp:rsid wsp:val=&quot;000164C7&quot;/&gt;&lt;wsp:rsid wsp:val=&quot;00016534&quot;/&gt;&lt;wsp:rsid wsp:val=&quot;00046569&quot;/&gt;&lt;wsp:rsid wsp:val=&quot;00054861&quot;/&gt;&lt;wsp:rsid wsp:val=&quot;000615C9&quot;/&gt;&lt;wsp:rsid wsp:val=&quot;00063DD2&quot;/&gt;&lt;wsp:rsid wsp:val=&quot;000657BC&quot;/&gt;&lt;wsp:rsid wsp:val=&quot;00076E03&quot;/&gt;&lt;wsp:rsid wsp:val=&quot;00081DB3&quot;/&gt;&lt;wsp:rsid wsp:val=&quot;00082FD6&quot;/&gt;&lt;wsp:rsid wsp:val=&quot;0009064A&quot;/&gt;&lt;wsp:rsid wsp:val=&quot;00092119&quot;/&gt;&lt;wsp:rsid wsp:val=&quot;000D671A&quot;/&gt;&lt;wsp:rsid wsp:val=&quot;000E0E06&quot;/&gt;&lt;wsp:rsid wsp:val=&quot;000E12F1&quot;/&gt;&lt;wsp:rsid wsp:val=&quot;000F1454&quot;/&gt;&lt;wsp:rsid wsp:val=&quot;000F6822&quot;/&gt;&lt;wsp:rsid wsp:val=&quot;0010064A&quot;/&gt;&lt;wsp:rsid wsp:val=&quot;001130BE&quot;/&gt;&lt;wsp:rsid wsp:val=&quot;00117285&quot;/&gt;&lt;wsp:rsid wsp:val=&quot;00120DBC&quot;/&gt;&lt;wsp:rsid wsp:val=&quot;00120F95&quot;/&gt;&lt;wsp:rsid wsp:val=&quot;001400E9&quot;/&gt;&lt;wsp:rsid wsp:val=&quot;001403D2&quot;/&gt;&lt;wsp:rsid wsp:val=&quot;001409C8&quot;/&gt;&lt;wsp:rsid wsp:val=&quot;00143E3D&quot;/&gt;&lt;wsp:rsid wsp:val=&quot;00154068&quot;/&gt;&lt;wsp:rsid wsp:val=&quot;00175E7B&quot;/&gt;&lt;wsp:rsid wsp:val=&quot;001C032C&quot;/&gt;&lt;wsp:rsid wsp:val=&quot;001C4435&quot;/&gt;&lt;wsp:rsid wsp:val=&quot;001E2771&quot;/&gt;&lt;wsp:rsid wsp:val=&quot;001F09C6&quot;/&gt;&lt;wsp:rsid wsp:val=&quot;001F6930&quot;/&gt;&lt;wsp:rsid wsp:val=&quot;001F7AE9&quot;/&gt;&lt;wsp:rsid wsp:val=&quot;002019E6&quot;/&gt;&lt;wsp:rsid wsp:val=&quot;00201BDB&quot;/&gt;&lt;wsp:rsid wsp:val=&quot;002256EF&quot;/&gt;&lt;wsp:rsid wsp:val=&quot;002404AF&quot;/&gt;&lt;wsp:rsid wsp:val=&quot;002466C4&quot;/&gt;&lt;wsp:rsid wsp:val=&quot;002541DE&quot;/&gt;&lt;wsp:rsid wsp:val=&quot;00281B07&quot;/&gt;&lt;wsp:rsid wsp:val=&quot;00281E28&quot;/&gt;&lt;wsp:rsid wsp:val=&quot;00290A38&quot;/&gt;&lt;wsp:rsid wsp:val=&quot;002A5449&quot;/&gt;&lt;wsp:rsid wsp:val=&quot;002B295D&quot;/&gt;&lt;wsp:rsid wsp:val=&quot;002B3E8E&quot;/&gt;&lt;wsp:rsid wsp:val=&quot;002B6DED&quot;/&gt;&lt;wsp:rsid wsp:val=&quot;002C37DB&quot;/&gt;&lt;wsp:rsid wsp:val=&quot;002D0FA2&quot;/&gt;&lt;wsp:rsid wsp:val=&quot;002D33C8&quot;/&gt;&lt;wsp:rsid wsp:val=&quot;002D4A68&quot;/&gt;&lt;wsp:rsid wsp:val=&quot;002D5482&quot;/&gt;&lt;wsp:rsid wsp:val=&quot;002E1B77&quot;/&gt;&lt;wsp:rsid wsp:val=&quot;002E2DA0&quot;/&gt;&lt;wsp:rsid wsp:val=&quot;002F6116&quot;/&gt;&lt;wsp:rsid wsp:val=&quot;002F67D7&quot;/&gt;&lt;wsp:rsid wsp:val=&quot;003001FF&quot;/&gt;&lt;wsp:rsid wsp:val=&quot;00311F5A&quot;/&gt;&lt;wsp:rsid wsp:val=&quot;003124DE&quot;/&gt;&lt;wsp:rsid wsp:val=&quot;00327FE7&quot;/&gt;&lt;wsp:rsid wsp:val=&quot;00335C43&quot;/&gt;&lt;wsp:rsid wsp:val=&quot;003568BA&quot;/&gt;&lt;wsp:rsid wsp:val=&quot;00364587&quot;/&gt;&lt;wsp:rsid wsp:val=&quot;0037277D&quot;/&gt;&lt;wsp:rsid wsp:val=&quot;00381B77&quot;/&gt;&lt;wsp:rsid wsp:val=&quot;00384D99&quot;/&gt;&lt;wsp:rsid wsp:val=&quot;00386E36&quot;/&gt;&lt;wsp:rsid wsp:val=&quot;0039171A&quot;/&gt;&lt;wsp:rsid wsp:val=&quot;0039206A&quot;/&gt;&lt;wsp:rsid wsp:val=&quot;003941C4&quot;/&gt;&lt;wsp:rsid wsp:val=&quot;003A0DD8&quot;/&gt;&lt;wsp:rsid wsp:val=&quot;003B70A8&quot;/&gt;&lt;wsp:rsid wsp:val=&quot;003E4320&quot;/&gt;&lt;wsp:rsid wsp:val=&quot;003E6657&quot;/&gt;&lt;wsp:rsid wsp:val=&quot;004227BB&quot;/&gt;&lt;wsp:rsid wsp:val=&quot;00442242&quot;/&gt;&lt;wsp:rsid wsp:val=&quot;00462396&quot;/&gt;&lt;wsp:rsid wsp:val=&quot;00477F21&quot;/&gt;&lt;wsp:rsid wsp:val=&quot;00480FF2&quot;/&gt;&lt;wsp:rsid wsp:val=&quot;004953C4&quot;/&gt;&lt;wsp:rsid wsp:val=&quot;004A78C4&quot;/&gt;&lt;wsp:rsid wsp:val=&quot;004C4A84&quot;/&gt;&lt;wsp:rsid wsp:val=&quot;004C78C8&quot;/&gt;&lt;wsp:rsid wsp:val=&quot;004D71C0&quot;/&gt;&lt;wsp:rsid wsp:val=&quot;004E344D&quot;/&gt;&lt;wsp:rsid wsp:val=&quot;004F6840&quot;/&gt;&lt;wsp:rsid wsp:val=&quot;004F724E&quot;/&gt;&lt;wsp:rsid wsp:val=&quot;00520DE6&quot;/&gt;&lt;wsp:rsid wsp:val=&quot;0052743B&quot;/&gt;&lt;wsp:rsid wsp:val=&quot;00545152&quot;/&gt;&lt;wsp:rsid wsp:val=&quot;005451C5&quot;/&gt;&lt;wsp:rsid wsp:val=&quot;005475A5&quot;/&gt;&lt;wsp:rsid wsp:val=&quot;00550411&quot;/&gt;&lt;wsp:rsid wsp:val=&quot;00564CF7&quot;/&gt;&lt;wsp:rsid wsp:val=&quot;005661E8&quot;/&gt;&lt;wsp:rsid wsp:val=&quot;00576B23&quot;/&gt;&lt;wsp:rsid wsp:val=&quot;00580326&quot;/&gt;&lt;wsp:rsid wsp:val=&quot;00586A72&quot;/&gt;&lt;wsp:rsid wsp:val=&quot;0059175D&quot;/&gt;&lt;wsp:rsid wsp:val=&quot;00591A95&quot;/&gt;&lt;wsp:rsid wsp:val=&quot;005974D2&quot;/&gt;&lt;wsp:rsid wsp:val=&quot;005A3796&quot;/&gt;&lt;wsp:rsid wsp:val=&quot;005A78F4&quot;/&gt;&lt;wsp:rsid wsp:val=&quot;005C4540&quot;/&gt;&lt;wsp:rsid wsp:val=&quot;005D1989&quot;/&gt;&lt;wsp:rsid wsp:val=&quot;005D6179&quot;/&gt;&lt;wsp:rsid wsp:val=&quot;005E7E28&quot;/&gt;&lt;wsp:rsid wsp:val=&quot;006023D7&quot;/&gt;&lt;wsp:rsid wsp:val=&quot;00610F53&quot;/&gt;&lt;wsp:rsid wsp:val=&quot;006318A2&quot;/&gt;&lt;wsp:rsid wsp:val=&quot;00643DF8&quot;/&gt;&lt;wsp:rsid wsp:val=&quot;006448F5&quot;/&gt;&lt;wsp:rsid wsp:val=&quot;00656F29&quot;/&gt;&lt;wsp:rsid wsp:val=&quot;006614D6&quot;/&gt;&lt;wsp:rsid wsp:val=&quot;00662D56&quot;/&gt;&lt;wsp:rsid wsp:val=&quot;00670DF9&quot;/&gt;&lt;wsp:rsid wsp:val=&quot;00672EB5&quot;/&gt;&lt;wsp:rsid wsp:val=&quot;00676ED0&quot;/&gt;&lt;wsp:rsid wsp:val=&quot;00684E7D&quot;/&gt;&lt;wsp:rsid wsp:val=&quot;00696E49&quot;/&gt;&lt;wsp:rsid wsp:val=&quot;006A6E4C&quot;/&gt;&lt;wsp:rsid wsp:val=&quot;006A751C&quot;/&gt;&lt;wsp:rsid wsp:val=&quot;006C6BBA&quot;/&gt;&lt;wsp:rsid wsp:val=&quot;006D41A4&quot;/&gt;&lt;wsp:rsid wsp:val=&quot;006D612D&quot;/&gt;&lt;wsp:rsid wsp:val=&quot;006E1028&quot;/&gt;&lt;wsp:rsid wsp:val=&quot;006F4204&quot;/&gt;&lt;wsp:rsid wsp:val=&quot;006F5F03&quot;/&gt;&lt;wsp:rsid wsp:val=&quot;006F7F9B&quot;/&gt;&lt;wsp:rsid wsp:val=&quot;007271C9&quot;/&gt;&lt;wsp:rsid wsp:val=&quot;007360B1&quot;/&gt;&lt;wsp:rsid wsp:val=&quot;00746581&quot;/&gt;&lt;wsp:rsid wsp:val=&quot;00751A38&quot;/&gt;&lt;wsp:rsid wsp:val=&quot;00757E3C&quot;/&gt;&lt;wsp:rsid wsp:val=&quot;0077602C&quot;/&gt;&lt;wsp:rsid wsp:val=&quot;00777C4A&quot;/&gt;&lt;wsp:rsid wsp:val=&quot;00780511&quot;/&gt;&lt;wsp:rsid wsp:val=&quot;00781C7C&quot;/&gt;&lt;wsp:rsid wsp:val=&quot;007A1FB7&quot;/&gt;&lt;wsp:rsid wsp:val=&quot;007B0AFE&quot;/&gt;&lt;wsp:rsid wsp:val=&quot;007D05F9&quot;/&gt;&lt;wsp:rsid wsp:val=&quot;007D22C0&quot;/&gt;&lt;wsp:rsid wsp:val=&quot;008140A1&quot;/&gt;&lt;wsp:rsid wsp:val=&quot;00822482&quot;/&gt;&lt;wsp:rsid wsp:val=&quot;00822EC4&quot;/&gt;&lt;wsp:rsid wsp:val=&quot;00824166&quot;/&gt;&lt;wsp:rsid wsp:val=&quot;008374EA&quot;/&gt;&lt;wsp:rsid wsp:val=&quot;00840350&quot;/&gt;&lt;wsp:rsid wsp:val=&quot;00841EA2&quot;/&gt;&lt;wsp:rsid wsp:val=&quot;00855315&quot;/&gt;&lt;wsp:rsid wsp:val=&quot;008638F9&quot;/&gt;&lt;wsp:rsid wsp:val=&quot;008658FD&quot;/&gt;&lt;wsp:rsid wsp:val=&quot;008710E1&quot;/&gt;&lt;wsp:rsid wsp:val=&quot;00880111&quot;/&gt;&lt;wsp:rsid wsp:val=&quot;00891159&quot;/&gt;&lt;wsp:rsid wsp:val=&quot;008A61F7&quot;/&gt;&lt;wsp:rsid wsp:val=&quot;008B2AA3&quot;/&gt;&lt;wsp:rsid wsp:val=&quot;008B47CE&quot;/&gt;&lt;wsp:rsid wsp:val=&quot;008B6773&quot;/&gt;&lt;wsp:rsid wsp:val=&quot;008C0669&quot;/&gt;&lt;wsp:rsid wsp:val=&quot;008C3293&quot;/&gt;&lt;wsp:rsid wsp:val=&quot;008C41BD&quot;/&gt;&lt;wsp:rsid wsp:val=&quot;008D187D&quot;/&gt;&lt;wsp:rsid wsp:val=&quot;008D45B2&quot;/&gt;&lt;wsp:rsid wsp:val=&quot;008D73FF&quot;/&gt;&lt;wsp:rsid wsp:val=&quot;008E136E&quot;/&gt;&lt;wsp:rsid wsp:val=&quot;008E4628&quot;/&gt;&lt;wsp:rsid wsp:val=&quot;008F5939&quot;/&gt;&lt;wsp:rsid wsp:val=&quot;00906400&quot;/&gt;&lt;wsp:rsid wsp:val=&quot;009178B4&quot;/&gt;&lt;wsp:rsid wsp:val=&quot;00926D80&quot;/&gt;&lt;wsp:rsid wsp:val=&quot;00947A83&quot;/&gt;&lt;wsp:rsid wsp:val=&quot;0095462C&quot;/&gt;&lt;wsp:rsid wsp:val=&quot;0096414D&quot;/&gt;&lt;wsp:rsid wsp:val=&quot;009678ED&quot;/&gt;&lt;wsp:rsid wsp:val=&quot;00971857&quot;/&gt;&lt;wsp:rsid wsp:val=&quot;00974139&quot;/&gt;&lt;wsp:rsid wsp:val=&quot;00985D47&quot;/&gt;&lt;wsp:rsid wsp:val=&quot;00987E78&quot;/&gt;&lt;wsp:rsid wsp:val=&quot;009938EB&quot;/&gt;&lt;wsp:rsid wsp:val=&quot;00997603&quot;/&gt;&lt;wsp:rsid wsp:val=&quot;00997A58&quot;/&gt;&lt;wsp:rsid wsp:val=&quot;009A3B63&quot;/&gt;&lt;wsp:rsid wsp:val=&quot;009B744C&quot;/&gt;&lt;wsp:rsid wsp:val=&quot;009C7C8E&quot;/&gt;&lt;wsp:rsid wsp:val=&quot;009D402E&quot;/&gt;&lt;wsp:rsid wsp:val=&quot;009E0BD6&quot;/&gt;&lt;wsp:rsid wsp:val=&quot;009F70B1&quot;/&gt;&lt;wsp:rsid wsp:val=&quot;00A02771&quot;/&gt;&lt;wsp:rsid wsp:val=&quot;00A13FC4&quot;/&gt;&lt;wsp:rsid wsp:val=&quot;00A25DAE&quot;/&gt;&lt;wsp:rsid wsp:val=&quot;00A344AB&quot;/&gt;&lt;wsp:rsid wsp:val=&quot;00A34A82&quot;/&gt;&lt;wsp:rsid wsp:val=&quot;00A434FF&quot;/&gt;&lt;wsp:rsid wsp:val=&quot;00A5381B&quot;/&gt;&lt;wsp:rsid wsp:val=&quot;00A539F3&quot;/&gt;&lt;wsp:rsid wsp:val=&quot;00A62868&quot;/&gt;&lt;wsp:rsid wsp:val=&quot;00A67556&quot;/&gt;&lt;wsp:rsid wsp:val=&quot;00A81ACF&quot;/&gt;&lt;wsp:rsid wsp:val=&quot;00A95165&quot;/&gt;&lt;wsp:rsid wsp:val=&quot;00A972AF&quot;/&gt;&lt;wsp:rsid wsp:val=&quot;00A97D6E&quot;/&gt;&lt;wsp:rsid wsp:val=&quot;00AA1F29&quot;/&gt;&lt;wsp:rsid wsp:val=&quot;00AA6CC4&quot;/&gt;&lt;wsp:rsid wsp:val=&quot;00B12809&quot;/&gt;&lt;wsp:rsid wsp:val=&quot;00B203C3&quot;/&gt;&lt;wsp:rsid wsp:val=&quot;00B331CD&quot;/&gt;&lt;wsp:rsid wsp:val=&quot;00B34E77&quot;/&gt;&lt;wsp:rsid wsp:val=&quot;00B4366D&quot;/&gt;&lt;wsp:rsid wsp:val=&quot;00B443A2&quot;/&gt;&lt;wsp:rsid wsp:val=&quot;00B464EB&quot;/&gt;&lt;wsp:rsid wsp:val=&quot;00B6380C&quot;/&gt;&lt;wsp:rsid wsp:val=&quot;00B72A3C&quot;/&gt;&lt;wsp:rsid wsp:val=&quot;00B90B9D&quot;/&gt;&lt;wsp:rsid wsp:val=&quot;00B91863&quot;/&gt;&lt;wsp:rsid wsp:val=&quot;00B91971&quot;/&gt;&lt;wsp:rsid wsp:val=&quot;00BA284D&quot;/&gt;&lt;wsp:rsid wsp:val=&quot;00BA36ED&quot;/&gt;&lt;wsp:rsid wsp:val=&quot;00BB0F1C&quot;/&gt;&lt;wsp:rsid wsp:val=&quot;00BC3299&quot;/&gt;&lt;wsp:rsid wsp:val=&quot;00BD0768&quot;/&gt;&lt;wsp:rsid wsp:val=&quot;00BE7D73&quot;/&gt;&lt;wsp:rsid wsp:val=&quot;00C01A61&quot;/&gt;&lt;wsp:rsid wsp:val=&quot;00C05488&quot;/&gt;&lt;wsp:rsid wsp:val=&quot;00C12361&quot;/&gt;&lt;wsp:rsid wsp:val=&quot;00C20B53&quot;/&gt;&lt;wsp:rsid wsp:val=&quot;00C30E46&quot;/&gt;&lt;wsp:rsid wsp:val=&quot;00C41882&quot;/&gt;&lt;wsp:rsid wsp:val=&quot;00C60E15&quot;/&gt;&lt;wsp:rsid wsp:val=&quot;00C61644&quot;/&gt;&lt;wsp:rsid wsp:val=&quot;00C61D77&quot;/&gt;&lt;wsp:rsid wsp:val=&quot;00C6789D&quot;/&gt;&lt;wsp:rsid wsp:val=&quot;00C77011&quot;/&gt;&lt;wsp:rsid wsp:val=&quot;00C8240D&quot;/&gt;&lt;wsp:rsid wsp:val=&quot;00C8252C&quot;/&gt;&lt;wsp:rsid wsp:val=&quot;00C92789&quot;/&gt;&lt;wsp:rsid wsp:val=&quot;00C95D90&quot;/&gt;&lt;wsp:rsid wsp:val=&quot;00CA421D&quot;/&gt;&lt;wsp:rsid wsp:val=&quot;00CA63F3&quot;/&gt;&lt;wsp:rsid wsp:val=&quot;00CA6F0F&quot;/&gt;&lt;wsp:rsid wsp:val=&quot;00CB1A33&quot;/&gt;&lt;wsp:rsid wsp:val=&quot;00CB5316&quot;/&gt;&lt;wsp:rsid wsp:val=&quot;00CD7B81&quot;/&gt;&lt;wsp:rsid wsp:val=&quot;00CE2F5A&quot;/&gt;&lt;wsp:rsid wsp:val=&quot;00CF15E7&quot;/&gt;&lt;wsp:rsid wsp:val=&quot;00D05782&quot;/&gt;&lt;wsp:rsid wsp:val=&quot;00D07FA9&quot;/&gt;&lt;wsp:rsid wsp:val=&quot;00D13E34&quot;/&gt;&lt;wsp:rsid wsp:val=&quot;00D21197&quot;/&gt;&lt;wsp:rsid wsp:val=&quot;00D253B9&quot;/&gt;&lt;wsp:rsid wsp:val=&quot;00D31B30&quot;/&gt;&lt;wsp:rsid wsp:val=&quot;00D3319E&quot;/&gt;&lt;wsp:rsid wsp:val=&quot;00D33A02&quot;/&gt;&lt;wsp:rsid wsp:val=&quot;00D34B67&quot;/&gt;&lt;wsp:rsid wsp:val=&quot;00D4493A&quot;/&gt;&lt;wsp:rsid wsp:val=&quot;00D479E4&quot;/&gt;&lt;wsp:rsid wsp:val=&quot;00D51BCE&quot;/&gt;&lt;wsp:rsid wsp:val=&quot;00D53ECE&quot;/&gt;&lt;wsp:rsid wsp:val=&quot;00D62970&quot;/&gt;&lt;wsp:rsid wsp:val=&quot;00D65E4C&quot;/&gt;&lt;wsp:rsid wsp:val=&quot;00D75FD2&quot;/&gt;&lt;wsp:rsid wsp:val=&quot;00D91B72&quot;/&gt;&lt;wsp:rsid wsp:val=&quot;00D95E05&quot;/&gt;&lt;wsp:rsid wsp:val=&quot;00DA52F7&quot;/&gt;&lt;wsp:rsid wsp:val=&quot;00DB29ED&quot;/&gt;&lt;wsp:rsid wsp:val=&quot;00DC3772&quot;/&gt;&lt;wsp:rsid wsp:val=&quot;00DC406B&quot;/&gt;&lt;wsp:rsid wsp:val=&quot;00DC5E58&quot;/&gt;&lt;wsp:rsid wsp:val=&quot;00DD360A&quot;/&gt;&lt;wsp:rsid wsp:val=&quot;00DD3853&quot;/&gt;&lt;wsp:rsid wsp:val=&quot;00E0084B&quot;/&gt;&lt;wsp:rsid wsp:val=&quot;00E31244&quot;/&gt;&lt;wsp:rsid wsp:val=&quot;00E320DB&quot;/&gt;&lt;wsp:rsid wsp:val=&quot;00E374EC&quot;/&gt;&lt;wsp:rsid wsp:val=&quot;00E434D2&quot;/&gt;&lt;wsp:rsid wsp:val=&quot;00E435AA&quot;/&gt;&lt;wsp:rsid wsp:val=&quot;00E5574E&quot;/&gt;&lt;wsp:rsid wsp:val=&quot;00E60A7A&quot;/&gt;&lt;wsp:rsid wsp:val=&quot;00E734EF&quot;/&gt;&lt;wsp:rsid wsp:val=&quot;00E74840&quot;/&gt;&lt;wsp:rsid wsp:val=&quot;00E76092&quot;/&gt;&lt;wsp:rsid wsp:val=&quot;00E82CBC&quot;/&gt;&lt;wsp:rsid wsp:val=&quot;00E87855&quot;/&gt;&lt;wsp:rsid wsp:val=&quot;00EB77F9&quot;/&gt;&lt;wsp:rsid wsp:val=&quot;00EC18FA&quot;/&gt;&lt;wsp:rsid wsp:val=&quot;00EC1FC5&quot;/&gt;&lt;wsp:rsid wsp:val=&quot;00ED530A&quot;/&gt;&lt;wsp:rsid wsp:val=&quot;00EF68CC&quot;/&gt;&lt;wsp:rsid wsp:val=&quot;00F02691&quot;/&gt;&lt;wsp:rsid wsp:val=&quot;00F118B6&quot;/&gt;&lt;wsp:rsid wsp:val=&quot;00F14532&quot;/&gt;&lt;wsp:rsid wsp:val=&quot;00F1647C&quot;/&gt;&lt;wsp:rsid wsp:val=&quot;00F37A94&quot;/&gt;&lt;wsp:rsid wsp:val=&quot;00F413E7&quot;/&gt;&lt;wsp:rsid wsp:val=&quot;00F4187A&quot;/&gt;&lt;wsp:rsid wsp:val=&quot;00F41A9F&quot;/&gt;&lt;wsp:rsid wsp:val=&quot;00F423A3&quot;/&gt;&lt;wsp:rsid wsp:val=&quot;00F65D66&quot;/&gt;&lt;wsp:rsid wsp:val=&quot;00F8127F&quot;/&gt;&lt;wsp:rsid wsp:val=&quot;00F979F9&quot;/&gt;&lt;wsp:rsid wsp:val=&quot;00FA6E46&quot;/&gt;&lt;wsp:rsid wsp:val=&quot;00FB0556&quot;/&gt;&lt;wsp:rsid wsp:val=&quot;00FB30C2&quot;/&gt;&lt;wsp:rsid wsp:val=&quot;00FB5C01&quot;/&gt;&lt;wsp:rsid wsp:val=&quot;00FC1F7D&quot;/&gt;&lt;wsp:rsid wsp:val=&quot;00FC4A2E&quot;/&gt;&lt;wsp:rsid wsp:val=&quot;00FD6F09&quot;/&gt;&lt;wsp:rsid wsp:val=&quot;00FE1FBF&quot;/&gt;&lt;wsp:rsid wsp:val=&quot;00FE4BE2&quot;/&gt;&lt;wsp:rsid wsp:val=&quot;00FE5480&quot;/&gt;&lt;wsp:rsid wsp:val=&quot;00FF4B0C&quot;/&gt;&lt;/wsp:rsids&gt;&lt;/w:docPr&gt;&lt;w:body&gt;&lt;w:p wsp:rsidR=&quot;00000000&quot; wsp:rsidRDefault=&quot;008C41BD&quot;&gt;&lt;m:oMathPara&gt;&lt;m:oMath&gt;&lt;m:sSub&gt;&lt;m:sSubPr&gt;&lt;m:ctrlPr&gt;&lt;w:rPr&gt;&lt;w:rFonts w:ascii=&quot;Cambria Math&quot; w:fareast=&quot;Calibri&quot; w:h-ansi=&quot;Cambria Math&quot;/&gt;&lt;wx:font wx:val=&quot;Cambria Math&quot;/&gt;&lt;w:i/&gt;&lt;w:sz w:val=&quot;20&quot;/&gt;&lt;w:sz-cs w:val=&quot;20&quot;/&gt;&lt;w:lang w:fareast=&quot;EN-US&quot;/&gt;&lt;/w:rPr&gt;&lt;/m:ctrlPr&gt;&lt;/m:sSubPr&gt;&lt;m:e&gt;&lt;m:r&gt;&lt;w:rPr&gt;&lt;w:rFonts w:ascii=&quot;Cambria Math&quot; w:fareast=&quot;Calibri&quot; w:h-ansi=&quot;Cambria Math&quot;/&gt;&lt;wx:font wx:val=&quot;Cambria Math&quot;/&gt;&lt;w:i/&gt;&lt;w:sz w:val=&quot;20&quot;/&gt;&lt;w:sz-cs w:val=&quot;20&quot;/&gt;&lt;w:lang w:val=&quot;EN-US&quot; w:fareast=&quot;EN-US&quot;/&gt;&lt;/w:rPr&gt;&lt;m:t&gt;Y&lt;/m:t&gt;&lt;/m:r&gt;&lt;m:ctrlPr&gt;&lt;w:rPr&gt;&lt;w:rFonts w:ascii=&quot;Cambria Math&quot; w:fareast=&quot;Calibri&quot; w:h-ansi=&quot;Cambria Math&quot;/&gt;&lt;wx:font wx:val=&quot;Cambria Math&quot;/&gt;&lt;w:i/&gt;&lt;w:sz w:val=&quot;20&quot;/&gt;&lt;w:sz-cs w:val=&quot;20&quot;/&gt;&lt;w:lang w:val=&quot;EN-US&quot; w:fareast=&quot;EN-US&quot;/&gt;&lt;/w:rPr&gt;&lt;/m:ctrlPr&gt;&lt;/m:e&gt;&lt;m:sub&gt;&lt;m:r&gt;&lt;w:rPr&gt;&lt;w:rFonts w:ascii=&quot;Cambria Math&quot; w:fareast=&quot;Calibri&quot; w:h-ansi=&quot;Cambria Math&quot;/&gt;&lt;wx:font wx:val=&quot;Cambria Math&quot;/&gt;&lt;w:i/&gt;&lt;w:sz w:val=&quot;20&quot;/&gt;&lt;w:sz-cs w:val=&quot;20&quot;/&gt;&lt;w:lang w:fareast=&quot;EN-US&quot;/&gt;&lt;/w:rPr&gt;&lt;m:t&gt;t&lt;/m:t&gt;&lt;/m:r&gt;&lt;/m:sub&gt;&lt;/m:sSub&gt;&lt;m:r&gt;&lt;w:rPr&gt;&lt;w:rFonts w:ascii=&quot;Cambria Math&quot; w:fareast=&quot;Calibri&quot; w:h-ansi=&quot;Cambria Math&quot;/&gt;&lt;wx:font wx:val=&quot;Cambria Math&quot;/&gt;&lt;w:i/&gt;&lt;w:sz w:val=&quot;20&quot;/&gt;&lt;w:sz-cs w:val=&quot;20&quot;/&gt;&lt;w:lang w:fareast=&quot;EN-US&quot;/&gt;&lt;/w:rPr&gt;&lt;m:t&gt;=&lt;/m:t&gt;&lt;/m:r&gt;&lt;m:nary&gt;&lt;m:naryPr&gt;&lt;m:chr m:val=&quot;в€‘&quot;/&gt;&lt;m:limLoc m:val=&quot;undOvr&quot;/&gt;&lt;m:supHide m:val=&quot;on&quot;/&gt;&lt;m:ctrlPr&gt;&lt;w:rPr&gt;&lt;w:rFonts w:ascii=&quot;Cambria Math&quot; w:fareast=&quot;Calibri&quot; w:h-ansi=&quot;Cambria Math&quot;/&gt;&lt;wx:font wx:val=&quot;Cambria Math&quot;/&gt;&lt;w:i/&gt;&lt;w:sz w:val=&quot;20&quot;/&gt;&lt;w:sz-cs w:val=&quot;20&quot;/&gt;&lt;w:lang w:val=&quot;EN-US&quot; w:fareast=&quot;EN-US&quot;/&gt;&lt;/w:rPr&gt;&lt;/m:ctrlPr&gt;&lt;/m:naryPr&gt;&lt;m:sub&gt;&lt;m:r&gt;&lt;w:rPr&gt;&lt;w:rFonts w:ascii=&quot;Cambria Math&quot; w:fareast=&quot;Calibri&quot; w:h-ansi=&quot;Cambria Math&quot;/&gt;&lt;wx:font wx:val=&quot;Cambria Math&quot;/&gt;&lt;w:i/&gt;&lt;w:sz w:val=&quot;20&quot;/&gt;&lt;w:sz-cs w:val=&quot;20&quot;/&gt;&lt;w:lang w:val=&quot;EN-US&quot; w:fareast=&quot;EN-US&quot;/&gt;&lt;/w:rPr&gt;&lt;m:t&gt;k&lt;/m:t&gt;&lt;/m:r&gt;&lt;/m:sub&gt;&lt;m:sup/&gt;&lt;m:e&gt;&lt;m:sSub&gt;&lt;m:sSubPr&gt;&lt;m:ctrlPr&gt;&lt;w:rPr&gt;&lt;w:rFonts w:ascii=&quot;Cambria Math&quot; w:fareast=&quot;Calibri&quot; w:h-ansi=&quot;Cambria Math&quot;/&gt;&lt;wx:font wx:val=&quot;Cambria Math&quot;/&gt;&lt;w:i/&gt;&lt;w:sz w:val=&quot;20&quot;/&gt;&lt;w:sz-cs w:val=&quot;20&quot;/&gt;&lt;w:lang w:fareast=&quot;EN-US&quot;/&gt;&lt;/w:rPr&gt;&lt;/m:ctrlPr&gt;&lt;/m:sSubPr&gt;&lt;m:e&gt;&lt;m:r&gt;&lt;w:rPr&gt;&lt;w:rFonts w:ascii=&quot;Cambria Math&quot; w:fareast=&quot;Calibri&quot; w:h-ansi=&quot;Cambria Math&quot;/&gt;&lt;wx:font wx:val=&quot;Cambria Math&quot;/&gt;&lt;w:i/&gt;&lt;w:sz w:val=&quot;20&quot;/&gt;&lt;w:sz-cs w:val=&quot;20&quot;/&gt;&lt;w:lang w:val=&quot;EN-US&quot; w:fareast=&quot;EN-US&quot;/&gt;&lt;/w:rPr&gt;&lt;m:t&gt;X&lt;/m:t&gt;&lt;/m:r&gt;&lt;m:ctrlPr&gt;&lt;w:rPr&gt;&lt;w:rFonts w:ascii=&quot;Cambria Math&quot; w:fareast=&quot;Calibri&quot; w:h-ansi=&quot;Cambria Math&quot;/&gt;&lt;wx:font wx:val=&quot;Cambria Math&quot;/&gt;&lt;w:i/&gt;&lt;w:sz w:val=&quot;20&quot;/&gt;&lt;w:sz-cs w:val=&quot;20&quot;/&gt;&lt;w:lang w:val=&quot;EN-US&quot; w:fareast=&quot;EN-US&quot;/&gt;&lt;/w:rPr&gt;&lt;/m:ctrlPr&gt;&lt;/m:e&gt;&lt;m:sub&gt;&lt;m:r&gt;&lt;w:rPr&gt;&lt;w:rFonts w:ascii=&quot;Cambria Math&quot; w:fareast=&quot;Calibri&quot; w:h-ansi=&quot;Cambria Math&quot;/&gt;&lt;wx:font wx:val=&quot;Cambria Math&quot;/&gt;&lt;w:i/&gt;&lt;w:sz w:val=&quot;20&quot;/&gt;&lt;w:sz-cs w:val=&quot;20&quot;/&gt;&lt;w:lang w:fareast=&quot;EN-US&quot;/&gt;&lt;/w:rPr&gt;&lt;m:t&gt;t,k&lt;/m:t&gt;&lt;/m:r&gt;&lt;/m:sub&gt;&lt;/m:sSub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7" o:title="" chromakey="white"/>
                </v:shape>
              </w:pict>
            </w:r>
            <w:r w:rsidRPr="003128A1">
              <w:rPr>
                <w:sz w:val="20"/>
                <w:szCs w:val="20"/>
                <w:lang w:eastAsia="en-US"/>
              </w:rPr>
              <w:instrText xml:space="preserve"> </w:instrText>
            </w:r>
            <w:r w:rsidRPr="003128A1">
              <w:rPr>
                <w:sz w:val="20"/>
                <w:szCs w:val="20"/>
                <w:lang w:eastAsia="en-US"/>
              </w:rPr>
              <w:fldChar w:fldCharType="separate"/>
            </w:r>
            <w:r w:rsidRPr="00FB4537">
              <w:rPr>
                <w:sz w:val="20"/>
                <w:szCs w:val="20"/>
              </w:rPr>
              <w:pict>
                <v:shape id="_x0000_i1038" type="#_x0000_t75" style="width:54.75pt;height:30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253B9&quot;/&gt;&lt;wsp:rsid wsp:val=&quot;000054E8&quot;/&gt;&lt;wsp:rsid wsp:val=&quot;00012754&quot;/&gt;&lt;wsp:rsid wsp:val=&quot;00013B0F&quot;/&gt;&lt;wsp:rsid wsp:val=&quot;000164C7&quot;/&gt;&lt;wsp:rsid wsp:val=&quot;00016534&quot;/&gt;&lt;wsp:rsid wsp:val=&quot;00046569&quot;/&gt;&lt;wsp:rsid wsp:val=&quot;00054861&quot;/&gt;&lt;wsp:rsid wsp:val=&quot;000615C9&quot;/&gt;&lt;wsp:rsid wsp:val=&quot;00063DD2&quot;/&gt;&lt;wsp:rsid wsp:val=&quot;000657BC&quot;/&gt;&lt;wsp:rsid wsp:val=&quot;00076E03&quot;/&gt;&lt;wsp:rsid wsp:val=&quot;00081DB3&quot;/&gt;&lt;wsp:rsid wsp:val=&quot;00082FD6&quot;/&gt;&lt;wsp:rsid wsp:val=&quot;0009064A&quot;/&gt;&lt;wsp:rsid wsp:val=&quot;00092119&quot;/&gt;&lt;wsp:rsid wsp:val=&quot;000D671A&quot;/&gt;&lt;wsp:rsid wsp:val=&quot;000E0E06&quot;/&gt;&lt;wsp:rsid wsp:val=&quot;000E12F1&quot;/&gt;&lt;wsp:rsid wsp:val=&quot;000F1454&quot;/&gt;&lt;wsp:rsid wsp:val=&quot;000F6822&quot;/&gt;&lt;wsp:rsid wsp:val=&quot;0010064A&quot;/&gt;&lt;wsp:rsid wsp:val=&quot;001130BE&quot;/&gt;&lt;wsp:rsid wsp:val=&quot;00117285&quot;/&gt;&lt;wsp:rsid wsp:val=&quot;00120DBC&quot;/&gt;&lt;wsp:rsid wsp:val=&quot;00120F95&quot;/&gt;&lt;wsp:rsid wsp:val=&quot;001400E9&quot;/&gt;&lt;wsp:rsid wsp:val=&quot;001403D2&quot;/&gt;&lt;wsp:rsid wsp:val=&quot;001409C8&quot;/&gt;&lt;wsp:rsid wsp:val=&quot;00143E3D&quot;/&gt;&lt;wsp:rsid wsp:val=&quot;00154068&quot;/&gt;&lt;wsp:rsid wsp:val=&quot;00175E7B&quot;/&gt;&lt;wsp:rsid wsp:val=&quot;001C032C&quot;/&gt;&lt;wsp:rsid wsp:val=&quot;001C4435&quot;/&gt;&lt;wsp:rsid wsp:val=&quot;001E2771&quot;/&gt;&lt;wsp:rsid wsp:val=&quot;001F09C6&quot;/&gt;&lt;wsp:rsid wsp:val=&quot;001F6930&quot;/&gt;&lt;wsp:rsid wsp:val=&quot;001F7AE9&quot;/&gt;&lt;wsp:rsid wsp:val=&quot;002019E6&quot;/&gt;&lt;wsp:rsid wsp:val=&quot;00201BDB&quot;/&gt;&lt;wsp:rsid wsp:val=&quot;002256EF&quot;/&gt;&lt;wsp:rsid wsp:val=&quot;002404AF&quot;/&gt;&lt;wsp:rsid wsp:val=&quot;002466C4&quot;/&gt;&lt;wsp:rsid wsp:val=&quot;002541DE&quot;/&gt;&lt;wsp:rsid wsp:val=&quot;00281B07&quot;/&gt;&lt;wsp:rsid wsp:val=&quot;00281E28&quot;/&gt;&lt;wsp:rsid wsp:val=&quot;00290A38&quot;/&gt;&lt;wsp:rsid wsp:val=&quot;002A5449&quot;/&gt;&lt;wsp:rsid wsp:val=&quot;002B295D&quot;/&gt;&lt;wsp:rsid wsp:val=&quot;002B3E8E&quot;/&gt;&lt;wsp:rsid wsp:val=&quot;002B6DED&quot;/&gt;&lt;wsp:rsid wsp:val=&quot;002C37DB&quot;/&gt;&lt;wsp:rsid wsp:val=&quot;002D0FA2&quot;/&gt;&lt;wsp:rsid wsp:val=&quot;002D33C8&quot;/&gt;&lt;wsp:rsid wsp:val=&quot;002D4A68&quot;/&gt;&lt;wsp:rsid wsp:val=&quot;002D5482&quot;/&gt;&lt;wsp:rsid wsp:val=&quot;002E1B77&quot;/&gt;&lt;wsp:rsid wsp:val=&quot;002E2DA0&quot;/&gt;&lt;wsp:rsid wsp:val=&quot;002F6116&quot;/&gt;&lt;wsp:rsid wsp:val=&quot;002F67D7&quot;/&gt;&lt;wsp:rsid wsp:val=&quot;003001FF&quot;/&gt;&lt;wsp:rsid wsp:val=&quot;00311F5A&quot;/&gt;&lt;wsp:rsid wsp:val=&quot;003124DE&quot;/&gt;&lt;wsp:rsid wsp:val=&quot;00327FE7&quot;/&gt;&lt;wsp:rsid wsp:val=&quot;00335C43&quot;/&gt;&lt;wsp:rsid wsp:val=&quot;003568BA&quot;/&gt;&lt;wsp:rsid wsp:val=&quot;00364587&quot;/&gt;&lt;wsp:rsid wsp:val=&quot;0037277D&quot;/&gt;&lt;wsp:rsid wsp:val=&quot;00381B77&quot;/&gt;&lt;wsp:rsid wsp:val=&quot;00384D99&quot;/&gt;&lt;wsp:rsid wsp:val=&quot;00386E36&quot;/&gt;&lt;wsp:rsid wsp:val=&quot;0039171A&quot;/&gt;&lt;wsp:rsid wsp:val=&quot;0039206A&quot;/&gt;&lt;wsp:rsid wsp:val=&quot;003941C4&quot;/&gt;&lt;wsp:rsid wsp:val=&quot;003A0DD8&quot;/&gt;&lt;wsp:rsid wsp:val=&quot;003B70A8&quot;/&gt;&lt;wsp:rsid wsp:val=&quot;003E4320&quot;/&gt;&lt;wsp:rsid wsp:val=&quot;003E6657&quot;/&gt;&lt;wsp:rsid wsp:val=&quot;004227BB&quot;/&gt;&lt;wsp:rsid wsp:val=&quot;00442242&quot;/&gt;&lt;wsp:rsid wsp:val=&quot;00462396&quot;/&gt;&lt;wsp:rsid wsp:val=&quot;00477F21&quot;/&gt;&lt;wsp:rsid wsp:val=&quot;00480FF2&quot;/&gt;&lt;wsp:rsid wsp:val=&quot;004953C4&quot;/&gt;&lt;wsp:rsid wsp:val=&quot;004A78C4&quot;/&gt;&lt;wsp:rsid wsp:val=&quot;004C4A84&quot;/&gt;&lt;wsp:rsid wsp:val=&quot;004C78C8&quot;/&gt;&lt;wsp:rsid wsp:val=&quot;004D71C0&quot;/&gt;&lt;wsp:rsid wsp:val=&quot;004E344D&quot;/&gt;&lt;wsp:rsid wsp:val=&quot;004F6840&quot;/&gt;&lt;wsp:rsid wsp:val=&quot;004F724E&quot;/&gt;&lt;wsp:rsid wsp:val=&quot;00520DE6&quot;/&gt;&lt;wsp:rsid wsp:val=&quot;0052743B&quot;/&gt;&lt;wsp:rsid wsp:val=&quot;00545152&quot;/&gt;&lt;wsp:rsid wsp:val=&quot;005451C5&quot;/&gt;&lt;wsp:rsid wsp:val=&quot;005475A5&quot;/&gt;&lt;wsp:rsid wsp:val=&quot;00550411&quot;/&gt;&lt;wsp:rsid wsp:val=&quot;00564CF7&quot;/&gt;&lt;wsp:rsid wsp:val=&quot;005661E8&quot;/&gt;&lt;wsp:rsid wsp:val=&quot;00576B23&quot;/&gt;&lt;wsp:rsid wsp:val=&quot;00580326&quot;/&gt;&lt;wsp:rsid wsp:val=&quot;00586A72&quot;/&gt;&lt;wsp:rsid wsp:val=&quot;0059175D&quot;/&gt;&lt;wsp:rsid wsp:val=&quot;00591A95&quot;/&gt;&lt;wsp:rsid wsp:val=&quot;005974D2&quot;/&gt;&lt;wsp:rsid wsp:val=&quot;005A3796&quot;/&gt;&lt;wsp:rsid wsp:val=&quot;005A78F4&quot;/&gt;&lt;wsp:rsid wsp:val=&quot;005C4540&quot;/&gt;&lt;wsp:rsid wsp:val=&quot;005D1989&quot;/&gt;&lt;wsp:rsid wsp:val=&quot;005D6179&quot;/&gt;&lt;wsp:rsid wsp:val=&quot;005E7E28&quot;/&gt;&lt;wsp:rsid wsp:val=&quot;006023D7&quot;/&gt;&lt;wsp:rsid wsp:val=&quot;00610F53&quot;/&gt;&lt;wsp:rsid wsp:val=&quot;006318A2&quot;/&gt;&lt;wsp:rsid wsp:val=&quot;00643DF8&quot;/&gt;&lt;wsp:rsid wsp:val=&quot;006448F5&quot;/&gt;&lt;wsp:rsid wsp:val=&quot;00656F29&quot;/&gt;&lt;wsp:rsid wsp:val=&quot;006614D6&quot;/&gt;&lt;wsp:rsid wsp:val=&quot;00662D56&quot;/&gt;&lt;wsp:rsid wsp:val=&quot;00670DF9&quot;/&gt;&lt;wsp:rsid wsp:val=&quot;00672EB5&quot;/&gt;&lt;wsp:rsid wsp:val=&quot;00676ED0&quot;/&gt;&lt;wsp:rsid wsp:val=&quot;00684E7D&quot;/&gt;&lt;wsp:rsid wsp:val=&quot;00696E49&quot;/&gt;&lt;wsp:rsid wsp:val=&quot;006A6E4C&quot;/&gt;&lt;wsp:rsid wsp:val=&quot;006A751C&quot;/&gt;&lt;wsp:rsid wsp:val=&quot;006C6BBA&quot;/&gt;&lt;wsp:rsid wsp:val=&quot;006D41A4&quot;/&gt;&lt;wsp:rsid wsp:val=&quot;006D612D&quot;/&gt;&lt;wsp:rsid wsp:val=&quot;006E1028&quot;/&gt;&lt;wsp:rsid wsp:val=&quot;006F4204&quot;/&gt;&lt;wsp:rsid wsp:val=&quot;006F5F03&quot;/&gt;&lt;wsp:rsid wsp:val=&quot;006F7F9B&quot;/&gt;&lt;wsp:rsid wsp:val=&quot;007271C9&quot;/&gt;&lt;wsp:rsid wsp:val=&quot;007360B1&quot;/&gt;&lt;wsp:rsid wsp:val=&quot;00746581&quot;/&gt;&lt;wsp:rsid wsp:val=&quot;00751A38&quot;/&gt;&lt;wsp:rsid wsp:val=&quot;00757E3C&quot;/&gt;&lt;wsp:rsid wsp:val=&quot;0077602C&quot;/&gt;&lt;wsp:rsid wsp:val=&quot;00777C4A&quot;/&gt;&lt;wsp:rsid wsp:val=&quot;00780511&quot;/&gt;&lt;wsp:rsid wsp:val=&quot;00781C7C&quot;/&gt;&lt;wsp:rsid wsp:val=&quot;007A1FB7&quot;/&gt;&lt;wsp:rsid wsp:val=&quot;007B0AFE&quot;/&gt;&lt;wsp:rsid wsp:val=&quot;007D05F9&quot;/&gt;&lt;wsp:rsid wsp:val=&quot;007D22C0&quot;/&gt;&lt;wsp:rsid wsp:val=&quot;008140A1&quot;/&gt;&lt;wsp:rsid wsp:val=&quot;00822482&quot;/&gt;&lt;wsp:rsid wsp:val=&quot;00822EC4&quot;/&gt;&lt;wsp:rsid wsp:val=&quot;00824166&quot;/&gt;&lt;wsp:rsid wsp:val=&quot;008374EA&quot;/&gt;&lt;wsp:rsid wsp:val=&quot;00840350&quot;/&gt;&lt;wsp:rsid wsp:val=&quot;00841EA2&quot;/&gt;&lt;wsp:rsid wsp:val=&quot;00855315&quot;/&gt;&lt;wsp:rsid wsp:val=&quot;008638F9&quot;/&gt;&lt;wsp:rsid wsp:val=&quot;008658FD&quot;/&gt;&lt;wsp:rsid wsp:val=&quot;008710E1&quot;/&gt;&lt;wsp:rsid wsp:val=&quot;00880111&quot;/&gt;&lt;wsp:rsid wsp:val=&quot;00891159&quot;/&gt;&lt;wsp:rsid wsp:val=&quot;008A61F7&quot;/&gt;&lt;wsp:rsid wsp:val=&quot;008B2AA3&quot;/&gt;&lt;wsp:rsid wsp:val=&quot;008B47CE&quot;/&gt;&lt;wsp:rsid wsp:val=&quot;008B6773&quot;/&gt;&lt;wsp:rsid wsp:val=&quot;008C0669&quot;/&gt;&lt;wsp:rsid wsp:val=&quot;008C3293&quot;/&gt;&lt;wsp:rsid wsp:val=&quot;008C41BD&quot;/&gt;&lt;wsp:rsid wsp:val=&quot;008D187D&quot;/&gt;&lt;wsp:rsid wsp:val=&quot;008D45B2&quot;/&gt;&lt;wsp:rsid wsp:val=&quot;008D73FF&quot;/&gt;&lt;wsp:rsid wsp:val=&quot;008E136E&quot;/&gt;&lt;wsp:rsid wsp:val=&quot;008E4628&quot;/&gt;&lt;wsp:rsid wsp:val=&quot;008F5939&quot;/&gt;&lt;wsp:rsid wsp:val=&quot;00906400&quot;/&gt;&lt;wsp:rsid wsp:val=&quot;009178B4&quot;/&gt;&lt;wsp:rsid wsp:val=&quot;00926D80&quot;/&gt;&lt;wsp:rsid wsp:val=&quot;00947A83&quot;/&gt;&lt;wsp:rsid wsp:val=&quot;0095462C&quot;/&gt;&lt;wsp:rsid wsp:val=&quot;0096414D&quot;/&gt;&lt;wsp:rsid wsp:val=&quot;009678ED&quot;/&gt;&lt;wsp:rsid wsp:val=&quot;00971857&quot;/&gt;&lt;wsp:rsid wsp:val=&quot;00974139&quot;/&gt;&lt;wsp:rsid wsp:val=&quot;00985D47&quot;/&gt;&lt;wsp:rsid wsp:val=&quot;00987E78&quot;/&gt;&lt;wsp:rsid wsp:val=&quot;009938EB&quot;/&gt;&lt;wsp:rsid wsp:val=&quot;00997603&quot;/&gt;&lt;wsp:rsid wsp:val=&quot;00997A58&quot;/&gt;&lt;wsp:rsid wsp:val=&quot;009A3B63&quot;/&gt;&lt;wsp:rsid wsp:val=&quot;009B744C&quot;/&gt;&lt;wsp:rsid wsp:val=&quot;009C7C8E&quot;/&gt;&lt;wsp:rsid wsp:val=&quot;009D402E&quot;/&gt;&lt;wsp:rsid wsp:val=&quot;009E0BD6&quot;/&gt;&lt;wsp:rsid wsp:val=&quot;009F70B1&quot;/&gt;&lt;wsp:rsid wsp:val=&quot;00A02771&quot;/&gt;&lt;wsp:rsid wsp:val=&quot;00A13FC4&quot;/&gt;&lt;wsp:rsid wsp:val=&quot;00A25DAE&quot;/&gt;&lt;wsp:rsid wsp:val=&quot;00A344AB&quot;/&gt;&lt;wsp:rsid wsp:val=&quot;00A34A82&quot;/&gt;&lt;wsp:rsid wsp:val=&quot;00A434FF&quot;/&gt;&lt;wsp:rsid wsp:val=&quot;00A5381B&quot;/&gt;&lt;wsp:rsid wsp:val=&quot;00A539F3&quot;/&gt;&lt;wsp:rsid wsp:val=&quot;00A62868&quot;/&gt;&lt;wsp:rsid wsp:val=&quot;00A67556&quot;/&gt;&lt;wsp:rsid wsp:val=&quot;00A81ACF&quot;/&gt;&lt;wsp:rsid wsp:val=&quot;00A95165&quot;/&gt;&lt;wsp:rsid wsp:val=&quot;00A972AF&quot;/&gt;&lt;wsp:rsid wsp:val=&quot;00A97D6E&quot;/&gt;&lt;wsp:rsid wsp:val=&quot;00AA1F29&quot;/&gt;&lt;wsp:rsid wsp:val=&quot;00AA6CC4&quot;/&gt;&lt;wsp:rsid wsp:val=&quot;00B12809&quot;/&gt;&lt;wsp:rsid wsp:val=&quot;00B203C3&quot;/&gt;&lt;wsp:rsid wsp:val=&quot;00B331CD&quot;/&gt;&lt;wsp:rsid wsp:val=&quot;00B34E77&quot;/&gt;&lt;wsp:rsid wsp:val=&quot;00B4366D&quot;/&gt;&lt;wsp:rsid wsp:val=&quot;00B443A2&quot;/&gt;&lt;wsp:rsid wsp:val=&quot;00B464EB&quot;/&gt;&lt;wsp:rsid wsp:val=&quot;00B6380C&quot;/&gt;&lt;wsp:rsid wsp:val=&quot;00B72A3C&quot;/&gt;&lt;wsp:rsid wsp:val=&quot;00B90B9D&quot;/&gt;&lt;wsp:rsid wsp:val=&quot;00B91863&quot;/&gt;&lt;wsp:rsid wsp:val=&quot;00B91971&quot;/&gt;&lt;wsp:rsid wsp:val=&quot;00BA284D&quot;/&gt;&lt;wsp:rsid wsp:val=&quot;00BA36ED&quot;/&gt;&lt;wsp:rsid wsp:val=&quot;00BB0F1C&quot;/&gt;&lt;wsp:rsid wsp:val=&quot;00BC3299&quot;/&gt;&lt;wsp:rsid wsp:val=&quot;00BD0768&quot;/&gt;&lt;wsp:rsid wsp:val=&quot;00BE7D73&quot;/&gt;&lt;wsp:rsid wsp:val=&quot;00C01A61&quot;/&gt;&lt;wsp:rsid wsp:val=&quot;00C05488&quot;/&gt;&lt;wsp:rsid wsp:val=&quot;00C12361&quot;/&gt;&lt;wsp:rsid wsp:val=&quot;00C20B53&quot;/&gt;&lt;wsp:rsid wsp:val=&quot;00C30E46&quot;/&gt;&lt;wsp:rsid wsp:val=&quot;00C41882&quot;/&gt;&lt;wsp:rsid wsp:val=&quot;00C60E15&quot;/&gt;&lt;wsp:rsid wsp:val=&quot;00C61644&quot;/&gt;&lt;wsp:rsid wsp:val=&quot;00C61D77&quot;/&gt;&lt;wsp:rsid wsp:val=&quot;00C6789D&quot;/&gt;&lt;wsp:rsid wsp:val=&quot;00C77011&quot;/&gt;&lt;wsp:rsid wsp:val=&quot;00C8240D&quot;/&gt;&lt;wsp:rsid wsp:val=&quot;00C8252C&quot;/&gt;&lt;wsp:rsid wsp:val=&quot;00C92789&quot;/&gt;&lt;wsp:rsid wsp:val=&quot;00C95D90&quot;/&gt;&lt;wsp:rsid wsp:val=&quot;00CA421D&quot;/&gt;&lt;wsp:rsid wsp:val=&quot;00CA63F3&quot;/&gt;&lt;wsp:rsid wsp:val=&quot;00CA6F0F&quot;/&gt;&lt;wsp:rsid wsp:val=&quot;00CB1A33&quot;/&gt;&lt;wsp:rsid wsp:val=&quot;00CB5316&quot;/&gt;&lt;wsp:rsid wsp:val=&quot;00CD7B81&quot;/&gt;&lt;wsp:rsid wsp:val=&quot;00CE2F5A&quot;/&gt;&lt;wsp:rsid wsp:val=&quot;00CF15E7&quot;/&gt;&lt;wsp:rsid wsp:val=&quot;00D05782&quot;/&gt;&lt;wsp:rsid wsp:val=&quot;00D07FA9&quot;/&gt;&lt;wsp:rsid wsp:val=&quot;00D13E34&quot;/&gt;&lt;wsp:rsid wsp:val=&quot;00D21197&quot;/&gt;&lt;wsp:rsid wsp:val=&quot;00D253B9&quot;/&gt;&lt;wsp:rsid wsp:val=&quot;00D31B30&quot;/&gt;&lt;wsp:rsid wsp:val=&quot;00D3319E&quot;/&gt;&lt;wsp:rsid wsp:val=&quot;00D33A02&quot;/&gt;&lt;wsp:rsid wsp:val=&quot;00D34B67&quot;/&gt;&lt;wsp:rsid wsp:val=&quot;00D4493A&quot;/&gt;&lt;wsp:rsid wsp:val=&quot;00D479E4&quot;/&gt;&lt;wsp:rsid wsp:val=&quot;00D51BCE&quot;/&gt;&lt;wsp:rsid wsp:val=&quot;00D53ECE&quot;/&gt;&lt;wsp:rsid wsp:val=&quot;00D62970&quot;/&gt;&lt;wsp:rsid wsp:val=&quot;00D65E4C&quot;/&gt;&lt;wsp:rsid wsp:val=&quot;00D75FD2&quot;/&gt;&lt;wsp:rsid wsp:val=&quot;00D91B72&quot;/&gt;&lt;wsp:rsid wsp:val=&quot;00D95E05&quot;/&gt;&lt;wsp:rsid wsp:val=&quot;00DA52F7&quot;/&gt;&lt;wsp:rsid wsp:val=&quot;00DB29ED&quot;/&gt;&lt;wsp:rsid wsp:val=&quot;00DC3772&quot;/&gt;&lt;wsp:rsid wsp:val=&quot;00DC406B&quot;/&gt;&lt;wsp:rsid wsp:val=&quot;00DC5E58&quot;/&gt;&lt;wsp:rsid wsp:val=&quot;00DD360A&quot;/&gt;&lt;wsp:rsid wsp:val=&quot;00DD3853&quot;/&gt;&lt;wsp:rsid wsp:val=&quot;00E0084B&quot;/&gt;&lt;wsp:rsid wsp:val=&quot;00E31244&quot;/&gt;&lt;wsp:rsid wsp:val=&quot;00E320DB&quot;/&gt;&lt;wsp:rsid wsp:val=&quot;00E374EC&quot;/&gt;&lt;wsp:rsid wsp:val=&quot;00E434D2&quot;/&gt;&lt;wsp:rsid wsp:val=&quot;00E435AA&quot;/&gt;&lt;wsp:rsid wsp:val=&quot;00E5574E&quot;/&gt;&lt;wsp:rsid wsp:val=&quot;00E60A7A&quot;/&gt;&lt;wsp:rsid wsp:val=&quot;00E734EF&quot;/&gt;&lt;wsp:rsid wsp:val=&quot;00E74840&quot;/&gt;&lt;wsp:rsid wsp:val=&quot;00E76092&quot;/&gt;&lt;wsp:rsid wsp:val=&quot;00E82CBC&quot;/&gt;&lt;wsp:rsid wsp:val=&quot;00E87855&quot;/&gt;&lt;wsp:rsid wsp:val=&quot;00EB77F9&quot;/&gt;&lt;wsp:rsid wsp:val=&quot;00EC18FA&quot;/&gt;&lt;wsp:rsid wsp:val=&quot;00EC1FC5&quot;/&gt;&lt;wsp:rsid wsp:val=&quot;00ED530A&quot;/&gt;&lt;wsp:rsid wsp:val=&quot;00EF68CC&quot;/&gt;&lt;wsp:rsid wsp:val=&quot;00F02691&quot;/&gt;&lt;wsp:rsid wsp:val=&quot;00F118B6&quot;/&gt;&lt;wsp:rsid wsp:val=&quot;00F14532&quot;/&gt;&lt;wsp:rsid wsp:val=&quot;00F1647C&quot;/&gt;&lt;wsp:rsid wsp:val=&quot;00F37A94&quot;/&gt;&lt;wsp:rsid wsp:val=&quot;00F413E7&quot;/&gt;&lt;wsp:rsid wsp:val=&quot;00F4187A&quot;/&gt;&lt;wsp:rsid wsp:val=&quot;00F41A9F&quot;/&gt;&lt;wsp:rsid wsp:val=&quot;00F423A3&quot;/&gt;&lt;wsp:rsid wsp:val=&quot;00F65D66&quot;/&gt;&lt;wsp:rsid wsp:val=&quot;00F8127F&quot;/&gt;&lt;wsp:rsid wsp:val=&quot;00F979F9&quot;/&gt;&lt;wsp:rsid wsp:val=&quot;00FA6E46&quot;/&gt;&lt;wsp:rsid wsp:val=&quot;00FB0556&quot;/&gt;&lt;wsp:rsid wsp:val=&quot;00FB30C2&quot;/&gt;&lt;wsp:rsid wsp:val=&quot;00FB5C01&quot;/&gt;&lt;wsp:rsid wsp:val=&quot;00FC1F7D&quot;/&gt;&lt;wsp:rsid wsp:val=&quot;00FC4A2E&quot;/&gt;&lt;wsp:rsid wsp:val=&quot;00FD6F09&quot;/&gt;&lt;wsp:rsid wsp:val=&quot;00FE1FBF&quot;/&gt;&lt;wsp:rsid wsp:val=&quot;00FE4BE2&quot;/&gt;&lt;wsp:rsid wsp:val=&quot;00FE5480&quot;/&gt;&lt;wsp:rsid wsp:val=&quot;00FF4B0C&quot;/&gt;&lt;/wsp:rsids&gt;&lt;/w:docPr&gt;&lt;w:body&gt;&lt;w:p wsp:rsidR=&quot;00000000&quot; wsp:rsidRDefault=&quot;008C41BD&quot;&gt;&lt;m:oMathPara&gt;&lt;m:oMath&gt;&lt;m:sSub&gt;&lt;m:sSubPr&gt;&lt;m:ctrlPr&gt;&lt;w:rPr&gt;&lt;w:rFonts w:ascii=&quot;Cambria Math&quot; w:fareast=&quot;Calibri&quot; w:h-ansi=&quot;Cambria Math&quot;/&gt;&lt;wx:font wx:val=&quot;Cambria Math&quot;/&gt;&lt;w:i/&gt;&lt;w:sz w:val=&quot;20&quot;/&gt;&lt;w:sz-cs w:val=&quot;20&quot;/&gt;&lt;w:lang w:fareast=&quot;EN-US&quot;/&gt;&lt;/w:rPr&gt;&lt;/m:ctrlPr&gt;&lt;/m:sSubPr&gt;&lt;m:e&gt;&lt;m:r&gt;&lt;w:rPr&gt;&lt;w:rFonts w:ascii=&quot;Cambria Math&quot; w:fareast=&quot;Calibri&quot; w:h-ansi=&quot;Cambria Math&quot;/&gt;&lt;wx:font wx:val=&quot;Cambria Math&quot;/&gt;&lt;w:i/&gt;&lt;w:sz w:val=&quot;20&quot;/&gt;&lt;w:sz-cs w:val=&quot;20&quot;/&gt;&lt;w:lang w:val=&quot;EN-US&quot; w:fareast=&quot;EN-US&quot;/&gt;&lt;/w:rPr&gt;&lt;m:t&gt;Y&lt;/m:t&gt;&lt;/m:r&gt;&lt;m:ctrlPr&gt;&lt;w:rPr&gt;&lt;w:rFonts w:ascii=&quot;Cambria Math&quot; w:fareast=&quot;Calibri&quot; w:h-ansi=&quot;Cambria Math&quot;/&gt;&lt;wx:font wx:val=&quot;Cambria Math&quot;/&gt;&lt;w:i/&gt;&lt;w:sz w:val=&quot;20&quot;/&gt;&lt;w:sz-cs w:val=&quot;20&quot;/&gt;&lt;w:lang w:val=&quot;EN-US&quot; w:fareast=&quot;EN-US&quot;/&gt;&lt;/w:rPr&gt;&lt;/m:ctrlPr&gt;&lt;/m:e&gt;&lt;m:sub&gt;&lt;m:r&gt;&lt;w:rPr&gt;&lt;w:rFonts w:ascii=&quot;Cambria Math&quot; w:fareast=&quot;Calibri&quot; w:h-ansi=&quot;Cambria Math&quot;/&gt;&lt;wx:font wx:val=&quot;Cambria Math&quot;/&gt;&lt;w:i/&gt;&lt;w:sz w:val=&quot;20&quot;/&gt;&lt;w:sz-cs w:val=&quot;20&quot;/&gt;&lt;w:lang w:fareast=&quot;EN-US&quot;/&gt;&lt;/w:rPr&gt;&lt;m:t&gt;t&lt;/m:t&gt;&lt;/m:r&gt;&lt;/m:sub&gt;&lt;/m:sSub&gt;&lt;m:r&gt;&lt;w:rPr&gt;&lt;w:rFonts w:ascii=&quot;Cambria Math&quot; w:fareast=&quot;Calibri&quot; w:h-ansi=&quot;Cambria Math&quot;/&gt;&lt;wx:font wx:val=&quot;Cambria Math&quot;/&gt;&lt;w:i/&gt;&lt;w:sz w:val=&quot;20&quot;/&gt;&lt;w:sz-cs w:val=&quot;20&quot;/&gt;&lt;w:lang w:fareast=&quot;EN-US&quot;/&gt;&lt;/w:rPr&gt;&lt;m:t&gt;=&lt;/m:t&gt;&lt;/m:r&gt;&lt;m:nary&gt;&lt;m:naryPr&gt;&lt;m:chr m:val=&quot;в€‘&quot;/&gt;&lt;m:limLoc m:val=&quot;undOvr&quot;/&gt;&lt;m:supHide m:val=&quot;on&quot;/&gt;&lt;m:ctrlPr&gt;&lt;w:rPr&gt;&lt;w:rFonts w:ascii=&quot;Cambria Math&quot; w:fareast=&quot;Calibri&quot; w:h-ansi=&quot;Cambria Math&quot;/&gt;&lt;wx:font wx:val=&quot;Cambria Math&quot;/&gt;&lt;w:i/&gt;&lt;w:sz w:val=&quot;20&quot;/&gt;&lt;w:sz-cs w:val=&quot;20&quot;/&gt;&lt;w:lang w:val=&quot;EN-US&quot; w:fareast=&quot;EN-US&quot;/&gt;&lt;/w:rPr&gt;&lt;/m:ctrlPr&gt;&lt;/m:naryPr&gt;&lt;m:sub&gt;&lt;m:r&gt;&lt;w:rPr&gt;&lt;w:rFonts w:ascii=&quot;Cambria Math&quot; w:fareast=&quot;Calibri&quot; w:h-ansi=&quot;Cambria Math&quot;/&gt;&lt;wx:font wx:val=&quot;Cambria Math&quot;/&gt;&lt;w:i/&gt;&lt;w:sz w:val=&quot;20&quot;/&gt;&lt;w:sz-cs w:val=&quot;20&quot;/&gt;&lt;w:lang w:val=&quot;EN-US&quot; w:fareast=&quot;EN-US&quot;/&gt;&lt;/w:rPr&gt;&lt;m:t&gt;k&lt;/m:t&gt;&lt;/m:r&gt;&lt;/m:sub&gt;&lt;m:sup/&gt;&lt;m:e&gt;&lt;m:sSub&gt;&lt;m:sSubPr&gt;&lt;m:ctrlPr&gt;&lt;w:rPr&gt;&lt;w:rFonts w:ascii=&quot;Cambria Math&quot; w:fareast=&quot;Calibri&quot; w:h-ansi=&quot;Cambria Math&quot;/&gt;&lt;wx:font wx:val=&quot;Cambria Math&quot;/&gt;&lt;w:i/&gt;&lt;w:sz w:val=&quot;20&quot;/&gt;&lt;w:sz-cs w:val=&quot;20&quot;/&gt;&lt;w:lang w:fareast=&quot;EN-US&quot;/&gt;&lt;/w:rPr&gt;&lt;/m:ctrlPr&gt;&lt;/m:sSubPr&gt;&lt;m:e&gt;&lt;m:r&gt;&lt;w:rPr&gt;&lt;w:rFonts w:ascii=&quot;Cambria Math&quot; w:fareast=&quot;Calibri&quot; w:h-ansi=&quot;Cambria Math&quot;/&gt;&lt;wx:font wx:val=&quot;Cambria Math&quot;/&gt;&lt;w:i/&gt;&lt;w:sz w:val=&quot;20&quot;/&gt;&lt;w:sz-cs w:val=&quot;20&quot;/&gt;&lt;w:lang w:val=&quot;EN-US&quot; w:fareast=&quot;EN-US&quot;/&gt;&lt;/w:rPr&gt;&lt;m:t&gt;X&lt;/m:t&gt;&lt;/m:r&gt;&lt;m:ctrlPr&gt;&lt;w:rPr&gt;&lt;w:rFonts w:ascii=&quot;Cambria Math&quot; w:fareast=&quot;Calibri&quot; w:h-ansi=&quot;Cambria Math&quot;/&gt;&lt;wx:font wx:val=&quot;Cambria Math&quot;/&gt;&lt;w:i/&gt;&lt;w:sz w:val=&quot;20&quot;/&gt;&lt;w:sz-cs w:val=&quot;20&quot;/&gt;&lt;w:lang w:val=&quot;EN-US&quot; w:fareast=&quot;EN-US&quot;/&gt;&lt;/w:rPr&gt;&lt;/m:ctrlPr&gt;&lt;/m:e&gt;&lt;m:sub&gt;&lt;m:r&gt;&lt;w:rPr&gt;&lt;w:rFonts w:ascii=&quot;Cambria Math&quot; w:fareast=&quot;Calibri&quot; w:h-ansi=&quot;Cambria Math&quot;/&gt;&lt;wx:font wx:val=&quot;Cambria Math&quot;/&gt;&lt;w:i/&gt;&lt;w:sz w:val=&quot;20&quot;/&gt;&lt;w:sz-cs w:val=&quot;20&quot;/&gt;&lt;w:lang w:fareast=&quot;EN-US&quot;/&gt;&lt;/w:rPr&gt;&lt;m:t&gt;t,k&lt;/m:t&gt;&lt;/m:r&gt;&lt;/m:sub&gt;&lt;/m:sSub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7" o:title="" chromakey="white"/>
                </v:shape>
              </w:pict>
            </w:r>
            <w:r w:rsidRPr="003128A1">
              <w:rPr>
                <w:sz w:val="20"/>
                <w:szCs w:val="20"/>
                <w:lang w:eastAsia="en-US"/>
              </w:rPr>
              <w:fldChar w:fldCharType="end"/>
            </w:r>
          </w:p>
          <w:p w:rsidR="003D0A91" w:rsidRPr="003128A1" w:rsidRDefault="003D0A91" w:rsidP="00481FF3">
            <w:pPr>
              <w:jc w:val="both"/>
              <w:rPr>
                <w:color w:val="000000"/>
                <w:sz w:val="20"/>
                <w:szCs w:val="20"/>
              </w:rPr>
            </w:pPr>
            <w:r w:rsidRPr="003128A1">
              <w:rPr>
                <w:sz w:val="20"/>
                <w:szCs w:val="20"/>
                <w:lang w:eastAsia="en-US"/>
              </w:rPr>
              <w:t xml:space="preserve">где </w:t>
            </w:r>
            <w:r w:rsidRPr="003128A1">
              <w:rPr>
                <w:i/>
                <w:sz w:val="20"/>
                <w:szCs w:val="20"/>
                <w:lang w:val="en-US" w:eastAsia="en-US"/>
              </w:rPr>
              <w:t>Y</w:t>
            </w:r>
            <w:r w:rsidRPr="003128A1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3128A1">
              <w:rPr>
                <w:sz w:val="20"/>
                <w:szCs w:val="20"/>
                <w:lang w:eastAsia="en-US"/>
              </w:rPr>
              <w:t xml:space="preserve"> – сумма</w:t>
            </w:r>
            <w:r w:rsidRPr="003128A1">
              <w:rPr>
                <w:color w:val="000000"/>
                <w:sz w:val="20"/>
                <w:szCs w:val="20"/>
              </w:rPr>
              <w:t xml:space="preserve"> прочих безвозмездных поступлений в бюджеты сельских поселений (средства безвозмездных поступлений и иной приносящей доход деятельности)</w:t>
            </w:r>
          </w:p>
          <w:p w:rsidR="003D0A91" w:rsidRPr="003128A1" w:rsidRDefault="003D0A91" w:rsidP="00153B4E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3128A1">
              <w:rPr>
                <w:sz w:val="20"/>
                <w:szCs w:val="20"/>
                <w:lang w:eastAsia="en-US"/>
              </w:rPr>
              <w:t xml:space="preserve">  предоставляемых государственными (муниципальными) организациями в период </w:t>
            </w:r>
            <w:r w:rsidRPr="003128A1">
              <w:rPr>
                <w:i/>
                <w:sz w:val="20"/>
                <w:szCs w:val="20"/>
                <w:lang w:val="en-US" w:eastAsia="en-US"/>
              </w:rPr>
              <w:t>t</w:t>
            </w:r>
            <w:r w:rsidRPr="003128A1">
              <w:rPr>
                <w:sz w:val="20"/>
                <w:szCs w:val="20"/>
                <w:lang w:eastAsia="en-US"/>
              </w:rPr>
              <w:t xml:space="preserve">, получателям средств сельских поселений </w:t>
            </w:r>
          </w:p>
          <w:p w:rsidR="003D0A91" w:rsidRPr="003128A1" w:rsidRDefault="003D0A91" w:rsidP="00481FF3">
            <w:pPr>
              <w:jc w:val="both"/>
              <w:rPr>
                <w:color w:val="000000"/>
                <w:sz w:val="20"/>
                <w:szCs w:val="20"/>
              </w:rPr>
            </w:pPr>
            <w:r w:rsidRPr="003128A1">
              <w:rPr>
                <w:i/>
                <w:sz w:val="20"/>
                <w:szCs w:val="20"/>
                <w:lang w:val="en-US" w:eastAsia="en-US"/>
              </w:rPr>
              <w:t>X</w:t>
            </w:r>
            <w:r w:rsidRPr="003128A1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3128A1">
              <w:rPr>
                <w:i/>
                <w:sz w:val="20"/>
                <w:szCs w:val="20"/>
                <w:vertAlign w:val="subscript"/>
                <w:lang w:eastAsia="en-US"/>
              </w:rPr>
              <w:t>,</w:t>
            </w:r>
            <w:r w:rsidRPr="003128A1">
              <w:rPr>
                <w:i/>
                <w:sz w:val="20"/>
                <w:szCs w:val="20"/>
                <w:vertAlign w:val="subscript"/>
                <w:lang w:val="en-US" w:eastAsia="en-US"/>
              </w:rPr>
              <w:t>k</w:t>
            </w:r>
            <w:r w:rsidRPr="003128A1">
              <w:rPr>
                <w:sz w:val="20"/>
                <w:szCs w:val="20"/>
                <w:vertAlign w:val="subscript"/>
                <w:lang w:eastAsia="en-US"/>
              </w:rPr>
              <w:t xml:space="preserve"> </w:t>
            </w:r>
            <w:r w:rsidRPr="003128A1">
              <w:rPr>
                <w:sz w:val="20"/>
                <w:szCs w:val="20"/>
                <w:lang w:eastAsia="en-US"/>
              </w:rPr>
              <w:t>— сумма</w:t>
            </w:r>
            <w:r w:rsidRPr="003128A1">
              <w:rPr>
                <w:color w:val="000000"/>
                <w:sz w:val="20"/>
                <w:szCs w:val="20"/>
              </w:rPr>
              <w:t xml:space="preserve"> прочих безвозмездных поступлений в бюджеты сельских поселений (средства безвозмездных поступлений и иной приносящей доход деятельности)</w:t>
            </w:r>
          </w:p>
          <w:p w:rsidR="003D0A91" w:rsidRPr="00985D47" w:rsidRDefault="003D0A91" w:rsidP="00153B4E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3128A1">
              <w:rPr>
                <w:sz w:val="20"/>
                <w:szCs w:val="20"/>
                <w:lang w:eastAsia="en-US"/>
              </w:rPr>
              <w:t xml:space="preserve"> , предоставляемых государственными (муниципальными) организациями по договору (контракту, соглашению) </w:t>
            </w:r>
            <w:r w:rsidRPr="003128A1">
              <w:rPr>
                <w:i/>
                <w:sz w:val="20"/>
                <w:szCs w:val="20"/>
                <w:lang w:val="en-US" w:eastAsia="en-US"/>
              </w:rPr>
              <w:t>k</w:t>
            </w:r>
            <w:r w:rsidRPr="003128A1">
              <w:rPr>
                <w:sz w:val="20"/>
                <w:szCs w:val="20"/>
                <w:lang w:eastAsia="en-US"/>
              </w:rPr>
              <w:t xml:space="preserve"> в период , получателям средств сельских поселений.</w:t>
            </w:r>
          </w:p>
        </w:tc>
      </w:tr>
      <w:tr w:rsidR="003D0A91" w:rsidRPr="00985D47" w:rsidTr="003A2AA1">
        <w:trPr>
          <w:cantSplit/>
          <w:jc w:val="center"/>
        </w:trPr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Default="003D0A91" w:rsidP="00153B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901 2 08 05000 10 0000 180</w:t>
            </w:r>
          </w:p>
          <w:p w:rsidR="003D0A91" w:rsidRDefault="003D0A91" w:rsidP="006F420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Default="003D0A91" w:rsidP="00153B4E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 </w:t>
            </w:r>
          </w:p>
          <w:p w:rsidR="003D0A91" w:rsidRPr="002F67D7" w:rsidRDefault="003D0A91" w:rsidP="003A315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Pr="00985D47" w:rsidRDefault="003D0A91" w:rsidP="00FC1DD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sz w:val="20"/>
                <w:szCs w:val="20"/>
                <w:lang w:eastAsia="en-US"/>
              </w:rPr>
              <w:t>Прямой расчет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Pr="003128A1" w:rsidRDefault="003D0A91" w:rsidP="00153B4E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3128A1">
              <w:rPr>
                <w:sz w:val="20"/>
                <w:szCs w:val="20"/>
                <w:lang w:eastAsia="en-US"/>
              </w:rPr>
              <w:fldChar w:fldCharType="begin"/>
            </w:r>
            <w:r w:rsidRPr="003128A1">
              <w:rPr>
                <w:sz w:val="20"/>
                <w:szCs w:val="20"/>
                <w:lang w:eastAsia="en-US"/>
              </w:rPr>
              <w:instrText xml:space="preserve"> QUOTE </w:instrText>
            </w:r>
            <w:r w:rsidRPr="00FB4537">
              <w:rPr>
                <w:sz w:val="20"/>
                <w:szCs w:val="20"/>
              </w:rPr>
              <w:pict>
                <v:shape id="_x0000_i1039" type="#_x0000_t75" style="width:54.75pt;height:30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253B9&quot;/&gt;&lt;wsp:rsid wsp:val=&quot;000054E8&quot;/&gt;&lt;wsp:rsid wsp:val=&quot;00012754&quot;/&gt;&lt;wsp:rsid wsp:val=&quot;00013B0F&quot;/&gt;&lt;wsp:rsid wsp:val=&quot;000164C7&quot;/&gt;&lt;wsp:rsid wsp:val=&quot;00016534&quot;/&gt;&lt;wsp:rsid wsp:val=&quot;00046569&quot;/&gt;&lt;wsp:rsid wsp:val=&quot;00054861&quot;/&gt;&lt;wsp:rsid wsp:val=&quot;000615C9&quot;/&gt;&lt;wsp:rsid wsp:val=&quot;00063DD2&quot;/&gt;&lt;wsp:rsid wsp:val=&quot;000657BC&quot;/&gt;&lt;wsp:rsid wsp:val=&quot;00076E03&quot;/&gt;&lt;wsp:rsid wsp:val=&quot;00081DB3&quot;/&gt;&lt;wsp:rsid wsp:val=&quot;00082FD6&quot;/&gt;&lt;wsp:rsid wsp:val=&quot;0009064A&quot;/&gt;&lt;wsp:rsid wsp:val=&quot;00092119&quot;/&gt;&lt;wsp:rsid wsp:val=&quot;000D671A&quot;/&gt;&lt;wsp:rsid wsp:val=&quot;000E0E06&quot;/&gt;&lt;wsp:rsid wsp:val=&quot;000E12F1&quot;/&gt;&lt;wsp:rsid wsp:val=&quot;000F1454&quot;/&gt;&lt;wsp:rsid wsp:val=&quot;000F6822&quot;/&gt;&lt;wsp:rsid wsp:val=&quot;0010064A&quot;/&gt;&lt;wsp:rsid wsp:val=&quot;001130BE&quot;/&gt;&lt;wsp:rsid wsp:val=&quot;00117285&quot;/&gt;&lt;wsp:rsid wsp:val=&quot;00120DBC&quot;/&gt;&lt;wsp:rsid wsp:val=&quot;00120F95&quot;/&gt;&lt;wsp:rsid wsp:val=&quot;001400E9&quot;/&gt;&lt;wsp:rsid wsp:val=&quot;001403D2&quot;/&gt;&lt;wsp:rsid wsp:val=&quot;001409C8&quot;/&gt;&lt;wsp:rsid wsp:val=&quot;00143E3D&quot;/&gt;&lt;wsp:rsid wsp:val=&quot;00154068&quot;/&gt;&lt;wsp:rsid wsp:val=&quot;00175E7B&quot;/&gt;&lt;wsp:rsid wsp:val=&quot;001C032C&quot;/&gt;&lt;wsp:rsid wsp:val=&quot;001C4435&quot;/&gt;&lt;wsp:rsid wsp:val=&quot;001E2771&quot;/&gt;&lt;wsp:rsid wsp:val=&quot;001F09C6&quot;/&gt;&lt;wsp:rsid wsp:val=&quot;001F6930&quot;/&gt;&lt;wsp:rsid wsp:val=&quot;001F7AE9&quot;/&gt;&lt;wsp:rsid wsp:val=&quot;002019E6&quot;/&gt;&lt;wsp:rsid wsp:val=&quot;00201BDB&quot;/&gt;&lt;wsp:rsid wsp:val=&quot;002256EF&quot;/&gt;&lt;wsp:rsid wsp:val=&quot;002404AF&quot;/&gt;&lt;wsp:rsid wsp:val=&quot;002466C4&quot;/&gt;&lt;wsp:rsid wsp:val=&quot;002541DE&quot;/&gt;&lt;wsp:rsid wsp:val=&quot;00281B07&quot;/&gt;&lt;wsp:rsid wsp:val=&quot;00281E28&quot;/&gt;&lt;wsp:rsid wsp:val=&quot;00290A38&quot;/&gt;&lt;wsp:rsid wsp:val=&quot;002A5449&quot;/&gt;&lt;wsp:rsid wsp:val=&quot;002B295D&quot;/&gt;&lt;wsp:rsid wsp:val=&quot;002B3E8E&quot;/&gt;&lt;wsp:rsid wsp:val=&quot;002B6DED&quot;/&gt;&lt;wsp:rsid wsp:val=&quot;002C37DB&quot;/&gt;&lt;wsp:rsid wsp:val=&quot;002D0FA2&quot;/&gt;&lt;wsp:rsid wsp:val=&quot;002D33C8&quot;/&gt;&lt;wsp:rsid wsp:val=&quot;002D4A68&quot;/&gt;&lt;wsp:rsid wsp:val=&quot;002D5482&quot;/&gt;&lt;wsp:rsid wsp:val=&quot;002E1B77&quot;/&gt;&lt;wsp:rsid wsp:val=&quot;002E2DA0&quot;/&gt;&lt;wsp:rsid wsp:val=&quot;002F6116&quot;/&gt;&lt;wsp:rsid wsp:val=&quot;002F67D7&quot;/&gt;&lt;wsp:rsid wsp:val=&quot;003001FF&quot;/&gt;&lt;wsp:rsid wsp:val=&quot;00311F5A&quot;/&gt;&lt;wsp:rsid wsp:val=&quot;003124DE&quot;/&gt;&lt;wsp:rsid wsp:val=&quot;00327FE7&quot;/&gt;&lt;wsp:rsid wsp:val=&quot;00335C43&quot;/&gt;&lt;wsp:rsid wsp:val=&quot;003568BA&quot;/&gt;&lt;wsp:rsid wsp:val=&quot;00364587&quot;/&gt;&lt;wsp:rsid wsp:val=&quot;0037277D&quot;/&gt;&lt;wsp:rsid wsp:val=&quot;00381B77&quot;/&gt;&lt;wsp:rsid wsp:val=&quot;00384D99&quot;/&gt;&lt;wsp:rsid wsp:val=&quot;00386E36&quot;/&gt;&lt;wsp:rsid wsp:val=&quot;0039171A&quot;/&gt;&lt;wsp:rsid wsp:val=&quot;0039206A&quot;/&gt;&lt;wsp:rsid wsp:val=&quot;003941C4&quot;/&gt;&lt;wsp:rsid wsp:val=&quot;003A0DD8&quot;/&gt;&lt;wsp:rsid wsp:val=&quot;003B70A8&quot;/&gt;&lt;wsp:rsid wsp:val=&quot;003E4320&quot;/&gt;&lt;wsp:rsid wsp:val=&quot;003E6657&quot;/&gt;&lt;wsp:rsid wsp:val=&quot;004227BB&quot;/&gt;&lt;wsp:rsid wsp:val=&quot;00442242&quot;/&gt;&lt;wsp:rsid wsp:val=&quot;00462396&quot;/&gt;&lt;wsp:rsid wsp:val=&quot;00477F21&quot;/&gt;&lt;wsp:rsid wsp:val=&quot;00480FF2&quot;/&gt;&lt;wsp:rsid wsp:val=&quot;004953C4&quot;/&gt;&lt;wsp:rsid wsp:val=&quot;004A78C4&quot;/&gt;&lt;wsp:rsid wsp:val=&quot;004C4A84&quot;/&gt;&lt;wsp:rsid wsp:val=&quot;004C78C8&quot;/&gt;&lt;wsp:rsid wsp:val=&quot;004D71C0&quot;/&gt;&lt;wsp:rsid wsp:val=&quot;004E344D&quot;/&gt;&lt;wsp:rsid wsp:val=&quot;004F6840&quot;/&gt;&lt;wsp:rsid wsp:val=&quot;004F724E&quot;/&gt;&lt;wsp:rsid wsp:val=&quot;00520DE6&quot;/&gt;&lt;wsp:rsid wsp:val=&quot;0052743B&quot;/&gt;&lt;wsp:rsid wsp:val=&quot;00545152&quot;/&gt;&lt;wsp:rsid wsp:val=&quot;005451C5&quot;/&gt;&lt;wsp:rsid wsp:val=&quot;005475A5&quot;/&gt;&lt;wsp:rsid wsp:val=&quot;00550411&quot;/&gt;&lt;wsp:rsid wsp:val=&quot;00564CF7&quot;/&gt;&lt;wsp:rsid wsp:val=&quot;005661E8&quot;/&gt;&lt;wsp:rsid wsp:val=&quot;00576B23&quot;/&gt;&lt;wsp:rsid wsp:val=&quot;00580326&quot;/&gt;&lt;wsp:rsid wsp:val=&quot;00586A72&quot;/&gt;&lt;wsp:rsid wsp:val=&quot;0059175D&quot;/&gt;&lt;wsp:rsid wsp:val=&quot;00591A95&quot;/&gt;&lt;wsp:rsid wsp:val=&quot;005974D2&quot;/&gt;&lt;wsp:rsid wsp:val=&quot;005A3796&quot;/&gt;&lt;wsp:rsid wsp:val=&quot;005A78F4&quot;/&gt;&lt;wsp:rsid wsp:val=&quot;005C4540&quot;/&gt;&lt;wsp:rsid wsp:val=&quot;005D1989&quot;/&gt;&lt;wsp:rsid wsp:val=&quot;005D6179&quot;/&gt;&lt;wsp:rsid wsp:val=&quot;005E7E28&quot;/&gt;&lt;wsp:rsid wsp:val=&quot;006023D7&quot;/&gt;&lt;wsp:rsid wsp:val=&quot;00610F53&quot;/&gt;&lt;wsp:rsid wsp:val=&quot;006318A2&quot;/&gt;&lt;wsp:rsid wsp:val=&quot;00643DF8&quot;/&gt;&lt;wsp:rsid wsp:val=&quot;006448F5&quot;/&gt;&lt;wsp:rsid wsp:val=&quot;00656F29&quot;/&gt;&lt;wsp:rsid wsp:val=&quot;006614D6&quot;/&gt;&lt;wsp:rsid wsp:val=&quot;00662D56&quot;/&gt;&lt;wsp:rsid wsp:val=&quot;00670DF9&quot;/&gt;&lt;wsp:rsid wsp:val=&quot;00672EB5&quot;/&gt;&lt;wsp:rsid wsp:val=&quot;00676ED0&quot;/&gt;&lt;wsp:rsid wsp:val=&quot;00684E7D&quot;/&gt;&lt;wsp:rsid wsp:val=&quot;00696E49&quot;/&gt;&lt;wsp:rsid wsp:val=&quot;006A6E4C&quot;/&gt;&lt;wsp:rsid wsp:val=&quot;006A751C&quot;/&gt;&lt;wsp:rsid wsp:val=&quot;006C6BBA&quot;/&gt;&lt;wsp:rsid wsp:val=&quot;006D41A4&quot;/&gt;&lt;wsp:rsid wsp:val=&quot;006D612D&quot;/&gt;&lt;wsp:rsid wsp:val=&quot;006E1028&quot;/&gt;&lt;wsp:rsid wsp:val=&quot;006F4204&quot;/&gt;&lt;wsp:rsid wsp:val=&quot;006F5F03&quot;/&gt;&lt;wsp:rsid wsp:val=&quot;006F7F9B&quot;/&gt;&lt;wsp:rsid wsp:val=&quot;007271C9&quot;/&gt;&lt;wsp:rsid wsp:val=&quot;007360B1&quot;/&gt;&lt;wsp:rsid wsp:val=&quot;00746581&quot;/&gt;&lt;wsp:rsid wsp:val=&quot;00751A38&quot;/&gt;&lt;wsp:rsid wsp:val=&quot;00757E3C&quot;/&gt;&lt;wsp:rsid wsp:val=&quot;0077602C&quot;/&gt;&lt;wsp:rsid wsp:val=&quot;00777C4A&quot;/&gt;&lt;wsp:rsid wsp:val=&quot;00780511&quot;/&gt;&lt;wsp:rsid wsp:val=&quot;00781C7C&quot;/&gt;&lt;wsp:rsid wsp:val=&quot;007A1FB7&quot;/&gt;&lt;wsp:rsid wsp:val=&quot;007B0AFE&quot;/&gt;&lt;wsp:rsid wsp:val=&quot;007D05F9&quot;/&gt;&lt;wsp:rsid wsp:val=&quot;007D22C0&quot;/&gt;&lt;wsp:rsid wsp:val=&quot;008140A1&quot;/&gt;&lt;wsp:rsid wsp:val=&quot;00822482&quot;/&gt;&lt;wsp:rsid wsp:val=&quot;00822EC4&quot;/&gt;&lt;wsp:rsid wsp:val=&quot;00824166&quot;/&gt;&lt;wsp:rsid wsp:val=&quot;008374EA&quot;/&gt;&lt;wsp:rsid wsp:val=&quot;00840350&quot;/&gt;&lt;wsp:rsid wsp:val=&quot;00841EA2&quot;/&gt;&lt;wsp:rsid wsp:val=&quot;00855315&quot;/&gt;&lt;wsp:rsid wsp:val=&quot;008638F9&quot;/&gt;&lt;wsp:rsid wsp:val=&quot;008658FD&quot;/&gt;&lt;wsp:rsid wsp:val=&quot;008710E1&quot;/&gt;&lt;wsp:rsid wsp:val=&quot;00880111&quot;/&gt;&lt;wsp:rsid wsp:val=&quot;00891159&quot;/&gt;&lt;wsp:rsid wsp:val=&quot;008A61F7&quot;/&gt;&lt;wsp:rsid wsp:val=&quot;008B2AA3&quot;/&gt;&lt;wsp:rsid wsp:val=&quot;008B47CE&quot;/&gt;&lt;wsp:rsid wsp:val=&quot;008B6773&quot;/&gt;&lt;wsp:rsid wsp:val=&quot;008C0669&quot;/&gt;&lt;wsp:rsid wsp:val=&quot;008C3293&quot;/&gt;&lt;wsp:rsid wsp:val=&quot;008C41BD&quot;/&gt;&lt;wsp:rsid wsp:val=&quot;008D187D&quot;/&gt;&lt;wsp:rsid wsp:val=&quot;008D45B2&quot;/&gt;&lt;wsp:rsid wsp:val=&quot;008D73FF&quot;/&gt;&lt;wsp:rsid wsp:val=&quot;008E136E&quot;/&gt;&lt;wsp:rsid wsp:val=&quot;008E4628&quot;/&gt;&lt;wsp:rsid wsp:val=&quot;008F5939&quot;/&gt;&lt;wsp:rsid wsp:val=&quot;00906400&quot;/&gt;&lt;wsp:rsid wsp:val=&quot;009178B4&quot;/&gt;&lt;wsp:rsid wsp:val=&quot;00926D80&quot;/&gt;&lt;wsp:rsid wsp:val=&quot;00947A83&quot;/&gt;&lt;wsp:rsid wsp:val=&quot;0095462C&quot;/&gt;&lt;wsp:rsid wsp:val=&quot;0096414D&quot;/&gt;&lt;wsp:rsid wsp:val=&quot;009678ED&quot;/&gt;&lt;wsp:rsid wsp:val=&quot;00971857&quot;/&gt;&lt;wsp:rsid wsp:val=&quot;00974139&quot;/&gt;&lt;wsp:rsid wsp:val=&quot;00985D47&quot;/&gt;&lt;wsp:rsid wsp:val=&quot;00987E78&quot;/&gt;&lt;wsp:rsid wsp:val=&quot;009938EB&quot;/&gt;&lt;wsp:rsid wsp:val=&quot;00997603&quot;/&gt;&lt;wsp:rsid wsp:val=&quot;00997A58&quot;/&gt;&lt;wsp:rsid wsp:val=&quot;009A3B63&quot;/&gt;&lt;wsp:rsid wsp:val=&quot;009B744C&quot;/&gt;&lt;wsp:rsid wsp:val=&quot;009C7C8E&quot;/&gt;&lt;wsp:rsid wsp:val=&quot;009D402E&quot;/&gt;&lt;wsp:rsid wsp:val=&quot;009E0BD6&quot;/&gt;&lt;wsp:rsid wsp:val=&quot;009F70B1&quot;/&gt;&lt;wsp:rsid wsp:val=&quot;00A02771&quot;/&gt;&lt;wsp:rsid wsp:val=&quot;00A13FC4&quot;/&gt;&lt;wsp:rsid wsp:val=&quot;00A25DAE&quot;/&gt;&lt;wsp:rsid wsp:val=&quot;00A344AB&quot;/&gt;&lt;wsp:rsid wsp:val=&quot;00A34A82&quot;/&gt;&lt;wsp:rsid wsp:val=&quot;00A434FF&quot;/&gt;&lt;wsp:rsid wsp:val=&quot;00A5381B&quot;/&gt;&lt;wsp:rsid wsp:val=&quot;00A539F3&quot;/&gt;&lt;wsp:rsid wsp:val=&quot;00A62868&quot;/&gt;&lt;wsp:rsid wsp:val=&quot;00A67556&quot;/&gt;&lt;wsp:rsid wsp:val=&quot;00A81ACF&quot;/&gt;&lt;wsp:rsid wsp:val=&quot;00A95165&quot;/&gt;&lt;wsp:rsid wsp:val=&quot;00A972AF&quot;/&gt;&lt;wsp:rsid wsp:val=&quot;00A97D6E&quot;/&gt;&lt;wsp:rsid wsp:val=&quot;00AA1F29&quot;/&gt;&lt;wsp:rsid wsp:val=&quot;00AA6CC4&quot;/&gt;&lt;wsp:rsid wsp:val=&quot;00B12809&quot;/&gt;&lt;wsp:rsid wsp:val=&quot;00B203C3&quot;/&gt;&lt;wsp:rsid wsp:val=&quot;00B331CD&quot;/&gt;&lt;wsp:rsid wsp:val=&quot;00B34E77&quot;/&gt;&lt;wsp:rsid wsp:val=&quot;00B4366D&quot;/&gt;&lt;wsp:rsid wsp:val=&quot;00B443A2&quot;/&gt;&lt;wsp:rsid wsp:val=&quot;00B464EB&quot;/&gt;&lt;wsp:rsid wsp:val=&quot;00B6380C&quot;/&gt;&lt;wsp:rsid wsp:val=&quot;00B72A3C&quot;/&gt;&lt;wsp:rsid wsp:val=&quot;00B90B9D&quot;/&gt;&lt;wsp:rsid wsp:val=&quot;00B91863&quot;/&gt;&lt;wsp:rsid wsp:val=&quot;00B91971&quot;/&gt;&lt;wsp:rsid wsp:val=&quot;00BA284D&quot;/&gt;&lt;wsp:rsid wsp:val=&quot;00BA36ED&quot;/&gt;&lt;wsp:rsid wsp:val=&quot;00BB0F1C&quot;/&gt;&lt;wsp:rsid wsp:val=&quot;00BC3299&quot;/&gt;&lt;wsp:rsid wsp:val=&quot;00BD0768&quot;/&gt;&lt;wsp:rsid wsp:val=&quot;00BE7D73&quot;/&gt;&lt;wsp:rsid wsp:val=&quot;00C01A61&quot;/&gt;&lt;wsp:rsid wsp:val=&quot;00C05488&quot;/&gt;&lt;wsp:rsid wsp:val=&quot;00C12361&quot;/&gt;&lt;wsp:rsid wsp:val=&quot;00C20B53&quot;/&gt;&lt;wsp:rsid wsp:val=&quot;00C30E46&quot;/&gt;&lt;wsp:rsid wsp:val=&quot;00C41882&quot;/&gt;&lt;wsp:rsid wsp:val=&quot;00C60E15&quot;/&gt;&lt;wsp:rsid wsp:val=&quot;00C61644&quot;/&gt;&lt;wsp:rsid wsp:val=&quot;00C61D77&quot;/&gt;&lt;wsp:rsid wsp:val=&quot;00C6789D&quot;/&gt;&lt;wsp:rsid wsp:val=&quot;00C77011&quot;/&gt;&lt;wsp:rsid wsp:val=&quot;00C8240D&quot;/&gt;&lt;wsp:rsid wsp:val=&quot;00C8252C&quot;/&gt;&lt;wsp:rsid wsp:val=&quot;00C92789&quot;/&gt;&lt;wsp:rsid wsp:val=&quot;00C95D90&quot;/&gt;&lt;wsp:rsid wsp:val=&quot;00CA421D&quot;/&gt;&lt;wsp:rsid wsp:val=&quot;00CA63F3&quot;/&gt;&lt;wsp:rsid wsp:val=&quot;00CA6F0F&quot;/&gt;&lt;wsp:rsid wsp:val=&quot;00CB1A33&quot;/&gt;&lt;wsp:rsid wsp:val=&quot;00CB5316&quot;/&gt;&lt;wsp:rsid wsp:val=&quot;00CD7B81&quot;/&gt;&lt;wsp:rsid wsp:val=&quot;00CE2F5A&quot;/&gt;&lt;wsp:rsid wsp:val=&quot;00CF15E7&quot;/&gt;&lt;wsp:rsid wsp:val=&quot;00D05782&quot;/&gt;&lt;wsp:rsid wsp:val=&quot;00D07FA9&quot;/&gt;&lt;wsp:rsid wsp:val=&quot;00D13E34&quot;/&gt;&lt;wsp:rsid wsp:val=&quot;00D21197&quot;/&gt;&lt;wsp:rsid wsp:val=&quot;00D253B9&quot;/&gt;&lt;wsp:rsid wsp:val=&quot;00D31B30&quot;/&gt;&lt;wsp:rsid wsp:val=&quot;00D3319E&quot;/&gt;&lt;wsp:rsid wsp:val=&quot;00D33A02&quot;/&gt;&lt;wsp:rsid wsp:val=&quot;00D34B67&quot;/&gt;&lt;wsp:rsid wsp:val=&quot;00D4493A&quot;/&gt;&lt;wsp:rsid wsp:val=&quot;00D479E4&quot;/&gt;&lt;wsp:rsid wsp:val=&quot;00D51BCE&quot;/&gt;&lt;wsp:rsid wsp:val=&quot;00D53ECE&quot;/&gt;&lt;wsp:rsid wsp:val=&quot;00D62970&quot;/&gt;&lt;wsp:rsid wsp:val=&quot;00D65E4C&quot;/&gt;&lt;wsp:rsid wsp:val=&quot;00D75FD2&quot;/&gt;&lt;wsp:rsid wsp:val=&quot;00D91B72&quot;/&gt;&lt;wsp:rsid wsp:val=&quot;00D95E05&quot;/&gt;&lt;wsp:rsid wsp:val=&quot;00DA52F7&quot;/&gt;&lt;wsp:rsid wsp:val=&quot;00DB29ED&quot;/&gt;&lt;wsp:rsid wsp:val=&quot;00DC3772&quot;/&gt;&lt;wsp:rsid wsp:val=&quot;00DC406B&quot;/&gt;&lt;wsp:rsid wsp:val=&quot;00DC5E58&quot;/&gt;&lt;wsp:rsid wsp:val=&quot;00DD360A&quot;/&gt;&lt;wsp:rsid wsp:val=&quot;00DD3853&quot;/&gt;&lt;wsp:rsid wsp:val=&quot;00E0084B&quot;/&gt;&lt;wsp:rsid wsp:val=&quot;00E31244&quot;/&gt;&lt;wsp:rsid wsp:val=&quot;00E320DB&quot;/&gt;&lt;wsp:rsid wsp:val=&quot;00E374EC&quot;/&gt;&lt;wsp:rsid wsp:val=&quot;00E434D2&quot;/&gt;&lt;wsp:rsid wsp:val=&quot;00E435AA&quot;/&gt;&lt;wsp:rsid wsp:val=&quot;00E5574E&quot;/&gt;&lt;wsp:rsid wsp:val=&quot;00E60A7A&quot;/&gt;&lt;wsp:rsid wsp:val=&quot;00E734EF&quot;/&gt;&lt;wsp:rsid wsp:val=&quot;00E74840&quot;/&gt;&lt;wsp:rsid wsp:val=&quot;00E76092&quot;/&gt;&lt;wsp:rsid wsp:val=&quot;00E82CBC&quot;/&gt;&lt;wsp:rsid wsp:val=&quot;00E87855&quot;/&gt;&lt;wsp:rsid wsp:val=&quot;00EB77F9&quot;/&gt;&lt;wsp:rsid wsp:val=&quot;00EC18FA&quot;/&gt;&lt;wsp:rsid wsp:val=&quot;00EC1FC5&quot;/&gt;&lt;wsp:rsid wsp:val=&quot;00ED530A&quot;/&gt;&lt;wsp:rsid wsp:val=&quot;00EF68CC&quot;/&gt;&lt;wsp:rsid wsp:val=&quot;00F02691&quot;/&gt;&lt;wsp:rsid wsp:val=&quot;00F118B6&quot;/&gt;&lt;wsp:rsid wsp:val=&quot;00F14532&quot;/&gt;&lt;wsp:rsid wsp:val=&quot;00F1647C&quot;/&gt;&lt;wsp:rsid wsp:val=&quot;00F37A94&quot;/&gt;&lt;wsp:rsid wsp:val=&quot;00F413E7&quot;/&gt;&lt;wsp:rsid wsp:val=&quot;00F4187A&quot;/&gt;&lt;wsp:rsid wsp:val=&quot;00F41A9F&quot;/&gt;&lt;wsp:rsid wsp:val=&quot;00F423A3&quot;/&gt;&lt;wsp:rsid wsp:val=&quot;00F65D66&quot;/&gt;&lt;wsp:rsid wsp:val=&quot;00F8127F&quot;/&gt;&lt;wsp:rsid wsp:val=&quot;00F979F9&quot;/&gt;&lt;wsp:rsid wsp:val=&quot;00FA6E46&quot;/&gt;&lt;wsp:rsid wsp:val=&quot;00FB0556&quot;/&gt;&lt;wsp:rsid wsp:val=&quot;00FB30C2&quot;/&gt;&lt;wsp:rsid wsp:val=&quot;00FB5C01&quot;/&gt;&lt;wsp:rsid wsp:val=&quot;00FC1F7D&quot;/&gt;&lt;wsp:rsid wsp:val=&quot;00FC4A2E&quot;/&gt;&lt;wsp:rsid wsp:val=&quot;00FD6F09&quot;/&gt;&lt;wsp:rsid wsp:val=&quot;00FE1FBF&quot;/&gt;&lt;wsp:rsid wsp:val=&quot;00FE4BE2&quot;/&gt;&lt;wsp:rsid wsp:val=&quot;00FE5480&quot;/&gt;&lt;wsp:rsid wsp:val=&quot;00FF4B0C&quot;/&gt;&lt;/wsp:rsids&gt;&lt;/w:docPr&gt;&lt;w:body&gt;&lt;w:p wsp:rsidR=&quot;00000000&quot; wsp:rsidRDefault=&quot;008C41BD&quot;&gt;&lt;m:oMathPara&gt;&lt;m:oMath&gt;&lt;m:sSub&gt;&lt;m:sSubPr&gt;&lt;m:ctrlPr&gt;&lt;w:rPr&gt;&lt;w:rFonts w:ascii=&quot;Cambria Math&quot; w:fareast=&quot;Calibri&quot; w:h-ansi=&quot;Cambria Math&quot;/&gt;&lt;wx:font wx:val=&quot;Cambria Math&quot;/&gt;&lt;w:i/&gt;&lt;w:sz w:val=&quot;20&quot;/&gt;&lt;w:sz-cs w:val=&quot;20&quot;/&gt;&lt;w:lang w:fareast=&quot;EN-US&quot;/&gt;&lt;/w:rPr&gt;&lt;/m:ctrlPr&gt;&lt;/m:sSubPr&gt;&lt;m:e&gt;&lt;m:r&gt;&lt;w:rPr&gt;&lt;w:rFonts w:ascii=&quot;Cambria Math&quot; w:fareast=&quot;Calibri&quot; w:h-ansi=&quot;Cambria Math&quot;/&gt;&lt;wx:font wx:val=&quot;Cambria Math&quot;/&gt;&lt;w:i/&gt;&lt;w:sz w:val=&quot;20&quot;/&gt;&lt;w:sz-cs w:val=&quot;20&quot;/&gt;&lt;w:lang w:val=&quot;EN-US&quot; w:fareast=&quot;EN-US&quot;/&gt;&lt;/w:rPr&gt;&lt;m:t&gt;Y&lt;/m:t&gt;&lt;/m:r&gt;&lt;m:ctrlPr&gt;&lt;w:rPr&gt;&lt;w:rFonts w:ascii=&quot;Cambria Math&quot; w:fareast=&quot;Calibri&quot; w:h-ansi=&quot;Cambria Math&quot;/&gt;&lt;wx:font wx:val=&quot;Cambria Math&quot;/&gt;&lt;w:i/&gt;&lt;w:sz w:val=&quot;20&quot;/&gt;&lt;w:sz-cs w:val=&quot;20&quot;/&gt;&lt;w:lang w:val=&quot;EN-US&quot; w:fareast=&quot;EN-US&quot;/&gt;&lt;/w:rPr&gt;&lt;/m:ctrlPr&gt;&lt;/m:e&gt;&lt;m:sub&gt;&lt;m:r&gt;&lt;w:rPr&gt;&lt;w:rFonts w:ascii=&quot;Cambria Math&quot; w:fareast=&quot;Calibri&quot; w:h-ansi=&quot;Cambria Math&quot;/&gt;&lt;wx:font wx:val=&quot;Cambria Math&quot;/&gt;&lt;w:i/&gt;&lt;w:sz w:val=&quot;20&quot;/&gt;&lt;w:sz-cs w:val=&quot;20&quot;/&gt;&lt;w:lang w:fareast=&quot;EN-US&quot;/&gt;&lt;/w:rPr&gt;&lt;m:t&gt;t&lt;/m:t&gt;&lt;/m:r&gt;&lt;/m:sub&gt;&lt;/m:sSub&gt;&lt;m:r&gt;&lt;w:rPr&gt;&lt;w:rFonts w:ascii=&quot;Cambria Math&quot; w:fareast=&quot;Calibri&quot; w:h-ansi=&quot;Cambria Math&quot;/&gt;&lt;wx:font wx:val=&quot;Cambria Math&quot;/&gt;&lt;w:i/&gt;&lt;w:sz w:val=&quot;20&quot;/&gt;&lt;w:sz-cs w:val=&quot;20&quot;/&gt;&lt;w:lang w:fareast=&quot;EN-US&quot;/&gt;&lt;/w:rPr&gt;&lt;m:t&gt;=&lt;/m:t&gt;&lt;/m:r&gt;&lt;m:nary&gt;&lt;m:naryPr&gt;&lt;m:chr m:val=&quot;в€‘&quot;/&gt;&lt;m:limLoc m:val=&quot;undOvr&quot;/&gt;&lt;m:supHide m:val=&quot;on&quot;/&gt;&lt;m:ctrlPr&gt;&lt;w:rPr&gt;&lt;w:rFonts w:ascii=&quot;Cambria Math&quot; w:fareast=&quot;Calibri&quot; w:h-ansi=&quot;Cambria Math&quot;/&gt;&lt;wx:font wx:val=&quot;Cambria Math&quot;/&gt;&lt;w:i/&gt;&lt;w:sz w:val=&quot;20&quot;/&gt;&lt;w:sz-cs w:val=&quot;20&quot;/&gt;&lt;w:lang w:val=&quot;EN-US&quot; w:fareast=&quot;EN-US&quot;/&gt;&lt;/w:rPr&gt;&lt;/m:ctrlPr&gt;&lt;/m:naryPr&gt;&lt;m:sub&gt;&lt;m:r&gt;&lt;w:rPr&gt;&lt;w:rFonts w:ascii=&quot;Cambria Math&quot; w:fareast=&quot;Calibri&quot; w:h-ansi=&quot;Cambria Math&quot;/&gt;&lt;wx:font wx:val=&quot;Cambria Math&quot;/&gt;&lt;w:i/&gt;&lt;w:sz w:val=&quot;20&quot;/&gt;&lt;w:sz-cs w:val=&quot;20&quot;/&gt;&lt;w:lang w:val=&quot;EN-US&quot; w:fareast=&quot;EN-US&quot;/&gt;&lt;/w:rPr&gt;&lt;m:t&gt;k&lt;/m:t&gt;&lt;/m:r&gt;&lt;/m:sub&gt;&lt;m:sup/&gt;&lt;m:e&gt;&lt;m:sSub&gt;&lt;m:sSubPr&gt;&lt;m:ctrlPr&gt;&lt;w:rPr&gt;&lt;w:rFonts w:ascii=&quot;Cambria Math&quot; w:fareast=&quot;Calibri&quot; w:h-ansi=&quot;Cambria Math&quot;/&gt;&lt;wx:font wx:val=&quot;Cambria Math&quot;/&gt;&lt;w:i/&gt;&lt;w:sz w:val=&quot;20&quot;/&gt;&lt;w:sz-cs w:val=&quot;20&quot;/&gt;&lt;w:lang w:fareast=&quot;EN-US&quot;/&gt;&lt;/w:rPr&gt;&lt;/m:ctrlPr&gt;&lt;/m:sSubPr&gt;&lt;m:e&gt;&lt;m:r&gt;&lt;w:rPr&gt;&lt;w:rFonts w:ascii=&quot;Cambria Math&quot; w:fareast=&quot;Calibri&quot; w:h-ansi=&quot;Cambria Math&quot;/&gt;&lt;wx:font wx:val=&quot;Cambria Math&quot;/&gt;&lt;w:i/&gt;&lt;w:sz w:val=&quot;20&quot;/&gt;&lt;w:sz-cs w:val=&quot;20&quot;/&gt;&lt;w:lang w:val=&quot;EN-US&quot; w:fareast=&quot;EN-US&quot;/&gt;&lt;/w:rPr&gt;&lt;m:t&gt;X&lt;/m:t&gt;&lt;/m:r&gt;&lt;m:ctrlPr&gt;&lt;w:rPr&gt;&lt;w:rFonts w:ascii=&quot;Cambria Math&quot; w:fareast=&quot;Calibri&quot; w:h-ansi=&quot;Cambria Math&quot;/&gt;&lt;wx:font wx:val=&quot;Cambria Math&quot;/&gt;&lt;w:i/&gt;&lt;w:sz w:val=&quot;20&quot;/&gt;&lt;w:sz-cs w:val=&quot;20&quot;/&gt;&lt;w:lang w:val=&quot;EN-US&quot; w:fareast=&quot;EN-US&quot;/&gt;&lt;/w:rPr&gt;&lt;/m:ctrlPr&gt;&lt;/m:e&gt;&lt;m:sub&gt;&lt;m:r&gt;&lt;w:rPr&gt;&lt;w:rFonts w:ascii=&quot;Cambria Math&quot; w:fareast=&quot;Calibri&quot; w:h-ansi=&quot;Cambria Math&quot;/&gt;&lt;wx:font wx:val=&quot;Cambria Math&quot;/&gt;&lt;w:i/&gt;&lt;w:sz w:val=&quot;20&quot;/&gt;&lt;w:sz-cs w:val=&quot;20&quot;/&gt;&lt;w:lang w:fareast=&quot;EN-US&quot;/&gt;&lt;/w:rPr&gt;&lt;m:t&gt;t,k&lt;/m:t&gt;&lt;/m:r&gt;&lt;/m:sub&gt;&lt;/m:sSub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7" o:title="" chromakey="white"/>
                </v:shape>
              </w:pict>
            </w:r>
            <w:r w:rsidRPr="003128A1">
              <w:rPr>
                <w:sz w:val="20"/>
                <w:szCs w:val="20"/>
                <w:lang w:eastAsia="en-US"/>
              </w:rPr>
              <w:instrText xml:space="preserve"> </w:instrText>
            </w:r>
            <w:r w:rsidRPr="003128A1">
              <w:rPr>
                <w:sz w:val="20"/>
                <w:szCs w:val="20"/>
                <w:lang w:eastAsia="en-US"/>
              </w:rPr>
              <w:fldChar w:fldCharType="separate"/>
            </w:r>
            <w:r w:rsidRPr="00FB4537">
              <w:rPr>
                <w:sz w:val="20"/>
                <w:szCs w:val="20"/>
              </w:rPr>
              <w:pict>
                <v:shape id="_x0000_i1040" type="#_x0000_t75" style="width:54.75pt;height:30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253B9&quot;/&gt;&lt;wsp:rsid wsp:val=&quot;000054E8&quot;/&gt;&lt;wsp:rsid wsp:val=&quot;00012754&quot;/&gt;&lt;wsp:rsid wsp:val=&quot;00013B0F&quot;/&gt;&lt;wsp:rsid wsp:val=&quot;000164C7&quot;/&gt;&lt;wsp:rsid wsp:val=&quot;00016534&quot;/&gt;&lt;wsp:rsid wsp:val=&quot;00046569&quot;/&gt;&lt;wsp:rsid wsp:val=&quot;00054861&quot;/&gt;&lt;wsp:rsid wsp:val=&quot;000615C9&quot;/&gt;&lt;wsp:rsid wsp:val=&quot;00063DD2&quot;/&gt;&lt;wsp:rsid wsp:val=&quot;000657BC&quot;/&gt;&lt;wsp:rsid wsp:val=&quot;00076E03&quot;/&gt;&lt;wsp:rsid wsp:val=&quot;00081DB3&quot;/&gt;&lt;wsp:rsid wsp:val=&quot;00082FD6&quot;/&gt;&lt;wsp:rsid wsp:val=&quot;0009064A&quot;/&gt;&lt;wsp:rsid wsp:val=&quot;00092119&quot;/&gt;&lt;wsp:rsid wsp:val=&quot;000D671A&quot;/&gt;&lt;wsp:rsid wsp:val=&quot;000E0E06&quot;/&gt;&lt;wsp:rsid wsp:val=&quot;000E12F1&quot;/&gt;&lt;wsp:rsid wsp:val=&quot;000F1454&quot;/&gt;&lt;wsp:rsid wsp:val=&quot;000F6822&quot;/&gt;&lt;wsp:rsid wsp:val=&quot;0010064A&quot;/&gt;&lt;wsp:rsid wsp:val=&quot;001130BE&quot;/&gt;&lt;wsp:rsid wsp:val=&quot;00117285&quot;/&gt;&lt;wsp:rsid wsp:val=&quot;00120DBC&quot;/&gt;&lt;wsp:rsid wsp:val=&quot;00120F95&quot;/&gt;&lt;wsp:rsid wsp:val=&quot;001400E9&quot;/&gt;&lt;wsp:rsid wsp:val=&quot;001403D2&quot;/&gt;&lt;wsp:rsid wsp:val=&quot;001409C8&quot;/&gt;&lt;wsp:rsid wsp:val=&quot;00143E3D&quot;/&gt;&lt;wsp:rsid wsp:val=&quot;00154068&quot;/&gt;&lt;wsp:rsid wsp:val=&quot;00175E7B&quot;/&gt;&lt;wsp:rsid wsp:val=&quot;001C032C&quot;/&gt;&lt;wsp:rsid wsp:val=&quot;001C4435&quot;/&gt;&lt;wsp:rsid wsp:val=&quot;001E2771&quot;/&gt;&lt;wsp:rsid wsp:val=&quot;001F09C6&quot;/&gt;&lt;wsp:rsid wsp:val=&quot;001F6930&quot;/&gt;&lt;wsp:rsid wsp:val=&quot;001F7AE9&quot;/&gt;&lt;wsp:rsid wsp:val=&quot;002019E6&quot;/&gt;&lt;wsp:rsid wsp:val=&quot;00201BDB&quot;/&gt;&lt;wsp:rsid wsp:val=&quot;002256EF&quot;/&gt;&lt;wsp:rsid wsp:val=&quot;002404AF&quot;/&gt;&lt;wsp:rsid wsp:val=&quot;002466C4&quot;/&gt;&lt;wsp:rsid wsp:val=&quot;002541DE&quot;/&gt;&lt;wsp:rsid wsp:val=&quot;00281B07&quot;/&gt;&lt;wsp:rsid wsp:val=&quot;00281E28&quot;/&gt;&lt;wsp:rsid wsp:val=&quot;00290A38&quot;/&gt;&lt;wsp:rsid wsp:val=&quot;002A5449&quot;/&gt;&lt;wsp:rsid wsp:val=&quot;002B295D&quot;/&gt;&lt;wsp:rsid wsp:val=&quot;002B3E8E&quot;/&gt;&lt;wsp:rsid wsp:val=&quot;002B6DED&quot;/&gt;&lt;wsp:rsid wsp:val=&quot;002C37DB&quot;/&gt;&lt;wsp:rsid wsp:val=&quot;002D0FA2&quot;/&gt;&lt;wsp:rsid wsp:val=&quot;002D33C8&quot;/&gt;&lt;wsp:rsid wsp:val=&quot;002D4A68&quot;/&gt;&lt;wsp:rsid wsp:val=&quot;002D5482&quot;/&gt;&lt;wsp:rsid wsp:val=&quot;002E1B77&quot;/&gt;&lt;wsp:rsid wsp:val=&quot;002E2DA0&quot;/&gt;&lt;wsp:rsid wsp:val=&quot;002F6116&quot;/&gt;&lt;wsp:rsid wsp:val=&quot;002F67D7&quot;/&gt;&lt;wsp:rsid wsp:val=&quot;003001FF&quot;/&gt;&lt;wsp:rsid wsp:val=&quot;00311F5A&quot;/&gt;&lt;wsp:rsid wsp:val=&quot;003124DE&quot;/&gt;&lt;wsp:rsid wsp:val=&quot;00327FE7&quot;/&gt;&lt;wsp:rsid wsp:val=&quot;00335C43&quot;/&gt;&lt;wsp:rsid wsp:val=&quot;003568BA&quot;/&gt;&lt;wsp:rsid wsp:val=&quot;00364587&quot;/&gt;&lt;wsp:rsid wsp:val=&quot;0037277D&quot;/&gt;&lt;wsp:rsid wsp:val=&quot;00381B77&quot;/&gt;&lt;wsp:rsid wsp:val=&quot;00384D99&quot;/&gt;&lt;wsp:rsid wsp:val=&quot;00386E36&quot;/&gt;&lt;wsp:rsid wsp:val=&quot;0039171A&quot;/&gt;&lt;wsp:rsid wsp:val=&quot;0039206A&quot;/&gt;&lt;wsp:rsid wsp:val=&quot;003941C4&quot;/&gt;&lt;wsp:rsid wsp:val=&quot;003A0DD8&quot;/&gt;&lt;wsp:rsid wsp:val=&quot;003B70A8&quot;/&gt;&lt;wsp:rsid wsp:val=&quot;003E4320&quot;/&gt;&lt;wsp:rsid wsp:val=&quot;003E6657&quot;/&gt;&lt;wsp:rsid wsp:val=&quot;004227BB&quot;/&gt;&lt;wsp:rsid wsp:val=&quot;00442242&quot;/&gt;&lt;wsp:rsid wsp:val=&quot;00462396&quot;/&gt;&lt;wsp:rsid wsp:val=&quot;00477F21&quot;/&gt;&lt;wsp:rsid wsp:val=&quot;00480FF2&quot;/&gt;&lt;wsp:rsid wsp:val=&quot;004953C4&quot;/&gt;&lt;wsp:rsid wsp:val=&quot;004A78C4&quot;/&gt;&lt;wsp:rsid wsp:val=&quot;004C4A84&quot;/&gt;&lt;wsp:rsid wsp:val=&quot;004C78C8&quot;/&gt;&lt;wsp:rsid wsp:val=&quot;004D71C0&quot;/&gt;&lt;wsp:rsid wsp:val=&quot;004E344D&quot;/&gt;&lt;wsp:rsid wsp:val=&quot;004F6840&quot;/&gt;&lt;wsp:rsid wsp:val=&quot;004F724E&quot;/&gt;&lt;wsp:rsid wsp:val=&quot;00520DE6&quot;/&gt;&lt;wsp:rsid wsp:val=&quot;0052743B&quot;/&gt;&lt;wsp:rsid wsp:val=&quot;00545152&quot;/&gt;&lt;wsp:rsid wsp:val=&quot;005451C5&quot;/&gt;&lt;wsp:rsid wsp:val=&quot;005475A5&quot;/&gt;&lt;wsp:rsid wsp:val=&quot;00550411&quot;/&gt;&lt;wsp:rsid wsp:val=&quot;00564CF7&quot;/&gt;&lt;wsp:rsid wsp:val=&quot;005661E8&quot;/&gt;&lt;wsp:rsid wsp:val=&quot;00576B23&quot;/&gt;&lt;wsp:rsid wsp:val=&quot;00580326&quot;/&gt;&lt;wsp:rsid wsp:val=&quot;00586A72&quot;/&gt;&lt;wsp:rsid wsp:val=&quot;0059175D&quot;/&gt;&lt;wsp:rsid wsp:val=&quot;00591A95&quot;/&gt;&lt;wsp:rsid wsp:val=&quot;005974D2&quot;/&gt;&lt;wsp:rsid wsp:val=&quot;005A3796&quot;/&gt;&lt;wsp:rsid wsp:val=&quot;005A78F4&quot;/&gt;&lt;wsp:rsid wsp:val=&quot;005C4540&quot;/&gt;&lt;wsp:rsid wsp:val=&quot;005D1989&quot;/&gt;&lt;wsp:rsid wsp:val=&quot;005D6179&quot;/&gt;&lt;wsp:rsid wsp:val=&quot;005E7E28&quot;/&gt;&lt;wsp:rsid wsp:val=&quot;006023D7&quot;/&gt;&lt;wsp:rsid wsp:val=&quot;00610F53&quot;/&gt;&lt;wsp:rsid wsp:val=&quot;006318A2&quot;/&gt;&lt;wsp:rsid wsp:val=&quot;00643DF8&quot;/&gt;&lt;wsp:rsid wsp:val=&quot;006448F5&quot;/&gt;&lt;wsp:rsid wsp:val=&quot;00656F29&quot;/&gt;&lt;wsp:rsid wsp:val=&quot;006614D6&quot;/&gt;&lt;wsp:rsid wsp:val=&quot;00662D56&quot;/&gt;&lt;wsp:rsid wsp:val=&quot;00670DF9&quot;/&gt;&lt;wsp:rsid wsp:val=&quot;00672EB5&quot;/&gt;&lt;wsp:rsid wsp:val=&quot;00676ED0&quot;/&gt;&lt;wsp:rsid wsp:val=&quot;00684E7D&quot;/&gt;&lt;wsp:rsid wsp:val=&quot;00696E49&quot;/&gt;&lt;wsp:rsid wsp:val=&quot;006A6E4C&quot;/&gt;&lt;wsp:rsid wsp:val=&quot;006A751C&quot;/&gt;&lt;wsp:rsid wsp:val=&quot;006C6BBA&quot;/&gt;&lt;wsp:rsid wsp:val=&quot;006D41A4&quot;/&gt;&lt;wsp:rsid wsp:val=&quot;006D612D&quot;/&gt;&lt;wsp:rsid wsp:val=&quot;006E1028&quot;/&gt;&lt;wsp:rsid wsp:val=&quot;006F4204&quot;/&gt;&lt;wsp:rsid wsp:val=&quot;006F5F03&quot;/&gt;&lt;wsp:rsid wsp:val=&quot;006F7F9B&quot;/&gt;&lt;wsp:rsid wsp:val=&quot;007271C9&quot;/&gt;&lt;wsp:rsid wsp:val=&quot;007360B1&quot;/&gt;&lt;wsp:rsid wsp:val=&quot;00746581&quot;/&gt;&lt;wsp:rsid wsp:val=&quot;00751A38&quot;/&gt;&lt;wsp:rsid wsp:val=&quot;00757E3C&quot;/&gt;&lt;wsp:rsid wsp:val=&quot;0077602C&quot;/&gt;&lt;wsp:rsid wsp:val=&quot;00777C4A&quot;/&gt;&lt;wsp:rsid wsp:val=&quot;00780511&quot;/&gt;&lt;wsp:rsid wsp:val=&quot;00781C7C&quot;/&gt;&lt;wsp:rsid wsp:val=&quot;007A1FB7&quot;/&gt;&lt;wsp:rsid wsp:val=&quot;007B0AFE&quot;/&gt;&lt;wsp:rsid wsp:val=&quot;007D05F9&quot;/&gt;&lt;wsp:rsid wsp:val=&quot;007D22C0&quot;/&gt;&lt;wsp:rsid wsp:val=&quot;008140A1&quot;/&gt;&lt;wsp:rsid wsp:val=&quot;00822482&quot;/&gt;&lt;wsp:rsid wsp:val=&quot;00822EC4&quot;/&gt;&lt;wsp:rsid wsp:val=&quot;00824166&quot;/&gt;&lt;wsp:rsid wsp:val=&quot;008374EA&quot;/&gt;&lt;wsp:rsid wsp:val=&quot;00840350&quot;/&gt;&lt;wsp:rsid wsp:val=&quot;00841EA2&quot;/&gt;&lt;wsp:rsid wsp:val=&quot;00855315&quot;/&gt;&lt;wsp:rsid wsp:val=&quot;008638F9&quot;/&gt;&lt;wsp:rsid wsp:val=&quot;008658FD&quot;/&gt;&lt;wsp:rsid wsp:val=&quot;008710E1&quot;/&gt;&lt;wsp:rsid wsp:val=&quot;00880111&quot;/&gt;&lt;wsp:rsid wsp:val=&quot;00891159&quot;/&gt;&lt;wsp:rsid wsp:val=&quot;008A61F7&quot;/&gt;&lt;wsp:rsid wsp:val=&quot;008B2AA3&quot;/&gt;&lt;wsp:rsid wsp:val=&quot;008B47CE&quot;/&gt;&lt;wsp:rsid wsp:val=&quot;008B6773&quot;/&gt;&lt;wsp:rsid wsp:val=&quot;008C0669&quot;/&gt;&lt;wsp:rsid wsp:val=&quot;008C3293&quot;/&gt;&lt;wsp:rsid wsp:val=&quot;008C41BD&quot;/&gt;&lt;wsp:rsid wsp:val=&quot;008D187D&quot;/&gt;&lt;wsp:rsid wsp:val=&quot;008D45B2&quot;/&gt;&lt;wsp:rsid wsp:val=&quot;008D73FF&quot;/&gt;&lt;wsp:rsid wsp:val=&quot;008E136E&quot;/&gt;&lt;wsp:rsid wsp:val=&quot;008E4628&quot;/&gt;&lt;wsp:rsid wsp:val=&quot;008F5939&quot;/&gt;&lt;wsp:rsid wsp:val=&quot;00906400&quot;/&gt;&lt;wsp:rsid wsp:val=&quot;009178B4&quot;/&gt;&lt;wsp:rsid wsp:val=&quot;00926D80&quot;/&gt;&lt;wsp:rsid wsp:val=&quot;00947A83&quot;/&gt;&lt;wsp:rsid wsp:val=&quot;0095462C&quot;/&gt;&lt;wsp:rsid wsp:val=&quot;0096414D&quot;/&gt;&lt;wsp:rsid wsp:val=&quot;009678ED&quot;/&gt;&lt;wsp:rsid wsp:val=&quot;00971857&quot;/&gt;&lt;wsp:rsid wsp:val=&quot;00974139&quot;/&gt;&lt;wsp:rsid wsp:val=&quot;00985D47&quot;/&gt;&lt;wsp:rsid wsp:val=&quot;00987E78&quot;/&gt;&lt;wsp:rsid wsp:val=&quot;009938EB&quot;/&gt;&lt;wsp:rsid wsp:val=&quot;00997603&quot;/&gt;&lt;wsp:rsid wsp:val=&quot;00997A58&quot;/&gt;&lt;wsp:rsid wsp:val=&quot;009A3B63&quot;/&gt;&lt;wsp:rsid wsp:val=&quot;009B744C&quot;/&gt;&lt;wsp:rsid wsp:val=&quot;009C7C8E&quot;/&gt;&lt;wsp:rsid wsp:val=&quot;009D402E&quot;/&gt;&lt;wsp:rsid wsp:val=&quot;009E0BD6&quot;/&gt;&lt;wsp:rsid wsp:val=&quot;009F70B1&quot;/&gt;&lt;wsp:rsid wsp:val=&quot;00A02771&quot;/&gt;&lt;wsp:rsid wsp:val=&quot;00A13FC4&quot;/&gt;&lt;wsp:rsid wsp:val=&quot;00A25DAE&quot;/&gt;&lt;wsp:rsid wsp:val=&quot;00A344AB&quot;/&gt;&lt;wsp:rsid wsp:val=&quot;00A34A82&quot;/&gt;&lt;wsp:rsid wsp:val=&quot;00A434FF&quot;/&gt;&lt;wsp:rsid wsp:val=&quot;00A5381B&quot;/&gt;&lt;wsp:rsid wsp:val=&quot;00A539F3&quot;/&gt;&lt;wsp:rsid wsp:val=&quot;00A62868&quot;/&gt;&lt;wsp:rsid wsp:val=&quot;00A67556&quot;/&gt;&lt;wsp:rsid wsp:val=&quot;00A81ACF&quot;/&gt;&lt;wsp:rsid wsp:val=&quot;00A95165&quot;/&gt;&lt;wsp:rsid wsp:val=&quot;00A972AF&quot;/&gt;&lt;wsp:rsid wsp:val=&quot;00A97D6E&quot;/&gt;&lt;wsp:rsid wsp:val=&quot;00AA1F29&quot;/&gt;&lt;wsp:rsid wsp:val=&quot;00AA6CC4&quot;/&gt;&lt;wsp:rsid wsp:val=&quot;00B12809&quot;/&gt;&lt;wsp:rsid wsp:val=&quot;00B203C3&quot;/&gt;&lt;wsp:rsid wsp:val=&quot;00B331CD&quot;/&gt;&lt;wsp:rsid wsp:val=&quot;00B34E77&quot;/&gt;&lt;wsp:rsid wsp:val=&quot;00B4366D&quot;/&gt;&lt;wsp:rsid wsp:val=&quot;00B443A2&quot;/&gt;&lt;wsp:rsid wsp:val=&quot;00B464EB&quot;/&gt;&lt;wsp:rsid wsp:val=&quot;00B6380C&quot;/&gt;&lt;wsp:rsid wsp:val=&quot;00B72A3C&quot;/&gt;&lt;wsp:rsid wsp:val=&quot;00B90B9D&quot;/&gt;&lt;wsp:rsid wsp:val=&quot;00B91863&quot;/&gt;&lt;wsp:rsid wsp:val=&quot;00B91971&quot;/&gt;&lt;wsp:rsid wsp:val=&quot;00BA284D&quot;/&gt;&lt;wsp:rsid wsp:val=&quot;00BA36ED&quot;/&gt;&lt;wsp:rsid wsp:val=&quot;00BB0F1C&quot;/&gt;&lt;wsp:rsid wsp:val=&quot;00BC3299&quot;/&gt;&lt;wsp:rsid wsp:val=&quot;00BD0768&quot;/&gt;&lt;wsp:rsid wsp:val=&quot;00BE7D73&quot;/&gt;&lt;wsp:rsid wsp:val=&quot;00C01A61&quot;/&gt;&lt;wsp:rsid wsp:val=&quot;00C05488&quot;/&gt;&lt;wsp:rsid wsp:val=&quot;00C12361&quot;/&gt;&lt;wsp:rsid wsp:val=&quot;00C20B53&quot;/&gt;&lt;wsp:rsid wsp:val=&quot;00C30E46&quot;/&gt;&lt;wsp:rsid wsp:val=&quot;00C41882&quot;/&gt;&lt;wsp:rsid wsp:val=&quot;00C60E15&quot;/&gt;&lt;wsp:rsid wsp:val=&quot;00C61644&quot;/&gt;&lt;wsp:rsid wsp:val=&quot;00C61D77&quot;/&gt;&lt;wsp:rsid wsp:val=&quot;00C6789D&quot;/&gt;&lt;wsp:rsid wsp:val=&quot;00C77011&quot;/&gt;&lt;wsp:rsid wsp:val=&quot;00C8240D&quot;/&gt;&lt;wsp:rsid wsp:val=&quot;00C8252C&quot;/&gt;&lt;wsp:rsid wsp:val=&quot;00C92789&quot;/&gt;&lt;wsp:rsid wsp:val=&quot;00C95D90&quot;/&gt;&lt;wsp:rsid wsp:val=&quot;00CA421D&quot;/&gt;&lt;wsp:rsid wsp:val=&quot;00CA63F3&quot;/&gt;&lt;wsp:rsid wsp:val=&quot;00CA6F0F&quot;/&gt;&lt;wsp:rsid wsp:val=&quot;00CB1A33&quot;/&gt;&lt;wsp:rsid wsp:val=&quot;00CB5316&quot;/&gt;&lt;wsp:rsid wsp:val=&quot;00CD7B81&quot;/&gt;&lt;wsp:rsid wsp:val=&quot;00CE2F5A&quot;/&gt;&lt;wsp:rsid wsp:val=&quot;00CF15E7&quot;/&gt;&lt;wsp:rsid wsp:val=&quot;00D05782&quot;/&gt;&lt;wsp:rsid wsp:val=&quot;00D07FA9&quot;/&gt;&lt;wsp:rsid wsp:val=&quot;00D13E34&quot;/&gt;&lt;wsp:rsid wsp:val=&quot;00D21197&quot;/&gt;&lt;wsp:rsid wsp:val=&quot;00D253B9&quot;/&gt;&lt;wsp:rsid wsp:val=&quot;00D31B30&quot;/&gt;&lt;wsp:rsid wsp:val=&quot;00D3319E&quot;/&gt;&lt;wsp:rsid wsp:val=&quot;00D33A02&quot;/&gt;&lt;wsp:rsid wsp:val=&quot;00D34B67&quot;/&gt;&lt;wsp:rsid wsp:val=&quot;00D4493A&quot;/&gt;&lt;wsp:rsid wsp:val=&quot;00D479E4&quot;/&gt;&lt;wsp:rsid wsp:val=&quot;00D51BCE&quot;/&gt;&lt;wsp:rsid wsp:val=&quot;00D53ECE&quot;/&gt;&lt;wsp:rsid wsp:val=&quot;00D62970&quot;/&gt;&lt;wsp:rsid wsp:val=&quot;00D65E4C&quot;/&gt;&lt;wsp:rsid wsp:val=&quot;00D75FD2&quot;/&gt;&lt;wsp:rsid wsp:val=&quot;00D91B72&quot;/&gt;&lt;wsp:rsid wsp:val=&quot;00D95E05&quot;/&gt;&lt;wsp:rsid wsp:val=&quot;00DA52F7&quot;/&gt;&lt;wsp:rsid wsp:val=&quot;00DB29ED&quot;/&gt;&lt;wsp:rsid wsp:val=&quot;00DC3772&quot;/&gt;&lt;wsp:rsid wsp:val=&quot;00DC406B&quot;/&gt;&lt;wsp:rsid wsp:val=&quot;00DC5E58&quot;/&gt;&lt;wsp:rsid wsp:val=&quot;00DD360A&quot;/&gt;&lt;wsp:rsid wsp:val=&quot;00DD3853&quot;/&gt;&lt;wsp:rsid wsp:val=&quot;00E0084B&quot;/&gt;&lt;wsp:rsid wsp:val=&quot;00E31244&quot;/&gt;&lt;wsp:rsid wsp:val=&quot;00E320DB&quot;/&gt;&lt;wsp:rsid wsp:val=&quot;00E374EC&quot;/&gt;&lt;wsp:rsid wsp:val=&quot;00E434D2&quot;/&gt;&lt;wsp:rsid wsp:val=&quot;00E435AA&quot;/&gt;&lt;wsp:rsid wsp:val=&quot;00E5574E&quot;/&gt;&lt;wsp:rsid wsp:val=&quot;00E60A7A&quot;/&gt;&lt;wsp:rsid wsp:val=&quot;00E734EF&quot;/&gt;&lt;wsp:rsid wsp:val=&quot;00E74840&quot;/&gt;&lt;wsp:rsid wsp:val=&quot;00E76092&quot;/&gt;&lt;wsp:rsid wsp:val=&quot;00E82CBC&quot;/&gt;&lt;wsp:rsid wsp:val=&quot;00E87855&quot;/&gt;&lt;wsp:rsid wsp:val=&quot;00EB77F9&quot;/&gt;&lt;wsp:rsid wsp:val=&quot;00EC18FA&quot;/&gt;&lt;wsp:rsid wsp:val=&quot;00EC1FC5&quot;/&gt;&lt;wsp:rsid wsp:val=&quot;00ED530A&quot;/&gt;&lt;wsp:rsid wsp:val=&quot;00EF68CC&quot;/&gt;&lt;wsp:rsid wsp:val=&quot;00F02691&quot;/&gt;&lt;wsp:rsid wsp:val=&quot;00F118B6&quot;/&gt;&lt;wsp:rsid wsp:val=&quot;00F14532&quot;/&gt;&lt;wsp:rsid wsp:val=&quot;00F1647C&quot;/&gt;&lt;wsp:rsid wsp:val=&quot;00F37A94&quot;/&gt;&lt;wsp:rsid wsp:val=&quot;00F413E7&quot;/&gt;&lt;wsp:rsid wsp:val=&quot;00F4187A&quot;/&gt;&lt;wsp:rsid wsp:val=&quot;00F41A9F&quot;/&gt;&lt;wsp:rsid wsp:val=&quot;00F423A3&quot;/&gt;&lt;wsp:rsid wsp:val=&quot;00F65D66&quot;/&gt;&lt;wsp:rsid wsp:val=&quot;00F8127F&quot;/&gt;&lt;wsp:rsid wsp:val=&quot;00F979F9&quot;/&gt;&lt;wsp:rsid wsp:val=&quot;00FA6E46&quot;/&gt;&lt;wsp:rsid wsp:val=&quot;00FB0556&quot;/&gt;&lt;wsp:rsid wsp:val=&quot;00FB30C2&quot;/&gt;&lt;wsp:rsid wsp:val=&quot;00FB5C01&quot;/&gt;&lt;wsp:rsid wsp:val=&quot;00FC1F7D&quot;/&gt;&lt;wsp:rsid wsp:val=&quot;00FC4A2E&quot;/&gt;&lt;wsp:rsid wsp:val=&quot;00FD6F09&quot;/&gt;&lt;wsp:rsid wsp:val=&quot;00FE1FBF&quot;/&gt;&lt;wsp:rsid wsp:val=&quot;00FE4BE2&quot;/&gt;&lt;wsp:rsid wsp:val=&quot;00FE5480&quot;/&gt;&lt;wsp:rsid wsp:val=&quot;00FF4B0C&quot;/&gt;&lt;/wsp:rsids&gt;&lt;/w:docPr&gt;&lt;w:body&gt;&lt;w:p wsp:rsidR=&quot;00000000&quot; wsp:rsidRDefault=&quot;008C41BD&quot;&gt;&lt;m:oMathPara&gt;&lt;m:oMath&gt;&lt;m:sSub&gt;&lt;m:sSubPr&gt;&lt;m:ctrlPr&gt;&lt;w:rPr&gt;&lt;w:rFonts w:ascii=&quot;Cambria Math&quot; w:fareast=&quot;Calibri&quot; w:h-ansi=&quot;Cambria Math&quot;/&gt;&lt;wx:font wx:val=&quot;Cambria Math&quot;/&gt;&lt;w:i/&gt;&lt;w:sz w:val=&quot;20&quot;/&gt;&lt;w:sz-cs w:val=&quot;20&quot;/&gt;&lt;w:lang w:fareast=&quot;EN-US&quot;/&gt;&lt;/w:rPr&gt;&lt;/m:ctrlPr&gt;&lt;/m:sSubPr&gt;&lt;m:e&gt;&lt;m:r&gt;&lt;w:rPr&gt;&lt;w:rFonts w:ascii=&quot;Cambria Math&quot; w:fareast=&quot;Calibri&quot; w:h-ansi=&quot;Cambria Math&quot;/&gt;&lt;wx:font wx:val=&quot;Cambria Math&quot;/&gt;&lt;w:i/&gt;&lt;w:sz w:val=&quot;20&quot;/&gt;&lt;w:sz-cs w:val=&quot;20&quot;/&gt;&lt;w:lang w:val=&quot;EN-US&quot; w:fareast=&quot;EN-US&quot;/&gt;&lt;/w:rPr&gt;&lt;m:t&gt;Y&lt;/m:t&gt;&lt;/m:r&gt;&lt;m:ctrlPr&gt;&lt;w:rPr&gt;&lt;w:rFonts w:ascii=&quot;Cambria Math&quot; w:fareast=&quot;Calibri&quot; w:h-ansi=&quot;Cambria Math&quot;/&gt;&lt;wx:font wx:val=&quot;Cambria Math&quot;/&gt;&lt;w:i/&gt;&lt;w:sz w:val=&quot;20&quot;/&gt;&lt;w:sz-cs w:val=&quot;20&quot;/&gt;&lt;w:lang w:val=&quot;EN-US&quot; w:fareast=&quot;EN-US&quot;/&gt;&lt;/w:rPr&gt;&lt;/m:ctrlPr&gt;&lt;/m:e&gt;&lt;m:sub&gt;&lt;m:r&gt;&lt;w:rPr&gt;&lt;w:rFonts w:ascii=&quot;Cambria Math&quot; w:fareast=&quot;Calibri&quot; w:h-ansi=&quot;Cambria Math&quot;/&gt;&lt;wx:font wx:val=&quot;Cambria Math&quot;/&gt;&lt;w:i/&gt;&lt;w:sz w:val=&quot;20&quot;/&gt;&lt;w:sz-cs w:val=&quot;20&quot;/&gt;&lt;w:lang w:fareast=&quot;EN-US&quot;/&gt;&lt;/w:rPr&gt;&lt;m:t&gt;t&lt;/m:t&gt;&lt;/m:r&gt;&lt;/m:sub&gt;&lt;/m:sSub&gt;&lt;m:r&gt;&lt;w:rPr&gt;&lt;w:rFonts w:ascii=&quot;Cambria Math&quot; w:fareast=&quot;Calibri&quot; w:h-ansi=&quot;Cambria Math&quot;/&gt;&lt;wx:font wx:val=&quot;Cambria Math&quot;/&gt;&lt;w:i/&gt;&lt;w:sz w:val=&quot;20&quot;/&gt;&lt;w:sz-cs w:val=&quot;20&quot;/&gt;&lt;w:lang w:fareast=&quot;EN-US&quot;/&gt;&lt;/w:rPr&gt;&lt;m:t&gt;=&lt;/m:t&gt;&lt;/m:r&gt;&lt;m:nary&gt;&lt;m:naryPr&gt;&lt;m:chr m:val=&quot;в€‘&quot;/&gt;&lt;m:limLoc m:val=&quot;undOvr&quot;/&gt;&lt;m:supHide m:val=&quot;on&quot;/&gt;&lt;m:ctrlPr&gt;&lt;w:rPr&gt;&lt;w:rFonts w:ascii=&quot;Cambria Math&quot; w:fareast=&quot;Calibri&quot; w:h-ansi=&quot;Cambria Math&quot;/&gt;&lt;wx:font wx:val=&quot;Cambria Math&quot;/&gt;&lt;w:i/&gt;&lt;w:sz w:val=&quot;20&quot;/&gt;&lt;w:sz-cs w:val=&quot;20&quot;/&gt;&lt;w:lang w:val=&quot;EN-US&quot; w:fareast=&quot;EN-US&quot;/&gt;&lt;/w:rPr&gt;&lt;/m:ctrlPr&gt;&lt;/m:naryPr&gt;&lt;m:sub&gt;&lt;m:r&gt;&lt;w:rPr&gt;&lt;w:rFonts w:ascii=&quot;Cambria Math&quot; w:fareast=&quot;Calibri&quot; w:h-ansi=&quot;Cambria Math&quot;/&gt;&lt;wx:font wx:val=&quot;Cambria Math&quot;/&gt;&lt;w:i/&gt;&lt;w:sz w:val=&quot;20&quot;/&gt;&lt;w:sz-cs w:val=&quot;20&quot;/&gt;&lt;w:lang w:val=&quot;EN-US&quot; w:fareast=&quot;EN-US&quot;/&gt;&lt;/w:rPr&gt;&lt;m:t&gt;k&lt;/m:t&gt;&lt;/m:r&gt;&lt;/m:sub&gt;&lt;m:sup/&gt;&lt;m:e&gt;&lt;m:sSub&gt;&lt;m:sSubPr&gt;&lt;m:ctrlPr&gt;&lt;w:rPr&gt;&lt;w:rFonts w:ascii=&quot;Cambria Math&quot; w:fareast=&quot;Calibri&quot; w:h-ansi=&quot;Cambria Math&quot;/&gt;&lt;wx:font wx:val=&quot;Cambria Math&quot;/&gt;&lt;w:i/&gt;&lt;w:sz w:val=&quot;20&quot;/&gt;&lt;w:sz-cs w:val=&quot;20&quot;/&gt;&lt;w:lang w:fareast=&quot;EN-US&quot;/&gt;&lt;/w:rPr&gt;&lt;/m:ctrlPr&gt;&lt;/m:sSubPr&gt;&lt;m:e&gt;&lt;m:r&gt;&lt;w:rPr&gt;&lt;w:rFonts w:ascii=&quot;Cambria Math&quot; w:fareast=&quot;Calibri&quot; w:h-ansi=&quot;Cambria Math&quot;/&gt;&lt;wx:font wx:val=&quot;Cambria Math&quot;/&gt;&lt;w:i/&gt;&lt;w:sz w:val=&quot;20&quot;/&gt;&lt;w:sz-cs w:val=&quot;20&quot;/&gt;&lt;w:lang w:val=&quot;EN-US&quot; w:fareast=&quot;EN-US&quot;/&gt;&lt;/w:rPr&gt;&lt;m:t&gt;X&lt;/m:t&gt;&lt;/m:r&gt;&lt;m:ctrlPr&gt;&lt;w:rPr&gt;&lt;w:rFonts w:ascii=&quot;Cambria Math&quot; w:fareast=&quot;Calibri&quot; w:h-ansi=&quot;Cambria Math&quot;/&gt;&lt;wx:font wx:val=&quot;Cambria Math&quot;/&gt;&lt;w:i/&gt;&lt;w:sz w:val=&quot;20&quot;/&gt;&lt;w:sz-cs w:val=&quot;20&quot;/&gt;&lt;w:lang w:val=&quot;EN-US&quot; w:fareast=&quot;EN-US&quot;/&gt;&lt;/w:rPr&gt;&lt;/m:ctrlPr&gt;&lt;/m:e&gt;&lt;m:sub&gt;&lt;m:r&gt;&lt;w:rPr&gt;&lt;w:rFonts w:ascii=&quot;Cambria Math&quot; w:fareast=&quot;Calibri&quot; w:h-ansi=&quot;Cambria Math&quot;/&gt;&lt;wx:font wx:val=&quot;Cambria Math&quot;/&gt;&lt;w:i/&gt;&lt;w:sz w:val=&quot;20&quot;/&gt;&lt;w:sz-cs w:val=&quot;20&quot;/&gt;&lt;w:lang w:fareast=&quot;EN-US&quot;/&gt;&lt;/w:rPr&gt;&lt;m:t&gt;t,k&lt;/m:t&gt;&lt;/m:r&gt;&lt;/m:sub&gt;&lt;/m:sSub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7" o:title="" chromakey="white"/>
                </v:shape>
              </w:pict>
            </w:r>
            <w:r w:rsidRPr="003128A1">
              <w:rPr>
                <w:sz w:val="20"/>
                <w:szCs w:val="20"/>
                <w:lang w:eastAsia="en-US"/>
              </w:rPr>
              <w:fldChar w:fldCharType="end"/>
            </w:r>
            <w:r w:rsidRPr="003128A1">
              <w:rPr>
                <w:sz w:val="20"/>
                <w:szCs w:val="20"/>
                <w:lang w:eastAsia="en-US"/>
              </w:rPr>
              <w:t xml:space="preserve"> </w:t>
            </w:r>
          </w:p>
          <w:p w:rsidR="003D0A91" w:rsidRPr="003128A1" w:rsidRDefault="003D0A91" w:rsidP="00481FF3">
            <w:pPr>
              <w:jc w:val="both"/>
              <w:rPr>
                <w:color w:val="000000"/>
                <w:sz w:val="20"/>
                <w:szCs w:val="20"/>
              </w:rPr>
            </w:pPr>
            <w:r w:rsidRPr="003128A1">
              <w:rPr>
                <w:sz w:val="20"/>
                <w:szCs w:val="20"/>
                <w:lang w:eastAsia="en-US"/>
              </w:rPr>
              <w:t xml:space="preserve">где </w:t>
            </w:r>
            <w:r w:rsidRPr="003128A1">
              <w:rPr>
                <w:i/>
                <w:sz w:val="20"/>
                <w:szCs w:val="20"/>
                <w:lang w:val="en-US" w:eastAsia="en-US"/>
              </w:rPr>
              <w:t>Y</w:t>
            </w:r>
            <w:r w:rsidRPr="003128A1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3128A1">
              <w:rPr>
                <w:sz w:val="20"/>
                <w:szCs w:val="20"/>
                <w:lang w:eastAsia="en-US"/>
              </w:rPr>
              <w:t xml:space="preserve"> – сумма </w:t>
            </w:r>
            <w:r w:rsidRPr="003128A1">
              <w:rPr>
                <w:color w:val="000000"/>
                <w:sz w:val="20"/>
                <w:szCs w:val="20"/>
              </w:rPr>
              <w:t xml:space="preserve">перечислений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суммы, </w:t>
            </w:r>
            <w:r w:rsidRPr="003128A1">
              <w:rPr>
                <w:sz w:val="20"/>
                <w:szCs w:val="20"/>
                <w:lang w:eastAsia="en-US"/>
              </w:rPr>
              <w:t xml:space="preserve">предоставляемых государственными (муниципальными) организациями в период </w:t>
            </w:r>
            <w:r w:rsidRPr="003128A1">
              <w:rPr>
                <w:i/>
                <w:sz w:val="20"/>
                <w:szCs w:val="20"/>
                <w:lang w:val="en-US" w:eastAsia="en-US"/>
              </w:rPr>
              <w:t>t</w:t>
            </w:r>
            <w:r w:rsidRPr="003128A1">
              <w:rPr>
                <w:sz w:val="20"/>
                <w:szCs w:val="20"/>
                <w:lang w:eastAsia="en-US"/>
              </w:rPr>
              <w:t xml:space="preserve">, получателям средств сельских поселений </w:t>
            </w:r>
          </w:p>
          <w:p w:rsidR="003D0A91" w:rsidRPr="00481FF3" w:rsidRDefault="003D0A91" w:rsidP="00481FF3">
            <w:pPr>
              <w:jc w:val="both"/>
              <w:rPr>
                <w:color w:val="000000"/>
                <w:sz w:val="18"/>
                <w:szCs w:val="18"/>
              </w:rPr>
            </w:pPr>
            <w:r w:rsidRPr="003128A1">
              <w:rPr>
                <w:i/>
                <w:sz w:val="20"/>
                <w:szCs w:val="20"/>
                <w:lang w:val="en-US" w:eastAsia="en-US"/>
              </w:rPr>
              <w:t>X</w:t>
            </w:r>
            <w:r w:rsidRPr="003128A1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3128A1">
              <w:rPr>
                <w:i/>
                <w:sz w:val="20"/>
                <w:szCs w:val="20"/>
                <w:vertAlign w:val="subscript"/>
                <w:lang w:eastAsia="en-US"/>
              </w:rPr>
              <w:t>,</w:t>
            </w:r>
            <w:r w:rsidRPr="003128A1">
              <w:rPr>
                <w:i/>
                <w:sz w:val="20"/>
                <w:szCs w:val="20"/>
                <w:vertAlign w:val="subscript"/>
                <w:lang w:val="en-US" w:eastAsia="en-US"/>
              </w:rPr>
              <w:t>k</w:t>
            </w:r>
            <w:r w:rsidRPr="003128A1">
              <w:rPr>
                <w:sz w:val="20"/>
                <w:szCs w:val="20"/>
                <w:vertAlign w:val="subscript"/>
                <w:lang w:eastAsia="en-US"/>
              </w:rPr>
              <w:t xml:space="preserve"> </w:t>
            </w:r>
            <w:r w:rsidRPr="003128A1">
              <w:rPr>
                <w:sz w:val="20"/>
                <w:szCs w:val="20"/>
                <w:lang w:eastAsia="en-US"/>
              </w:rPr>
              <w:t>— сумма</w:t>
            </w:r>
            <w:r w:rsidRPr="003128A1">
              <w:rPr>
                <w:color w:val="000000"/>
                <w:sz w:val="20"/>
                <w:szCs w:val="20"/>
              </w:rPr>
              <w:t xml:space="preserve"> перечислений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суммы,</w:t>
            </w:r>
            <w:r w:rsidRPr="003128A1">
              <w:rPr>
                <w:sz w:val="20"/>
                <w:szCs w:val="20"/>
                <w:lang w:eastAsia="en-US"/>
              </w:rPr>
              <w:t xml:space="preserve"> предоставляемых государственными (муниципальными) организациями по договору (контракту, соглашению) </w:t>
            </w:r>
            <w:r w:rsidRPr="003128A1">
              <w:rPr>
                <w:i/>
                <w:sz w:val="20"/>
                <w:szCs w:val="20"/>
                <w:lang w:val="en-US" w:eastAsia="en-US"/>
              </w:rPr>
              <w:t>k</w:t>
            </w:r>
            <w:r w:rsidRPr="003128A1">
              <w:rPr>
                <w:sz w:val="20"/>
                <w:szCs w:val="20"/>
                <w:lang w:eastAsia="en-US"/>
              </w:rPr>
              <w:t xml:space="preserve"> в период , получателям средств сельских поселений.</w:t>
            </w:r>
          </w:p>
        </w:tc>
      </w:tr>
      <w:tr w:rsidR="003D0A91" w:rsidRPr="00985D47" w:rsidTr="003A2AA1">
        <w:trPr>
          <w:cantSplit/>
          <w:jc w:val="center"/>
        </w:trPr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Default="003D0A91" w:rsidP="003841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901 2 18 05010 10 0000 151</w:t>
            </w:r>
          </w:p>
          <w:p w:rsidR="003D0A91" w:rsidRDefault="003D0A91" w:rsidP="00D3319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Default="003D0A91" w:rsidP="0038412D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  <w:p w:rsidR="003D0A91" w:rsidRDefault="003D0A91" w:rsidP="003A315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Pr="00985D47" w:rsidRDefault="003D0A91" w:rsidP="00FC1DD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sz w:val="20"/>
                <w:szCs w:val="20"/>
                <w:lang w:eastAsia="en-US"/>
              </w:rPr>
              <w:t>Прямой расчет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Pr="003128A1" w:rsidRDefault="003D0A91" w:rsidP="009B75C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3128A1">
              <w:rPr>
                <w:sz w:val="20"/>
                <w:szCs w:val="20"/>
                <w:lang w:eastAsia="en-US"/>
              </w:rPr>
              <w:fldChar w:fldCharType="begin"/>
            </w:r>
            <w:r w:rsidRPr="003128A1">
              <w:rPr>
                <w:sz w:val="20"/>
                <w:szCs w:val="20"/>
                <w:lang w:eastAsia="en-US"/>
              </w:rPr>
              <w:instrText xml:space="preserve"> QUOTE </w:instrText>
            </w:r>
            <w:r w:rsidRPr="00FB4537">
              <w:rPr>
                <w:sz w:val="20"/>
                <w:szCs w:val="20"/>
              </w:rPr>
              <w:pict>
                <v:shape id="_x0000_i1041" type="#_x0000_t75" style="width:54.75pt;height:30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253B9&quot;/&gt;&lt;wsp:rsid wsp:val=&quot;000054E8&quot;/&gt;&lt;wsp:rsid wsp:val=&quot;00012754&quot;/&gt;&lt;wsp:rsid wsp:val=&quot;00013B0F&quot;/&gt;&lt;wsp:rsid wsp:val=&quot;000164C7&quot;/&gt;&lt;wsp:rsid wsp:val=&quot;00016534&quot;/&gt;&lt;wsp:rsid wsp:val=&quot;00046569&quot;/&gt;&lt;wsp:rsid wsp:val=&quot;00054861&quot;/&gt;&lt;wsp:rsid wsp:val=&quot;000615C9&quot;/&gt;&lt;wsp:rsid wsp:val=&quot;00063DD2&quot;/&gt;&lt;wsp:rsid wsp:val=&quot;000657BC&quot;/&gt;&lt;wsp:rsid wsp:val=&quot;00076E03&quot;/&gt;&lt;wsp:rsid wsp:val=&quot;00081DB3&quot;/&gt;&lt;wsp:rsid wsp:val=&quot;00082FD6&quot;/&gt;&lt;wsp:rsid wsp:val=&quot;0009064A&quot;/&gt;&lt;wsp:rsid wsp:val=&quot;00092119&quot;/&gt;&lt;wsp:rsid wsp:val=&quot;000D671A&quot;/&gt;&lt;wsp:rsid wsp:val=&quot;000E0E06&quot;/&gt;&lt;wsp:rsid wsp:val=&quot;000E12F1&quot;/&gt;&lt;wsp:rsid wsp:val=&quot;000F1454&quot;/&gt;&lt;wsp:rsid wsp:val=&quot;000F6822&quot;/&gt;&lt;wsp:rsid wsp:val=&quot;0010064A&quot;/&gt;&lt;wsp:rsid wsp:val=&quot;001130BE&quot;/&gt;&lt;wsp:rsid wsp:val=&quot;00117285&quot;/&gt;&lt;wsp:rsid wsp:val=&quot;00120DBC&quot;/&gt;&lt;wsp:rsid wsp:val=&quot;00120F95&quot;/&gt;&lt;wsp:rsid wsp:val=&quot;001400E9&quot;/&gt;&lt;wsp:rsid wsp:val=&quot;001403D2&quot;/&gt;&lt;wsp:rsid wsp:val=&quot;001409C8&quot;/&gt;&lt;wsp:rsid wsp:val=&quot;00143E3D&quot;/&gt;&lt;wsp:rsid wsp:val=&quot;00154068&quot;/&gt;&lt;wsp:rsid wsp:val=&quot;00175E7B&quot;/&gt;&lt;wsp:rsid wsp:val=&quot;001C032C&quot;/&gt;&lt;wsp:rsid wsp:val=&quot;001C4435&quot;/&gt;&lt;wsp:rsid wsp:val=&quot;001E2771&quot;/&gt;&lt;wsp:rsid wsp:val=&quot;001F09C6&quot;/&gt;&lt;wsp:rsid wsp:val=&quot;001F6930&quot;/&gt;&lt;wsp:rsid wsp:val=&quot;001F7AE9&quot;/&gt;&lt;wsp:rsid wsp:val=&quot;002019E6&quot;/&gt;&lt;wsp:rsid wsp:val=&quot;00201BDB&quot;/&gt;&lt;wsp:rsid wsp:val=&quot;002256EF&quot;/&gt;&lt;wsp:rsid wsp:val=&quot;002404AF&quot;/&gt;&lt;wsp:rsid wsp:val=&quot;002466C4&quot;/&gt;&lt;wsp:rsid wsp:val=&quot;002541DE&quot;/&gt;&lt;wsp:rsid wsp:val=&quot;00281B07&quot;/&gt;&lt;wsp:rsid wsp:val=&quot;00281E28&quot;/&gt;&lt;wsp:rsid wsp:val=&quot;00290A38&quot;/&gt;&lt;wsp:rsid wsp:val=&quot;002A5449&quot;/&gt;&lt;wsp:rsid wsp:val=&quot;002B295D&quot;/&gt;&lt;wsp:rsid wsp:val=&quot;002B3E8E&quot;/&gt;&lt;wsp:rsid wsp:val=&quot;002B6DED&quot;/&gt;&lt;wsp:rsid wsp:val=&quot;002C37DB&quot;/&gt;&lt;wsp:rsid wsp:val=&quot;002D0FA2&quot;/&gt;&lt;wsp:rsid wsp:val=&quot;002D33C8&quot;/&gt;&lt;wsp:rsid wsp:val=&quot;002D4A68&quot;/&gt;&lt;wsp:rsid wsp:val=&quot;002D5482&quot;/&gt;&lt;wsp:rsid wsp:val=&quot;002E1B77&quot;/&gt;&lt;wsp:rsid wsp:val=&quot;002E2DA0&quot;/&gt;&lt;wsp:rsid wsp:val=&quot;002F6116&quot;/&gt;&lt;wsp:rsid wsp:val=&quot;002F67D7&quot;/&gt;&lt;wsp:rsid wsp:val=&quot;003001FF&quot;/&gt;&lt;wsp:rsid wsp:val=&quot;00311F5A&quot;/&gt;&lt;wsp:rsid wsp:val=&quot;003124DE&quot;/&gt;&lt;wsp:rsid wsp:val=&quot;00327FE7&quot;/&gt;&lt;wsp:rsid wsp:val=&quot;00335C43&quot;/&gt;&lt;wsp:rsid wsp:val=&quot;003568BA&quot;/&gt;&lt;wsp:rsid wsp:val=&quot;00364587&quot;/&gt;&lt;wsp:rsid wsp:val=&quot;0037277D&quot;/&gt;&lt;wsp:rsid wsp:val=&quot;00381B77&quot;/&gt;&lt;wsp:rsid wsp:val=&quot;00384D99&quot;/&gt;&lt;wsp:rsid wsp:val=&quot;00386E36&quot;/&gt;&lt;wsp:rsid wsp:val=&quot;0039171A&quot;/&gt;&lt;wsp:rsid wsp:val=&quot;0039206A&quot;/&gt;&lt;wsp:rsid wsp:val=&quot;003941C4&quot;/&gt;&lt;wsp:rsid wsp:val=&quot;003A0DD8&quot;/&gt;&lt;wsp:rsid wsp:val=&quot;003B70A8&quot;/&gt;&lt;wsp:rsid wsp:val=&quot;003E4320&quot;/&gt;&lt;wsp:rsid wsp:val=&quot;003E6657&quot;/&gt;&lt;wsp:rsid wsp:val=&quot;004227BB&quot;/&gt;&lt;wsp:rsid wsp:val=&quot;00442242&quot;/&gt;&lt;wsp:rsid wsp:val=&quot;00462396&quot;/&gt;&lt;wsp:rsid wsp:val=&quot;00477F21&quot;/&gt;&lt;wsp:rsid wsp:val=&quot;00480FF2&quot;/&gt;&lt;wsp:rsid wsp:val=&quot;004953C4&quot;/&gt;&lt;wsp:rsid wsp:val=&quot;004A78C4&quot;/&gt;&lt;wsp:rsid wsp:val=&quot;004C4A84&quot;/&gt;&lt;wsp:rsid wsp:val=&quot;004C78C8&quot;/&gt;&lt;wsp:rsid wsp:val=&quot;004D71C0&quot;/&gt;&lt;wsp:rsid wsp:val=&quot;004E344D&quot;/&gt;&lt;wsp:rsid wsp:val=&quot;004F6840&quot;/&gt;&lt;wsp:rsid wsp:val=&quot;004F724E&quot;/&gt;&lt;wsp:rsid wsp:val=&quot;00520DE6&quot;/&gt;&lt;wsp:rsid wsp:val=&quot;0052743B&quot;/&gt;&lt;wsp:rsid wsp:val=&quot;00545152&quot;/&gt;&lt;wsp:rsid wsp:val=&quot;005451C5&quot;/&gt;&lt;wsp:rsid wsp:val=&quot;005475A5&quot;/&gt;&lt;wsp:rsid wsp:val=&quot;00550411&quot;/&gt;&lt;wsp:rsid wsp:val=&quot;00564CF7&quot;/&gt;&lt;wsp:rsid wsp:val=&quot;005661E8&quot;/&gt;&lt;wsp:rsid wsp:val=&quot;00576B23&quot;/&gt;&lt;wsp:rsid wsp:val=&quot;00580326&quot;/&gt;&lt;wsp:rsid wsp:val=&quot;00586A72&quot;/&gt;&lt;wsp:rsid wsp:val=&quot;0059175D&quot;/&gt;&lt;wsp:rsid wsp:val=&quot;00591A95&quot;/&gt;&lt;wsp:rsid wsp:val=&quot;005974D2&quot;/&gt;&lt;wsp:rsid wsp:val=&quot;005A3796&quot;/&gt;&lt;wsp:rsid wsp:val=&quot;005A78F4&quot;/&gt;&lt;wsp:rsid wsp:val=&quot;005C4540&quot;/&gt;&lt;wsp:rsid wsp:val=&quot;005D1989&quot;/&gt;&lt;wsp:rsid wsp:val=&quot;005D6179&quot;/&gt;&lt;wsp:rsid wsp:val=&quot;005E7E28&quot;/&gt;&lt;wsp:rsid wsp:val=&quot;006023D7&quot;/&gt;&lt;wsp:rsid wsp:val=&quot;00610F53&quot;/&gt;&lt;wsp:rsid wsp:val=&quot;006318A2&quot;/&gt;&lt;wsp:rsid wsp:val=&quot;00643DF8&quot;/&gt;&lt;wsp:rsid wsp:val=&quot;006448F5&quot;/&gt;&lt;wsp:rsid wsp:val=&quot;00656F29&quot;/&gt;&lt;wsp:rsid wsp:val=&quot;006614D6&quot;/&gt;&lt;wsp:rsid wsp:val=&quot;00662D56&quot;/&gt;&lt;wsp:rsid wsp:val=&quot;00670DF9&quot;/&gt;&lt;wsp:rsid wsp:val=&quot;00672EB5&quot;/&gt;&lt;wsp:rsid wsp:val=&quot;00676ED0&quot;/&gt;&lt;wsp:rsid wsp:val=&quot;00684E7D&quot;/&gt;&lt;wsp:rsid wsp:val=&quot;00696E49&quot;/&gt;&lt;wsp:rsid wsp:val=&quot;006A6E4C&quot;/&gt;&lt;wsp:rsid wsp:val=&quot;006A751C&quot;/&gt;&lt;wsp:rsid wsp:val=&quot;006C6BBA&quot;/&gt;&lt;wsp:rsid wsp:val=&quot;006D41A4&quot;/&gt;&lt;wsp:rsid wsp:val=&quot;006D612D&quot;/&gt;&lt;wsp:rsid wsp:val=&quot;006E1028&quot;/&gt;&lt;wsp:rsid wsp:val=&quot;006F4204&quot;/&gt;&lt;wsp:rsid wsp:val=&quot;006F5F03&quot;/&gt;&lt;wsp:rsid wsp:val=&quot;006F7F9B&quot;/&gt;&lt;wsp:rsid wsp:val=&quot;007271C9&quot;/&gt;&lt;wsp:rsid wsp:val=&quot;007360B1&quot;/&gt;&lt;wsp:rsid wsp:val=&quot;00746581&quot;/&gt;&lt;wsp:rsid wsp:val=&quot;00751A38&quot;/&gt;&lt;wsp:rsid wsp:val=&quot;00757E3C&quot;/&gt;&lt;wsp:rsid wsp:val=&quot;0077602C&quot;/&gt;&lt;wsp:rsid wsp:val=&quot;00777C4A&quot;/&gt;&lt;wsp:rsid wsp:val=&quot;00780511&quot;/&gt;&lt;wsp:rsid wsp:val=&quot;00781C7C&quot;/&gt;&lt;wsp:rsid wsp:val=&quot;007A1FB7&quot;/&gt;&lt;wsp:rsid wsp:val=&quot;007B0AFE&quot;/&gt;&lt;wsp:rsid wsp:val=&quot;007D05F9&quot;/&gt;&lt;wsp:rsid wsp:val=&quot;007D22C0&quot;/&gt;&lt;wsp:rsid wsp:val=&quot;008140A1&quot;/&gt;&lt;wsp:rsid wsp:val=&quot;00822482&quot;/&gt;&lt;wsp:rsid wsp:val=&quot;00822EC4&quot;/&gt;&lt;wsp:rsid wsp:val=&quot;00824166&quot;/&gt;&lt;wsp:rsid wsp:val=&quot;008374EA&quot;/&gt;&lt;wsp:rsid wsp:val=&quot;00840350&quot;/&gt;&lt;wsp:rsid wsp:val=&quot;00841EA2&quot;/&gt;&lt;wsp:rsid wsp:val=&quot;00855315&quot;/&gt;&lt;wsp:rsid wsp:val=&quot;008638F9&quot;/&gt;&lt;wsp:rsid wsp:val=&quot;008658FD&quot;/&gt;&lt;wsp:rsid wsp:val=&quot;008710E1&quot;/&gt;&lt;wsp:rsid wsp:val=&quot;00880111&quot;/&gt;&lt;wsp:rsid wsp:val=&quot;00891159&quot;/&gt;&lt;wsp:rsid wsp:val=&quot;008A61F7&quot;/&gt;&lt;wsp:rsid wsp:val=&quot;008B2AA3&quot;/&gt;&lt;wsp:rsid wsp:val=&quot;008B47CE&quot;/&gt;&lt;wsp:rsid wsp:val=&quot;008B6773&quot;/&gt;&lt;wsp:rsid wsp:val=&quot;008C0669&quot;/&gt;&lt;wsp:rsid wsp:val=&quot;008C3293&quot;/&gt;&lt;wsp:rsid wsp:val=&quot;008C41BD&quot;/&gt;&lt;wsp:rsid wsp:val=&quot;008D187D&quot;/&gt;&lt;wsp:rsid wsp:val=&quot;008D45B2&quot;/&gt;&lt;wsp:rsid wsp:val=&quot;008D73FF&quot;/&gt;&lt;wsp:rsid wsp:val=&quot;008E136E&quot;/&gt;&lt;wsp:rsid wsp:val=&quot;008E4628&quot;/&gt;&lt;wsp:rsid wsp:val=&quot;008F5939&quot;/&gt;&lt;wsp:rsid wsp:val=&quot;00906400&quot;/&gt;&lt;wsp:rsid wsp:val=&quot;009178B4&quot;/&gt;&lt;wsp:rsid wsp:val=&quot;00926D80&quot;/&gt;&lt;wsp:rsid wsp:val=&quot;00947A83&quot;/&gt;&lt;wsp:rsid wsp:val=&quot;0095462C&quot;/&gt;&lt;wsp:rsid wsp:val=&quot;0096414D&quot;/&gt;&lt;wsp:rsid wsp:val=&quot;009678ED&quot;/&gt;&lt;wsp:rsid wsp:val=&quot;00971857&quot;/&gt;&lt;wsp:rsid wsp:val=&quot;00974139&quot;/&gt;&lt;wsp:rsid wsp:val=&quot;00985D47&quot;/&gt;&lt;wsp:rsid wsp:val=&quot;00987E78&quot;/&gt;&lt;wsp:rsid wsp:val=&quot;009938EB&quot;/&gt;&lt;wsp:rsid wsp:val=&quot;00997603&quot;/&gt;&lt;wsp:rsid wsp:val=&quot;00997A58&quot;/&gt;&lt;wsp:rsid wsp:val=&quot;009A3B63&quot;/&gt;&lt;wsp:rsid wsp:val=&quot;009B744C&quot;/&gt;&lt;wsp:rsid wsp:val=&quot;009C7C8E&quot;/&gt;&lt;wsp:rsid wsp:val=&quot;009D402E&quot;/&gt;&lt;wsp:rsid wsp:val=&quot;009E0BD6&quot;/&gt;&lt;wsp:rsid wsp:val=&quot;009F70B1&quot;/&gt;&lt;wsp:rsid wsp:val=&quot;00A02771&quot;/&gt;&lt;wsp:rsid wsp:val=&quot;00A13FC4&quot;/&gt;&lt;wsp:rsid wsp:val=&quot;00A25DAE&quot;/&gt;&lt;wsp:rsid wsp:val=&quot;00A344AB&quot;/&gt;&lt;wsp:rsid wsp:val=&quot;00A34A82&quot;/&gt;&lt;wsp:rsid wsp:val=&quot;00A434FF&quot;/&gt;&lt;wsp:rsid wsp:val=&quot;00A5381B&quot;/&gt;&lt;wsp:rsid wsp:val=&quot;00A539F3&quot;/&gt;&lt;wsp:rsid wsp:val=&quot;00A62868&quot;/&gt;&lt;wsp:rsid wsp:val=&quot;00A67556&quot;/&gt;&lt;wsp:rsid wsp:val=&quot;00A81ACF&quot;/&gt;&lt;wsp:rsid wsp:val=&quot;00A95165&quot;/&gt;&lt;wsp:rsid wsp:val=&quot;00A972AF&quot;/&gt;&lt;wsp:rsid wsp:val=&quot;00A97D6E&quot;/&gt;&lt;wsp:rsid wsp:val=&quot;00AA1F29&quot;/&gt;&lt;wsp:rsid wsp:val=&quot;00AA6CC4&quot;/&gt;&lt;wsp:rsid wsp:val=&quot;00B12809&quot;/&gt;&lt;wsp:rsid wsp:val=&quot;00B203C3&quot;/&gt;&lt;wsp:rsid wsp:val=&quot;00B331CD&quot;/&gt;&lt;wsp:rsid wsp:val=&quot;00B34E77&quot;/&gt;&lt;wsp:rsid wsp:val=&quot;00B4366D&quot;/&gt;&lt;wsp:rsid wsp:val=&quot;00B443A2&quot;/&gt;&lt;wsp:rsid wsp:val=&quot;00B464EB&quot;/&gt;&lt;wsp:rsid wsp:val=&quot;00B6380C&quot;/&gt;&lt;wsp:rsid wsp:val=&quot;00B72A3C&quot;/&gt;&lt;wsp:rsid wsp:val=&quot;00B90B9D&quot;/&gt;&lt;wsp:rsid wsp:val=&quot;00B91863&quot;/&gt;&lt;wsp:rsid wsp:val=&quot;00B91971&quot;/&gt;&lt;wsp:rsid wsp:val=&quot;00BA284D&quot;/&gt;&lt;wsp:rsid wsp:val=&quot;00BA36ED&quot;/&gt;&lt;wsp:rsid wsp:val=&quot;00BB0F1C&quot;/&gt;&lt;wsp:rsid wsp:val=&quot;00BC3299&quot;/&gt;&lt;wsp:rsid wsp:val=&quot;00BD0768&quot;/&gt;&lt;wsp:rsid wsp:val=&quot;00BE7D73&quot;/&gt;&lt;wsp:rsid wsp:val=&quot;00C01A61&quot;/&gt;&lt;wsp:rsid wsp:val=&quot;00C05488&quot;/&gt;&lt;wsp:rsid wsp:val=&quot;00C12361&quot;/&gt;&lt;wsp:rsid wsp:val=&quot;00C20B53&quot;/&gt;&lt;wsp:rsid wsp:val=&quot;00C30E46&quot;/&gt;&lt;wsp:rsid wsp:val=&quot;00C41882&quot;/&gt;&lt;wsp:rsid wsp:val=&quot;00C60E15&quot;/&gt;&lt;wsp:rsid wsp:val=&quot;00C61644&quot;/&gt;&lt;wsp:rsid wsp:val=&quot;00C61D77&quot;/&gt;&lt;wsp:rsid wsp:val=&quot;00C6789D&quot;/&gt;&lt;wsp:rsid wsp:val=&quot;00C77011&quot;/&gt;&lt;wsp:rsid wsp:val=&quot;00C8240D&quot;/&gt;&lt;wsp:rsid wsp:val=&quot;00C8252C&quot;/&gt;&lt;wsp:rsid wsp:val=&quot;00C92789&quot;/&gt;&lt;wsp:rsid wsp:val=&quot;00C95D90&quot;/&gt;&lt;wsp:rsid wsp:val=&quot;00CA421D&quot;/&gt;&lt;wsp:rsid wsp:val=&quot;00CA63F3&quot;/&gt;&lt;wsp:rsid wsp:val=&quot;00CA6F0F&quot;/&gt;&lt;wsp:rsid wsp:val=&quot;00CB1A33&quot;/&gt;&lt;wsp:rsid wsp:val=&quot;00CB5316&quot;/&gt;&lt;wsp:rsid wsp:val=&quot;00CD7B81&quot;/&gt;&lt;wsp:rsid wsp:val=&quot;00CE2F5A&quot;/&gt;&lt;wsp:rsid wsp:val=&quot;00CF15E7&quot;/&gt;&lt;wsp:rsid wsp:val=&quot;00D05782&quot;/&gt;&lt;wsp:rsid wsp:val=&quot;00D07FA9&quot;/&gt;&lt;wsp:rsid wsp:val=&quot;00D13E34&quot;/&gt;&lt;wsp:rsid wsp:val=&quot;00D21197&quot;/&gt;&lt;wsp:rsid wsp:val=&quot;00D253B9&quot;/&gt;&lt;wsp:rsid wsp:val=&quot;00D31B30&quot;/&gt;&lt;wsp:rsid wsp:val=&quot;00D3319E&quot;/&gt;&lt;wsp:rsid wsp:val=&quot;00D33A02&quot;/&gt;&lt;wsp:rsid wsp:val=&quot;00D34B67&quot;/&gt;&lt;wsp:rsid wsp:val=&quot;00D4493A&quot;/&gt;&lt;wsp:rsid wsp:val=&quot;00D479E4&quot;/&gt;&lt;wsp:rsid wsp:val=&quot;00D51BCE&quot;/&gt;&lt;wsp:rsid wsp:val=&quot;00D53ECE&quot;/&gt;&lt;wsp:rsid wsp:val=&quot;00D62970&quot;/&gt;&lt;wsp:rsid wsp:val=&quot;00D65E4C&quot;/&gt;&lt;wsp:rsid wsp:val=&quot;00D75FD2&quot;/&gt;&lt;wsp:rsid wsp:val=&quot;00D91B72&quot;/&gt;&lt;wsp:rsid wsp:val=&quot;00D95E05&quot;/&gt;&lt;wsp:rsid wsp:val=&quot;00DA52F7&quot;/&gt;&lt;wsp:rsid wsp:val=&quot;00DB29ED&quot;/&gt;&lt;wsp:rsid wsp:val=&quot;00DC3772&quot;/&gt;&lt;wsp:rsid wsp:val=&quot;00DC406B&quot;/&gt;&lt;wsp:rsid wsp:val=&quot;00DC5E58&quot;/&gt;&lt;wsp:rsid wsp:val=&quot;00DD360A&quot;/&gt;&lt;wsp:rsid wsp:val=&quot;00DD3853&quot;/&gt;&lt;wsp:rsid wsp:val=&quot;00E0084B&quot;/&gt;&lt;wsp:rsid wsp:val=&quot;00E31244&quot;/&gt;&lt;wsp:rsid wsp:val=&quot;00E320DB&quot;/&gt;&lt;wsp:rsid wsp:val=&quot;00E374EC&quot;/&gt;&lt;wsp:rsid wsp:val=&quot;00E434D2&quot;/&gt;&lt;wsp:rsid wsp:val=&quot;00E435AA&quot;/&gt;&lt;wsp:rsid wsp:val=&quot;00E5574E&quot;/&gt;&lt;wsp:rsid wsp:val=&quot;00E60A7A&quot;/&gt;&lt;wsp:rsid wsp:val=&quot;00E734EF&quot;/&gt;&lt;wsp:rsid wsp:val=&quot;00E74840&quot;/&gt;&lt;wsp:rsid wsp:val=&quot;00E76092&quot;/&gt;&lt;wsp:rsid wsp:val=&quot;00E82CBC&quot;/&gt;&lt;wsp:rsid wsp:val=&quot;00E87855&quot;/&gt;&lt;wsp:rsid wsp:val=&quot;00EB77F9&quot;/&gt;&lt;wsp:rsid wsp:val=&quot;00EC18FA&quot;/&gt;&lt;wsp:rsid wsp:val=&quot;00EC1FC5&quot;/&gt;&lt;wsp:rsid wsp:val=&quot;00ED530A&quot;/&gt;&lt;wsp:rsid wsp:val=&quot;00EF68CC&quot;/&gt;&lt;wsp:rsid wsp:val=&quot;00F02691&quot;/&gt;&lt;wsp:rsid wsp:val=&quot;00F118B6&quot;/&gt;&lt;wsp:rsid wsp:val=&quot;00F14532&quot;/&gt;&lt;wsp:rsid wsp:val=&quot;00F1647C&quot;/&gt;&lt;wsp:rsid wsp:val=&quot;00F37A94&quot;/&gt;&lt;wsp:rsid wsp:val=&quot;00F413E7&quot;/&gt;&lt;wsp:rsid wsp:val=&quot;00F4187A&quot;/&gt;&lt;wsp:rsid wsp:val=&quot;00F41A9F&quot;/&gt;&lt;wsp:rsid wsp:val=&quot;00F423A3&quot;/&gt;&lt;wsp:rsid wsp:val=&quot;00F65D66&quot;/&gt;&lt;wsp:rsid wsp:val=&quot;00F8127F&quot;/&gt;&lt;wsp:rsid wsp:val=&quot;00F979F9&quot;/&gt;&lt;wsp:rsid wsp:val=&quot;00FA6E46&quot;/&gt;&lt;wsp:rsid wsp:val=&quot;00FB0556&quot;/&gt;&lt;wsp:rsid wsp:val=&quot;00FB30C2&quot;/&gt;&lt;wsp:rsid wsp:val=&quot;00FB5C01&quot;/&gt;&lt;wsp:rsid wsp:val=&quot;00FC1F7D&quot;/&gt;&lt;wsp:rsid wsp:val=&quot;00FC4A2E&quot;/&gt;&lt;wsp:rsid wsp:val=&quot;00FD6F09&quot;/&gt;&lt;wsp:rsid wsp:val=&quot;00FE1FBF&quot;/&gt;&lt;wsp:rsid wsp:val=&quot;00FE4BE2&quot;/&gt;&lt;wsp:rsid wsp:val=&quot;00FE5480&quot;/&gt;&lt;wsp:rsid wsp:val=&quot;00FF4B0C&quot;/&gt;&lt;/wsp:rsids&gt;&lt;/w:docPr&gt;&lt;w:body&gt;&lt;w:p wsp:rsidR=&quot;00000000&quot; wsp:rsidRDefault=&quot;008C41BD&quot;&gt;&lt;m:oMathPara&gt;&lt;m:oMath&gt;&lt;m:sSub&gt;&lt;m:sSubPr&gt;&lt;m:ctrlPr&gt;&lt;w:rPr&gt;&lt;w:rFonts w:ascii=&quot;Cambria Math&quot; w:fareast=&quot;Calibri&quot; w:h-ansi=&quot;Cambria Math&quot;/&gt;&lt;wx:font wx:val=&quot;Cambria Math&quot;/&gt;&lt;w:i/&gt;&lt;w:sz w:val=&quot;20&quot;/&gt;&lt;w:sz-cs w:val=&quot;20&quot;/&gt;&lt;w:lang w:fareast=&quot;EN-US&quot;/&gt;&lt;/w:rPr&gt;&lt;/m:ctrlPr&gt;&lt;/m:sSubPr&gt;&lt;m:e&gt;&lt;m:r&gt;&lt;w:rPr&gt;&lt;w:rFonts w:ascii=&quot;Cambria Math&quot; w:fareast=&quot;Calibri&quot; w:h-ansi=&quot;Cambria Math&quot;/&gt;&lt;wx:font wx:val=&quot;Cambria Math&quot;/&gt;&lt;w:i/&gt;&lt;w:sz w:val=&quot;20&quot;/&gt;&lt;w:sz-cs w:val=&quot;20&quot;/&gt;&lt;w:lang w:val=&quot;EN-US&quot; w:fareast=&quot;EN-US&quot;/&gt;&lt;/w:rPr&gt;&lt;m:t&gt;Y&lt;/m:t&gt;&lt;/m:r&gt;&lt;m:ctrlPr&gt;&lt;w:rPr&gt;&lt;w:rFonts w:ascii=&quot;Cambria Math&quot; w:fareast=&quot;Calibri&quot; w:h-ansi=&quot;Cambria Math&quot;/&gt;&lt;wx:font wx:val=&quot;Cambria Math&quot;/&gt;&lt;w:i/&gt;&lt;w:sz w:val=&quot;20&quot;/&gt;&lt;w:sz-cs w:val=&quot;20&quot;/&gt;&lt;w:lang w:val=&quot;EN-US&quot; w:fareast=&quot;EN-US&quot;/&gt;&lt;/w:rPr&gt;&lt;/m:ctrlPr&gt;&lt;/m:e&gt;&lt;m:sub&gt;&lt;m:r&gt;&lt;w:rPr&gt;&lt;w:rFonts w:ascii=&quot;Cambria Math&quot; w:fareast=&quot;Calibri&quot; w:h-ansi=&quot;Cambria Math&quot;/&gt;&lt;wx:font wx:val=&quot;Cambria Math&quot;/&gt;&lt;w:i/&gt;&lt;w:sz w:val=&quot;20&quot;/&gt;&lt;w:sz-cs w:val=&quot;20&quot;/&gt;&lt;w:lang w:fareast=&quot;EN-US&quot;/&gt;&lt;/w:rPr&gt;&lt;m:t&gt;t&lt;/m:t&gt;&lt;/m:r&gt;&lt;/m:sub&gt;&lt;/m:sSub&gt;&lt;m:r&gt;&lt;w:rPr&gt;&lt;w:rFonts w:ascii=&quot;Cambria Math&quot; w:fareast=&quot;Calibri&quot; w:h-ansi=&quot;Cambria Math&quot;/&gt;&lt;wx:font wx:val=&quot;Cambria Math&quot;/&gt;&lt;w:i/&gt;&lt;w:sz w:val=&quot;20&quot;/&gt;&lt;w:sz-cs w:val=&quot;20&quot;/&gt;&lt;w:lang w:fareast=&quot;EN-US&quot;/&gt;&lt;/w:rPr&gt;&lt;m:t&gt;=&lt;/m:t&gt;&lt;/m:r&gt;&lt;m:nary&gt;&lt;m:naryPr&gt;&lt;m:chr m:val=&quot;в€‘&quot;/&gt;&lt;m:limLoc m:val=&quot;undOvr&quot;/&gt;&lt;m:supHide m:val=&quot;on&quot;/&gt;&lt;m:ctrlPr&gt;&lt;w:rPr&gt;&lt;w:rFonts w:ascii=&quot;Cambria Math&quot; w:fareast=&quot;Calibri&quot; w:h-ansi=&quot;Cambria Math&quot;/&gt;&lt;wx:font wx:val=&quot;Cambria Math&quot;/&gt;&lt;w:i/&gt;&lt;w:sz w:val=&quot;20&quot;/&gt;&lt;w:sz-cs w:val=&quot;20&quot;/&gt;&lt;w:lang w:val=&quot;EN-US&quot; w:fareast=&quot;EN-US&quot;/&gt;&lt;/w:rPr&gt;&lt;/m:ctrlPr&gt;&lt;/m:naryPr&gt;&lt;m:sub&gt;&lt;m:r&gt;&lt;w:rPr&gt;&lt;w:rFonts w:ascii=&quot;Cambria Math&quot; w:fareast=&quot;Calibri&quot; w:h-ansi=&quot;Cambria Math&quot;/&gt;&lt;wx:font wx:val=&quot;Cambria Math&quot;/&gt;&lt;w:i/&gt;&lt;w:sz w:val=&quot;20&quot;/&gt;&lt;w:sz-cs w:val=&quot;20&quot;/&gt;&lt;w:lang w:val=&quot;EN-US&quot; w:fareast=&quot;EN-US&quot;/&gt;&lt;/w:rPr&gt;&lt;m:t&gt;k&lt;/m:t&gt;&lt;/m:r&gt;&lt;/m:sub&gt;&lt;m:sup/&gt;&lt;m:e&gt;&lt;m:sSub&gt;&lt;m:sSubPr&gt;&lt;m:ctrlPr&gt;&lt;w:rPr&gt;&lt;w:rFonts w:ascii=&quot;Cambria Math&quot; w:fareast=&quot;Calibri&quot; w:h-ansi=&quot;Cambria Math&quot;/&gt;&lt;wx:font wx:val=&quot;Cambria Math&quot;/&gt;&lt;w:i/&gt;&lt;w:sz w:val=&quot;20&quot;/&gt;&lt;w:sz-cs w:val=&quot;20&quot;/&gt;&lt;w:lang w:fareast=&quot;EN-US&quot;/&gt;&lt;/w:rPr&gt;&lt;/m:ctrlPr&gt;&lt;/m:sSubPr&gt;&lt;m:e&gt;&lt;m:r&gt;&lt;w:rPr&gt;&lt;w:rFonts w:ascii=&quot;Cambria Math&quot; w:fareast=&quot;Calibri&quot; w:h-ansi=&quot;Cambria Math&quot;/&gt;&lt;wx:font wx:val=&quot;Cambria Math&quot;/&gt;&lt;w:i/&gt;&lt;w:sz w:val=&quot;20&quot;/&gt;&lt;w:sz-cs w:val=&quot;20&quot;/&gt;&lt;w:lang w:val=&quot;EN-US&quot; w:fareast=&quot;EN-US&quot;/&gt;&lt;/w:rPr&gt;&lt;m:t&gt;X&lt;/m:t&gt;&lt;/m:r&gt;&lt;m:ctrlPr&gt;&lt;w:rPr&gt;&lt;w:rFonts w:ascii=&quot;Cambria Math&quot; w:fareast=&quot;Calibri&quot; w:h-ansi=&quot;Cambria Math&quot;/&gt;&lt;wx:font wx:val=&quot;Cambria Math&quot;/&gt;&lt;w:i/&gt;&lt;w:sz w:val=&quot;20&quot;/&gt;&lt;w:sz-cs w:val=&quot;20&quot;/&gt;&lt;w:lang w:val=&quot;EN-US&quot; w:fareast=&quot;EN-US&quot;/&gt;&lt;/w:rPr&gt;&lt;/m:ctrlPr&gt;&lt;/m:e&gt;&lt;m:sub&gt;&lt;m:r&gt;&lt;w:rPr&gt;&lt;w:rFonts w:ascii=&quot;Cambria Math&quot; w:fareast=&quot;Calibri&quot; w:h-ansi=&quot;Cambria Math&quot;/&gt;&lt;wx:font wx:val=&quot;Cambria Math&quot;/&gt;&lt;w:i/&gt;&lt;w:sz w:val=&quot;20&quot;/&gt;&lt;w:sz-cs w:val=&quot;20&quot;/&gt;&lt;w:lang w:fareast=&quot;EN-US&quot;/&gt;&lt;/w:rPr&gt;&lt;m:t&gt;t,k&lt;/m:t&gt;&lt;/m:r&gt;&lt;/m:sub&gt;&lt;/m:sSub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7" o:title="" chromakey="white"/>
                </v:shape>
              </w:pict>
            </w:r>
            <w:r w:rsidRPr="003128A1">
              <w:rPr>
                <w:sz w:val="20"/>
                <w:szCs w:val="20"/>
                <w:lang w:eastAsia="en-US"/>
              </w:rPr>
              <w:instrText xml:space="preserve"> </w:instrText>
            </w:r>
            <w:r w:rsidRPr="003128A1">
              <w:rPr>
                <w:sz w:val="20"/>
                <w:szCs w:val="20"/>
                <w:lang w:eastAsia="en-US"/>
              </w:rPr>
              <w:fldChar w:fldCharType="separate"/>
            </w:r>
            <w:r w:rsidRPr="00FB4537">
              <w:rPr>
                <w:sz w:val="20"/>
                <w:szCs w:val="20"/>
              </w:rPr>
              <w:pict>
                <v:shape id="_x0000_i1042" type="#_x0000_t75" style="width:54.75pt;height:30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253B9&quot;/&gt;&lt;wsp:rsid wsp:val=&quot;000054E8&quot;/&gt;&lt;wsp:rsid wsp:val=&quot;00012754&quot;/&gt;&lt;wsp:rsid wsp:val=&quot;00013B0F&quot;/&gt;&lt;wsp:rsid wsp:val=&quot;000164C7&quot;/&gt;&lt;wsp:rsid wsp:val=&quot;00016534&quot;/&gt;&lt;wsp:rsid wsp:val=&quot;00046569&quot;/&gt;&lt;wsp:rsid wsp:val=&quot;00054861&quot;/&gt;&lt;wsp:rsid wsp:val=&quot;000615C9&quot;/&gt;&lt;wsp:rsid wsp:val=&quot;00063DD2&quot;/&gt;&lt;wsp:rsid wsp:val=&quot;000657BC&quot;/&gt;&lt;wsp:rsid wsp:val=&quot;00076E03&quot;/&gt;&lt;wsp:rsid wsp:val=&quot;00081DB3&quot;/&gt;&lt;wsp:rsid wsp:val=&quot;00082FD6&quot;/&gt;&lt;wsp:rsid wsp:val=&quot;0009064A&quot;/&gt;&lt;wsp:rsid wsp:val=&quot;00092119&quot;/&gt;&lt;wsp:rsid wsp:val=&quot;000D671A&quot;/&gt;&lt;wsp:rsid wsp:val=&quot;000E0E06&quot;/&gt;&lt;wsp:rsid wsp:val=&quot;000E12F1&quot;/&gt;&lt;wsp:rsid wsp:val=&quot;000F1454&quot;/&gt;&lt;wsp:rsid wsp:val=&quot;000F6822&quot;/&gt;&lt;wsp:rsid wsp:val=&quot;0010064A&quot;/&gt;&lt;wsp:rsid wsp:val=&quot;001130BE&quot;/&gt;&lt;wsp:rsid wsp:val=&quot;00117285&quot;/&gt;&lt;wsp:rsid wsp:val=&quot;00120DBC&quot;/&gt;&lt;wsp:rsid wsp:val=&quot;00120F95&quot;/&gt;&lt;wsp:rsid wsp:val=&quot;001400E9&quot;/&gt;&lt;wsp:rsid wsp:val=&quot;001403D2&quot;/&gt;&lt;wsp:rsid wsp:val=&quot;001409C8&quot;/&gt;&lt;wsp:rsid wsp:val=&quot;00143E3D&quot;/&gt;&lt;wsp:rsid wsp:val=&quot;00154068&quot;/&gt;&lt;wsp:rsid wsp:val=&quot;00175E7B&quot;/&gt;&lt;wsp:rsid wsp:val=&quot;001C032C&quot;/&gt;&lt;wsp:rsid wsp:val=&quot;001C4435&quot;/&gt;&lt;wsp:rsid wsp:val=&quot;001E2771&quot;/&gt;&lt;wsp:rsid wsp:val=&quot;001F09C6&quot;/&gt;&lt;wsp:rsid wsp:val=&quot;001F6930&quot;/&gt;&lt;wsp:rsid wsp:val=&quot;001F7AE9&quot;/&gt;&lt;wsp:rsid wsp:val=&quot;002019E6&quot;/&gt;&lt;wsp:rsid wsp:val=&quot;00201BDB&quot;/&gt;&lt;wsp:rsid wsp:val=&quot;002256EF&quot;/&gt;&lt;wsp:rsid wsp:val=&quot;002404AF&quot;/&gt;&lt;wsp:rsid wsp:val=&quot;002466C4&quot;/&gt;&lt;wsp:rsid wsp:val=&quot;002541DE&quot;/&gt;&lt;wsp:rsid wsp:val=&quot;00281B07&quot;/&gt;&lt;wsp:rsid wsp:val=&quot;00281E28&quot;/&gt;&lt;wsp:rsid wsp:val=&quot;00290A38&quot;/&gt;&lt;wsp:rsid wsp:val=&quot;002A5449&quot;/&gt;&lt;wsp:rsid wsp:val=&quot;002B295D&quot;/&gt;&lt;wsp:rsid wsp:val=&quot;002B3E8E&quot;/&gt;&lt;wsp:rsid wsp:val=&quot;002B6DED&quot;/&gt;&lt;wsp:rsid wsp:val=&quot;002C37DB&quot;/&gt;&lt;wsp:rsid wsp:val=&quot;002D0FA2&quot;/&gt;&lt;wsp:rsid wsp:val=&quot;002D33C8&quot;/&gt;&lt;wsp:rsid wsp:val=&quot;002D4A68&quot;/&gt;&lt;wsp:rsid wsp:val=&quot;002D5482&quot;/&gt;&lt;wsp:rsid wsp:val=&quot;002E1B77&quot;/&gt;&lt;wsp:rsid wsp:val=&quot;002E2DA0&quot;/&gt;&lt;wsp:rsid wsp:val=&quot;002F6116&quot;/&gt;&lt;wsp:rsid wsp:val=&quot;002F67D7&quot;/&gt;&lt;wsp:rsid wsp:val=&quot;003001FF&quot;/&gt;&lt;wsp:rsid wsp:val=&quot;00311F5A&quot;/&gt;&lt;wsp:rsid wsp:val=&quot;003124DE&quot;/&gt;&lt;wsp:rsid wsp:val=&quot;00327FE7&quot;/&gt;&lt;wsp:rsid wsp:val=&quot;00335C43&quot;/&gt;&lt;wsp:rsid wsp:val=&quot;003568BA&quot;/&gt;&lt;wsp:rsid wsp:val=&quot;00364587&quot;/&gt;&lt;wsp:rsid wsp:val=&quot;0037277D&quot;/&gt;&lt;wsp:rsid wsp:val=&quot;00381B77&quot;/&gt;&lt;wsp:rsid wsp:val=&quot;00384D99&quot;/&gt;&lt;wsp:rsid wsp:val=&quot;00386E36&quot;/&gt;&lt;wsp:rsid wsp:val=&quot;0039171A&quot;/&gt;&lt;wsp:rsid wsp:val=&quot;0039206A&quot;/&gt;&lt;wsp:rsid wsp:val=&quot;003941C4&quot;/&gt;&lt;wsp:rsid wsp:val=&quot;003A0DD8&quot;/&gt;&lt;wsp:rsid wsp:val=&quot;003B70A8&quot;/&gt;&lt;wsp:rsid wsp:val=&quot;003E4320&quot;/&gt;&lt;wsp:rsid wsp:val=&quot;003E6657&quot;/&gt;&lt;wsp:rsid wsp:val=&quot;004227BB&quot;/&gt;&lt;wsp:rsid wsp:val=&quot;00442242&quot;/&gt;&lt;wsp:rsid wsp:val=&quot;00462396&quot;/&gt;&lt;wsp:rsid wsp:val=&quot;00477F21&quot;/&gt;&lt;wsp:rsid wsp:val=&quot;00480FF2&quot;/&gt;&lt;wsp:rsid wsp:val=&quot;004953C4&quot;/&gt;&lt;wsp:rsid wsp:val=&quot;004A78C4&quot;/&gt;&lt;wsp:rsid wsp:val=&quot;004C4A84&quot;/&gt;&lt;wsp:rsid wsp:val=&quot;004C78C8&quot;/&gt;&lt;wsp:rsid wsp:val=&quot;004D71C0&quot;/&gt;&lt;wsp:rsid wsp:val=&quot;004E344D&quot;/&gt;&lt;wsp:rsid wsp:val=&quot;004F6840&quot;/&gt;&lt;wsp:rsid wsp:val=&quot;004F724E&quot;/&gt;&lt;wsp:rsid wsp:val=&quot;00520DE6&quot;/&gt;&lt;wsp:rsid wsp:val=&quot;0052743B&quot;/&gt;&lt;wsp:rsid wsp:val=&quot;00545152&quot;/&gt;&lt;wsp:rsid wsp:val=&quot;005451C5&quot;/&gt;&lt;wsp:rsid wsp:val=&quot;005475A5&quot;/&gt;&lt;wsp:rsid wsp:val=&quot;00550411&quot;/&gt;&lt;wsp:rsid wsp:val=&quot;00564CF7&quot;/&gt;&lt;wsp:rsid wsp:val=&quot;005661E8&quot;/&gt;&lt;wsp:rsid wsp:val=&quot;00576B23&quot;/&gt;&lt;wsp:rsid wsp:val=&quot;00580326&quot;/&gt;&lt;wsp:rsid wsp:val=&quot;00586A72&quot;/&gt;&lt;wsp:rsid wsp:val=&quot;0059175D&quot;/&gt;&lt;wsp:rsid wsp:val=&quot;00591A95&quot;/&gt;&lt;wsp:rsid wsp:val=&quot;005974D2&quot;/&gt;&lt;wsp:rsid wsp:val=&quot;005A3796&quot;/&gt;&lt;wsp:rsid wsp:val=&quot;005A78F4&quot;/&gt;&lt;wsp:rsid wsp:val=&quot;005C4540&quot;/&gt;&lt;wsp:rsid wsp:val=&quot;005D1989&quot;/&gt;&lt;wsp:rsid wsp:val=&quot;005D6179&quot;/&gt;&lt;wsp:rsid wsp:val=&quot;005E7E28&quot;/&gt;&lt;wsp:rsid wsp:val=&quot;006023D7&quot;/&gt;&lt;wsp:rsid wsp:val=&quot;00610F53&quot;/&gt;&lt;wsp:rsid wsp:val=&quot;006318A2&quot;/&gt;&lt;wsp:rsid wsp:val=&quot;00643DF8&quot;/&gt;&lt;wsp:rsid wsp:val=&quot;006448F5&quot;/&gt;&lt;wsp:rsid wsp:val=&quot;00656F29&quot;/&gt;&lt;wsp:rsid wsp:val=&quot;006614D6&quot;/&gt;&lt;wsp:rsid wsp:val=&quot;00662D56&quot;/&gt;&lt;wsp:rsid wsp:val=&quot;00670DF9&quot;/&gt;&lt;wsp:rsid wsp:val=&quot;00672EB5&quot;/&gt;&lt;wsp:rsid wsp:val=&quot;00676ED0&quot;/&gt;&lt;wsp:rsid wsp:val=&quot;00684E7D&quot;/&gt;&lt;wsp:rsid wsp:val=&quot;00696E49&quot;/&gt;&lt;wsp:rsid wsp:val=&quot;006A6E4C&quot;/&gt;&lt;wsp:rsid wsp:val=&quot;006A751C&quot;/&gt;&lt;wsp:rsid wsp:val=&quot;006C6BBA&quot;/&gt;&lt;wsp:rsid wsp:val=&quot;006D41A4&quot;/&gt;&lt;wsp:rsid wsp:val=&quot;006D612D&quot;/&gt;&lt;wsp:rsid wsp:val=&quot;006E1028&quot;/&gt;&lt;wsp:rsid wsp:val=&quot;006F4204&quot;/&gt;&lt;wsp:rsid wsp:val=&quot;006F5F03&quot;/&gt;&lt;wsp:rsid wsp:val=&quot;006F7F9B&quot;/&gt;&lt;wsp:rsid wsp:val=&quot;007271C9&quot;/&gt;&lt;wsp:rsid wsp:val=&quot;007360B1&quot;/&gt;&lt;wsp:rsid wsp:val=&quot;00746581&quot;/&gt;&lt;wsp:rsid wsp:val=&quot;00751A38&quot;/&gt;&lt;wsp:rsid wsp:val=&quot;00757E3C&quot;/&gt;&lt;wsp:rsid wsp:val=&quot;0077602C&quot;/&gt;&lt;wsp:rsid wsp:val=&quot;00777C4A&quot;/&gt;&lt;wsp:rsid wsp:val=&quot;00780511&quot;/&gt;&lt;wsp:rsid wsp:val=&quot;00781C7C&quot;/&gt;&lt;wsp:rsid wsp:val=&quot;007A1FB7&quot;/&gt;&lt;wsp:rsid wsp:val=&quot;007B0AFE&quot;/&gt;&lt;wsp:rsid wsp:val=&quot;007D05F9&quot;/&gt;&lt;wsp:rsid wsp:val=&quot;007D22C0&quot;/&gt;&lt;wsp:rsid wsp:val=&quot;008140A1&quot;/&gt;&lt;wsp:rsid wsp:val=&quot;00822482&quot;/&gt;&lt;wsp:rsid wsp:val=&quot;00822EC4&quot;/&gt;&lt;wsp:rsid wsp:val=&quot;00824166&quot;/&gt;&lt;wsp:rsid wsp:val=&quot;008374EA&quot;/&gt;&lt;wsp:rsid wsp:val=&quot;00840350&quot;/&gt;&lt;wsp:rsid wsp:val=&quot;00841EA2&quot;/&gt;&lt;wsp:rsid wsp:val=&quot;00855315&quot;/&gt;&lt;wsp:rsid wsp:val=&quot;008638F9&quot;/&gt;&lt;wsp:rsid wsp:val=&quot;008658FD&quot;/&gt;&lt;wsp:rsid wsp:val=&quot;008710E1&quot;/&gt;&lt;wsp:rsid wsp:val=&quot;00880111&quot;/&gt;&lt;wsp:rsid wsp:val=&quot;00891159&quot;/&gt;&lt;wsp:rsid wsp:val=&quot;008A61F7&quot;/&gt;&lt;wsp:rsid wsp:val=&quot;008B2AA3&quot;/&gt;&lt;wsp:rsid wsp:val=&quot;008B47CE&quot;/&gt;&lt;wsp:rsid wsp:val=&quot;008B6773&quot;/&gt;&lt;wsp:rsid wsp:val=&quot;008C0669&quot;/&gt;&lt;wsp:rsid wsp:val=&quot;008C3293&quot;/&gt;&lt;wsp:rsid wsp:val=&quot;008C41BD&quot;/&gt;&lt;wsp:rsid wsp:val=&quot;008D187D&quot;/&gt;&lt;wsp:rsid wsp:val=&quot;008D45B2&quot;/&gt;&lt;wsp:rsid wsp:val=&quot;008D73FF&quot;/&gt;&lt;wsp:rsid wsp:val=&quot;008E136E&quot;/&gt;&lt;wsp:rsid wsp:val=&quot;008E4628&quot;/&gt;&lt;wsp:rsid wsp:val=&quot;008F5939&quot;/&gt;&lt;wsp:rsid wsp:val=&quot;00906400&quot;/&gt;&lt;wsp:rsid wsp:val=&quot;009178B4&quot;/&gt;&lt;wsp:rsid wsp:val=&quot;00926D80&quot;/&gt;&lt;wsp:rsid wsp:val=&quot;00947A83&quot;/&gt;&lt;wsp:rsid wsp:val=&quot;0095462C&quot;/&gt;&lt;wsp:rsid wsp:val=&quot;0096414D&quot;/&gt;&lt;wsp:rsid wsp:val=&quot;009678ED&quot;/&gt;&lt;wsp:rsid wsp:val=&quot;00971857&quot;/&gt;&lt;wsp:rsid wsp:val=&quot;00974139&quot;/&gt;&lt;wsp:rsid wsp:val=&quot;00985D47&quot;/&gt;&lt;wsp:rsid wsp:val=&quot;00987E78&quot;/&gt;&lt;wsp:rsid wsp:val=&quot;009938EB&quot;/&gt;&lt;wsp:rsid wsp:val=&quot;00997603&quot;/&gt;&lt;wsp:rsid wsp:val=&quot;00997A58&quot;/&gt;&lt;wsp:rsid wsp:val=&quot;009A3B63&quot;/&gt;&lt;wsp:rsid wsp:val=&quot;009B744C&quot;/&gt;&lt;wsp:rsid wsp:val=&quot;009C7C8E&quot;/&gt;&lt;wsp:rsid wsp:val=&quot;009D402E&quot;/&gt;&lt;wsp:rsid wsp:val=&quot;009E0BD6&quot;/&gt;&lt;wsp:rsid wsp:val=&quot;009F70B1&quot;/&gt;&lt;wsp:rsid wsp:val=&quot;00A02771&quot;/&gt;&lt;wsp:rsid wsp:val=&quot;00A13FC4&quot;/&gt;&lt;wsp:rsid wsp:val=&quot;00A25DAE&quot;/&gt;&lt;wsp:rsid wsp:val=&quot;00A344AB&quot;/&gt;&lt;wsp:rsid wsp:val=&quot;00A34A82&quot;/&gt;&lt;wsp:rsid wsp:val=&quot;00A434FF&quot;/&gt;&lt;wsp:rsid wsp:val=&quot;00A5381B&quot;/&gt;&lt;wsp:rsid wsp:val=&quot;00A539F3&quot;/&gt;&lt;wsp:rsid wsp:val=&quot;00A62868&quot;/&gt;&lt;wsp:rsid wsp:val=&quot;00A67556&quot;/&gt;&lt;wsp:rsid wsp:val=&quot;00A81ACF&quot;/&gt;&lt;wsp:rsid wsp:val=&quot;00A95165&quot;/&gt;&lt;wsp:rsid wsp:val=&quot;00A972AF&quot;/&gt;&lt;wsp:rsid wsp:val=&quot;00A97D6E&quot;/&gt;&lt;wsp:rsid wsp:val=&quot;00AA1F29&quot;/&gt;&lt;wsp:rsid wsp:val=&quot;00AA6CC4&quot;/&gt;&lt;wsp:rsid wsp:val=&quot;00B12809&quot;/&gt;&lt;wsp:rsid wsp:val=&quot;00B203C3&quot;/&gt;&lt;wsp:rsid wsp:val=&quot;00B331CD&quot;/&gt;&lt;wsp:rsid wsp:val=&quot;00B34E77&quot;/&gt;&lt;wsp:rsid wsp:val=&quot;00B4366D&quot;/&gt;&lt;wsp:rsid wsp:val=&quot;00B443A2&quot;/&gt;&lt;wsp:rsid wsp:val=&quot;00B464EB&quot;/&gt;&lt;wsp:rsid wsp:val=&quot;00B6380C&quot;/&gt;&lt;wsp:rsid wsp:val=&quot;00B72A3C&quot;/&gt;&lt;wsp:rsid wsp:val=&quot;00B90B9D&quot;/&gt;&lt;wsp:rsid wsp:val=&quot;00B91863&quot;/&gt;&lt;wsp:rsid wsp:val=&quot;00B91971&quot;/&gt;&lt;wsp:rsid wsp:val=&quot;00BA284D&quot;/&gt;&lt;wsp:rsid wsp:val=&quot;00BA36ED&quot;/&gt;&lt;wsp:rsid wsp:val=&quot;00BB0F1C&quot;/&gt;&lt;wsp:rsid wsp:val=&quot;00BC3299&quot;/&gt;&lt;wsp:rsid wsp:val=&quot;00BD0768&quot;/&gt;&lt;wsp:rsid wsp:val=&quot;00BE7D73&quot;/&gt;&lt;wsp:rsid wsp:val=&quot;00C01A61&quot;/&gt;&lt;wsp:rsid wsp:val=&quot;00C05488&quot;/&gt;&lt;wsp:rsid wsp:val=&quot;00C12361&quot;/&gt;&lt;wsp:rsid wsp:val=&quot;00C20B53&quot;/&gt;&lt;wsp:rsid wsp:val=&quot;00C30E46&quot;/&gt;&lt;wsp:rsid wsp:val=&quot;00C41882&quot;/&gt;&lt;wsp:rsid wsp:val=&quot;00C60E15&quot;/&gt;&lt;wsp:rsid wsp:val=&quot;00C61644&quot;/&gt;&lt;wsp:rsid wsp:val=&quot;00C61D77&quot;/&gt;&lt;wsp:rsid wsp:val=&quot;00C6789D&quot;/&gt;&lt;wsp:rsid wsp:val=&quot;00C77011&quot;/&gt;&lt;wsp:rsid wsp:val=&quot;00C8240D&quot;/&gt;&lt;wsp:rsid wsp:val=&quot;00C8252C&quot;/&gt;&lt;wsp:rsid wsp:val=&quot;00C92789&quot;/&gt;&lt;wsp:rsid wsp:val=&quot;00C95D90&quot;/&gt;&lt;wsp:rsid wsp:val=&quot;00CA421D&quot;/&gt;&lt;wsp:rsid wsp:val=&quot;00CA63F3&quot;/&gt;&lt;wsp:rsid wsp:val=&quot;00CA6F0F&quot;/&gt;&lt;wsp:rsid wsp:val=&quot;00CB1A33&quot;/&gt;&lt;wsp:rsid wsp:val=&quot;00CB5316&quot;/&gt;&lt;wsp:rsid wsp:val=&quot;00CD7B81&quot;/&gt;&lt;wsp:rsid wsp:val=&quot;00CE2F5A&quot;/&gt;&lt;wsp:rsid wsp:val=&quot;00CF15E7&quot;/&gt;&lt;wsp:rsid wsp:val=&quot;00D05782&quot;/&gt;&lt;wsp:rsid wsp:val=&quot;00D07FA9&quot;/&gt;&lt;wsp:rsid wsp:val=&quot;00D13E34&quot;/&gt;&lt;wsp:rsid wsp:val=&quot;00D21197&quot;/&gt;&lt;wsp:rsid wsp:val=&quot;00D253B9&quot;/&gt;&lt;wsp:rsid wsp:val=&quot;00D31B30&quot;/&gt;&lt;wsp:rsid wsp:val=&quot;00D3319E&quot;/&gt;&lt;wsp:rsid wsp:val=&quot;00D33A02&quot;/&gt;&lt;wsp:rsid wsp:val=&quot;00D34B67&quot;/&gt;&lt;wsp:rsid wsp:val=&quot;00D4493A&quot;/&gt;&lt;wsp:rsid wsp:val=&quot;00D479E4&quot;/&gt;&lt;wsp:rsid wsp:val=&quot;00D51BCE&quot;/&gt;&lt;wsp:rsid wsp:val=&quot;00D53ECE&quot;/&gt;&lt;wsp:rsid wsp:val=&quot;00D62970&quot;/&gt;&lt;wsp:rsid wsp:val=&quot;00D65E4C&quot;/&gt;&lt;wsp:rsid wsp:val=&quot;00D75FD2&quot;/&gt;&lt;wsp:rsid wsp:val=&quot;00D91B72&quot;/&gt;&lt;wsp:rsid wsp:val=&quot;00D95E05&quot;/&gt;&lt;wsp:rsid wsp:val=&quot;00DA52F7&quot;/&gt;&lt;wsp:rsid wsp:val=&quot;00DB29ED&quot;/&gt;&lt;wsp:rsid wsp:val=&quot;00DC3772&quot;/&gt;&lt;wsp:rsid wsp:val=&quot;00DC406B&quot;/&gt;&lt;wsp:rsid wsp:val=&quot;00DC5E58&quot;/&gt;&lt;wsp:rsid wsp:val=&quot;00DD360A&quot;/&gt;&lt;wsp:rsid wsp:val=&quot;00DD3853&quot;/&gt;&lt;wsp:rsid wsp:val=&quot;00E0084B&quot;/&gt;&lt;wsp:rsid wsp:val=&quot;00E31244&quot;/&gt;&lt;wsp:rsid wsp:val=&quot;00E320DB&quot;/&gt;&lt;wsp:rsid wsp:val=&quot;00E374EC&quot;/&gt;&lt;wsp:rsid wsp:val=&quot;00E434D2&quot;/&gt;&lt;wsp:rsid wsp:val=&quot;00E435AA&quot;/&gt;&lt;wsp:rsid wsp:val=&quot;00E5574E&quot;/&gt;&lt;wsp:rsid wsp:val=&quot;00E60A7A&quot;/&gt;&lt;wsp:rsid wsp:val=&quot;00E734EF&quot;/&gt;&lt;wsp:rsid wsp:val=&quot;00E74840&quot;/&gt;&lt;wsp:rsid wsp:val=&quot;00E76092&quot;/&gt;&lt;wsp:rsid wsp:val=&quot;00E82CBC&quot;/&gt;&lt;wsp:rsid wsp:val=&quot;00E87855&quot;/&gt;&lt;wsp:rsid wsp:val=&quot;00EB77F9&quot;/&gt;&lt;wsp:rsid wsp:val=&quot;00EC18FA&quot;/&gt;&lt;wsp:rsid wsp:val=&quot;00EC1FC5&quot;/&gt;&lt;wsp:rsid wsp:val=&quot;00ED530A&quot;/&gt;&lt;wsp:rsid wsp:val=&quot;00EF68CC&quot;/&gt;&lt;wsp:rsid wsp:val=&quot;00F02691&quot;/&gt;&lt;wsp:rsid wsp:val=&quot;00F118B6&quot;/&gt;&lt;wsp:rsid wsp:val=&quot;00F14532&quot;/&gt;&lt;wsp:rsid wsp:val=&quot;00F1647C&quot;/&gt;&lt;wsp:rsid wsp:val=&quot;00F37A94&quot;/&gt;&lt;wsp:rsid wsp:val=&quot;00F413E7&quot;/&gt;&lt;wsp:rsid wsp:val=&quot;00F4187A&quot;/&gt;&lt;wsp:rsid wsp:val=&quot;00F41A9F&quot;/&gt;&lt;wsp:rsid wsp:val=&quot;00F423A3&quot;/&gt;&lt;wsp:rsid wsp:val=&quot;00F65D66&quot;/&gt;&lt;wsp:rsid wsp:val=&quot;00F8127F&quot;/&gt;&lt;wsp:rsid wsp:val=&quot;00F979F9&quot;/&gt;&lt;wsp:rsid wsp:val=&quot;00FA6E46&quot;/&gt;&lt;wsp:rsid wsp:val=&quot;00FB0556&quot;/&gt;&lt;wsp:rsid wsp:val=&quot;00FB30C2&quot;/&gt;&lt;wsp:rsid wsp:val=&quot;00FB5C01&quot;/&gt;&lt;wsp:rsid wsp:val=&quot;00FC1F7D&quot;/&gt;&lt;wsp:rsid wsp:val=&quot;00FC4A2E&quot;/&gt;&lt;wsp:rsid wsp:val=&quot;00FD6F09&quot;/&gt;&lt;wsp:rsid wsp:val=&quot;00FE1FBF&quot;/&gt;&lt;wsp:rsid wsp:val=&quot;00FE4BE2&quot;/&gt;&lt;wsp:rsid wsp:val=&quot;00FE5480&quot;/&gt;&lt;wsp:rsid wsp:val=&quot;00FF4B0C&quot;/&gt;&lt;/wsp:rsids&gt;&lt;/w:docPr&gt;&lt;w:body&gt;&lt;w:p wsp:rsidR=&quot;00000000&quot; wsp:rsidRDefault=&quot;008C41BD&quot;&gt;&lt;m:oMathPara&gt;&lt;m:oMath&gt;&lt;m:sSub&gt;&lt;m:sSubPr&gt;&lt;m:ctrlPr&gt;&lt;w:rPr&gt;&lt;w:rFonts w:ascii=&quot;Cambria Math&quot; w:fareast=&quot;Calibri&quot; w:h-ansi=&quot;Cambria Math&quot;/&gt;&lt;wx:font wx:val=&quot;Cambria Math&quot;/&gt;&lt;w:i/&gt;&lt;w:sz w:val=&quot;20&quot;/&gt;&lt;w:sz-cs w:val=&quot;20&quot;/&gt;&lt;w:lang w:fareast=&quot;EN-US&quot;/&gt;&lt;/w:rPr&gt;&lt;/m:ctrlPr&gt;&lt;/m:sSubPr&gt;&lt;m:e&gt;&lt;m:r&gt;&lt;w:rPr&gt;&lt;w:rFonts w:ascii=&quot;Cambria Math&quot; w:fareast=&quot;Calibri&quot; w:h-ansi=&quot;Cambria Math&quot;/&gt;&lt;wx:font wx:val=&quot;Cambria Math&quot;/&gt;&lt;w:i/&gt;&lt;w:sz w:val=&quot;20&quot;/&gt;&lt;w:sz-cs w:val=&quot;20&quot;/&gt;&lt;w:lang w:val=&quot;EN-US&quot; w:fareast=&quot;EN-US&quot;/&gt;&lt;/w:rPr&gt;&lt;m:t&gt;Y&lt;/m:t&gt;&lt;/m:r&gt;&lt;m:ctrlPr&gt;&lt;w:rPr&gt;&lt;w:rFonts w:ascii=&quot;Cambria Math&quot; w:fareast=&quot;Calibri&quot; w:h-ansi=&quot;Cambria Math&quot;/&gt;&lt;wx:font wx:val=&quot;Cambria Math&quot;/&gt;&lt;w:i/&gt;&lt;w:sz w:val=&quot;20&quot;/&gt;&lt;w:sz-cs w:val=&quot;20&quot;/&gt;&lt;w:lang w:val=&quot;EN-US&quot; w:fareast=&quot;EN-US&quot;/&gt;&lt;/w:rPr&gt;&lt;/m:ctrlPr&gt;&lt;/m:e&gt;&lt;m:sub&gt;&lt;m:r&gt;&lt;w:rPr&gt;&lt;w:rFonts w:ascii=&quot;Cambria Math&quot; w:fareast=&quot;Calibri&quot; w:h-ansi=&quot;Cambria Math&quot;/&gt;&lt;wx:font wx:val=&quot;Cambria Math&quot;/&gt;&lt;w:i/&gt;&lt;w:sz w:val=&quot;20&quot;/&gt;&lt;w:sz-cs w:val=&quot;20&quot;/&gt;&lt;w:lang w:fareast=&quot;EN-US&quot;/&gt;&lt;/w:rPr&gt;&lt;m:t&gt;t&lt;/m:t&gt;&lt;/m:r&gt;&lt;/m:sub&gt;&lt;/m:sSub&gt;&lt;m:r&gt;&lt;w:rPr&gt;&lt;w:rFonts w:ascii=&quot;Cambria Math&quot; w:fareast=&quot;Calibri&quot; w:h-ansi=&quot;Cambria Math&quot;/&gt;&lt;wx:font wx:val=&quot;Cambria Math&quot;/&gt;&lt;w:i/&gt;&lt;w:sz w:val=&quot;20&quot;/&gt;&lt;w:sz-cs w:val=&quot;20&quot;/&gt;&lt;w:lang w:fareast=&quot;EN-US&quot;/&gt;&lt;/w:rPr&gt;&lt;m:t&gt;=&lt;/m:t&gt;&lt;/m:r&gt;&lt;m:nary&gt;&lt;m:naryPr&gt;&lt;m:chr m:val=&quot;в€‘&quot;/&gt;&lt;m:limLoc m:val=&quot;undOvr&quot;/&gt;&lt;m:supHide m:val=&quot;on&quot;/&gt;&lt;m:ctrlPr&gt;&lt;w:rPr&gt;&lt;w:rFonts w:ascii=&quot;Cambria Math&quot; w:fareast=&quot;Calibri&quot; w:h-ansi=&quot;Cambria Math&quot;/&gt;&lt;wx:font wx:val=&quot;Cambria Math&quot;/&gt;&lt;w:i/&gt;&lt;w:sz w:val=&quot;20&quot;/&gt;&lt;w:sz-cs w:val=&quot;20&quot;/&gt;&lt;w:lang w:val=&quot;EN-US&quot; w:fareast=&quot;EN-US&quot;/&gt;&lt;/w:rPr&gt;&lt;/m:ctrlPr&gt;&lt;/m:naryPr&gt;&lt;m:sub&gt;&lt;m:r&gt;&lt;w:rPr&gt;&lt;w:rFonts w:ascii=&quot;Cambria Math&quot; w:fareast=&quot;Calibri&quot; w:h-ansi=&quot;Cambria Math&quot;/&gt;&lt;wx:font wx:val=&quot;Cambria Math&quot;/&gt;&lt;w:i/&gt;&lt;w:sz w:val=&quot;20&quot;/&gt;&lt;w:sz-cs w:val=&quot;20&quot;/&gt;&lt;w:lang w:val=&quot;EN-US&quot; w:fareast=&quot;EN-US&quot;/&gt;&lt;/w:rPr&gt;&lt;m:t&gt;k&lt;/m:t&gt;&lt;/m:r&gt;&lt;/m:sub&gt;&lt;m:sup/&gt;&lt;m:e&gt;&lt;m:sSub&gt;&lt;m:sSubPr&gt;&lt;m:ctrlPr&gt;&lt;w:rPr&gt;&lt;w:rFonts w:ascii=&quot;Cambria Math&quot; w:fareast=&quot;Calibri&quot; w:h-ansi=&quot;Cambria Math&quot;/&gt;&lt;wx:font wx:val=&quot;Cambria Math&quot;/&gt;&lt;w:i/&gt;&lt;w:sz w:val=&quot;20&quot;/&gt;&lt;w:sz-cs w:val=&quot;20&quot;/&gt;&lt;w:lang w:fareast=&quot;EN-US&quot;/&gt;&lt;/w:rPr&gt;&lt;/m:ctrlPr&gt;&lt;/m:sSubPr&gt;&lt;m:e&gt;&lt;m:r&gt;&lt;w:rPr&gt;&lt;w:rFonts w:ascii=&quot;Cambria Math&quot; w:fareast=&quot;Calibri&quot; w:h-ansi=&quot;Cambria Math&quot;/&gt;&lt;wx:font wx:val=&quot;Cambria Math&quot;/&gt;&lt;w:i/&gt;&lt;w:sz w:val=&quot;20&quot;/&gt;&lt;w:sz-cs w:val=&quot;20&quot;/&gt;&lt;w:lang w:val=&quot;EN-US&quot; w:fareast=&quot;EN-US&quot;/&gt;&lt;/w:rPr&gt;&lt;m:t&gt;X&lt;/m:t&gt;&lt;/m:r&gt;&lt;m:ctrlPr&gt;&lt;w:rPr&gt;&lt;w:rFonts w:ascii=&quot;Cambria Math&quot; w:fareast=&quot;Calibri&quot; w:h-ansi=&quot;Cambria Math&quot;/&gt;&lt;wx:font wx:val=&quot;Cambria Math&quot;/&gt;&lt;w:i/&gt;&lt;w:sz w:val=&quot;20&quot;/&gt;&lt;w:sz-cs w:val=&quot;20&quot;/&gt;&lt;w:lang w:val=&quot;EN-US&quot; w:fareast=&quot;EN-US&quot;/&gt;&lt;/w:rPr&gt;&lt;/m:ctrlPr&gt;&lt;/m:e&gt;&lt;m:sub&gt;&lt;m:r&gt;&lt;w:rPr&gt;&lt;w:rFonts w:ascii=&quot;Cambria Math&quot; w:fareast=&quot;Calibri&quot; w:h-ansi=&quot;Cambria Math&quot;/&gt;&lt;wx:font wx:val=&quot;Cambria Math&quot;/&gt;&lt;w:i/&gt;&lt;w:sz w:val=&quot;20&quot;/&gt;&lt;w:sz-cs w:val=&quot;20&quot;/&gt;&lt;w:lang w:fareast=&quot;EN-US&quot;/&gt;&lt;/w:rPr&gt;&lt;m:t&gt;t,k&lt;/m:t&gt;&lt;/m:r&gt;&lt;/m:sub&gt;&lt;/m:sSub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7" o:title="" chromakey="white"/>
                </v:shape>
              </w:pict>
            </w:r>
            <w:r w:rsidRPr="003128A1">
              <w:rPr>
                <w:sz w:val="20"/>
                <w:szCs w:val="20"/>
                <w:lang w:eastAsia="en-US"/>
              </w:rPr>
              <w:fldChar w:fldCharType="end"/>
            </w:r>
            <w:r w:rsidRPr="003128A1">
              <w:rPr>
                <w:sz w:val="20"/>
                <w:szCs w:val="20"/>
                <w:lang w:eastAsia="en-US"/>
              </w:rPr>
              <w:t xml:space="preserve"> </w:t>
            </w:r>
          </w:p>
          <w:p w:rsidR="003D0A91" w:rsidRPr="003128A1" w:rsidRDefault="003D0A91" w:rsidP="003128A1">
            <w:pPr>
              <w:jc w:val="both"/>
              <w:rPr>
                <w:color w:val="000000"/>
                <w:sz w:val="20"/>
                <w:szCs w:val="20"/>
              </w:rPr>
            </w:pPr>
            <w:r w:rsidRPr="003128A1">
              <w:rPr>
                <w:sz w:val="20"/>
                <w:szCs w:val="20"/>
                <w:lang w:eastAsia="en-US"/>
              </w:rPr>
              <w:t xml:space="preserve">где </w:t>
            </w:r>
            <w:r w:rsidRPr="003128A1">
              <w:rPr>
                <w:i/>
                <w:sz w:val="20"/>
                <w:szCs w:val="20"/>
                <w:lang w:val="en-US" w:eastAsia="en-US"/>
              </w:rPr>
              <w:t>Y</w:t>
            </w:r>
            <w:r w:rsidRPr="003128A1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3128A1">
              <w:rPr>
                <w:sz w:val="20"/>
                <w:szCs w:val="20"/>
                <w:lang w:eastAsia="en-US"/>
              </w:rPr>
              <w:t xml:space="preserve"> – сумма</w:t>
            </w:r>
            <w:r w:rsidRPr="003128A1">
              <w:rPr>
                <w:color w:val="000000"/>
                <w:sz w:val="20"/>
                <w:szCs w:val="20"/>
              </w:rPr>
              <w:t xml:space="preserve"> доходов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  <w:p w:rsidR="003D0A91" w:rsidRPr="003128A1" w:rsidRDefault="003D0A91" w:rsidP="009B75C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3128A1">
              <w:rPr>
                <w:sz w:val="20"/>
                <w:szCs w:val="20"/>
                <w:lang w:eastAsia="en-US"/>
              </w:rPr>
              <w:t xml:space="preserve">  предоставляемых государственными (муниципальными) организациями в период </w:t>
            </w:r>
            <w:r w:rsidRPr="003128A1">
              <w:rPr>
                <w:i/>
                <w:sz w:val="20"/>
                <w:szCs w:val="20"/>
                <w:lang w:val="en-US" w:eastAsia="en-US"/>
              </w:rPr>
              <w:t>t</w:t>
            </w:r>
            <w:r w:rsidRPr="003128A1">
              <w:rPr>
                <w:sz w:val="20"/>
                <w:szCs w:val="20"/>
                <w:lang w:eastAsia="en-US"/>
              </w:rPr>
              <w:t xml:space="preserve">, получателям средств  сельских поселений </w:t>
            </w:r>
          </w:p>
          <w:p w:rsidR="003D0A91" w:rsidRPr="003128A1" w:rsidRDefault="003D0A91" w:rsidP="003128A1">
            <w:pPr>
              <w:jc w:val="both"/>
              <w:rPr>
                <w:color w:val="000000"/>
                <w:sz w:val="18"/>
                <w:szCs w:val="18"/>
              </w:rPr>
            </w:pPr>
            <w:r w:rsidRPr="003128A1">
              <w:rPr>
                <w:i/>
                <w:sz w:val="20"/>
                <w:szCs w:val="20"/>
                <w:lang w:val="en-US" w:eastAsia="en-US"/>
              </w:rPr>
              <w:t>X</w:t>
            </w:r>
            <w:r w:rsidRPr="003128A1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3128A1">
              <w:rPr>
                <w:i/>
                <w:sz w:val="20"/>
                <w:szCs w:val="20"/>
                <w:vertAlign w:val="subscript"/>
                <w:lang w:eastAsia="en-US"/>
              </w:rPr>
              <w:t>,</w:t>
            </w:r>
            <w:r w:rsidRPr="003128A1">
              <w:rPr>
                <w:i/>
                <w:sz w:val="20"/>
                <w:szCs w:val="20"/>
                <w:vertAlign w:val="subscript"/>
                <w:lang w:val="en-US" w:eastAsia="en-US"/>
              </w:rPr>
              <w:t>k</w:t>
            </w:r>
            <w:r w:rsidRPr="003128A1">
              <w:rPr>
                <w:sz w:val="20"/>
                <w:szCs w:val="20"/>
                <w:vertAlign w:val="subscript"/>
                <w:lang w:eastAsia="en-US"/>
              </w:rPr>
              <w:t xml:space="preserve"> </w:t>
            </w:r>
            <w:r w:rsidRPr="003128A1">
              <w:rPr>
                <w:sz w:val="20"/>
                <w:szCs w:val="20"/>
                <w:lang w:eastAsia="en-US"/>
              </w:rPr>
              <w:t>— сумма</w:t>
            </w:r>
            <w:r w:rsidRPr="003128A1">
              <w:rPr>
                <w:color w:val="000000"/>
                <w:sz w:val="20"/>
                <w:szCs w:val="20"/>
              </w:rPr>
              <w:t xml:space="preserve"> доходов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  <w:r w:rsidRPr="003128A1">
              <w:rPr>
                <w:sz w:val="20"/>
                <w:szCs w:val="20"/>
                <w:lang w:eastAsia="en-US"/>
              </w:rPr>
              <w:t xml:space="preserve">, предоставляемых государственными (муниципальными) организациями по договору (контракту, соглашению) </w:t>
            </w:r>
            <w:r w:rsidRPr="003128A1">
              <w:rPr>
                <w:i/>
                <w:sz w:val="20"/>
                <w:szCs w:val="20"/>
                <w:lang w:val="en-US" w:eastAsia="en-US"/>
              </w:rPr>
              <w:t>k</w:t>
            </w:r>
            <w:r w:rsidRPr="003128A1">
              <w:rPr>
                <w:sz w:val="20"/>
                <w:szCs w:val="20"/>
                <w:lang w:eastAsia="en-US"/>
              </w:rPr>
              <w:t xml:space="preserve"> в период , получателям средств сельских поселений.</w:t>
            </w:r>
          </w:p>
        </w:tc>
      </w:tr>
      <w:tr w:rsidR="003D0A91" w:rsidRPr="00985D47" w:rsidTr="003A2AA1">
        <w:trPr>
          <w:cantSplit/>
          <w:jc w:val="center"/>
        </w:trPr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Default="003D0A91" w:rsidP="003841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901 2 19 05000 10 0000 151</w:t>
            </w:r>
          </w:p>
          <w:p w:rsidR="003D0A91" w:rsidRDefault="003D0A91" w:rsidP="00FC1DD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Default="003D0A91" w:rsidP="0038412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  <w:p w:rsidR="003D0A91" w:rsidRDefault="003D0A91" w:rsidP="00F1647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Pr="00985D47" w:rsidRDefault="003D0A91" w:rsidP="00FC1DD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sz w:val="20"/>
                <w:szCs w:val="20"/>
                <w:lang w:eastAsia="en-US"/>
              </w:rPr>
              <w:t>Прямой расчет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91" w:rsidRPr="00985D47" w:rsidRDefault="003D0A91" w:rsidP="009B75C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01162D">
              <w:rPr>
                <w:sz w:val="20"/>
                <w:szCs w:val="20"/>
                <w:lang w:eastAsia="en-US"/>
              </w:rPr>
              <w:fldChar w:fldCharType="begin"/>
            </w:r>
            <w:r w:rsidRPr="0001162D">
              <w:rPr>
                <w:sz w:val="20"/>
                <w:szCs w:val="20"/>
                <w:lang w:eastAsia="en-US"/>
              </w:rPr>
              <w:instrText xml:space="preserve"> QUOTE </w:instrText>
            </w:r>
            <w:r w:rsidRPr="00FB4537">
              <w:pict>
                <v:shape id="_x0000_i1043" type="#_x0000_t75" style="width:54.75pt;height:30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253B9&quot;/&gt;&lt;wsp:rsid wsp:val=&quot;000054E8&quot;/&gt;&lt;wsp:rsid wsp:val=&quot;00012754&quot;/&gt;&lt;wsp:rsid wsp:val=&quot;00013B0F&quot;/&gt;&lt;wsp:rsid wsp:val=&quot;000164C7&quot;/&gt;&lt;wsp:rsid wsp:val=&quot;00016534&quot;/&gt;&lt;wsp:rsid wsp:val=&quot;00046569&quot;/&gt;&lt;wsp:rsid wsp:val=&quot;00054861&quot;/&gt;&lt;wsp:rsid wsp:val=&quot;000615C9&quot;/&gt;&lt;wsp:rsid wsp:val=&quot;00063DD2&quot;/&gt;&lt;wsp:rsid wsp:val=&quot;000657BC&quot;/&gt;&lt;wsp:rsid wsp:val=&quot;00076E03&quot;/&gt;&lt;wsp:rsid wsp:val=&quot;00081DB3&quot;/&gt;&lt;wsp:rsid wsp:val=&quot;00082FD6&quot;/&gt;&lt;wsp:rsid wsp:val=&quot;0009064A&quot;/&gt;&lt;wsp:rsid wsp:val=&quot;00092119&quot;/&gt;&lt;wsp:rsid wsp:val=&quot;000D671A&quot;/&gt;&lt;wsp:rsid wsp:val=&quot;000E0E06&quot;/&gt;&lt;wsp:rsid wsp:val=&quot;000E12F1&quot;/&gt;&lt;wsp:rsid wsp:val=&quot;000F1454&quot;/&gt;&lt;wsp:rsid wsp:val=&quot;000F6822&quot;/&gt;&lt;wsp:rsid wsp:val=&quot;0010064A&quot;/&gt;&lt;wsp:rsid wsp:val=&quot;001130BE&quot;/&gt;&lt;wsp:rsid wsp:val=&quot;00117285&quot;/&gt;&lt;wsp:rsid wsp:val=&quot;00120DBC&quot;/&gt;&lt;wsp:rsid wsp:val=&quot;00120F95&quot;/&gt;&lt;wsp:rsid wsp:val=&quot;001400E9&quot;/&gt;&lt;wsp:rsid wsp:val=&quot;001403D2&quot;/&gt;&lt;wsp:rsid wsp:val=&quot;001409C8&quot;/&gt;&lt;wsp:rsid wsp:val=&quot;00143E3D&quot;/&gt;&lt;wsp:rsid wsp:val=&quot;00154068&quot;/&gt;&lt;wsp:rsid wsp:val=&quot;00175E7B&quot;/&gt;&lt;wsp:rsid wsp:val=&quot;001C032C&quot;/&gt;&lt;wsp:rsid wsp:val=&quot;001C4435&quot;/&gt;&lt;wsp:rsid wsp:val=&quot;001E2771&quot;/&gt;&lt;wsp:rsid wsp:val=&quot;001F09C6&quot;/&gt;&lt;wsp:rsid wsp:val=&quot;001F6930&quot;/&gt;&lt;wsp:rsid wsp:val=&quot;001F7AE9&quot;/&gt;&lt;wsp:rsid wsp:val=&quot;002019E6&quot;/&gt;&lt;wsp:rsid wsp:val=&quot;00201BDB&quot;/&gt;&lt;wsp:rsid wsp:val=&quot;002256EF&quot;/&gt;&lt;wsp:rsid wsp:val=&quot;002404AF&quot;/&gt;&lt;wsp:rsid wsp:val=&quot;002466C4&quot;/&gt;&lt;wsp:rsid wsp:val=&quot;002541DE&quot;/&gt;&lt;wsp:rsid wsp:val=&quot;00281B07&quot;/&gt;&lt;wsp:rsid wsp:val=&quot;00281E28&quot;/&gt;&lt;wsp:rsid wsp:val=&quot;00290A38&quot;/&gt;&lt;wsp:rsid wsp:val=&quot;002A5449&quot;/&gt;&lt;wsp:rsid wsp:val=&quot;002B295D&quot;/&gt;&lt;wsp:rsid wsp:val=&quot;002B3E8E&quot;/&gt;&lt;wsp:rsid wsp:val=&quot;002B6DED&quot;/&gt;&lt;wsp:rsid wsp:val=&quot;002C37DB&quot;/&gt;&lt;wsp:rsid wsp:val=&quot;002D0FA2&quot;/&gt;&lt;wsp:rsid wsp:val=&quot;002D33C8&quot;/&gt;&lt;wsp:rsid wsp:val=&quot;002D4A68&quot;/&gt;&lt;wsp:rsid wsp:val=&quot;002D5482&quot;/&gt;&lt;wsp:rsid wsp:val=&quot;002E1B77&quot;/&gt;&lt;wsp:rsid wsp:val=&quot;002E2DA0&quot;/&gt;&lt;wsp:rsid wsp:val=&quot;002F6116&quot;/&gt;&lt;wsp:rsid wsp:val=&quot;002F67D7&quot;/&gt;&lt;wsp:rsid wsp:val=&quot;003001FF&quot;/&gt;&lt;wsp:rsid wsp:val=&quot;00311F5A&quot;/&gt;&lt;wsp:rsid wsp:val=&quot;003124DE&quot;/&gt;&lt;wsp:rsid wsp:val=&quot;00327FE7&quot;/&gt;&lt;wsp:rsid wsp:val=&quot;00335C43&quot;/&gt;&lt;wsp:rsid wsp:val=&quot;003568BA&quot;/&gt;&lt;wsp:rsid wsp:val=&quot;00364587&quot;/&gt;&lt;wsp:rsid wsp:val=&quot;0037277D&quot;/&gt;&lt;wsp:rsid wsp:val=&quot;00381B77&quot;/&gt;&lt;wsp:rsid wsp:val=&quot;00384D99&quot;/&gt;&lt;wsp:rsid wsp:val=&quot;00386E36&quot;/&gt;&lt;wsp:rsid wsp:val=&quot;0039171A&quot;/&gt;&lt;wsp:rsid wsp:val=&quot;0039206A&quot;/&gt;&lt;wsp:rsid wsp:val=&quot;003941C4&quot;/&gt;&lt;wsp:rsid wsp:val=&quot;003A0DD8&quot;/&gt;&lt;wsp:rsid wsp:val=&quot;003B70A8&quot;/&gt;&lt;wsp:rsid wsp:val=&quot;003E4320&quot;/&gt;&lt;wsp:rsid wsp:val=&quot;003E6657&quot;/&gt;&lt;wsp:rsid wsp:val=&quot;004227BB&quot;/&gt;&lt;wsp:rsid wsp:val=&quot;00442242&quot;/&gt;&lt;wsp:rsid wsp:val=&quot;00462396&quot;/&gt;&lt;wsp:rsid wsp:val=&quot;00477F21&quot;/&gt;&lt;wsp:rsid wsp:val=&quot;00480FF2&quot;/&gt;&lt;wsp:rsid wsp:val=&quot;004953C4&quot;/&gt;&lt;wsp:rsid wsp:val=&quot;004A78C4&quot;/&gt;&lt;wsp:rsid wsp:val=&quot;004C4A84&quot;/&gt;&lt;wsp:rsid wsp:val=&quot;004C78C8&quot;/&gt;&lt;wsp:rsid wsp:val=&quot;004D71C0&quot;/&gt;&lt;wsp:rsid wsp:val=&quot;004E344D&quot;/&gt;&lt;wsp:rsid wsp:val=&quot;004F6840&quot;/&gt;&lt;wsp:rsid wsp:val=&quot;004F724E&quot;/&gt;&lt;wsp:rsid wsp:val=&quot;00520DE6&quot;/&gt;&lt;wsp:rsid wsp:val=&quot;0052743B&quot;/&gt;&lt;wsp:rsid wsp:val=&quot;00545152&quot;/&gt;&lt;wsp:rsid wsp:val=&quot;005451C5&quot;/&gt;&lt;wsp:rsid wsp:val=&quot;005475A5&quot;/&gt;&lt;wsp:rsid wsp:val=&quot;00550411&quot;/&gt;&lt;wsp:rsid wsp:val=&quot;00564CF7&quot;/&gt;&lt;wsp:rsid wsp:val=&quot;005661E8&quot;/&gt;&lt;wsp:rsid wsp:val=&quot;00576B23&quot;/&gt;&lt;wsp:rsid wsp:val=&quot;00580326&quot;/&gt;&lt;wsp:rsid wsp:val=&quot;00586A72&quot;/&gt;&lt;wsp:rsid wsp:val=&quot;0059175D&quot;/&gt;&lt;wsp:rsid wsp:val=&quot;00591A95&quot;/&gt;&lt;wsp:rsid wsp:val=&quot;005974D2&quot;/&gt;&lt;wsp:rsid wsp:val=&quot;005A3796&quot;/&gt;&lt;wsp:rsid wsp:val=&quot;005A78F4&quot;/&gt;&lt;wsp:rsid wsp:val=&quot;005C4540&quot;/&gt;&lt;wsp:rsid wsp:val=&quot;005D1989&quot;/&gt;&lt;wsp:rsid wsp:val=&quot;005D6179&quot;/&gt;&lt;wsp:rsid wsp:val=&quot;005E7E28&quot;/&gt;&lt;wsp:rsid wsp:val=&quot;006023D7&quot;/&gt;&lt;wsp:rsid wsp:val=&quot;00610F53&quot;/&gt;&lt;wsp:rsid wsp:val=&quot;006318A2&quot;/&gt;&lt;wsp:rsid wsp:val=&quot;00643DF8&quot;/&gt;&lt;wsp:rsid wsp:val=&quot;006448F5&quot;/&gt;&lt;wsp:rsid wsp:val=&quot;00656F29&quot;/&gt;&lt;wsp:rsid wsp:val=&quot;006614D6&quot;/&gt;&lt;wsp:rsid wsp:val=&quot;00662D56&quot;/&gt;&lt;wsp:rsid wsp:val=&quot;00670DF9&quot;/&gt;&lt;wsp:rsid wsp:val=&quot;00672EB5&quot;/&gt;&lt;wsp:rsid wsp:val=&quot;00676ED0&quot;/&gt;&lt;wsp:rsid wsp:val=&quot;00684E7D&quot;/&gt;&lt;wsp:rsid wsp:val=&quot;00696E49&quot;/&gt;&lt;wsp:rsid wsp:val=&quot;006A6E4C&quot;/&gt;&lt;wsp:rsid wsp:val=&quot;006A751C&quot;/&gt;&lt;wsp:rsid wsp:val=&quot;006C6BBA&quot;/&gt;&lt;wsp:rsid wsp:val=&quot;006D41A4&quot;/&gt;&lt;wsp:rsid wsp:val=&quot;006D612D&quot;/&gt;&lt;wsp:rsid wsp:val=&quot;006E1028&quot;/&gt;&lt;wsp:rsid wsp:val=&quot;006F4204&quot;/&gt;&lt;wsp:rsid wsp:val=&quot;006F5F03&quot;/&gt;&lt;wsp:rsid wsp:val=&quot;006F7F9B&quot;/&gt;&lt;wsp:rsid wsp:val=&quot;007271C9&quot;/&gt;&lt;wsp:rsid wsp:val=&quot;007360B1&quot;/&gt;&lt;wsp:rsid wsp:val=&quot;00746581&quot;/&gt;&lt;wsp:rsid wsp:val=&quot;00751A38&quot;/&gt;&lt;wsp:rsid wsp:val=&quot;00757E3C&quot;/&gt;&lt;wsp:rsid wsp:val=&quot;0077602C&quot;/&gt;&lt;wsp:rsid wsp:val=&quot;00777C4A&quot;/&gt;&lt;wsp:rsid wsp:val=&quot;00780511&quot;/&gt;&lt;wsp:rsid wsp:val=&quot;00781C7C&quot;/&gt;&lt;wsp:rsid wsp:val=&quot;007A1FB7&quot;/&gt;&lt;wsp:rsid wsp:val=&quot;007B0AFE&quot;/&gt;&lt;wsp:rsid wsp:val=&quot;007D05F9&quot;/&gt;&lt;wsp:rsid wsp:val=&quot;007D22C0&quot;/&gt;&lt;wsp:rsid wsp:val=&quot;008140A1&quot;/&gt;&lt;wsp:rsid wsp:val=&quot;00822482&quot;/&gt;&lt;wsp:rsid wsp:val=&quot;00822EC4&quot;/&gt;&lt;wsp:rsid wsp:val=&quot;00824166&quot;/&gt;&lt;wsp:rsid wsp:val=&quot;008374EA&quot;/&gt;&lt;wsp:rsid wsp:val=&quot;00840350&quot;/&gt;&lt;wsp:rsid wsp:val=&quot;00841EA2&quot;/&gt;&lt;wsp:rsid wsp:val=&quot;00855315&quot;/&gt;&lt;wsp:rsid wsp:val=&quot;008638F9&quot;/&gt;&lt;wsp:rsid wsp:val=&quot;008658FD&quot;/&gt;&lt;wsp:rsid wsp:val=&quot;008710E1&quot;/&gt;&lt;wsp:rsid wsp:val=&quot;00880111&quot;/&gt;&lt;wsp:rsid wsp:val=&quot;00891159&quot;/&gt;&lt;wsp:rsid wsp:val=&quot;008A61F7&quot;/&gt;&lt;wsp:rsid wsp:val=&quot;008B2AA3&quot;/&gt;&lt;wsp:rsid wsp:val=&quot;008B47CE&quot;/&gt;&lt;wsp:rsid wsp:val=&quot;008B6773&quot;/&gt;&lt;wsp:rsid wsp:val=&quot;008C0669&quot;/&gt;&lt;wsp:rsid wsp:val=&quot;008C3293&quot;/&gt;&lt;wsp:rsid wsp:val=&quot;008C41BD&quot;/&gt;&lt;wsp:rsid wsp:val=&quot;008D187D&quot;/&gt;&lt;wsp:rsid wsp:val=&quot;008D45B2&quot;/&gt;&lt;wsp:rsid wsp:val=&quot;008D73FF&quot;/&gt;&lt;wsp:rsid wsp:val=&quot;008E136E&quot;/&gt;&lt;wsp:rsid wsp:val=&quot;008E4628&quot;/&gt;&lt;wsp:rsid wsp:val=&quot;008F5939&quot;/&gt;&lt;wsp:rsid wsp:val=&quot;00906400&quot;/&gt;&lt;wsp:rsid wsp:val=&quot;009178B4&quot;/&gt;&lt;wsp:rsid wsp:val=&quot;00926D80&quot;/&gt;&lt;wsp:rsid wsp:val=&quot;00947A83&quot;/&gt;&lt;wsp:rsid wsp:val=&quot;0095462C&quot;/&gt;&lt;wsp:rsid wsp:val=&quot;0096414D&quot;/&gt;&lt;wsp:rsid wsp:val=&quot;009678ED&quot;/&gt;&lt;wsp:rsid wsp:val=&quot;00971857&quot;/&gt;&lt;wsp:rsid wsp:val=&quot;00974139&quot;/&gt;&lt;wsp:rsid wsp:val=&quot;00985D47&quot;/&gt;&lt;wsp:rsid wsp:val=&quot;00987E78&quot;/&gt;&lt;wsp:rsid wsp:val=&quot;009938EB&quot;/&gt;&lt;wsp:rsid wsp:val=&quot;00997603&quot;/&gt;&lt;wsp:rsid wsp:val=&quot;00997A58&quot;/&gt;&lt;wsp:rsid wsp:val=&quot;009A3B63&quot;/&gt;&lt;wsp:rsid wsp:val=&quot;009B744C&quot;/&gt;&lt;wsp:rsid wsp:val=&quot;009C7C8E&quot;/&gt;&lt;wsp:rsid wsp:val=&quot;009D402E&quot;/&gt;&lt;wsp:rsid wsp:val=&quot;009E0BD6&quot;/&gt;&lt;wsp:rsid wsp:val=&quot;009F70B1&quot;/&gt;&lt;wsp:rsid wsp:val=&quot;00A02771&quot;/&gt;&lt;wsp:rsid wsp:val=&quot;00A13FC4&quot;/&gt;&lt;wsp:rsid wsp:val=&quot;00A25DAE&quot;/&gt;&lt;wsp:rsid wsp:val=&quot;00A344AB&quot;/&gt;&lt;wsp:rsid wsp:val=&quot;00A34A82&quot;/&gt;&lt;wsp:rsid wsp:val=&quot;00A434FF&quot;/&gt;&lt;wsp:rsid wsp:val=&quot;00A5381B&quot;/&gt;&lt;wsp:rsid wsp:val=&quot;00A539F3&quot;/&gt;&lt;wsp:rsid wsp:val=&quot;00A62868&quot;/&gt;&lt;wsp:rsid wsp:val=&quot;00A67556&quot;/&gt;&lt;wsp:rsid wsp:val=&quot;00A81ACF&quot;/&gt;&lt;wsp:rsid wsp:val=&quot;00A95165&quot;/&gt;&lt;wsp:rsid wsp:val=&quot;00A972AF&quot;/&gt;&lt;wsp:rsid wsp:val=&quot;00A97D6E&quot;/&gt;&lt;wsp:rsid wsp:val=&quot;00AA1F29&quot;/&gt;&lt;wsp:rsid wsp:val=&quot;00AA6CC4&quot;/&gt;&lt;wsp:rsid wsp:val=&quot;00B12809&quot;/&gt;&lt;wsp:rsid wsp:val=&quot;00B203C3&quot;/&gt;&lt;wsp:rsid wsp:val=&quot;00B331CD&quot;/&gt;&lt;wsp:rsid wsp:val=&quot;00B34E77&quot;/&gt;&lt;wsp:rsid wsp:val=&quot;00B4366D&quot;/&gt;&lt;wsp:rsid wsp:val=&quot;00B443A2&quot;/&gt;&lt;wsp:rsid wsp:val=&quot;00B464EB&quot;/&gt;&lt;wsp:rsid wsp:val=&quot;00B6380C&quot;/&gt;&lt;wsp:rsid wsp:val=&quot;00B72A3C&quot;/&gt;&lt;wsp:rsid wsp:val=&quot;00B90B9D&quot;/&gt;&lt;wsp:rsid wsp:val=&quot;00B91863&quot;/&gt;&lt;wsp:rsid wsp:val=&quot;00B91971&quot;/&gt;&lt;wsp:rsid wsp:val=&quot;00BA284D&quot;/&gt;&lt;wsp:rsid wsp:val=&quot;00BA36ED&quot;/&gt;&lt;wsp:rsid wsp:val=&quot;00BB0F1C&quot;/&gt;&lt;wsp:rsid wsp:val=&quot;00BC3299&quot;/&gt;&lt;wsp:rsid wsp:val=&quot;00BD0768&quot;/&gt;&lt;wsp:rsid wsp:val=&quot;00BE7D73&quot;/&gt;&lt;wsp:rsid wsp:val=&quot;00C01A61&quot;/&gt;&lt;wsp:rsid wsp:val=&quot;00C05488&quot;/&gt;&lt;wsp:rsid wsp:val=&quot;00C12361&quot;/&gt;&lt;wsp:rsid wsp:val=&quot;00C20B53&quot;/&gt;&lt;wsp:rsid wsp:val=&quot;00C30E46&quot;/&gt;&lt;wsp:rsid wsp:val=&quot;00C41882&quot;/&gt;&lt;wsp:rsid wsp:val=&quot;00C60E15&quot;/&gt;&lt;wsp:rsid wsp:val=&quot;00C61644&quot;/&gt;&lt;wsp:rsid wsp:val=&quot;00C61D77&quot;/&gt;&lt;wsp:rsid wsp:val=&quot;00C6789D&quot;/&gt;&lt;wsp:rsid wsp:val=&quot;00C77011&quot;/&gt;&lt;wsp:rsid wsp:val=&quot;00C8240D&quot;/&gt;&lt;wsp:rsid wsp:val=&quot;00C8252C&quot;/&gt;&lt;wsp:rsid wsp:val=&quot;00C92789&quot;/&gt;&lt;wsp:rsid wsp:val=&quot;00C95D90&quot;/&gt;&lt;wsp:rsid wsp:val=&quot;00CA421D&quot;/&gt;&lt;wsp:rsid wsp:val=&quot;00CA63F3&quot;/&gt;&lt;wsp:rsid wsp:val=&quot;00CA6F0F&quot;/&gt;&lt;wsp:rsid wsp:val=&quot;00CB1A33&quot;/&gt;&lt;wsp:rsid wsp:val=&quot;00CB5316&quot;/&gt;&lt;wsp:rsid wsp:val=&quot;00CD7B81&quot;/&gt;&lt;wsp:rsid wsp:val=&quot;00CE2F5A&quot;/&gt;&lt;wsp:rsid wsp:val=&quot;00CF15E7&quot;/&gt;&lt;wsp:rsid wsp:val=&quot;00D05782&quot;/&gt;&lt;wsp:rsid wsp:val=&quot;00D07FA9&quot;/&gt;&lt;wsp:rsid wsp:val=&quot;00D13E34&quot;/&gt;&lt;wsp:rsid wsp:val=&quot;00D21197&quot;/&gt;&lt;wsp:rsid wsp:val=&quot;00D253B9&quot;/&gt;&lt;wsp:rsid wsp:val=&quot;00D31B30&quot;/&gt;&lt;wsp:rsid wsp:val=&quot;00D3319E&quot;/&gt;&lt;wsp:rsid wsp:val=&quot;00D33A02&quot;/&gt;&lt;wsp:rsid wsp:val=&quot;00D34B67&quot;/&gt;&lt;wsp:rsid wsp:val=&quot;00D4493A&quot;/&gt;&lt;wsp:rsid wsp:val=&quot;00D479E4&quot;/&gt;&lt;wsp:rsid wsp:val=&quot;00D51BCE&quot;/&gt;&lt;wsp:rsid wsp:val=&quot;00D53ECE&quot;/&gt;&lt;wsp:rsid wsp:val=&quot;00D62970&quot;/&gt;&lt;wsp:rsid wsp:val=&quot;00D65E4C&quot;/&gt;&lt;wsp:rsid wsp:val=&quot;00D75FD2&quot;/&gt;&lt;wsp:rsid wsp:val=&quot;00D91B72&quot;/&gt;&lt;wsp:rsid wsp:val=&quot;00D95E05&quot;/&gt;&lt;wsp:rsid wsp:val=&quot;00DA52F7&quot;/&gt;&lt;wsp:rsid wsp:val=&quot;00DB29ED&quot;/&gt;&lt;wsp:rsid wsp:val=&quot;00DC3772&quot;/&gt;&lt;wsp:rsid wsp:val=&quot;00DC406B&quot;/&gt;&lt;wsp:rsid wsp:val=&quot;00DC5E58&quot;/&gt;&lt;wsp:rsid wsp:val=&quot;00DD360A&quot;/&gt;&lt;wsp:rsid wsp:val=&quot;00DD3853&quot;/&gt;&lt;wsp:rsid wsp:val=&quot;00E0084B&quot;/&gt;&lt;wsp:rsid wsp:val=&quot;00E31244&quot;/&gt;&lt;wsp:rsid wsp:val=&quot;00E320DB&quot;/&gt;&lt;wsp:rsid wsp:val=&quot;00E374EC&quot;/&gt;&lt;wsp:rsid wsp:val=&quot;00E434D2&quot;/&gt;&lt;wsp:rsid wsp:val=&quot;00E435AA&quot;/&gt;&lt;wsp:rsid wsp:val=&quot;00E5574E&quot;/&gt;&lt;wsp:rsid wsp:val=&quot;00E60A7A&quot;/&gt;&lt;wsp:rsid wsp:val=&quot;00E734EF&quot;/&gt;&lt;wsp:rsid wsp:val=&quot;00E74840&quot;/&gt;&lt;wsp:rsid wsp:val=&quot;00E76092&quot;/&gt;&lt;wsp:rsid wsp:val=&quot;00E82CBC&quot;/&gt;&lt;wsp:rsid wsp:val=&quot;00E87855&quot;/&gt;&lt;wsp:rsid wsp:val=&quot;00EB77F9&quot;/&gt;&lt;wsp:rsid wsp:val=&quot;00EC18FA&quot;/&gt;&lt;wsp:rsid wsp:val=&quot;00EC1FC5&quot;/&gt;&lt;wsp:rsid wsp:val=&quot;00ED530A&quot;/&gt;&lt;wsp:rsid wsp:val=&quot;00EF68CC&quot;/&gt;&lt;wsp:rsid wsp:val=&quot;00F02691&quot;/&gt;&lt;wsp:rsid wsp:val=&quot;00F118B6&quot;/&gt;&lt;wsp:rsid wsp:val=&quot;00F14532&quot;/&gt;&lt;wsp:rsid wsp:val=&quot;00F1647C&quot;/&gt;&lt;wsp:rsid wsp:val=&quot;00F37A94&quot;/&gt;&lt;wsp:rsid wsp:val=&quot;00F413E7&quot;/&gt;&lt;wsp:rsid wsp:val=&quot;00F4187A&quot;/&gt;&lt;wsp:rsid wsp:val=&quot;00F41A9F&quot;/&gt;&lt;wsp:rsid wsp:val=&quot;00F423A3&quot;/&gt;&lt;wsp:rsid wsp:val=&quot;00F65D66&quot;/&gt;&lt;wsp:rsid wsp:val=&quot;00F8127F&quot;/&gt;&lt;wsp:rsid wsp:val=&quot;00F979F9&quot;/&gt;&lt;wsp:rsid wsp:val=&quot;00FA6E46&quot;/&gt;&lt;wsp:rsid wsp:val=&quot;00FB0556&quot;/&gt;&lt;wsp:rsid wsp:val=&quot;00FB30C2&quot;/&gt;&lt;wsp:rsid wsp:val=&quot;00FB5C01&quot;/&gt;&lt;wsp:rsid wsp:val=&quot;00FC1F7D&quot;/&gt;&lt;wsp:rsid wsp:val=&quot;00FC4A2E&quot;/&gt;&lt;wsp:rsid wsp:val=&quot;00FD6F09&quot;/&gt;&lt;wsp:rsid wsp:val=&quot;00FE1FBF&quot;/&gt;&lt;wsp:rsid wsp:val=&quot;00FE4BE2&quot;/&gt;&lt;wsp:rsid wsp:val=&quot;00FE5480&quot;/&gt;&lt;wsp:rsid wsp:val=&quot;00FF4B0C&quot;/&gt;&lt;/wsp:rsids&gt;&lt;/w:docPr&gt;&lt;w:body&gt;&lt;w:p wsp:rsidR=&quot;00000000&quot; wsp:rsidRDefault=&quot;008C41BD&quot;&gt;&lt;m:oMathPara&gt;&lt;m:oMath&gt;&lt;m:sSub&gt;&lt;m:sSubPr&gt;&lt;m:ctrlPr&gt;&lt;w:rPr&gt;&lt;w:rFonts w:ascii=&quot;Cambria Math&quot; w:fareast=&quot;Calibri&quot; w:h-ansi=&quot;Cambria Math&quot;/&gt;&lt;wx:font wx:val=&quot;Cambria Math&quot;/&gt;&lt;w:i/&gt;&lt;w:sz w:val=&quot;20&quot;/&gt;&lt;w:sz-cs w:val=&quot;20&quot;/&gt;&lt;w:lang w:fareast=&quot;EN-US&quot;/&gt;&lt;/w:rPr&gt;&lt;/m:ctrlPr&gt;&lt;/m:sSubPr&gt;&lt;m:e&gt;&lt;m:r&gt;&lt;w:rPr&gt;&lt;w:rFonts w:ascii=&quot;Cambria Math&quot; w:fareast=&quot;Calibri&quot; w:h-ansi=&quot;Cambria Math&quot;/&gt;&lt;wx:font wx:val=&quot;Cambria Math&quot;/&gt;&lt;w:i/&gt;&lt;w:sz w:val=&quot;20&quot;/&gt;&lt;w:sz-cs w:val=&quot;20&quot;/&gt;&lt;w:lang w:val=&quot;EN-US&quot; w:fareast=&quot;EN-US&quot;/&gt;&lt;/w:rPr&gt;&lt;m:t&gt;Y&lt;/m:t&gt;&lt;/m:r&gt;&lt;m:ctrlPr&gt;&lt;w:rPr&gt;&lt;w:rFonts w:ascii=&quot;Cambria Math&quot; w:fareast=&quot;Calibri&quot; w:h-ansi=&quot;Cambria Math&quot;/&gt;&lt;wx:font wx:val=&quot;Cambria Math&quot;/&gt;&lt;w:i/&gt;&lt;w:sz w:val=&quot;20&quot;/&gt;&lt;w:sz-cs w:val=&quot;20&quot;/&gt;&lt;w:lang w:val=&quot;EN-US&quot; w:fareast=&quot;EN-US&quot;/&gt;&lt;/w:rPr&gt;&lt;/m:ctrlPr&gt;&lt;/m:e&gt;&lt;m:sub&gt;&lt;m:r&gt;&lt;w:rPr&gt;&lt;w:rFonts w:ascii=&quot;Cambria Math&quot; w:fareast=&quot;Calibri&quot; w:h-ansi=&quot;Cambria Math&quot;/&gt;&lt;wx:font wx:val=&quot;Cambria Math&quot;/&gt;&lt;w:i/&gt;&lt;w:sz w:val=&quot;20&quot;/&gt;&lt;w:sz-cs w:val=&quot;20&quot;/&gt;&lt;w:lang w:fareast=&quot;EN-US&quot;/&gt;&lt;/w:rPr&gt;&lt;m:t&gt;t&lt;/m:t&gt;&lt;/m:r&gt;&lt;/m:sub&gt;&lt;/m:sSub&gt;&lt;m:r&gt;&lt;w:rPr&gt;&lt;w:rFonts w:ascii=&quot;Cambria Math&quot; w:fareast=&quot;Calibri&quot; w:h-ansi=&quot;Cambria Math&quot;/&gt;&lt;wx:font wx:val=&quot;Cambria Math&quot;/&gt;&lt;w:i/&gt;&lt;w:sz w:val=&quot;20&quot;/&gt;&lt;w:sz-cs w:val=&quot;20&quot;/&gt;&lt;w:lang w:fareast=&quot;EN-US&quot;/&gt;&lt;/w:rPr&gt;&lt;m:t&gt;=&lt;/m:t&gt;&lt;/m:r&gt;&lt;m:nary&gt;&lt;m:naryPr&gt;&lt;m:chr m:val=&quot;в€‘&quot;/&gt;&lt;m:limLoc m:val=&quot;undOvr&quot;/&gt;&lt;m:supHide m:val=&quot;on&quot;/&gt;&lt;m:ctrlPr&gt;&lt;w:rPr&gt;&lt;w:rFonts w:ascii=&quot;Cambria Math&quot; w:fareast=&quot;Calibri&quot; w:h-ansi=&quot;Cambria Math&quot;/&gt;&lt;wx:font wx:val=&quot;Cambria Math&quot;/&gt;&lt;w:i/&gt;&lt;w:sz w:val=&quot;20&quot;/&gt;&lt;w:sz-cs w:val=&quot;20&quot;/&gt;&lt;w:lang w:val=&quot;EN-US&quot; w:fareast=&quot;EN-US&quot;/&gt;&lt;/w:rPr&gt;&lt;/m:ctrlPr&gt;&lt;/m:naryPr&gt;&lt;m:sub&gt;&lt;m:r&gt;&lt;w:rPr&gt;&lt;w:rFonts w:ascii=&quot;Cambria Math&quot; w:fareast=&quot;Calibri&quot; w:h-ansi=&quot;Cambria Math&quot;/&gt;&lt;wx:font wx:val=&quot;Cambria Math&quot;/&gt;&lt;w:i/&gt;&lt;w:sz w:val=&quot;20&quot;/&gt;&lt;w:sz-cs w:val=&quot;20&quot;/&gt;&lt;w:lang w:val=&quot;EN-US&quot; w:fareast=&quot;EN-US&quot;/&gt;&lt;/w:rPr&gt;&lt;m:t&gt;k&lt;/m:t&gt;&lt;/m:r&gt;&lt;/m:sub&gt;&lt;m:sup/&gt;&lt;m:e&gt;&lt;m:sSub&gt;&lt;m:sSubPr&gt;&lt;m:ctrlPr&gt;&lt;w:rPr&gt;&lt;w:rFonts w:ascii=&quot;Cambria Math&quot; w:fareast=&quot;Calibri&quot; w:h-ansi=&quot;Cambria Math&quot;/&gt;&lt;wx:font wx:val=&quot;Cambria Math&quot;/&gt;&lt;w:i/&gt;&lt;w:sz w:val=&quot;20&quot;/&gt;&lt;w:sz-cs w:val=&quot;20&quot;/&gt;&lt;w:lang w:fareast=&quot;EN-US&quot;/&gt;&lt;/w:rPr&gt;&lt;/m:ctrlPr&gt;&lt;/m:sSubPr&gt;&lt;m:e&gt;&lt;m:r&gt;&lt;w:rPr&gt;&lt;w:rFonts w:ascii=&quot;Cambria Math&quot; w:fareast=&quot;Calibri&quot; w:h-ansi=&quot;Cambria Math&quot;/&gt;&lt;wx:font wx:val=&quot;Cambria Math&quot;/&gt;&lt;w:i/&gt;&lt;w:sz w:val=&quot;20&quot;/&gt;&lt;w:sz-cs w:val=&quot;20&quot;/&gt;&lt;w:lang w:val=&quot;EN-US&quot; w:fareast=&quot;EN-US&quot;/&gt;&lt;/w:rPr&gt;&lt;m:t&gt;X&lt;/m:t&gt;&lt;/m:r&gt;&lt;m:ctrlPr&gt;&lt;w:rPr&gt;&lt;w:rFonts w:ascii=&quot;Cambria Math&quot; w:fareast=&quot;Calibri&quot; w:h-ansi=&quot;Cambria Math&quot;/&gt;&lt;wx:font wx:val=&quot;Cambria Math&quot;/&gt;&lt;w:i/&gt;&lt;w:sz w:val=&quot;20&quot;/&gt;&lt;w:sz-cs w:val=&quot;20&quot;/&gt;&lt;w:lang w:val=&quot;EN-US&quot; w:fareast=&quot;EN-US&quot;/&gt;&lt;/w:rPr&gt;&lt;/m:ctrlPr&gt;&lt;/m:e&gt;&lt;m:sub&gt;&lt;m:r&gt;&lt;w:rPr&gt;&lt;w:rFonts w:ascii=&quot;Cambria Math&quot; w:fareast=&quot;Calibri&quot; w:h-ansi=&quot;Cambria Math&quot;/&gt;&lt;wx:font wx:val=&quot;Cambria Math&quot;/&gt;&lt;w:i/&gt;&lt;w:sz w:val=&quot;20&quot;/&gt;&lt;w:sz-cs w:val=&quot;20&quot;/&gt;&lt;w:lang w:fareast=&quot;EN-US&quot;/&gt;&lt;/w:rPr&gt;&lt;m:t&gt;t,k&lt;/m:t&gt;&lt;/m:r&gt;&lt;/m:sub&gt;&lt;/m:sSub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7" o:title="" chromakey="white"/>
                </v:shape>
              </w:pict>
            </w:r>
            <w:r w:rsidRPr="0001162D">
              <w:rPr>
                <w:sz w:val="20"/>
                <w:szCs w:val="20"/>
                <w:lang w:eastAsia="en-US"/>
              </w:rPr>
              <w:instrText xml:space="preserve"> </w:instrText>
            </w:r>
            <w:r w:rsidRPr="0001162D">
              <w:rPr>
                <w:sz w:val="20"/>
                <w:szCs w:val="20"/>
                <w:lang w:eastAsia="en-US"/>
              </w:rPr>
              <w:fldChar w:fldCharType="separate"/>
            </w:r>
            <w:r w:rsidRPr="00FB4537">
              <w:pict>
                <v:shape id="_x0000_i1044" type="#_x0000_t75" style="width:54.75pt;height:30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253B9&quot;/&gt;&lt;wsp:rsid wsp:val=&quot;000054E8&quot;/&gt;&lt;wsp:rsid wsp:val=&quot;00012754&quot;/&gt;&lt;wsp:rsid wsp:val=&quot;00013B0F&quot;/&gt;&lt;wsp:rsid wsp:val=&quot;000164C7&quot;/&gt;&lt;wsp:rsid wsp:val=&quot;00016534&quot;/&gt;&lt;wsp:rsid wsp:val=&quot;00046569&quot;/&gt;&lt;wsp:rsid wsp:val=&quot;00054861&quot;/&gt;&lt;wsp:rsid wsp:val=&quot;000615C9&quot;/&gt;&lt;wsp:rsid wsp:val=&quot;00063DD2&quot;/&gt;&lt;wsp:rsid wsp:val=&quot;000657BC&quot;/&gt;&lt;wsp:rsid wsp:val=&quot;00076E03&quot;/&gt;&lt;wsp:rsid wsp:val=&quot;00081DB3&quot;/&gt;&lt;wsp:rsid wsp:val=&quot;00082FD6&quot;/&gt;&lt;wsp:rsid wsp:val=&quot;0009064A&quot;/&gt;&lt;wsp:rsid wsp:val=&quot;00092119&quot;/&gt;&lt;wsp:rsid wsp:val=&quot;000D671A&quot;/&gt;&lt;wsp:rsid wsp:val=&quot;000E0E06&quot;/&gt;&lt;wsp:rsid wsp:val=&quot;000E12F1&quot;/&gt;&lt;wsp:rsid wsp:val=&quot;000F1454&quot;/&gt;&lt;wsp:rsid wsp:val=&quot;000F6822&quot;/&gt;&lt;wsp:rsid wsp:val=&quot;0010064A&quot;/&gt;&lt;wsp:rsid wsp:val=&quot;001130BE&quot;/&gt;&lt;wsp:rsid wsp:val=&quot;00117285&quot;/&gt;&lt;wsp:rsid wsp:val=&quot;00120DBC&quot;/&gt;&lt;wsp:rsid wsp:val=&quot;00120F95&quot;/&gt;&lt;wsp:rsid wsp:val=&quot;001400E9&quot;/&gt;&lt;wsp:rsid wsp:val=&quot;001403D2&quot;/&gt;&lt;wsp:rsid wsp:val=&quot;001409C8&quot;/&gt;&lt;wsp:rsid wsp:val=&quot;00143E3D&quot;/&gt;&lt;wsp:rsid wsp:val=&quot;00154068&quot;/&gt;&lt;wsp:rsid wsp:val=&quot;00175E7B&quot;/&gt;&lt;wsp:rsid wsp:val=&quot;001C032C&quot;/&gt;&lt;wsp:rsid wsp:val=&quot;001C4435&quot;/&gt;&lt;wsp:rsid wsp:val=&quot;001E2771&quot;/&gt;&lt;wsp:rsid wsp:val=&quot;001F09C6&quot;/&gt;&lt;wsp:rsid wsp:val=&quot;001F6930&quot;/&gt;&lt;wsp:rsid wsp:val=&quot;001F7AE9&quot;/&gt;&lt;wsp:rsid wsp:val=&quot;002019E6&quot;/&gt;&lt;wsp:rsid wsp:val=&quot;00201BDB&quot;/&gt;&lt;wsp:rsid wsp:val=&quot;002256EF&quot;/&gt;&lt;wsp:rsid wsp:val=&quot;002404AF&quot;/&gt;&lt;wsp:rsid wsp:val=&quot;002466C4&quot;/&gt;&lt;wsp:rsid wsp:val=&quot;002541DE&quot;/&gt;&lt;wsp:rsid wsp:val=&quot;00281B07&quot;/&gt;&lt;wsp:rsid wsp:val=&quot;00281E28&quot;/&gt;&lt;wsp:rsid wsp:val=&quot;00290A38&quot;/&gt;&lt;wsp:rsid wsp:val=&quot;002A5449&quot;/&gt;&lt;wsp:rsid wsp:val=&quot;002B295D&quot;/&gt;&lt;wsp:rsid wsp:val=&quot;002B3E8E&quot;/&gt;&lt;wsp:rsid wsp:val=&quot;002B6DED&quot;/&gt;&lt;wsp:rsid wsp:val=&quot;002C37DB&quot;/&gt;&lt;wsp:rsid wsp:val=&quot;002D0FA2&quot;/&gt;&lt;wsp:rsid wsp:val=&quot;002D33C8&quot;/&gt;&lt;wsp:rsid wsp:val=&quot;002D4A68&quot;/&gt;&lt;wsp:rsid wsp:val=&quot;002D5482&quot;/&gt;&lt;wsp:rsid wsp:val=&quot;002E1B77&quot;/&gt;&lt;wsp:rsid wsp:val=&quot;002E2DA0&quot;/&gt;&lt;wsp:rsid wsp:val=&quot;002F6116&quot;/&gt;&lt;wsp:rsid wsp:val=&quot;002F67D7&quot;/&gt;&lt;wsp:rsid wsp:val=&quot;003001FF&quot;/&gt;&lt;wsp:rsid wsp:val=&quot;00311F5A&quot;/&gt;&lt;wsp:rsid wsp:val=&quot;003124DE&quot;/&gt;&lt;wsp:rsid wsp:val=&quot;00327FE7&quot;/&gt;&lt;wsp:rsid wsp:val=&quot;00335C43&quot;/&gt;&lt;wsp:rsid wsp:val=&quot;003568BA&quot;/&gt;&lt;wsp:rsid wsp:val=&quot;00364587&quot;/&gt;&lt;wsp:rsid wsp:val=&quot;0037277D&quot;/&gt;&lt;wsp:rsid wsp:val=&quot;00381B77&quot;/&gt;&lt;wsp:rsid wsp:val=&quot;00384D99&quot;/&gt;&lt;wsp:rsid wsp:val=&quot;00386E36&quot;/&gt;&lt;wsp:rsid wsp:val=&quot;0039171A&quot;/&gt;&lt;wsp:rsid wsp:val=&quot;0039206A&quot;/&gt;&lt;wsp:rsid wsp:val=&quot;003941C4&quot;/&gt;&lt;wsp:rsid wsp:val=&quot;003A0DD8&quot;/&gt;&lt;wsp:rsid wsp:val=&quot;003B70A8&quot;/&gt;&lt;wsp:rsid wsp:val=&quot;003E4320&quot;/&gt;&lt;wsp:rsid wsp:val=&quot;003E6657&quot;/&gt;&lt;wsp:rsid wsp:val=&quot;004227BB&quot;/&gt;&lt;wsp:rsid wsp:val=&quot;00442242&quot;/&gt;&lt;wsp:rsid wsp:val=&quot;00462396&quot;/&gt;&lt;wsp:rsid wsp:val=&quot;00477F21&quot;/&gt;&lt;wsp:rsid wsp:val=&quot;00480FF2&quot;/&gt;&lt;wsp:rsid wsp:val=&quot;004953C4&quot;/&gt;&lt;wsp:rsid wsp:val=&quot;004A78C4&quot;/&gt;&lt;wsp:rsid wsp:val=&quot;004C4A84&quot;/&gt;&lt;wsp:rsid wsp:val=&quot;004C78C8&quot;/&gt;&lt;wsp:rsid wsp:val=&quot;004D71C0&quot;/&gt;&lt;wsp:rsid wsp:val=&quot;004E344D&quot;/&gt;&lt;wsp:rsid wsp:val=&quot;004F6840&quot;/&gt;&lt;wsp:rsid wsp:val=&quot;004F724E&quot;/&gt;&lt;wsp:rsid wsp:val=&quot;00520DE6&quot;/&gt;&lt;wsp:rsid wsp:val=&quot;0052743B&quot;/&gt;&lt;wsp:rsid wsp:val=&quot;00545152&quot;/&gt;&lt;wsp:rsid wsp:val=&quot;005451C5&quot;/&gt;&lt;wsp:rsid wsp:val=&quot;005475A5&quot;/&gt;&lt;wsp:rsid wsp:val=&quot;00550411&quot;/&gt;&lt;wsp:rsid wsp:val=&quot;00564CF7&quot;/&gt;&lt;wsp:rsid wsp:val=&quot;005661E8&quot;/&gt;&lt;wsp:rsid wsp:val=&quot;00576B23&quot;/&gt;&lt;wsp:rsid wsp:val=&quot;00580326&quot;/&gt;&lt;wsp:rsid wsp:val=&quot;00586A72&quot;/&gt;&lt;wsp:rsid wsp:val=&quot;0059175D&quot;/&gt;&lt;wsp:rsid wsp:val=&quot;00591A95&quot;/&gt;&lt;wsp:rsid wsp:val=&quot;005974D2&quot;/&gt;&lt;wsp:rsid wsp:val=&quot;005A3796&quot;/&gt;&lt;wsp:rsid wsp:val=&quot;005A78F4&quot;/&gt;&lt;wsp:rsid wsp:val=&quot;005C4540&quot;/&gt;&lt;wsp:rsid wsp:val=&quot;005D1989&quot;/&gt;&lt;wsp:rsid wsp:val=&quot;005D6179&quot;/&gt;&lt;wsp:rsid wsp:val=&quot;005E7E28&quot;/&gt;&lt;wsp:rsid wsp:val=&quot;006023D7&quot;/&gt;&lt;wsp:rsid wsp:val=&quot;00610F53&quot;/&gt;&lt;wsp:rsid wsp:val=&quot;006318A2&quot;/&gt;&lt;wsp:rsid wsp:val=&quot;00643DF8&quot;/&gt;&lt;wsp:rsid wsp:val=&quot;006448F5&quot;/&gt;&lt;wsp:rsid wsp:val=&quot;00656F29&quot;/&gt;&lt;wsp:rsid wsp:val=&quot;006614D6&quot;/&gt;&lt;wsp:rsid wsp:val=&quot;00662D56&quot;/&gt;&lt;wsp:rsid wsp:val=&quot;00670DF9&quot;/&gt;&lt;wsp:rsid wsp:val=&quot;00672EB5&quot;/&gt;&lt;wsp:rsid wsp:val=&quot;00676ED0&quot;/&gt;&lt;wsp:rsid wsp:val=&quot;00684E7D&quot;/&gt;&lt;wsp:rsid wsp:val=&quot;00696E49&quot;/&gt;&lt;wsp:rsid wsp:val=&quot;006A6E4C&quot;/&gt;&lt;wsp:rsid wsp:val=&quot;006A751C&quot;/&gt;&lt;wsp:rsid wsp:val=&quot;006C6BBA&quot;/&gt;&lt;wsp:rsid wsp:val=&quot;006D41A4&quot;/&gt;&lt;wsp:rsid wsp:val=&quot;006D612D&quot;/&gt;&lt;wsp:rsid wsp:val=&quot;006E1028&quot;/&gt;&lt;wsp:rsid wsp:val=&quot;006F4204&quot;/&gt;&lt;wsp:rsid wsp:val=&quot;006F5F03&quot;/&gt;&lt;wsp:rsid wsp:val=&quot;006F7F9B&quot;/&gt;&lt;wsp:rsid wsp:val=&quot;007271C9&quot;/&gt;&lt;wsp:rsid wsp:val=&quot;007360B1&quot;/&gt;&lt;wsp:rsid wsp:val=&quot;00746581&quot;/&gt;&lt;wsp:rsid wsp:val=&quot;00751A38&quot;/&gt;&lt;wsp:rsid wsp:val=&quot;00757E3C&quot;/&gt;&lt;wsp:rsid wsp:val=&quot;0077602C&quot;/&gt;&lt;wsp:rsid wsp:val=&quot;00777C4A&quot;/&gt;&lt;wsp:rsid wsp:val=&quot;00780511&quot;/&gt;&lt;wsp:rsid wsp:val=&quot;00781C7C&quot;/&gt;&lt;wsp:rsid wsp:val=&quot;007A1FB7&quot;/&gt;&lt;wsp:rsid wsp:val=&quot;007B0AFE&quot;/&gt;&lt;wsp:rsid wsp:val=&quot;007D05F9&quot;/&gt;&lt;wsp:rsid wsp:val=&quot;007D22C0&quot;/&gt;&lt;wsp:rsid wsp:val=&quot;008140A1&quot;/&gt;&lt;wsp:rsid wsp:val=&quot;00822482&quot;/&gt;&lt;wsp:rsid wsp:val=&quot;00822EC4&quot;/&gt;&lt;wsp:rsid wsp:val=&quot;00824166&quot;/&gt;&lt;wsp:rsid wsp:val=&quot;008374EA&quot;/&gt;&lt;wsp:rsid wsp:val=&quot;00840350&quot;/&gt;&lt;wsp:rsid wsp:val=&quot;00841EA2&quot;/&gt;&lt;wsp:rsid wsp:val=&quot;00855315&quot;/&gt;&lt;wsp:rsid wsp:val=&quot;008638F9&quot;/&gt;&lt;wsp:rsid wsp:val=&quot;008658FD&quot;/&gt;&lt;wsp:rsid wsp:val=&quot;008710E1&quot;/&gt;&lt;wsp:rsid wsp:val=&quot;00880111&quot;/&gt;&lt;wsp:rsid wsp:val=&quot;00891159&quot;/&gt;&lt;wsp:rsid wsp:val=&quot;008A61F7&quot;/&gt;&lt;wsp:rsid wsp:val=&quot;008B2AA3&quot;/&gt;&lt;wsp:rsid wsp:val=&quot;008B47CE&quot;/&gt;&lt;wsp:rsid wsp:val=&quot;008B6773&quot;/&gt;&lt;wsp:rsid wsp:val=&quot;008C0669&quot;/&gt;&lt;wsp:rsid wsp:val=&quot;008C3293&quot;/&gt;&lt;wsp:rsid wsp:val=&quot;008C41BD&quot;/&gt;&lt;wsp:rsid wsp:val=&quot;008D187D&quot;/&gt;&lt;wsp:rsid wsp:val=&quot;008D45B2&quot;/&gt;&lt;wsp:rsid wsp:val=&quot;008D73FF&quot;/&gt;&lt;wsp:rsid wsp:val=&quot;008E136E&quot;/&gt;&lt;wsp:rsid wsp:val=&quot;008E4628&quot;/&gt;&lt;wsp:rsid wsp:val=&quot;008F5939&quot;/&gt;&lt;wsp:rsid wsp:val=&quot;00906400&quot;/&gt;&lt;wsp:rsid wsp:val=&quot;009178B4&quot;/&gt;&lt;wsp:rsid wsp:val=&quot;00926D80&quot;/&gt;&lt;wsp:rsid wsp:val=&quot;00947A83&quot;/&gt;&lt;wsp:rsid wsp:val=&quot;0095462C&quot;/&gt;&lt;wsp:rsid wsp:val=&quot;0096414D&quot;/&gt;&lt;wsp:rsid wsp:val=&quot;009678ED&quot;/&gt;&lt;wsp:rsid wsp:val=&quot;00971857&quot;/&gt;&lt;wsp:rsid wsp:val=&quot;00974139&quot;/&gt;&lt;wsp:rsid wsp:val=&quot;00985D47&quot;/&gt;&lt;wsp:rsid wsp:val=&quot;00987E78&quot;/&gt;&lt;wsp:rsid wsp:val=&quot;009938EB&quot;/&gt;&lt;wsp:rsid wsp:val=&quot;00997603&quot;/&gt;&lt;wsp:rsid wsp:val=&quot;00997A58&quot;/&gt;&lt;wsp:rsid wsp:val=&quot;009A3B63&quot;/&gt;&lt;wsp:rsid wsp:val=&quot;009B744C&quot;/&gt;&lt;wsp:rsid wsp:val=&quot;009C7C8E&quot;/&gt;&lt;wsp:rsid wsp:val=&quot;009D402E&quot;/&gt;&lt;wsp:rsid wsp:val=&quot;009E0BD6&quot;/&gt;&lt;wsp:rsid wsp:val=&quot;009F70B1&quot;/&gt;&lt;wsp:rsid wsp:val=&quot;00A02771&quot;/&gt;&lt;wsp:rsid wsp:val=&quot;00A13FC4&quot;/&gt;&lt;wsp:rsid wsp:val=&quot;00A25DAE&quot;/&gt;&lt;wsp:rsid wsp:val=&quot;00A344AB&quot;/&gt;&lt;wsp:rsid wsp:val=&quot;00A34A82&quot;/&gt;&lt;wsp:rsid wsp:val=&quot;00A434FF&quot;/&gt;&lt;wsp:rsid wsp:val=&quot;00A5381B&quot;/&gt;&lt;wsp:rsid wsp:val=&quot;00A539F3&quot;/&gt;&lt;wsp:rsid wsp:val=&quot;00A62868&quot;/&gt;&lt;wsp:rsid wsp:val=&quot;00A67556&quot;/&gt;&lt;wsp:rsid wsp:val=&quot;00A81ACF&quot;/&gt;&lt;wsp:rsid wsp:val=&quot;00A95165&quot;/&gt;&lt;wsp:rsid wsp:val=&quot;00A972AF&quot;/&gt;&lt;wsp:rsid wsp:val=&quot;00A97D6E&quot;/&gt;&lt;wsp:rsid wsp:val=&quot;00AA1F29&quot;/&gt;&lt;wsp:rsid wsp:val=&quot;00AA6CC4&quot;/&gt;&lt;wsp:rsid wsp:val=&quot;00B12809&quot;/&gt;&lt;wsp:rsid wsp:val=&quot;00B203C3&quot;/&gt;&lt;wsp:rsid wsp:val=&quot;00B331CD&quot;/&gt;&lt;wsp:rsid wsp:val=&quot;00B34E77&quot;/&gt;&lt;wsp:rsid wsp:val=&quot;00B4366D&quot;/&gt;&lt;wsp:rsid wsp:val=&quot;00B443A2&quot;/&gt;&lt;wsp:rsid wsp:val=&quot;00B464EB&quot;/&gt;&lt;wsp:rsid wsp:val=&quot;00B6380C&quot;/&gt;&lt;wsp:rsid wsp:val=&quot;00B72A3C&quot;/&gt;&lt;wsp:rsid wsp:val=&quot;00B90B9D&quot;/&gt;&lt;wsp:rsid wsp:val=&quot;00B91863&quot;/&gt;&lt;wsp:rsid wsp:val=&quot;00B91971&quot;/&gt;&lt;wsp:rsid wsp:val=&quot;00BA284D&quot;/&gt;&lt;wsp:rsid wsp:val=&quot;00BA36ED&quot;/&gt;&lt;wsp:rsid wsp:val=&quot;00BB0F1C&quot;/&gt;&lt;wsp:rsid wsp:val=&quot;00BC3299&quot;/&gt;&lt;wsp:rsid wsp:val=&quot;00BD0768&quot;/&gt;&lt;wsp:rsid wsp:val=&quot;00BE7D73&quot;/&gt;&lt;wsp:rsid wsp:val=&quot;00C01A61&quot;/&gt;&lt;wsp:rsid wsp:val=&quot;00C05488&quot;/&gt;&lt;wsp:rsid wsp:val=&quot;00C12361&quot;/&gt;&lt;wsp:rsid wsp:val=&quot;00C20B53&quot;/&gt;&lt;wsp:rsid wsp:val=&quot;00C30E46&quot;/&gt;&lt;wsp:rsid wsp:val=&quot;00C41882&quot;/&gt;&lt;wsp:rsid wsp:val=&quot;00C60E15&quot;/&gt;&lt;wsp:rsid wsp:val=&quot;00C61644&quot;/&gt;&lt;wsp:rsid wsp:val=&quot;00C61D77&quot;/&gt;&lt;wsp:rsid wsp:val=&quot;00C6789D&quot;/&gt;&lt;wsp:rsid wsp:val=&quot;00C77011&quot;/&gt;&lt;wsp:rsid wsp:val=&quot;00C8240D&quot;/&gt;&lt;wsp:rsid wsp:val=&quot;00C8252C&quot;/&gt;&lt;wsp:rsid wsp:val=&quot;00C92789&quot;/&gt;&lt;wsp:rsid wsp:val=&quot;00C95D90&quot;/&gt;&lt;wsp:rsid wsp:val=&quot;00CA421D&quot;/&gt;&lt;wsp:rsid wsp:val=&quot;00CA63F3&quot;/&gt;&lt;wsp:rsid wsp:val=&quot;00CA6F0F&quot;/&gt;&lt;wsp:rsid wsp:val=&quot;00CB1A33&quot;/&gt;&lt;wsp:rsid wsp:val=&quot;00CB5316&quot;/&gt;&lt;wsp:rsid wsp:val=&quot;00CD7B81&quot;/&gt;&lt;wsp:rsid wsp:val=&quot;00CE2F5A&quot;/&gt;&lt;wsp:rsid wsp:val=&quot;00CF15E7&quot;/&gt;&lt;wsp:rsid wsp:val=&quot;00D05782&quot;/&gt;&lt;wsp:rsid wsp:val=&quot;00D07FA9&quot;/&gt;&lt;wsp:rsid wsp:val=&quot;00D13E34&quot;/&gt;&lt;wsp:rsid wsp:val=&quot;00D21197&quot;/&gt;&lt;wsp:rsid wsp:val=&quot;00D253B9&quot;/&gt;&lt;wsp:rsid wsp:val=&quot;00D31B30&quot;/&gt;&lt;wsp:rsid wsp:val=&quot;00D3319E&quot;/&gt;&lt;wsp:rsid wsp:val=&quot;00D33A02&quot;/&gt;&lt;wsp:rsid wsp:val=&quot;00D34B67&quot;/&gt;&lt;wsp:rsid wsp:val=&quot;00D4493A&quot;/&gt;&lt;wsp:rsid wsp:val=&quot;00D479E4&quot;/&gt;&lt;wsp:rsid wsp:val=&quot;00D51BCE&quot;/&gt;&lt;wsp:rsid wsp:val=&quot;00D53ECE&quot;/&gt;&lt;wsp:rsid wsp:val=&quot;00D62970&quot;/&gt;&lt;wsp:rsid wsp:val=&quot;00D65E4C&quot;/&gt;&lt;wsp:rsid wsp:val=&quot;00D75FD2&quot;/&gt;&lt;wsp:rsid wsp:val=&quot;00D91B72&quot;/&gt;&lt;wsp:rsid wsp:val=&quot;00D95E05&quot;/&gt;&lt;wsp:rsid wsp:val=&quot;00DA52F7&quot;/&gt;&lt;wsp:rsid wsp:val=&quot;00DB29ED&quot;/&gt;&lt;wsp:rsid wsp:val=&quot;00DC3772&quot;/&gt;&lt;wsp:rsid wsp:val=&quot;00DC406B&quot;/&gt;&lt;wsp:rsid wsp:val=&quot;00DC5E58&quot;/&gt;&lt;wsp:rsid wsp:val=&quot;00DD360A&quot;/&gt;&lt;wsp:rsid wsp:val=&quot;00DD3853&quot;/&gt;&lt;wsp:rsid wsp:val=&quot;00E0084B&quot;/&gt;&lt;wsp:rsid wsp:val=&quot;00E31244&quot;/&gt;&lt;wsp:rsid wsp:val=&quot;00E320DB&quot;/&gt;&lt;wsp:rsid wsp:val=&quot;00E374EC&quot;/&gt;&lt;wsp:rsid wsp:val=&quot;00E434D2&quot;/&gt;&lt;wsp:rsid wsp:val=&quot;00E435AA&quot;/&gt;&lt;wsp:rsid wsp:val=&quot;00E5574E&quot;/&gt;&lt;wsp:rsid wsp:val=&quot;00E60A7A&quot;/&gt;&lt;wsp:rsid wsp:val=&quot;00E734EF&quot;/&gt;&lt;wsp:rsid wsp:val=&quot;00E74840&quot;/&gt;&lt;wsp:rsid wsp:val=&quot;00E76092&quot;/&gt;&lt;wsp:rsid wsp:val=&quot;00E82CBC&quot;/&gt;&lt;wsp:rsid wsp:val=&quot;00E87855&quot;/&gt;&lt;wsp:rsid wsp:val=&quot;00EB77F9&quot;/&gt;&lt;wsp:rsid wsp:val=&quot;00EC18FA&quot;/&gt;&lt;wsp:rsid wsp:val=&quot;00EC1FC5&quot;/&gt;&lt;wsp:rsid wsp:val=&quot;00ED530A&quot;/&gt;&lt;wsp:rsid wsp:val=&quot;00EF68CC&quot;/&gt;&lt;wsp:rsid wsp:val=&quot;00F02691&quot;/&gt;&lt;wsp:rsid wsp:val=&quot;00F118B6&quot;/&gt;&lt;wsp:rsid wsp:val=&quot;00F14532&quot;/&gt;&lt;wsp:rsid wsp:val=&quot;00F1647C&quot;/&gt;&lt;wsp:rsid wsp:val=&quot;00F37A94&quot;/&gt;&lt;wsp:rsid wsp:val=&quot;00F413E7&quot;/&gt;&lt;wsp:rsid wsp:val=&quot;00F4187A&quot;/&gt;&lt;wsp:rsid wsp:val=&quot;00F41A9F&quot;/&gt;&lt;wsp:rsid wsp:val=&quot;00F423A3&quot;/&gt;&lt;wsp:rsid wsp:val=&quot;00F65D66&quot;/&gt;&lt;wsp:rsid wsp:val=&quot;00F8127F&quot;/&gt;&lt;wsp:rsid wsp:val=&quot;00F979F9&quot;/&gt;&lt;wsp:rsid wsp:val=&quot;00FA6E46&quot;/&gt;&lt;wsp:rsid wsp:val=&quot;00FB0556&quot;/&gt;&lt;wsp:rsid wsp:val=&quot;00FB30C2&quot;/&gt;&lt;wsp:rsid wsp:val=&quot;00FB5C01&quot;/&gt;&lt;wsp:rsid wsp:val=&quot;00FC1F7D&quot;/&gt;&lt;wsp:rsid wsp:val=&quot;00FC4A2E&quot;/&gt;&lt;wsp:rsid wsp:val=&quot;00FD6F09&quot;/&gt;&lt;wsp:rsid wsp:val=&quot;00FE1FBF&quot;/&gt;&lt;wsp:rsid wsp:val=&quot;00FE4BE2&quot;/&gt;&lt;wsp:rsid wsp:val=&quot;00FE5480&quot;/&gt;&lt;wsp:rsid wsp:val=&quot;00FF4B0C&quot;/&gt;&lt;/wsp:rsids&gt;&lt;/w:docPr&gt;&lt;w:body&gt;&lt;w:p wsp:rsidR=&quot;00000000&quot; wsp:rsidRDefault=&quot;008C41BD&quot;&gt;&lt;m:oMathPara&gt;&lt;m:oMath&gt;&lt;m:sSub&gt;&lt;m:sSubPr&gt;&lt;m:ctrlPr&gt;&lt;w:rPr&gt;&lt;w:rFonts w:ascii=&quot;Cambria Math&quot; w:fareast=&quot;Calibri&quot; w:h-ansi=&quot;Cambria Math&quot;/&gt;&lt;wx:font wx:val=&quot;Cambria Math&quot;/&gt;&lt;w:i/&gt;&lt;w:sz w:val=&quot;20&quot;/&gt;&lt;w:sz-cs w:val=&quot;20&quot;/&gt;&lt;w:lang w:fareast=&quot;EN-US&quot;/&gt;&lt;/w:rPr&gt;&lt;/m:ctrlPr&gt;&lt;/m:sSubPr&gt;&lt;m:e&gt;&lt;m:r&gt;&lt;w:rPr&gt;&lt;w:rFonts w:ascii=&quot;Cambria Math&quot; w:fareast=&quot;Calibri&quot; w:h-ansi=&quot;Cambria Math&quot;/&gt;&lt;wx:font wx:val=&quot;Cambria Math&quot;/&gt;&lt;w:i/&gt;&lt;w:sz w:val=&quot;20&quot;/&gt;&lt;w:sz-cs w:val=&quot;20&quot;/&gt;&lt;w:lang w:val=&quot;EN-US&quot; w:fareast=&quot;EN-US&quot;/&gt;&lt;/w:rPr&gt;&lt;m:t&gt;Y&lt;/m:t&gt;&lt;/m:r&gt;&lt;m:ctrlPr&gt;&lt;w:rPr&gt;&lt;w:rFonts w:ascii=&quot;Cambria Math&quot; w:fareast=&quot;Calibri&quot; w:h-ansi=&quot;Cambria Math&quot;/&gt;&lt;wx:font wx:val=&quot;Cambria Math&quot;/&gt;&lt;w:i/&gt;&lt;w:sz w:val=&quot;20&quot;/&gt;&lt;w:sz-cs w:val=&quot;20&quot;/&gt;&lt;w:lang w:val=&quot;EN-US&quot; w:fareast=&quot;EN-US&quot;/&gt;&lt;/w:rPr&gt;&lt;/m:ctrlPr&gt;&lt;/m:e&gt;&lt;m:sub&gt;&lt;m:r&gt;&lt;w:rPr&gt;&lt;w:rFonts w:ascii=&quot;Cambria Math&quot; w:fareast=&quot;Calibri&quot; w:h-ansi=&quot;Cambria Math&quot;/&gt;&lt;wx:font wx:val=&quot;Cambria Math&quot;/&gt;&lt;w:i/&gt;&lt;w:sz w:val=&quot;20&quot;/&gt;&lt;w:sz-cs w:val=&quot;20&quot;/&gt;&lt;w:lang w:fareast=&quot;EN-US&quot;/&gt;&lt;/w:rPr&gt;&lt;m:t&gt;t&lt;/m:t&gt;&lt;/m:r&gt;&lt;/m:sub&gt;&lt;/m:sSub&gt;&lt;m:r&gt;&lt;w:rPr&gt;&lt;w:rFonts w:ascii=&quot;Cambria Math&quot; w:fareast=&quot;Calibri&quot; w:h-ansi=&quot;Cambria Math&quot;/&gt;&lt;wx:font wx:val=&quot;Cambria Math&quot;/&gt;&lt;w:i/&gt;&lt;w:sz w:val=&quot;20&quot;/&gt;&lt;w:sz-cs w:val=&quot;20&quot;/&gt;&lt;w:lang w:fareast=&quot;EN-US&quot;/&gt;&lt;/w:rPr&gt;&lt;m:t&gt;=&lt;/m:t&gt;&lt;/m:r&gt;&lt;m:nary&gt;&lt;m:naryPr&gt;&lt;m:chr m:val=&quot;в€‘&quot;/&gt;&lt;m:limLoc m:val=&quot;undOvr&quot;/&gt;&lt;m:supHide m:val=&quot;on&quot;/&gt;&lt;m:ctrlPr&gt;&lt;w:rPr&gt;&lt;w:rFonts w:ascii=&quot;Cambria Math&quot; w:fareast=&quot;Calibri&quot; w:h-ansi=&quot;Cambria Math&quot;/&gt;&lt;wx:font wx:val=&quot;Cambria Math&quot;/&gt;&lt;w:i/&gt;&lt;w:sz w:val=&quot;20&quot;/&gt;&lt;w:sz-cs w:val=&quot;20&quot;/&gt;&lt;w:lang w:val=&quot;EN-US&quot; w:fareast=&quot;EN-US&quot;/&gt;&lt;/w:rPr&gt;&lt;/m:ctrlPr&gt;&lt;/m:naryPr&gt;&lt;m:sub&gt;&lt;m:r&gt;&lt;w:rPr&gt;&lt;w:rFonts w:ascii=&quot;Cambria Math&quot; w:fareast=&quot;Calibri&quot; w:h-ansi=&quot;Cambria Math&quot;/&gt;&lt;wx:font wx:val=&quot;Cambria Math&quot;/&gt;&lt;w:i/&gt;&lt;w:sz w:val=&quot;20&quot;/&gt;&lt;w:sz-cs w:val=&quot;20&quot;/&gt;&lt;w:lang w:val=&quot;EN-US&quot; w:fareast=&quot;EN-US&quot;/&gt;&lt;/w:rPr&gt;&lt;m:t&gt;k&lt;/m:t&gt;&lt;/m:r&gt;&lt;/m:sub&gt;&lt;m:sup/&gt;&lt;m:e&gt;&lt;m:sSub&gt;&lt;m:sSubPr&gt;&lt;m:ctrlPr&gt;&lt;w:rPr&gt;&lt;w:rFonts w:ascii=&quot;Cambria Math&quot; w:fareast=&quot;Calibri&quot; w:h-ansi=&quot;Cambria Math&quot;/&gt;&lt;wx:font wx:val=&quot;Cambria Math&quot;/&gt;&lt;w:i/&gt;&lt;w:sz w:val=&quot;20&quot;/&gt;&lt;w:sz-cs w:val=&quot;20&quot;/&gt;&lt;w:lang w:fareast=&quot;EN-US&quot;/&gt;&lt;/w:rPr&gt;&lt;/m:ctrlPr&gt;&lt;/m:sSubPr&gt;&lt;m:e&gt;&lt;m:r&gt;&lt;w:rPr&gt;&lt;w:rFonts w:ascii=&quot;Cambria Math&quot; w:fareast=&quot;Calibri&quot; w:h-ansi=&quot;Cambria Math&quot;/&gt;&lt;wx:font wx:val=&quot;Cambria Math&quot;/&gt;&lt;w:i/&gt;&lt;w:sz w:val=&quot;20&quot;/&gt;&lt;w:sz-cs w:val=&quot;20&quot;/&gt;&lt;w:lang w:val=&quot;EN-US&quot; w:fareast=&quot;EN-US&quot;/&gt;&lt;/w:rPr&gt;&lt;m:t&gt;X&lt;/m:t&gt;&lt;/m:r&gt;&lt;m:ctrlPr&gt;&lt;w:rPr&gt;&lt;w:rFonts w:ascii=&quot;Cambria Math&quot; w:fareast=&quot;Calibri&quot; w:h-ansi=&quot;Cambria Math&quot;/&gt;&lt;wx:font wx:val=&quot;Cambria Math&quot;/&gt;&lt;w:i/&gt;&lt;w:sz w:val=&quot;20&quot;/&gt;&lt;w:sz-cs w:val=&quot;20&quot;/&gt;&lt;w:lang w:val=&quot;EN-US&quot; w:fareast=&quot;EN-US&quot;/&gt;&lt;/w:rPr&gt;&lt;/m:ctrlPr&gt;&lt;/m:e&gt;&lt;m:sub&gt;&lt;m:r&gt;&lt;w:rPr&gt;&lt;w:rFonts w:ascii=&quot;Cambria Math&quot; w:fareast=&quot;Calibri&quot; w:h-ansi=&quot;Cambria Math&quot;/&gt;&lt;wx:font wx:val=&quot;Cambria Math&quot;/&gt;&lt;w:i/&gt;&lt;w:sz w:val=&quot;20&quot;/&gt;&lt;w:sz-cs w:val=&quot;20&quot;/&gt;&lt;w:lang w:fareast=&quot;EN-US&quot;/&gt;&lt;/w:rPr&gt;&lt;m:t&gt;t,k&lt;/m:t&gt;&lt;/m:r&gt;&lt;/m:sub&gt;&lt;/m:sSub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7" o:title="" chromakey="white"/>
                </v:shape>
              </w:pict>
            </w:r>
            <w:r w:rsidRPr="0001162D">
              <w:rPr>
                <w:sz w:val="20"/>
                <w:szCs w:val="20"/>
                <w:lang w:eastAsia="en-US"/>
              </w:rPr>
              <w:fldChar w:fldCharType="end"/>
            </w:r>
          </w:p>
          <w:p w:rsidR="003D0A91" w:rsidRPr="003128A1" w:rsidRDefault="003D0A91" w:rsidP="003128A1">
            <w:pPr>
              <w:jc w:val="both"/>
              <w:rPr>
                <w:sz w:val="20"/>
                <w:szCs w:val="20"/>
              </w:rPr>
            </w:pPr>
            <w:r w:rsidRPr="00985D47">
              <w:rPr>
                <w:sz w:val="20"/>
                <w:szCs w:val="20"/>
                <w:lang w:eastAsia="en-US"/>
              </w:rPr>
              <w:t xml:space="preserve">где </w:t>
            </w:r>
            <w:r w:rsidRPr="00985D47">
              <w:rPr>
                <w:i/>
                <w:sz w:val="20"/>
                <w:szCs w:val="20"/>
                <w:lang w:val="en-US" w:eastAsia="en-US"/>
              </w:rPr>
              <w:t>Y</w:t>
            </w:r>
            <w:r w:rsidRPr="00985D47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sz w:val="20"/>
                <w:szCs w:val="20"/>
                <w:lang w:eastAsia="en-US"/>
              </w:rPr>
              <w:t xml:space="preserve"> – </w:t>
            </w:r>
            <w:r w:rsidRPr="003128A1">
              <w:rPr>
                <w:sz w:val="20"/>
                <w:szCs w:val="20"/>
                <w:lang w:eastAsia="en-US"/>
              </w:rPr>
              <w:t>сумма</w:t>
            </w:r>
            <w:r w:rsidRPr="003128A1">
              <w:rPr>
                <w:sz w:val="20"/>
                <w:szCs w:val="20"/>
              </w:rPr>
              <w:t xml:space="preserve"> возврата остатков субсидий, субвенций и иных межбюджетных трансфертов, имеющих целевое назначение, прошлых лет из бюджетов сельских поселений, </w:t>
            </w:r>
            <w:r w:rsidRPr="003128A1">
              <w:rPr>
                <w:sz w:val="20"/>
                <w:szCs w:val="20"/>
                <w:lang w:eastAsia="en-US"/>
              </w:rPr>
              <w:t xml:space="preserve">предоставляемых государственными (муниципальными) организациями в период </w:t>
            </w:r>
            <w:r w:rsidRPr="003128A1">
              <w:rPr>
                <w:i/>
                <w:sz w:val="20"/>
                <w:szCs w:val="20"/>
                <w:lang w:val="en-US" w:eastAsia="en-US"/>
              </w:rPr>
              <w:t>t</w:t>
            </w:r>
            <w:r w:rsidRPr="003128A1">
              <w:rPr>
                <w:sz w:val="20"/>
                <w:szCs w:val="20"/>
                <w:lang w:eastAsia="en-US"/>
              </w:rPr>
              <w:t xml:space="preserve">, получателям средств сельских поселений </w:t>
            </w:r>
          </w:p>
          <w:p w:rsidR="003D0A91" w:rsidRPr="003128A1" w:rsidRDefault="003D0A91" w:rsidP="003128A1">
            <w:pPr>
              <w:jc w:val="both"/>
              <w:rPr>
                <w:sz w:val="20"/>
                <w:szCs w:val="20"/>
              </w:rPr>
            </w:pPr>
            <w:r w:rsidRPr="003128A1">
              <w:rPr>
                <w:i/>
                <w:sz w:val="20"/>
                <w:szCs w:val="20"/>
                <w:lang w:val="en-US" w:eastAsia="en-US"/>
              </w:rPr>
              <w:t>X</w:t>
            </w:r>
            <w:r w:rsidRPr="003128A1"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3128A1">
              <w:rPr>
                <w:i/>
                <w:sz w:val="20"/>
                <w:szCs w:val="20"/>
                <w:vertAlign w:val="subscript"/>
                <w:lang w:eastAsia="en-US"/>
              </w:rPr>
              <w:t>,</w:t>
            </w:r>
            <w:r w:rsidRPr="003128A1">
              <w:rPr>
                <w:i/>
                <w:sz w:val="20"/>
                <w:szCs w:val="20"/>
                <w:vertAlign w:val="subscript"/>
                <w:lang w:val="en-US" w:eastAsia="en-US"/>
              </w:rPr>
              <w:t>k</w:t>
            </w:r>
            <w:r w:rsidRPr="003128A1">
              <w:rPr>
                <w:sz w:val="20"/>
                <w:szCs w:val="20"/>
                <w:vertAlign w:val="subscript"/>
                <w:lang w:eastAsia="en-US"/>
              </w:rPr>
              <w:t xml:space="preserve"> </w:t>
            </w:r>
            <w:r w:rsidRPr="003128A1">
              <w:rPr>
                <w:sz w:val="20"/>
                <w:szCs w:val="20"/>
                <w:lang w:eastAsia="en-US"/>
              </w:rPr>
              <w:t>— сумма</w:t>
            </w:r>
            <w:r w:rsidRPr="003128A1">
              <w:rPr>
                <w:sz w:val="20"/>
                <w:szCs w:val="20"/>
              </w:rPr>
              <w:t xml:space="preserve"> возврата остатков субсидий, субвенций и иных межбюджетных трансфертов, имеющих целевое назначение, прошлых лет из бюджетов сельских поселений,</w:t>
            </w:r>
            <w:r w:rsidRPr="003128A1">
              <w:rPr>
                <w:sz w:val="20"/>
                <w:szCs w:val="20"/>
                <w:lang w:eastAsia="en-US"/>
              </w:rPr>
              <w:t xml:space="preserve"> предоставляемых государственными (муниципальными) организациями по договору (контракту, соглашению) </w:t>
            </w:r>
            <w:r w:rsidRPr="003128A1">
              <w:rPr>
                <w:i/>
                <w:sz w:val="20"/>
                <w:szCs w:val="20"/>
                <w:lang w:val="en-US" w:eastAsia="en-US"/>
              </w:rPr>
              <w:t>k</w:t>
            </w:r>
            <w:r w:rsidRPr="003128A1">
              <w:rPr>
                <w:sz w:val="20"/>
                <w:szCs w:val="20"/>
                <w:lang w:eastAsia="en-US"/>
              </w:rPr>
              <w:t xml:space="preserve"> в период , получателям средств сельских поселений.</w:t>
            </w:r>
          </w:p>
          <w:p w:rsidR="003D0A91" w:rsidRPr="00985D47" w:rsidRDefault="003D0A91" w:rsidP="00FC1DD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</w:tr>
    </w:tbl>
    <w:p w:rsidR="003D0A91" w:rsidRDefault="003D0A91" w:rsidP="00B443A2">
      <w:pPr>
        <w:pStyle w:val="ConsPlusNormal"/>
        <w:tabs>
          <w:tab w:val="left" w:pos="284"/>
        </w:tabs>
        <w:ind w:left="709" w:right="536"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6414D">
        <w:rPr>
          <w:rFonts w:ascii="Times New Roman" w:hAnsi="Times New Roman" w:cs="Times New Roman"/>
        </w:rPr>
        <w:t>* при отс</w:t>
      </w:r>
      <w:r>
        <w:rPr>
          <w:rFonts w:ascii="Times New Roman" w:hAnsi="Times New Roman" w:cs="Times New Roman"/>
        </w:rPr>
        <w:t>утст</w:t>
      </w:r>
      <w:r w:rsidRPr="0096414D">
        <w:rPr>
          <w:rFonts w:ascii="Times New Roman" w:hAnsi="Times New Roman" w:cs="Times New Roman"/>
        </w:rPr>
        <w:t xml:space="preserve">вии </w:t>
      </w:r>
      <w:r>
        <w:rPr>
          <w:rFonts w:ascii="Times New Roman" w:hAnsi="Times New Roman" w:cs="Times New Roman"/>
        </w:rPr>
        <w:t xml:space="preserve">сведений об </w:t>
      </w:r>
      <w:r w:rsidRPr="0096414D">
        <w:rPr>
          <w:rFonts w:ascii="Times New Roman" w:hAnsi="Times New Roman" w:cs="Times New Roman"/>
        </w:rPr>
        <w:t>утвержденн</w:t>
      </w:r>
      <w:r>
        <w:rPr>
          <w:rFonts w:ascii="Times New Roman" w:hAnsi="Times New Roman" w:cs="Times New Roman"/>
        </w:rPr>
        <w:t xml:space="preserve">ом </w:t>
      </w:r>
      <w:r w:rsidRPr="0096414D">
        <w:rPr>
          <w:rFonts w:ascii="Times New Roman" w:hAnsi="Times New Roman" w:cs="Times New Roman"/>
        </w:rPr>
        <w:t>объем</w:t>
      </w:r>
      <w:r>
        <w:rPr>
          <w:rFonts w:ascii="Times New Roman" w:hAnsi="Times New Roman" w:cs="Times New Roman"/>
        </w:rPr>
        <w:t>е</w:t>
      </w:r>
      <w:r w:rsidRPr="0096414D">
        <w:rPr>
          <w:rFonts w:ascii="Times New Roman" w:hAnsi="Times New Roman" w:cs="Times New Roman"/>
        </w:rPr>
        <w:t xml:space="preserve"> расходов соответствующего бюджета</w:t>
      </w:r>
      <w:r>
        <w:rPr>
          <w:rFonts w:ascii="Times New Roman" w:hAnsi="Times New Roman" w:cs="Times New Roman"/>
        </w:rPr>
        <w:t xml:space="preserve"> допускается использование других методов прогнозирования: усреднения, экстраполяции и пр.</w:t>
      </w:r>
    </w:p>
    <w:sectPr w:rsidR="003D0A91" w:rsidSect="00DC406B">
      <w:headerReference w:type="default" r:id="rId8"/>
      <w:headerReference w:type="first" r:id="rId9"/>
      <w:pgSz w:w="16838" w:h="11906" w:orient="landscape"/>
      <w:pgMar w:top="1701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0A91" w:rsidRDefault="003D0A91" w:rsidP="006A6E4C">
      <w:r>
        <w:separator/>
      </w:r>
    </w:p>
  </w:endnote>
  <w:endnote w:type="continuationSeparator" w:id="0">
    <w:p w:rsidR="003D0A91" w:rsidRDefault="003D0A91" w:rsidP="006A6E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0A91" w:rsidRDefault="003D0A91" w:rsidP="006A6E4C">
      <w:r>
        <w:separator/>
      </w:r>
    </w:p>
  </w:footnote>
  <w:footnote w:type="continuationSeparator" w:id="0">
    <w:p w:rsidR="003D0A91" w:rsidRDefault="003D0A91" w:rsidP="006A6E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0A91" w:rsidRDefault="003D0A9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0A91" w:rsidRDefault="003D0A9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242342"/>
    <w:multiLevelType w:val="hybridMultilevel"/>
    <w:tmpl w:val="F774B6A2"/>
    <w:lvl w:ilvl="0" w:tplc="7332A5B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375D341F"/>
    <w:multiLevelType w:val="hybridMultilevel"/>
    <w:tmpl w:val="AA167BDA"/>
    <w:lvl w:ilvl="0" w:tplc="43E8AF50">
      <w:start w:val="2"/>
      <w:numFmt w:val="decimal"/>
      <w:lvlText w:val="1.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396E5DA6"/>
    <w:multiLevelType w:val="hybridMultilevel"/>
    <w:tmpl w:val="F94C62DE"/>
    <w:lvl w:ilvl="0" w:tplc="43E8AF50">
      <w:start w:val="2"/>
      <w:numFmt w:val="decimal"/>
      <w:lvlText w:val="1.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3ABB5AD4"/>
    <w:multiLevelType w:val="multilevel"/>
    <w:tmpl w:val="0DC6A5A4"/>
    <w:lvl w:ilvl="0">
      <w:start w:val="1"/>
      <w:numFmt w:val="decimal"/>
      <w:lvlText w:val="%1."/>
      <w:lvlJc w:val="left"/>
      <w:pPr>
        <w:ind w:left="3621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98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398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434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34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70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061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6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21" w:hanging="2160"/>
      </w:pPr>
      <w:rPr>
        <w:rFonts w:cs="Times New Roman" w:hint="default"/>
      </w:rPr>
    </w:lvl>
  </w:abstractNum>
  <w:abstractNum w:abstractNumId="4">
    <w:nsid w:val="484A04D1"/>
    <w:multiLevelType w:val="hybridMultilevel"/>
    <w:tmpl w:val="DDAC975C"/>
    <w:lvl w:ilvl="0" w:tplc="D560737A">
      <w:start w:val="1"/>
      <w:numFmt w:val="decimal"/>
      <w:lvlText w:val="1.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B46073C"/>
    <w:multiLevelType w:val="hybridMultilevel"/>
    <w:tmpl w:val="F6C23AC2"/>
    <w:lvl w:ilvl="0" w:tplc="33E0A61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55E57A14"/>
    <w:multiLevelType w:val="hybridMultilevel"/>
    <w:tmpl w:val="6F941AA0"/>
    <w:lvl w:ilvl="0" w:tplc="1922857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7A6F458C"/>
    <w:multiLevelType w:val="hybridMultilevel"/>
    <w:tmpl w:val="B90C7210"/>
    <w:lvl w:ilvl="0" w:tplc="D4148556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4"/>
  </w:num>
  <w:num w:numId="7">
    <w:abstractNumId w:val="1"/>
  </w:num>
  <w:num w:numId="8">
    <w:abstractNumId w:val="6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253B9"/>
    <w:rsid w:val="000054E8"/>
    <w:rsid w:val="0001162D"/>
    <w:rsid w:val="00012754"/>
    <w:rsid w:val="00013B0F"/>
    <w:rsid w:val="00014349"/>
    <w:rsid w:val="000164C7"/>
    <w:rsid w:val="00016534"/>
    <w:rsid w:val="00017937"/>
    <w:rsid w:val="00046569"/>
    <w:rsid w:val="00054861"/>
    <w:rsid w:val="000615C9"/>
    <w:rsid w:val="000631D9"/>
    <w:rsid w:val="00063DD2"/>
    <w:rsid w:val="000657BC"/>
    <w:rsid w:val="00076E03"/>
    <w:rsid w:val="00081DB3"/>
    <w:rsid w:val="00082FD6"/>
    <w:rsid w:val="0009064A"/>
    <w:rsid w:val="00092119"/>
    <w:rsid w:val="000D671A"/>
    <w:rsid w:val="000E0E06"/>
    <w:rsid w:val="000E12F1"/>
    <w:rsid w:val="000E269C"/>
    <w:rsid w:val="000F1454"/>
    <w:rsid w:val="000F6822"/>
    <w:rsid w:val="0010064A"/>
    <w:rsid w:val="001130BE"/>
    <w:rsid w:val="00117285"/>
    <w:rsid w:val="00117EA5"/>
    <w:rsid w:val="00120DBC"/>
    <w:rsid w:val="00120F95"/>
    <w:rsid w:val="001400E9"/>
    <w:rsid w:val="001403D2"/>
    <w:rsid w:val="00140653"/>
    <w:rsid w:val="001409C8"/>
    <w:rsid w:val="00143E3D"/>
    <w:rsid w:val="00150F49"/>
    <w:rsid w:val="00153B4E"/>
    <w:rsid w:val="00154068"/>
    <w:rsid w:val="00175E7B"/>
    <w:rsid w:val="00182628"/>
    <w:rsid w:val="001C032C"/>
    <w:rsid w:val="001C4435"/>
    <w:rsid w:val="001E2771"/>
    <w:rsid w:val="001E7C5A"/>
    <w:rsid w:val="001F09C6"/>
    <w:rsid w:val="001F6930"/>
    <w:rsid w:val="001F7AE9"/>
    <w:rsid w:val="002019E6"/>
    <w:rsid w:val="00201BDB"/>
    <w:rsid w:val="00206688"/>
    <w:rsid w:val="002175BF"/>
    <w:rsid w:val="002223AA"/>
    <w:rsid w:val="002256EF"/>
    <w:rsid w:val="002404AF"/>
    <w:rsid w:val="002466C4"/>
    <w:rsid w:val="002541DE"/>
    <w:rsid w:val="00267D07"/>
    <w:rsid w:val="00281B07"/>
    <w:rsid w:val="00281E28"/>
    <w:rsid w:val="00290A38"/>
    <w:rsid w:val="002A5449"/>
    <w:rsid w:val="002B295D"/>
    <w:rsid w:val="002B3E8E"/>
    <w:rsid w:val="002B6DED"/>
    <w:rsid w:val="002C37DB"/>
    <w:rsid w:val="002D0FA2"/>
    <w:rsid w:val="002D33C8"/>
    <w:rsid w:val="002D4A68"/>
    <w:rsid w:val="002D5482"/>
    <w:rsid w:val="002E1B77"/>
    <w:rsid w:val="002E2DA0"/>
    <w:rsid w:val="002E719E"/>
    <w:rsid w:val="002F6116"/>
    <w:rsid w:val="002F67D7"/>
    <w:rsid w:val="003001FF"/>
    <w:rsid w:val="003041B8"/>
    <w:rsid w:val="00311F5A"/>
    <w:rsid w:val="003124DE"/>
    <w:rsid w:val="003128A1"/>
    <w:rsid w:val="00327FE7"/>
    <w:rsid w:val="00335C43"/>
    <w:rsid w:val="003412B7"/>
    <w:rsid w:val="003568BA"/>
    <w:rsid w:val="00357B51"/>
    <w:rsid w:val="00362897"/>
    <w:rsid w:val="00364587"/>
    <w:rsid w:val="0037277D"/>
    <w:rsid w:val="003734CC"/>
    <w:rsid w:val="00381B77"/>
    <w:rsid w:val="0038412D"/>
    <w:rsid w:val="00384D99"/>
    <w:rsid w:val="00386E36"/>
    <w:rsid w:val="0039171A"/>
    <w:rsid w:val="0039206A"/>
    <w:rsid w:val="003941C4"/>
    <w:rsid w:val="00397507"/>
    <w:rsid w:val="003A0DD8"/>
    <w:rsid w:val="003A2AA1"/>
    <w:rsid w:val="003A3158"/>
    <w:rsid w:val="003B70A8"/>
    <w:rsid w:val="003D0A91"/>
    <w:rsid w:val="003E33D6"/>
    <w:rsid w:val="003E4320"/>
    <w:rsid w:val="003E6657"/>
    <w:rsid w:val="004227BB"/>
    <w:rsid w:val="00431F9B"/>
    <w:rsid w:val="00442242"/>
    <w:rsid w:val="00462396"/>
    <w:rsid w:val="00477F21"/>
    <w:rsid w:val="00480FF2"/>
    <w:rsid w:val="00481FF3"/>
    <w:rsid w:val="004953C4"/>
    <w:rsid w:val="004A78C4"/>
    <w:rsid w:val="004B5896"/>
    <w:rsid w:val="004C4A84"/>
    <w:rsid w:val="004C78C8"/>
    <w:rsid w:val="004D71C0"/>
    <w:rsid w:val="004E344D"/>
    <w:rsid w:val="004E3D54"/>
    <w:rsid w:val="004F6840"/>
    <w:rsid w:val="004F724E"/>
    <w:rsid w:val="00520DE6"/>
    <w:rsid w:val="0052743B"/>
    <w:rsid w:val="00544AD0"/>
    <w:rsid w:val="00545152"/>
    <w:rsid w:val="005451C5"/>
    <w:rsid w:val="005475A5"/>
    <w:rsid w:val="00550411"/>
    <w:rsid w:val="005514ED"/>
    <w:rsid w:val="005523D5"/>
    <w:rsid w:val="00564CF7"/>
    <w:rsid w:val="00565357"/>
    <w:rsid w:val="005661E8"/>
    <w:rsid w:val="00576B23"/>
    <w:rsid w:val="00577E60"/>
    <w:rsid w:val="00580326"/>
    <w:rsid w:val="00586A72"/>
    <w:rsid w:val="0059175D"/>
    <w:rsid w:val="00591A95"/>
    <w:rsid w:val="00594B99"/>
    <w:rsid w:val="005974D2"/>
    <w:rsid w:val="005A3796"/>
    <w:rsid w:val="005A78F4"/>
    <w:rsid w:val="005C4540"/>
    <w:rsid w:val="005D1989"/>
    <w:rsid w:val="005D6179"/>
    <w:rsid w:val="005E7E28"/>
    <w:rsid w:val="006023D7"/>
    <w:rsid w:val="00610F53"/>
    <w:rsid w:val="006318A2"/>
    <w:rsid w:val="006403A9"/>
    <w:rsid w:val="00643DF8"/>
    <w:rsid w:val="006448F5"/>
    <w:rsid w:val="00656F29"/>
    <w:rsid w:val="006614D6"/>
    <w:rsid w:val="00662D56"/>
    <w:rsid w:val="00670DF9"/>
    <w:rsid w:val="00672EB5"/>
    <w:rsid w:val="00676ED0"/>
    <w:rsid w:val="00684E7D"/>
    <w:rsid w:val="00693290"/>
    <w:rsid w:val="00695C8F"/>
    <w:rsid w:val="00696E49"/>
    <w:rsid w:val="006A6E4C"/>
    <w:rsid w:val="006A751C"/>
    <w:rsid w:val="006B1142"/>
    <w:rsid w:val="006C1B42"/>
    <w:rsid w:val="006C6BBA"/>
    <w:rsid w:val="006D41A4"/>
    <w:rsid w:val="006D612D"/>
    <w:rsid w:val="006E1028"/>
    <w:rsid w:val="006E2803"/>
    <w:rsid w:val="006F3FD6"/>
    <w:rsid w:val="006F4204"/>
    <w:rsid w:val="006F5F03"/>
    <w:rsid w:val="006F7F9B"/>
    <w:rsid w:val="0071179E"/>
    <w:rsid w:val="007149A5"/>
    <w:rsid w:val="00717C87"/>
    <w:rsid w:val="007249EE"/>
    <w:rsid w:val="007271C9"/>
    <w:rsid w:val="007360B1"/>
    <w:rsid w:val="00746581"/>
    <w:rsid w:val="00751A38"/>
    <w:rsid w:val="00752F5B"/>
    <w:rsid w:val="00757E3C"/>
    <w:rsid w:val="0077602C"/>
    <w:rsid w:val="007772D3"/>
    <w:rsid w:val="00777C4A"/>
    <w:rsid w:val="00780511"/>
    <w:rsid w:val="00780C4B"/>
    <w:rsid w:val="00781C7C"/>
    <w:rsid w:val="007A1FB7"/>
    <w:rsid w:val="007B0AFE"/>
    <w:rsid w:val="007B31EF"/>
    <w:rsid w:val="007C4301"/>
    <w:rsid w:val="007D05F9"/>
    <w:rsid w:val="007D22C0"/>
    <w:rsid w:val="007D6755"/>
    <w:rsid w:val="008140A1"/>
    <w:rsid w:val="00822482"/>
    <w:rsid w:val="00822EC4"/>
    <w:rsid w:val="00824166"/>
    <w:rsid w:val="008374EA"/>
    <w:rsid w:val="00840350"/>
    <w:rsid w:val="00841867"/>
    <w:rsid w:val="00841EA2"/>
    <w:rsid w:val="00855315"/>
    <w:rsid w:val="00855D94"/>
    <w:rsid w:val="008638F9"/>
    <w:rsid w:val="008658FD"/>
    <w:rsid w:val="008709D0"/>
    <w:rsid w:val="008710E1"/>
    <w:rsid w:val="00880111"/>
    <w:rsid w:val="00881998"/>
    <w:rsid w:val="00891159"/>
    <w:rsid w:val="008A61F7"/>
    <w:rsid w:val="008B2AA3"/>
    <w:rsid w:val="008B3D95"/>
    <w:rsid w:val="008B47CE"/>
    <w:rsid w:val="008B6773"/>
    <w:rsid w:val="008C0669"/>
    <w:rsid w:val="008C3293"/>
    <w:rsid w:val="008D187D"/>
    <w:rsid w:val="008D45B2"/>
    <w:rsid w:val="008D73FF"/>
    <w:rsid w:val="008E136E"/>
    <w:rsid w:val="008E4628"/>
    <w:rsid w:val="008F5939"/>
    <w:rsid w:val="00906400"/>
    <w:rsid w:val="009178B4"/>
    <w:rsid w:val="009268B9"/>
    <w:rsid w:val="00926D80"/>
    <w:rsid w:val="00947A83"/>
    <w:rsid w:val="0095462C"/>
    <w:rsid w:val="00963724"/>
    <w:rsid w:val="0096414D"/>
    <w:rsid w:val="009678ED"/>
    <w:rsid w:val="00971857"/>
    <w:rsid w:val="00974139"/>
    <w:rsid w:val="00985D47"/>
    <w:rsid w:val="009862A2"/>
    <w:rsid w:val="00987E78"/>
    <w:rsid w:val="009938EB"/>
    <w:rsid w:val="00996371"/>
    <w:rsid w:val="00997603"/>
    <w:rsid w:val="00997A58"/>
    <w:rsid w:val="009A3B63"/>
    <w:rsid w:val="009B744C"/>
    <w:rsid w:val="009B7537"/>
    <w:rsid w:val="009B75C8"/>
    <w:rsid w:val="009C7C8E"/>
    <w:rsid w:val="009D402E"/>
    <w:rsid w:val="009E0BD6"/>
    <w:rsid w:val="009F2B90"/>
    <w:rsid w:val="009F70B1"/>
    <w:rsid w:val="00A02771"/>
    <w:rsid w:val="00A13FC4"/>
    <w:rsid w:val="00A25DAE"/>
    <w:rsid w:val="00A344AB"/>
    <w:rsid w:val="00A34A82"/>
    <w:rsid w:val="00A434FF"/>
    <w:rsid w:val="00A51758"/>
    <w:rsid w:val="00A5381B"/>
    <w:rsid w:val="00A539F3"/>
    <w:rsid w:val="00A62868"/>
    <w:rsid w:val="00A628CF"/>
    <w:rsid w:val="00A67556"/>
    <w:rsid w:val="00A81ACF"/>
    <w:rsid w:val="00A87B6D"/>
    <w:rsid w:val="00A95165"/>
    <w:rsid w:val="00A972AF"/>
    <w:rsid w:val="00A97D6E"/>
    <w:rsid w:val="00AA0159"/>
    <w:rsid w:val="00AA1F29"/>
    <w:rsid w:val="00AA6CC4"/>
    <w:rsid w:val="00B12809"/>
    <w:rsid w:val="00B203C3"/>
    <w:rsid w:val="00B331CD"/>
    <w:rsid w:val="00B34E77"/>
    <w:rsid w:val="00B4366D"/>
    <w:rsid w:val="00B443A2"/>
    <w:rsid w:val="00B464EB"/>
    <w:rsid w:val="00B6380C"/>
    <w:rsid w:val="00B72A3C"/>
    <w:rsid w:val="00B90B9D"/>
    <w:rsid w:val="00B91863"/>
    <w:rsid w:val="00B91971"/>
    <w:rsid w:val="00B94054"/>
    <w:rsid w:val="00BA284D"/>
    <w:rsid w:val="00BA36ED"/>
    <w:rsid w:val="00BB0F1C"/>
    <w:rsid w:val="00BB60CD"/>
    <w:rsid w:val="00BC3299"/>
    <w:rsid w:val="00BD0768"/>
    <w:rsid w:val="00BE7D73"/>
    <w:rsid w:val="00BF34AE"/>
    <w:rsid w:val="00C01A61"/>
    <w:rsid w:val="00C033F9"/>
    <w:rsid w:val="00C05488"/>
    <w:rsid w:val="00C1181F"/>
    <w:rsid w:val="00C12361"/>
    <w:rsid w:val="00C20B53"/>
    <w:rsid w:val="00C30E46"/>
    <w:rsid w:val="00C41882"/>
    <w:rsid w:val="00C54D50"/>
    <w:rsid w:val="00C60E15"/>
    <w:rsid w:val="00C61644"/>
    <w:rsid w:val="00C61D77"/>
    <w:rsid w:val="00C633F9"/>
    <w:rsid w:val="00C6789D"/>
    <w:rsid w:val="00C77011"/>
    <w:rsid w:val="00C8240D"/>
    <w:rsid w:val="00C8252C"/>
    <w:rsid w:val="00C92789"/>
    <w:rsid w:val="00C95D90"/>
    <w:rsid w:val="00CA421D"/>
    <w:rsid w:val="00CA63F3"/>
    <w:rsid w:val="00CA6F0F"/>
    <w:rsid w:val="00CB1A33"/>
    <w:rsid w:val="00CB5316"/>
    <w:rsid w:val="00CC3063"/>
    <w:rsid w:val="00CD2770"/>
    <w:rsid w:val="00CD7B81"/>
    <w:rsid w:val="00CD7D34"/>
    <w:rsid w:val="00CE2F5A"/>
    <w:rsid w:val="00CF15E7"/>
    <w:rsid w:val="00D05782"/>
    <w:rsid w:val="00D07FA9"/>
    <w:rsid w:val="00D13E34"/>
    <w:rsid w:val="00D17F18"/>
    <w:rsid w:val="00D21197"/>
    <w:rsid w:val="00D253B9"/>
    <w:rsid w:val="00D31B30"/>
    <w:rsid w:val="00D3319E"/>
    <w:rsid w:val="00D33A02"/>
    <w:rsid w:val="00D34B67"/>
    <w:rsid w:val="00D4493A"/>
    <w:rsid w:val="00D479E4"/>
    <w:rsid w:val="00D51BCE"/>
    <w:rsid w:val="00D53ECE"/>
    <w:rsid w:val="00D62970"/>
    <w:rsid w:val="00D636A7"/>
    <w:rsid w:val="00D65E4C"/>
    <w:rsid w:val="00D75FD2"/>
    <w:rsid w:val="00D764F2"/>
    <w:rsid w:val="00D77AF2"/>
    <w:rsid w:val="00D91B72"/>
    <w:rsid w:val="00D924A0"/>
    <w:rsid w:val="00D95E05"/>
    <w:rsid w:val="00DA52F7"/>
    <w:rsid w:val="00DB29ED"/>
    <w:rsid w:val="00DC3772"/>
    <w:rsid w:val="00DC406B"/>
    <w:rsid w:val="00DC5E58"/>
    <w:rsid w:val="00DD360A"/>
    <w:rsid w:val="00DD3853"/>
    <w:rsid w:val="00E0084B"/>
    <w:rsid w:val="00E15F6F"/>
    <w:rsid w:val="00E25628"/>
    <w:rsid w:val="00E31244"/>
    <w:rsid w:val="00E320DB"/>
    <w:rsid w:val="00E374EC"/>
    <w:rsid w:val="00E434D2"/>
    <w:rsid w:val="00E435AA"/>
    <w:rsid w:val="00E5574E"/>
    <w:rsid w:val="00E60A7A"/>
    <w:rsid w:val="00E734EF"/>
    <w:rsid w:val="00E74840"/>
    <w:rsid w:val="00E76092"/>
    <w:rsid w:val="00E82CBC"/>
    <w:rsid w:val="00E86337"/>
    <w:rsid w:val="00E87855"/>
    <w:rsid w:val="00EB77F9"/>
    <w:rsid w:val="00EC18FA"/>
    <w:rsid w:val="00EC1FC5"/>
    <w:rsid w:val="00EC354D"/>
    <w:rsid w:val="00ED2091"/>
    <w:rsid w:val="00ED530A"/>
    <w:rsid w:val="00ED5A0D"/>
    <w:rsid w:val="00EF68CC"/>
    <w:rsid w:val="00F02691"/>
    <w:rsid w:val="00F107FF"/>
    <w:rsid w:val="00F118B6"/>
    <w:rsid w:val="00F14532"/>
    <w:rsid w:val="00F1647C"/>
    <w:rsid w:val="00F37A94"/>
    <w:rsid w:val="00F413E7"/>
    <w:rsid w:val="00F4187A"/>
    <w:rsid w:val="00F41A9F"/>
    <w:rsid w:val="00F423A3"/>
    <w:rsid w:val="00F65D66"/>
    <w:rsid w:val="00F8127F"/>
    <w:rsid w:val="00F876A8"/>
    <w:rsid w:val="00F979F9"/>
    <w:rsid w:val="00FA6E46"/>
    <w:rsid w:val="00FB0556"/>
    <w:rsid w:val="00FB30C2"/>
    <w:rsid w:val="00FB4537"/>
    <w:rsid w:val="00FB5C01"/>
    <w:rsid w:val="00FC0439"/>
    <w:rsid w:val="00FC1DD8"/>
    <w:rsid w:val="00FC1F7D"/>
    <w:rsid w:val="00FC4A2E"/>
    <w:rsid w:val="00FD6F09"/>
    <w:rsid w:val="00FE1FBF"/>
    <w:rsid w:val="00FE4BE2"/>
    <w:rsid w:val="00FE5480"/>
    <w:rsid w:val="00FF4B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Normal Indent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18A2"/>
    <w:rPr>
      <w:rFonts w:ascii="Times New Roman" w:eastAsia="Times New Roman" w:hAnsi="Times New Roman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9"/>
    <w:qFormat/>
    <w:rsid w:val="00D253B9"/>
    <w:pPr>
      <w:keepNext/>
      <w:spacing w:line="360" w:lineRule="atLeast"/>
      <w:jc w:val="center"/>
      <w:outlineLvl w:val="6"/>
    </w:pPr>
    <w:rPr>
      <w:b/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uiPriority w:val="99"/>
    <w:locked/>
    <w:rsid w:val="00D253B9"/>
    <w:rPr>
      <w:rFonts w:ascii="Times New Roman" w:hAnsi="Times New Roman" w:cs="Times New Roman"/>
      <w:b/>
      <w:sz w:val="20"/>
      <w:lang w:eastAsia="ru-RU"/>
    </w:rPr>
  </w:style>
  <w:style w:type="paragraph" w:customStyle="1" w:styleId="ConsPlusNormal">
    <w:name w:val="ConsPlusNormal"/>
    <w:uiPriority w:val="99"/>
    <w:rsid w:val="00D253B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NormalIndent">
    <w:name w:val="Normal Indent"/>
    <w:basedOn w:val="Normal"/>
    <w:uiPriority w:val="99"/>
    <w:rsid w:val="00D253B9"/>
    <w:pPr>
      <w:ind w:left="708"/>
    </w:pPr>
    <w:rPr>
      <w:sz w:val="20"/>
      <w:szCs w:val="20"/>
    </w:rPr>
  </w:style>
  <w:style w:type="paragraph" w:customStyle="1" w:styleId="ConsPlusTitle">
    <w:name w:val="ConsPlusTitle"/>
    <w:uiPriority w:val="99"/>
    <w:rsid w:val="00D253B9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styleId="BodyText">
    <w:name w:val="Body Text"/>
    <w:basedOn w:val="Normal"/>
    <w:link w:val="BodyTextChar"/>
    <w:uiPriority w:val="99"/>
    <w:rsid w:val="00D253B9"/>
    <w:pPr>
      <w:jc w:val="both"/>
    </w:pPr>
    <w:rPr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D253B9"/>
    <w:rPr>
      <w:rFonts w:ascii="Times New Roman" w:hAnsi="Times New Roman" w:cs="Times New Roman"/>
      <w:sz w:val="20"/>
      <w:lang w:eastAsia="ru-RU"/>
    </w:rPr>
  </w:style>
  <w:style w:type="paragraph" w:styleId="BlockText">
    <w:name w:val="Block Text"/>
    <w:basedOn w:val="Normal"/>
    <w:uiPriority w:val="99"/>
    <w:rsid w:val="00D253B9"/>
    <w:pPr>
      <w:widowControl w:val="0"/>
      <w:shd w:val="clear" w:color="auto" w:fill="FFFFFF"/>
      <w:autoSpaceDE w:val="0"/>
      <w:autoSpaceDN w:val="0"/>
      <w:adjustRightInd w:val="0"/>
      <w:spacing w:line="322" w:lineRule="exact"/>
      <w:ind w:left="14" w:right="5" w:firstLine="706"/>
      <w:jc w:val="both"/>
    </w:pPr>
    <w:rPr>
      <w:sz w:val="28"/>
      <w:szCs w:val="28"/>
    </w:rPr>
  </w:style>
  <w:style w:type="paragraph" w:styleId="FootnoteText">
    <w:name w:val="footnote text"/>
    <w:basedOn w:val="Normal"/>
    <w:link w:val="FootnoteTextChar"/>
    <w:uiPriority w:val="99"/>
    <w:semiHidden/>
    <w:rsid w:val="006A6E4C"/>
    <w:rPr>
      <w:rFonts w:ascii="Calibri" w:eastAsia="Calibri" w:hAnsi="Calibri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6A6E4C"/>
    <w:rPr>
      <w:rFonts w:cs="Times New Roman"/>
      <w:lang w:eastAsia="en-US"/>
    </w:rPr>
  </w:style>
  <w:style w:type="character" w:styleId="FootnoteReference">
    <w:name w:val="footnote reference"/>
    <w:basedOn w:val="DefaultParagraphFont"/>
    <w:uiPriority w:val="99"/>
    <w:semiHidden/>
    <w:rsid w:val="006A6E4C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FC1F7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uiPriority w:val="99"/>
    <w:rsid w:val="00E60A7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F41A9F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FB30C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B30C2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rsid w:val="00FB30C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FB30C2"/>
    <w:rPr>
      <w:rFonts w:ascii="Times New Roman" w:hAnsi="Times New Roman" w:cs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C61D77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C61D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61D77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050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0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0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0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0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0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0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0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0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0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0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0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0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0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0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0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0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0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0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0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0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0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0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0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0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0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0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0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0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0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0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0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0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0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0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0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0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0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0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0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0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0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0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0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0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0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0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0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0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0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0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0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0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0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0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0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0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0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0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0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0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0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0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0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0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0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0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0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0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0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0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0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0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0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0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0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0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0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0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0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0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0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0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0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0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0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0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668</TotalTime>
  <Pages>13</Pages>
  <Words>3805</Words>
  <Characters>21689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kuznecova</dc:creator>
  <cp:keywords/>
  <dc:description/>
  <cp:lastModifiedBy>1</cp:lastModifiedBy>
  <cp:revision>92</cp:revision>
  <cp:lastPrinted>2016-08-24T06:20:00Z</cp:lastPrinted>
  <dcterms:created xsi:type="dcterms:W3CDTF">2016-07-26T07:32:00Z</dcterms:created>
  <dcterms:modified xsi:type="dcterms:W3CDTF">2016-08-24T06:23:00Z</dcterms:modified>
</cp:coreProperties>
</file>