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C1" w:rsidRDefault="004F4BC1" w:rsidP="006C3704">
      <w:pPr>
        <w:jc w:val="center"/>
        <w:rPr>
          <w:b/>
          <w:sz w:val="28"/>
          <w:szCs w:val="28"/>
        </w:rPr>
      </w:pPr>
      <w:r w:rsidRPr="008D291C">
        <w:rPr>
          <w:b/>
          <w:sz w:val="28"/>
          <w:szCs w:val="28"/>
        </w:rPr>
        <w:t>Российская Федерация</w:t>
      </w:r>
    </w:p>
    <w:p w:rsidR="004F4BC1" w:rsidRDefault="004F4BC1" w:rsidP="006C3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Кемеровская область </w:t>
      </w:r>
    </w:p>
    <w:p w:rsidR="004F4BC1" w:rsidRDefault="004F4BC1" w:rsidP="006C3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Яйский муниципальный район</w:t>
      </w:r>
    </w:p>
    <w:p w:rsidR="004F4BC1" w:rsidRDefault="004F4BC1" w:rsidP="006C3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Вознесенское  сельское поселение</w:t>
      </w:r>
    </w:p>
    <w:p w:rsidR="004F4BC1" w:rsidRDefault="004F4BC1" w:rsidP="00201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 Вознесенского сельского поселения</w:t>
      </w:r>
    </w:p>
    <w:p w:rsidR="004F4BC1" w:rsidRPr="008D291C" w:rsidRDefault="004F4BC1" w:rsidP="006C3704">
      <w:pPr>
        <w:jc w:val="center"/>
        <w:rPr>
          <w:b/>
          <w:sz w:val="28"/>
          <w:szCs w:val="28"/>
        </w:rPr>
      </w:pPr>
    </w:p>
    <w:p w:rsidR="004F4BC1" w:rsidRDefault="004F4BC1" w:rsidP="006C3704">
      <w:pPr>
        <w:jc w:val="center"/>
        <w:rPr>
          <w:b/>
        </w:rPr>
      </w:pPr>
    </w:p>
    <w:p w:rsidR="004F4BC1" w:rsidRDefault="004F4BC1" w:rsidP="006C3704">
      <w:pPr>
        <w:rPr>
          <w:b/>
        </w:rPr>
      </w:pPr>
      <w:r>
        <w:rPr>
          <w:b/>
        </w:rPr>
        <w:t xml:space="preserve">                                                                  РЕШЕНИЕ</w:t>
      </w:r>
    </w:p>
    <w:p w:rsidR="004F4BC1" w:rsidRDefault="004F4BC1" w:rsidP="006C3704">
      <w:pPr>
        <w:rPr>
          <w:b/>
        </w:rPr>
      </w:pPr>
      <w:r>
        <w:rPr>
          <w:b/>
        </w:rPr>
        <w:t xml:space="preserve">   </w:t>
      </w:r>
    </w:p>
    <w:p w:rsidR="004F4BC1" w:rsidRDefault="004F4BC1" w:rsidP="006C3704">
      <w:pPr>
        <w:jc w:val="center"/>
        <w:rPr>
          <w:b/>
        </w:rPr>
      </w:pPr>
    </w:p>
    <w:p w:rsidR="004F4BC1" w:rsidRDefault="004F4BC1">
      <w:pPr>
        <w:rPr>
          <w:b/>
        </w:rPr>
      </w:pPr>
      <w:r>
        <w:rPr>
          <w:b/>
        </w:rPr>
        <w:t xml:space="preserve">                    от  26.01.2015г.                                                             №1</w:t>
      </w:r>
    </w:p>
    <w:p w:rsidR="004F4BC1" w:rsidRDefault="004F4BC1">
      <w:pPr>
        <w:rPr>
          <w:b/>
        </w:rPr>
      </w:pPr>
      <w:r>
        <w:rPr>
          <w:b/>
        </w:rPr>
        <w:t xml:space="preserve">                                                           с. Вознесенка</w:t>
      </w:r>
    </w:p>
    <w:p w:rsidR="004F4BC1" w:rsidRDefault="004F4BC1">
      <w:pPr>
        <w:rPr>
          <w:b/>
        </w:rPr>
      </w:pPr>
    </w:p>
    <w:p w:rsidR="004F4BC1" w:rsidRDefault="004F4BC1" w:rsidP="00F81507">
      <w:pPr>
        <w:jc w:val="center"/>
        <w:rPr>
          <w:b/>
        </w:rPr>
      </w:pPr>
      <w:r>
        <w:rPr>
          <w:b/>
        </w:rPr>
        <w:t>Об отмене Решений от 14.01.2008г. №2, от 11.02.2008г. №3,</w:t>
      </w:r>
    </w:p>
    <w:p w:rsidR="004F4BC1" w:rsidRDefault="004F4BC1" w:rsidP="00F81507">
      <w:pPr>
        <w:jc w:val="center"/>
        <w:rPr>
          <w:b/>
        </w:rPr>
      </w:pPr>
      <w:r>
        <w:rPr>
          <w:b/>
        </w:rPr>
        <w:t>от 11.02.2008г.№4,  от 11.02.2008г.№5, от 19.03.2010г. №8</w:t>
      </w:r>
    </w:p>
    <w:p w:rsidR="004F4BC1" w:rsidRDefault="004F4BC1">
      <w:pPr>
        <w:rPr>
          <w:b/>
        </w:rPr>
      </w:pPr>
    </w:p>
    <w:p w:rsidR="004F4BC1" w:rsidRDefault="004F4BC1">
      <w:pPr>
        <w:rPr>
          <w:b/>
        </w:rPr>
      </w:pPr>
      <w:r>
        <w:t xml:space="preserve">     В связи с Приказом Департамента жилищно-коммунального хозяйства и дорожного комплекса Кемеровской области от 19.06.2014 года за №48 «Об установлении  нормативов потребления коммунальных услуг при отсутствии приборов учёта на территории Яйского муниципального  района»</w:t>
      </w:r>
    </w:p>
    <w:p w:rsidR="004F4BC1" w:rsidRDefault="004F4BC1">
      <w:pPr>
        <w:rPr>
          <w:b/>
        </w:rPr>
      </w:pPr>
      <w:r>
        <w:rPr>
          <w:b/>
        </w:rPr>
        <w:t xml:space="preserve">                                                           Р Е Ш И Л:</w:t>
      </w:r>
    </w:p>
    <w:p w:rsidR="004F4BC1" w:rsidRDefault="004F4BC1">
      <w:pPr>
        <w:rPr>
          <w:b/>
        </w:rPr>
      </w:pPr>
      <w:r>
        <w:rPr>
          <w:b/>
        </w:rPr>
        <w:t xml:space="preserve">      </w:t>
      </w:r>
    </w:p>
    <w:p w:rsidR="004F4BC1" w:rsidRPr="003006CE" w:rsidRDefault="004F4BC1" w:rsidP="007F005F">
      <w:pPr>
        <w:numPr>
          <w:ilvl w:val="0"/>
          <w:numId w:val="2"/>
        </w:numPr>
        <w:jc w:val="both"/>
      </w:pPr>
      <w:r w:rsidRPr="003006CE">
        <w:t>Решение «О тарифах на тепло и водосн</w:t>
      </w:r>
      <w:r>
        <w:t>абжение для населения Вознесенской</w:t>
      </w:r>
      <w:r w:rsidRPr="003006CE">
        <w:t xml:space="preserve"> </w:t>
      </w:r>
    </w:p>
    <w:p w:rsidR="004F4BC1" w:rsidRDefault="004F4BC1" w:rsidP="007F005F">
      <w:pPr>
        <w:ind w:left="360"/>
        <w:jc w:val="both"/>
      </w:pPr>
      <w:r w:rsidRPr="003006CE">
        <w:t>сельской террито</w:t>
      </w:r>
      <w:r>
        <w:t>рии на 1 квартал 2008 года от 14</w:t>
      </w:r>
      <w:r w:rsidRPr="003006CE">
        <w:t xml:space="preserve">.01.2008года за №2 </w:t>
      </w:r>
    </w:p>
    <w:p w:rsidR="004F4BC1" w:rsidRPr="003006CE" w:rsidRDefault="004F4BC1" w:rsidP="007F005F">
      <w:pPr>
        <w:ind w:left="360"/>
        <w:jc w:val="both"/>
      </w:pPr>
      <w:r w:rsidRPr="003006CE">
        <w:t xml:space="preserve">Решение  «Об утверждении тарифа на тепловую энергию, реализуемую </w:t>
      </w:r>
    </w:p>
    <w:p w:rsidR="004F4BC1" w:rsidRPr="003006CE" w:rsidRDefault="004F4BC1" w:rsidP="007F005F">
      <w:pPr>
        <w:ind w:left="360"/>
        <w:jc w:val="both"/>
      </w:pPr>
      <w:r>
        <w:t>населению Вознесенской</w:t>
      </w:r>
      <w:r w:rsidRPr="003006CE">
        <w:t xml:space="preserve"> сельской территории МП «Тепловое хозяйство </w:t>
      </w:r>
    </w:p>
    <w:p w:rsidR="004F4BC1" w:rsidRPr="003006CE" w:rsidRDefault="004F4BC1" w:rsidP="007F005F">
      <w:pPr>
        <w:ind w:left="360"/>
        <w:jc w:val="both"/>
      </w:pPr>
      <w:r>
        <w:t>Яйского района» от 11.02</w:t>
      </w:r>
      <w:r w:rsidRPr="003006CE">
        <w:t>.2008 года за №3</w:t>
      </w:r>
    </w:p>
    <w:p w:rsidR="004F4BC1" w:rsidRPr="003006CE" w:rsidRDefault="004F4BC1" w:rsidP="007F005F">
      <w:pPr>
        <w:ind w:left="360"/>
        <w:jc w:val="both"/>
      </w:pPr>
      <w:r w:rsidRPr="003006CE">
        <w:t xml:space="preserve">Решение «Об утверждении тарифов по оказанию услуг на холодное </w:t>
      </w:r>
    </w:p>
    <w:p w:rsidR="004F4BC1" w:rsidRPr="003006CE" w:rsidRDefault="004F4BC1" w:rsidP="007F005F">
      <w:pPr>
        <w:ind w:left="360"/>
        <w:jc w:val="both"/>
      </w:pPr>
      <w:r w:rsidRPr="003006CE">
        <w:t>водос</w:t>
      </w:r>
      <w:r>
        <w:t>набжение потребителям вознесенской</w:t>
      </w:r>
      <w:r w:rsidRPr="003006CE">
        <w:t xml:space="preserve"> сельской территории МП </w:t>
      </w:r>
    </w:p>
    <w:p w:rsidR="004F4BC1" w:rsidRDefault="004F4BC1" w:rsidP="007F005F">
      <w:pPr>
        <w:ind w:left="360"/>
        <w:jc w:val="both"/>
      </w:pPr>
      <w:r w:rsidRPr="003006CE">
        <w:t>«Тепловое</w:t>
      </w:r>
      <w:r>
        <w:t xml:space="preserve"> хозяйство Яйского района» от 11</w:t>
      </w:r>
      <w:r w:rsidRPr="003006CE">
        <w:t>.02.2008 года за №4.</w:t>
      </w:r>
    </w:p>
    <w:p w:rsidR="004F4BC1" w:rsidRPr="003006CE" w:rsidRDefault="004F4BC1" w:rsidP="007F005F">
      <w:pPr>
        <w:ind w:left="360"/>
        <w:jc w:val="both"/>
      </w:pPr>
      <w:r w:rsidRPr="003006CE">
        <w:t xml:space="preserve">Решение «Об утверждении тарифов на жилищно - коммунальные услуги, </w:t>
      </w:r>
    </w:p>
    <w:p w:rsidR="004F4BC1" w:rsidRPr="003006CE" w:rsidRDefault="004F4BC1" w:rsidP="007F005F">
      <w:pPr>
        <w:ind w:left="360"/>
        <w:jc w:val="both"/>
      </w:pPr>
      <w:r>
        <w:t>оказываемые населению  Вознесенской</w:t>
      </w:r>
      <w:r w:rsidRPr="003006CE">
        <w:t xml:space="preserve"> сельской территории</w:t>
      </w:r>
      <w:r>
        <w:t xml:space="preserve">  от 11.02.2008 года за №5</w:t>
      </w:r>
    </w:p>
    <w:p w:rsidR="004F4BC1" w:rsidRDefault="004F4BC1" w:rsidP="007F005F">
      <w:pPr>
        <w:ind w:left="360"/>
        <w:jc w:val="both"/>
      </w:pPr>
      <w:r>
        <w:t>Решение «Об утверждении тарифов на жилищные услуги для населения»  от   19.03.2010г. №8</w:t>
      </w:r>
    </w:p>
    <w:p w:rsidR="004F4BC1" w:rsidRDefault="004F4BC1" w:rsidP="007F005F">
      <w:pPr>
        <w:jc w:val="both"/>
      </w:pPr>
      <w:r>
        <w:t xml:space="preserve">            Отменить как утратившие силу с 01.01.2015 года.</w:t>
      </w:r>
    </w:p>
    <w:p w:rsidR="004F4BC1" w:rsidRDefault="004F4BC1" w:rsidP="007F005F">
      <w:pPr>
        <w:autoSpaceDE w:val="0"/>
        <w:autoSpaceDN w:val="0"/>
        <w:adjustRightInd w:val="0"/>
        <w:jc w:val="both"/>
      </w:pPr>
    </w:p>
    <w:p w:rsidR="004F4BC1" w:rsidRPr="007F005F" w:rsidRDefault="004F4BC1" w:rsidP="007F005F">
      <w:pPr>
        <w:autoSpaceDE w:val="0"/>
        <w:autoSpaceDN w:val="0"/>
        <w:adjustRightInd w:val="0"/>
        <w:jc w:val="both"/>
      </w:pPr>
      <w:r>
        <w:t xml:space="preserve">      2</w:t>
      </w:r>
      <w:r w:rsidRPr="007F005F">
        <w:t xml:space="preserve">. </w:t>
      </w:r>
      <w:r>
        <w:t>Настоящее Решение  обнародовать на</w:t>
      </w:r>
      <w:r w:rsidRPr="007F005F">
        <w:t xml:space="preserve">  сайте администрации Яйского муниципального района в разделе «Органы власти» и на  информационном стенде в здании администрации.</w:t>
      </w:r>
    </w:p>
    <w:p w:rsidR="004F4BC1" w:rsidRDefault="004F4BC1" w:rsidP="007F005F">
      <w:pPr>
        <w:autoSpaceDE w:val="0"/>
        <w:autoSpaceDN w:val="0"/>
        <w:adjustRightInd w:val="0"/>
        <w:ind w:firstLine="540"/>
        <w:jc w:val="both"/>
      </w:pPr>
    </w:p>
    <w:p w:rsidR="004F4BC1" w:rsidRPr="007F005F" w:rsidRDefault="004F4BC1" w:rsidP="007F005F">
      <w:pPr>
        <w:autoSpaceDE w:val="0"/>
        <w:autoSpaceDN w:val="0"/>
        <w:adjustRightInd w:val="0"/>
        <w:ind w:firstLine="540"/>
        <w:jc w:val="both"/>
      </w:pPr>
      <w:r>
        <w:t>3</w:t>
      </w:r>
      <w:r w:rsidRPr="007F005F">
        <w:t>. Контроль за исполнением настоящего Решения оставляю за собой.</w:t>
      </w:r>
    </w:p>
    <w:p w:rsidR="004F4BC1" w:rsidRDefault="004F4BC1" w:rsidP="007F005F">
      <w:pPr>
        <w:rPr>
          <w:b/>
        </w:rPr>
      </w:pPr>
    </w:p>
    <w:p w:rsidR="004F4BC1" w:rsidRDefault="004F4BC1" w:rsidP="003006CE"/>
    <w:p w:rsidR="004F4BC1" w:rsidRDefault="004F4BC1" w:rsidP="003006CE"/>
    <w:p w:rsidR="004F4BC1" w:rsidRDefault="004F4BC1" w:rsidP="003006CE"/>
    <w:p w:rsidR="004F4BC1" w:rsidRDefault="004F4BC1" w:rsidP="003006CE">
      <w:r>
        <w:t xml:space="preserve">         Глава Вознесенского    сельского   поселения:                                   Н.П.Редькина</w:t>
      </w:r>
    </w:p>
    <w:p w:rsidR="004F4BC1" w:rsidRDefault="004F4BC1" w:rsidP="003006CE">
      <w:r>
        <w:t xml:space="preserve">    </w:t>
      </w:r>
    </w:p>
    <w:p w:rsidR="004F4BC1" w:rsidRDefault="004F4BC1" w:rsidP="003006CE">
      <w:r>
        <w:t xml:space="preserve">        Председатель Совета народных депутатов</w:t>
      </w:r>
    </w:p>
    <w:p w:rsidR="004F4BC1" w:rsidRPr="003006CE" w:rsidRDefault="004F4BC1" w:rsidP="003006CE">
      <w:r>
        <w:t xml:space="preserve">         Вознесенского  сельского поселения:                                                 </w:t>
      </w:r>
      <w:bookmarkStart w:id="0" w:name="_GoBack"/>
      <w:bookmarkEnd w:id="0"/>
      <w:r>
        <w:t xml:space="preserve"> Н.П.Редькина</w:t>
      </w:r>
    </w:p>
    <w:sectPr w:rsidR="004F4BC1" w:rsidRPr="003006CE" w:rsidSect="006B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D42DF"/>
    <w:multiLevelType w:val="hybridMultilevel"/>
    <w:tmpl w:val="34A86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F44D84"/>
    <w:multiLevelType w:val="hybridMultilevel"/>
    <w:tmpl w:val="5AA01700"/>
    <w:lvl w:ilvl="0" w:tplc="B936F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704"/>
    <w:rsid w:val="001700C8"/>
    <w:rsid w:val="00201F8F"/>
    <w:rsid w:val="0028405A"/>
    <w:rsid w:val="002914A2"/>
    <w:rsid w:val="003006CE"/>
    <w:rsid w:val="00434A57"/>
    <w:rsid w:val="00465FA1"/>
    <w:rsid w:val="004B7EEA"/>
    <w:rsid w:val="004F4BC1"/>
    <w:rsid w:val="005354BF"/>
    <w:rsid w:val="00603C0A"/>
    <w:rsid w:val="006B1129"/>
    <w:rsid w:val="006C3704"/>
    <w:rsid w:val="0078233D"/>
    <w:rsid w:val="007F005F"/>
    <w:rsid w:val="008D291C"/>
    <w:rsid w:val="00A4029C"/>
    <w:rsid w:val="00E71014"/>
    <w:rsid w:val="00E77460"/>
    <w:rsid w:val="00F46497"/>
    <w:rsid w:val="00F81507"/>
    <w:rsid w:val="00F8641E"/>
    <w:rsid w:val="00FF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7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5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326</Words>
  <Characters>1863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Кузина Валентина Викторовна</dc:creator>
  <cp:keywords/>
  <dc:description/>
  <cp:lastModifiedBy>1</cp:lastModifiedBy>
  <cp:revision>5</cp:revision>
  <cp:lastPrinted>2015-01-28T04:35:00Z</cp:lastPrinted>
  <dcterms:created xsi:type="dcterms:W3CDTF">2015-01-28T03:04:00Z</dcterms:created>
  <dcterms:modified xsi:type="dcterms:W3CDTF">2015-01-28T04:37:00Z</dcterms:modified>
</cp:coreProperties>
</file>